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CB3502" w:rsidP="000A75E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E20F22">
              <w:t>1</w:t>
            </w:r>
            <w:r w:rsidR="000A75E9">
              <w:t>8</w:t>
            </w:r>
            <w:r w:rsidR="00E20F22">
              <w:t>.05.2017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CB3502" w:rsidP="00433745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433745">
              <w:t>24/2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CB3502" w:rsidP="006D5F16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6D5F16" w:rsidRPr="006D5F16">
              <w:rPr>
                <w:noProof/>
              </w:rPr>
              <w:t>О формировании Информационной базы организаций Нижегородской области, в отношении которых осуществляется государственное регулирование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A645E2">
      <w:pPr>
        <w:tabs>
          <w:tab w:val="left" w:pos="1897"/>
        </w:tabs>
      </w:pPr>
    </w:p>
    <w:p w:rsidR="00E20F22" w:rsidRDefault="00E20F22" w:rsidP="00A645E2">
      <w:pPr>
        <w:tabs>
          <w:tab w:val="left" w:pos="1897"/>
        </w:tabs>
      </w:pPr>
    </w:p>
    <w:p w:rsidR="00433745" w:rsidRDefault="00433745" w:rsidP="00A645E2">
      <w:pPr>
        <w:tabs>
          <w:tab w:val="left" w:pos="1897"/>
        </w:tabs>
      </w:pPr>
    </w:p>
    <w:p w:rsidR="00433745" w:rsidRPr="00433745" w:rsidRDefault="00433745" w:rsidP="00433745">
      <w:pPr>
        <w:pStyle w:val="ac"/>
        <w:spacing w:line="276" w:lineRule="auto"/>
        <w:ind w:firstLine="720"/>
      </w:pPr>
      <w:r w:rsidRPr="00433745">
        <w:t>На основании данных, представленных организациями, в отношении которых осуществляется государственное регулирование:</w:t>
      </w:r>
    </w:p>
    <w:p w:rsidR="00433745" w:rsidRPr="00433745" w:rsidRDefault="00433745" w:rsidP="00433745">
      <w:pPr>
        <w:pStyle w:val="ac"/>
        <w:spacing w:line="276" w:lineRule="auto"/>
        <w:ind w:firstLine="720"/>
      </w:pPr>
      <w:r w:rsidRPr="00433745">
        <w:rPr>
          <w:b/>
        </w:rPr>
        <w:t>1.</w:t>
      </w:r>
      <w:r w:rsidRPr="00433745">
        <w:t> В связи с приведением предприятиями организационно-правовой формы в соответствие со ст. 66 Гражданского кодекса Российской Федерации, строки 2.1.364, 2.2.385 изложить в следующей редакции:</w:t>
      </w:r>
    </w:p>
    <w:tbl>
      <w:tblPr>
        <w:tblW w:w="9356" w:type="dxa"/>
        <w:tblInd w:w="93" w:type="dxa"/>
        <w:tblLook w:val="04A0"/>
      </w:tblPr>
      <w:tblGrid>
        <w:gridCol w:w="1118"/>
        <w:gridCol w:w="3851"/>
        <w:gridCol w:w="4387"/>
      </w:tblGrid>
      <w:tr w:rsidR="00433745" w:rsidTr="00042480">
        <w:trPr>
          <w:trHeight w:val="470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Рег. №</w:t>
            </w:r>
          </w:p>
        </w:tc>
        <w:tc>
          <w:tcPr>
            <w:tcW w:w="3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Полное наименование организации, сокращенное наименование организации, ФИО руководителя организации, </w:t>
            </w:r>
            <w:r>
              <w:rPr>
                <w:sz w:val="20"/>
              </w:rPr>
              <w:br/>
              <w:t>ФИО предпринимателя, ИНН</w:t>
            </w:r>
          </w:p>
        </w:tc>
        <w:tc>
          <w:tcPr>
            <w:tcW w:w="4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Юридический и (или) почтовый адрес, телефон, факс, E-mail</w:t>
            </w:r>
          </w:p>
        </w:tc>
      </w:tr>
      <w:tr w:rsidR="00433745" w:rsidTr="00042480">
        <w:trPr>
          <w:trHeight w:val="235"/>
        </w:trPr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433745" w:rsidTr="00042480">
        <w:trPr>
          <w:trHeight w:val="235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 Тепловая энергия и мощность</w:t>
            </w:r>
          </w:p>
        </w:tc>
      </w:tr>
      <w:tr w:rsidR="00433745" w:rsidTr="00042480">
        <w:trPr>
          <w:trHeight w:val="235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2.1. «Производители тепловой энергии и мощности»</w:t>
            </w:r>
          </w:p>
        </w:tc>
      </w:tr>
      <w:tr w:rsidR="00433745" w:rsidTr="00042480">
        <w:trPr>
          <w:trHeight w:val="939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2.1.364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АКЦИОНЕРНОЕ ОБЩЕСТВО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«ДОРОЖНО-РЕМОНТНО-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СТРОИТЕЛЬНОЕ ПРЕДПРИЯТИЕ»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Юридический адрес: 606910, Нижегородская область, г. Шахунья, ул. Яранское шоссе, д. 7</w:t>
            </w:r>
          </w:p>
        </w:tc>
      </w:tr>
      <w:tr w:rsidR="00433745" w:rsidTr="00042480">
        <w:trPr>
          <w:trHeight w:val="235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АО «ДРСП»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Почтовый адрес: 606910, Нижегородская область, г. Шахунья, ул. Яранское шоссе, д. 7</w:t>
            </w:r>
          </w:p>
        </w:tc>
      </w:tr>
      <w:tr w:rsidR="00433745" w:rsidTr="00042480">
        <w:trPr>
          <w:trHeight w:val="74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Директор: Медведев Виктор Николаевич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Телефон: (831-52) 2-34-46</w:t>
            </w:r>
          </w:p>
        </w:tc>
      </w:tr>
      <w:tr w:rsidR="00433745" w:rsidTr="00042480">
        <w:trPr>
          <w:trHeight w:val="382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ИНН 5239006515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Факс: (831-52) 2-74-80</w:t>
            </w:r>
          </w:p>
        </w:tc>
      </w:tr>
      <w:tr w:rsidR="00433745" w:rsidRPr="006C45D7" w:rsidTr="00042480">
        <w:trPr>
          <w:trHeight w:val="74"/>
        </w:trPr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 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E-mail: drsp20061@yandex.ru</w:t>
            </w:r>
          </w:p>
        </w:tc>
      </w:tr>
      <w:tr w:rsidR="00433745" w:rsidTr="00042480">
        <w:trPr>
          <w:trHeight w:val="26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2.2 «Организации, обладающие правом собственности владения, пользования и распоряжения тепловыми сетями»</w:t>
            </w:r>
          </w:p>
        </w:tc>
      </w:tr>
      <w:tr w:rsidR="00433745" w:rsidTr="00042480">
        <w:trPr>
          <w:trHeight w:val="252"/>
        </w:trPr>
        <w:tc>
          <w:tcPr>
            <w:tcW w:w="111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2.2.385</w:t>
            </w:r>
          </w:p>
        </w:tc>
        <w:tc>
          <w:tcPr>
            <w:tcW w:w="385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33745" w:rsidTr="00042480">
        <w:trPr>
          <w:trHeight w:val="235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АКЦИОНЕРНОЕ ОБЩЕСТВО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«ДОРОЖНО-РЕМОНТНО-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СТРОИТЕЛЬНОЕ ПРЕДПРИЯТИЕ»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АО «ДРСП»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Юридический адрес: 606910, Нижегородская область, г. Шахунья, ул. Яранское шоссе, д. 7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Почтовый адрес: 606910, Нижегородская область, г. Шахунья, ул. Яранское шоссе, д. 7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Телефон: (831-52) 2-34-46</w:t>
            </w:r>
          </w:p>
        </w:tc>
      </w:tr>
      <w:tr w:rsidR="00433745" w:rsidRPr="006C45D7" w:rsidTr="00042480">
        <w:trPr>
          <w:trHeight w:val="235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Директор: Медведев Виктор Николаевич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ИНН 5239006515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rPr>
                <w:sz w:val="20"/>
                <w:lang w:val="en-US"/>
              </w:rPr>
            </w:pPr>
            <w:r>
              <w:rPr>
                <w:sz w:val="20"/>
              </w:rPr>
              <w:t>Факс</w:t>
            </w:r>
            <w:r>
              <w:rPr>
                <w:sz w:val="20"/>
                <w:lang w:val="en-US"/>
              </w:rPr>
              <w:t>: (831-52) 2-74-80</w:t>
            </w:r>
          </w:p>
          <w:p w:rsidR="00433745" w:rsidRDefault="00433745" w:rsidP="00042480">
            <w:pPr>
              <w:spacing w:line="276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E-mail: drsp20061@yandex.ru</w:t>
            </w:r>
          </w:p>
        </w:tc>
      </w:tr>
      <w:tr w:rsidR="00433745" w:rsidRPr="006C45D7" w:rsidTr="00042480">
        <w:trPr>
          <w:trHeight w:val="80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33745" w:rsidRPr="00471A19" w:rsidRDefault="00433745" w:rsidP="00042480">
            <w:pPr>
              <w:spacing w:line="27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33745" w:rsidRPr="00471A19" w:rsidRDefault="00433745" w:rsidP="00042480">
            <w:pPr>
              <w:spacing w:line="276" w:lineRule="auto"/>
              <w:rPr>
                <w:sz w:val="22"/>
                <w:szCs w:val="22"/>
                <w:lang w:val="en-US"/>
              </w:rPr>
            </w:pPr>
          </w:p>
        </w:tc>
      </w:tr>
      <w:tr w:rsidR="00433745" w:rsidRPr="006C45D7" w:rsidTr="00042480">
        <w:trPr>
          <w:trHeight w:val="64"/>
        </w:trPr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 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3745" w:rsidRPr="00471A19" w:rsidRDefault="00433745" w:rsidP="00042480">
            <w:pPr>
              <w:spacing w:line="276" w:lineRule="auto"/>
              <w:rPr>
                <w:sz w:val="22"/>
                <w:szCs w:val="22"/>
                <w:lang w:val="en-US"/>
              </w:rPr>
            </w:pPr>
          </w:p>
        </w:tc>
      </w:tr>
    </w:tbl>
    <w:p w:rsidR="00433745" w:rsidRDefault="00433745" w:rsidP="00433745">
      <w:pPr>
        <w:pStyle w:val="ac"/>
        <w:spacing w:line="276" w:lineRule="auto"/>
        <w:ind w:firstLine="7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Включить в Информационную базу организаций Нижегородской области, в отношении которых осуществляется государственное регулирование, следующие организации:</w:t>
      </w:r>
    </w:p>
    <w:tbl>
      <w:tblPr>
        <w:tblW w:w="9356" w:type="dxa"/>
        <w:tblInd w:w="93" w:type="dxa"/>
        <w:tblLook w:val="04A0"/>
      </w:tblPr>
      <w:tblGrid>
        <w:gridCol w:w="1120"/>
        <w:gridCol w:w="3839"/>
        <w:gridCol w:w="11"/>
        <w:gridCol w:w="4386"/>
      </w:tblGrid>
      <w:tr w:rsidR="00433745" w:rsidTr="00433745">
        <w:trPr>
          <w:trHeight w:val="470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Рег. №</w:t>
            </w:r>
          </w:p>
        </w:tc>
        <w:tc>
          <w:tcPr>
            <w:tcW w:w="3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Полное наименование организации, сокращенное наименование организации, ФИО руководителя организации, </w:t>
            </w:r>
            <w:r>
              <w:rPr>
                <w:sz w:val="20"/>
              </w:rPr>
              <w:br/>
              <w:t>ФИО предпринимателя, ИНН</w:t>
            </w:r>
          </w:p>
        </w:tc>
        <w:tc>
          <w:tcPr>
            <w:tcW w:w="4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Юридический и (или) почтовый адрес, телефон, факс, E-mail</w:t>
            </w:r>
          </w:p>
        </w:tc>
      </w:tr>
      <w:tr w:rsidR="00433745" w:rsidTr="00433745">
        <w:trPr>
          <w:trHeight w:val="235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433745" w:rsidTr="00433745">
        <w:trPr>
          <w:trHeight w:val="255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4. «Водоснабжение и водоотведение»</w:t>
            </w:r>
          </w:p>
        </w:tc>
      </w:tr>
      <w:tr w:rsidR="00433745" w:rsidTr="00433745">
        <w:trPr>
          <w:trHeight w:val="540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4.1. «Водоснабжение (организации, государственное регулирование деятельности которых осуществляется региональной службой по тарифам Нижегородской области)»</w:t>
            </w:r>
          </w:p>
        </w:tc>
      </w:tr>
      <w:tr w:rsidR="00433745" w:rsidTr="00433745">
        <w:trPr>
          <w:trHeight w:val="255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745" w:rsidRDefault="006C45D7" w:rsidP="00042480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4.1.171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ОБЩЕСТВО С ОГРАНИЧЕННОЙ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ОТВЕТСТВЕННОСТЬЮ «РАЙОННЫЙ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ВОДОПРОВОД И КАНАЛИЗАЦИЯ»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ООО «РАЙВОДОКАНАЛ»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Директор: Голиков Александр Николаевич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ИНН 5201030090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</w:tc>
        <w:tc>
          <w:tcPr>
            <w:tcW w:w="4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Юридический адрес: 607130, Нижегородская область, р.п. Ардатов, ул. Зуева, д. 70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Почтовый адрес: 607130, Нижегородская область, р.п. Ардатов, ул. Зуева, д. 70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Телефон: (831-79) 5-10-59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Факс: (831-79) 5-10-59</w:t>
            </w:r>
          </w:p>
        </w:tc>
      </w:tr>
      <w:tr w:rsidR="00433745" w:rsidRPr="006C45D7" w:rsidTr="00433745">
        <w:trPr>
          <w:trHeight w:val="255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745" w:rsidRDefault="006C45D7" w:rsidP="00042480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  <w:r w:rsidRPr="006C45D7">
              <w:rPr>
                <w:bCs/>
                <w:sz w:val="20"/>
              </w:rPr>
              <w:t>4.1.172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АКЦИОНЕРНОЕ ОБЩЕСТВО «НАУЧНО-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ПРОИЗВОДСТВЕННОЕ ПРЕДПРИЯТИЕ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«ИСТОК» ИМЕНИ А. И. ШОКИНА»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АО «НПП «ИСТОК» ИМ. ШОКИНА»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Директор: Борисов Александр Анатольевич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ИНН 5050108496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</w:tc>
        <w:tc>
          <w:tcPr>
            <w:tcW w:w="4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Юридический адрес: 141190, Московская область, г. Фрязино, ул. Вокзальная, д. 2 А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Почтовый адрес: 141190, Московская область, </w:t>
            </w:r>
            <w:r>
              <w:rPr>
                <w:sz w:val="20"/>
              </w:rPr>
              <w:br/>
              <w:t>г. Фрязино, ул. Вокзальная, д. 2 А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Телефон: (831-47) 52-1-78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Факс: (831-47) 52-1-72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E-mail: istok2010@mail.ru</w:t>
            </w:r>
          </w:p>
        </w:tc>
      </w:tr>
      <w:tr w:rsidR="00433745" w:rsidTr="00433745">
        <w:trPr>
          <w:trHeight w:val="525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3745" w:rsidRDefault="00433745" w:rsidP="00042480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4.3. «Водоотведение и очистка сточных вод (организации, государственное регулирование деятельности которых осуществляется региональной службой по тарифам Нижегородской области)»</w:t>
            </w:r>
          </w:p>
        </w:tc>
      </w:tr>
      <w:tr w:rsidR="00433745" w:rsidTr="00433745">
        <w:trPr>
          <w:trHeight w:val="255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745" w:rsidRDefault="006C45D7" w:rsidP="00042480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4.3.147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ОБЩЕСТВО С ОГРАНИЧЕННОЙ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ОТВЕТСТВЕННОСТЬЮ «РАЙОННЫЙ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ВОДОПРОВОД И КАНАЛИЗАЦИЯ»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ООО «РАЙВОДОКАНАЛ»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Директор: Голиков Александр Николаевич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ИНН 5201030090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</w:tc>
        <w:tc>
          <w:tcPr>
            <w:tcW w:w="4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Юридический адрес: 607130, Нижегородская область, р.п. Ардатов, ул. Зуева, д. 70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Почтовый адрес: 607130, Нижегородская область, р.п. Ардатов, ул. Зуева, д. 70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Телефон: (831-79) 5-10-59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Факс: (831-79) 5-10-59</w:t>
            </w: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  <w:p w:rsidR="00433745" w:rsidRDefault="00433745" w:rsidP="00042480">
            <w:pPr>
              <w:spacing w:line="276" w:lineRule="auto"/>
              <w:rPr>
                <w:sz w:val="20"/>
              </w:rPr>
            </w:pPr>
          </w:p>
        </w:tc>
      </w:tr>
    </w:tbl>
    <w:p w:rsidR="00433745" w:rsidRPr="00433745" w:rsidRDefault="00433745" w:rsidP="00433745">
      <w:pPr>
        <w:pStyle w:val="ac"/>
        <w:spacing w:line="276" w:lineRule="auto"/>
        <w:ind w:firstLine="709"/>
      </w:pPr>
      <w:r w:rsidRPr="00433745">
        <w:rPr>
          <w:b/>
        </w:rPr>
        <w:lastRenderedPageBreak/>
        <w:t xml:space="preserve">3. </w:t>
      </w:r>
      <w:r w:rsidRPr="00433745">
        <w:t>В связи с прекращением осуществления регулируемой деятельности, исключить из Информационной базы организаций Нижегородской области, в отношении которых осуществляется государственное регулирование:</w:t>
      </w:r>
    </w:p>
    <w:p w:rsidR="00433745" w:rsidRPr="00433745" w:rsidRDefault="00433745" w:rsidP="00433745">
      <w:pPr>
        <w:pStyle w:val="ac"/>
        <w:spacing w:line="276" w:lineRule="auto"/>
        <w:ind w:firstLine="708"/>
      </w:pPr>
      <w:r w:rsidRPr="00433745">
        <w:rPr>
          <w:b/>
          <w:i/>
        </w:rPr>
        <w:t>3.1</w:t>
      </w:r>
      <w:r w:rsidRPr="00433745">
        <w:t>. По разделу 2.1. «Производители тепловой энергии и мощности»:</w:t>
      </w:r>
    </w:p>
    <w:p w:rsidR="00433745" w:rsidRPr="00433745" w:rsidRDefault="00433745" w:rsidP="00433745">
      <w:pPr>
        <w:pStyle w:val="ac"/>
        <w:spacing w:line="276" w:lineRule="auto"/>
        <w:ind w:firstLine="709"/>
      </w:pPr>
      <w:r w:rsidRPr="00433745">
        <w:rPr>
          <w:bCs/>
        </w:rPr>
        <w:t>- </w:t>
      </w:r>
      <w:r w:rsidRPr="00433745">
        <w:t xml:space="preserve">«ЗКПД - 4 ИНВЕСТ» ЗАКРЫТОЕ АКЦИОНЕРНОЕ ОБЩЕСТВО, </w:t>
      </w:r>
      <w:r w:rsidRPr="00433745">
        <w:br/>
        <w:t>г. Нижний Новгород, рег. № 2.1.138;</w:t>
      </w:r>
    </w:p>
    <w:p w:rsidR="00433745" w:rsidRPr="00433745" w:rsidRDefault="00433745" w:rsidP="00433745">
      <w:pPr>
        <w:pStyle w:val="ac"/>
        <w:spacing w:line="276" w:lineRule="auto"/>
        <w:ind w:firstLine="709"/>
      </w:pPr>
      <w:r w:rsidRPr="00433745">
        <w:t>- Муниципальное бюджетное учреждение «Сервисный центр»,</w:t>
      </w:r>
      <w:r w:rsidRPr="00433745">
        <w:br/>
        <w:t>р.п. Большое Мурашкино Нижегородской области, рег. № 2.1.476;</w:t>
      </w:r>
    </w:p>
    <w:p w:rsidR="00433745" w:rsidRPr="00433745" w:rsidRDefault="00433745" w:rsidP="00433745">
      <w:pPr>
        <w:pStyle w:val="ac"/>
        <w:spacing w:line="276" w:lineRule="auto"/>
        <w:ind w:firstLine="709"/>
      </w:pPr>
      <w:r w:rsidRPr="00433745">
        <w:t>- ЗАКРЫТОЕ АКЦИОНЕРНОЕ ОБЩЕСТВО «БОРСКАЯ ДОРОЖНАЯ ПЕРЕДВИЖНАЯ МЕХАНИЗИРОВАННАЯ КОЛОННА», г. Бор Нижегородской области, рег. № 2.1.224.</w:t>
      </w:r>
    </w:p>
    <w:p w:rsidR="00433745" w:rsidRPr="00433745" w:rsidRDefault="00433745" w:rsidP="00433745">
      <w:pPr>
        <w:pStyle w:val="ac"/>
        <w:spacing w:line="276" w:lineRule="auto"/>
        <w:ind w:firstLine="709"/>
      </w:pPr>
      <w:r w:rsidRPr="00433745">
        <w:rPr>
          <w:b/>
          <w:bCs/>
          <w:i/>
        </w:rPr>
        <w:t xml:space="preserve">3.2. </w:t>
      </w:r>
      <w:r w:rsidRPr="00433745">
        <w:t>По разделу 2.2. «Организации, обладающие правом собственности владения, пользования и распоряжения тепловыми сетями»:</w:t>
      </w:r>
    </w:p>
    <w:p w:rsidR="00433745" w:rsidRPr="00433745" w:rsidRDefault="00433745" w:rsidP="00433745">
      <w:pPr>
        <w:pStyle w:val="ac"/>
        <w:spacing w:line="276" w:lineRule="auto"/>
        <w:ind w:firstLine="709"/>
      </w:pPr>
      <w:r w:rsidRPr="00433745">
        <w:rPr>
          <w:bCs/>
        </w:rPr>
        <w:t>- </w:t>
      </w:r>
      <w:r w:rsidRPr="00433745">
        <w:t>«ЗКПД - 4 ИНВЕСТ» ЗАКРЫТОЕ АКЦИОНЕРНОЕ ОБЩЕСТВО,</w:t>
      </w:r>
      <w:r w:rsidRPr="00433745">
        <w:br/>
        <w:t>г. Нижний Новгород, рег. № 2.2.149;</w:t>
      </w:r>
    </w:p>
    <w:p w:rsidR="00433745" w:rsidRPr="00433745" w:rsidRDefault="00433745" w:rsidP="00433745">
      <w:pPr>
        <w:pStyle w:val="ac"/>
        <w:spacing w:line="276" w:lineRule="auto"/>
        <w:ind w:firstLine="709"/>
      </w:pPr>
      <w:r w:rsidRPr="00433745">
        <w:t>- ЗАКРЫТОЕ АКЦИОНЕРНОЕ ОБЩЕСТВО «БОРСКАЯ ДОРОЖНАЯ ПЕРЕДВИЖНАЯ МЕХАНИЗИРОВАННАЯ КОЛОННА», г. Бор Нижегородской области, рег. № 2.2.238.</w:t>
      </w:r>
    </w:p>
    <w:p w:rsidR="00433745" w:rsidRPr="00433745" w:rsidRDefault="00433745" w:rsidP="00433745">
      <w:pPr>
        <w:pStyle w:val="ac"/>
        <w:spacing w:line="276" w:lineRule="auto"/>
        <w:ind w:firstLine="708"/>
      </w:pPr>
      <w:r w:rsidRPr="00433745">
        <w:rPr>
          <w:b/>
          <w:i/>
        </w:rPr>
        <w:t xml:space="preserve">3.3. </w:t>
      </w:r>
      <w:r w:rsidRPr="00433745">
        <w:t xml:space="preserve">По разделу 5.1.  «Утилизация (захоронение) твердых бытовых отходов (организации, государственное регулирование деятельности которых осуществляется региональной службой по тарифам Нижегородской области)»: </w:t>
      </w:r>
    </w:p>
    <w:p w:rsidR="00433745" w:rsidRPr="00433745" w:rsidRDefault="00433745" w:rsidP="0043374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33745">
        <w:rPr>
          <w:szCs w:val="28"/>
        </w:rPr>
        <w:t>- ОБЩЕСТВО С ОГРАНИЧЕННОЙ ОТВЕТСТВЕННОСТЬЮ «КОММУНАЛЬЩИК», г. Нижний Новгород, рег. № 5.1.9.</w:t>
      </w:r>
    </w:p>
    <w:p w:rsidR="00433745" w:rsidRPr="00433745" w:rsidRDefault="00433745" w:rsidP="00433745">
      <w:pPr>
        <w:tabs>
          <w:tab w:val="left" w:pos="993"/>
        </w:tabs>
        <w:spacing w:line="276" w:lineRule="auto"/>
        <w:jc w:val="both"/>
        <w:rPr>
          <w:szCs w:val="28"/>
        </w:rPr>
      </w:pPr>
      <w:r w:rsidRPr="00433745">
        <w:rPr>
          <w:b/>
          <w:szCs w:val="28"/>
        </w:rPr>
        <w:t xml:space="preserve">          4.</w:t>
      </w:r>
      <w:r w:rsidRPr="00433745">
        <w:rPr>
          <w:szCs w:val="28"/>
        </w:rPr>
        <w:t xml:space="preserve"> Настоящее решение вступает в силу со дня его принятия.</w:t>
      </w:r>
    </w:p>
    <w:p w:rsidR="00FB6991" w:rsidRPr="00433745" w:rsidRDefault="00FB6991" w:rsidP="00433745">
      <w:pPr>
        <w:tabs>
          <w:tab w:val="left" w:pos="1897"/>
        </w:tabs>
        <w:spacing w:line="276" w:lineRule="auto"/>
        <w:rPr>
          <w:szCs w:val="28"/>
        </w:rPr>
      </w:pPr>
    </w:p>
    <w:p w:rsidR="00FB6991" w:rsidRPr="00433745" w:rsidRDefault="00FB6991" w:rsidP="00433745">
      <w:pPr>
        <w:tabs>
          <w:tab w:val="left" w:pos="1897"/>
        </w:tabs>
        <w:spacing w:line="276" w:lineRule="auto"/>
        <w:rPr>
          <w:szCs w:val="28"/>
        </w:rPr>
      </w:pPr>
    </w:p>
    <w:p w:rsidR="00FB6991" w:rsidRDefault="00FB6991" w:rsidP="002C26A3">
      <w:pPr>
        <w:tabs>
          <w:tab w:val="left" w:pos="1897"/>
        </w:tabs>
        <w:spacing w:line="276" w:lineRule="auto"/>
        <w:rPr>
          <w:szCs w:val="28"/>
        </w:rPr>
      </w:pPr>
    </w:p>
    <w:p w:rsidR="00A645E2" w:rsidRPr="00A645E2" w:rsidRDefault="00A645E2" w:rsidP="002C26A3">
      <w:pPr>
        <w:tabs>
          <w:tab w:val="left" w:pos="1897"/>
        </w:tabs>
        <w:spacing w:line="276" w:lineRule="auto"/>
        <w:rPr>
          <w:szCs w:val="28"/>
        </w:rPr>
      </w:pPr>
      <w:r w:rsidRPr="00C714B2">
        <w:rPr>
          <w:szCs w:val="28"/>
        </w:rPr>
        <w:t>Руководитель службы</w:t>
      </w:r>
      <w:r w:rsidRPr="002C26A3">
        <w:rPr>
          <w:szCs w:val="28"/>
        </w:rPr>
        <w:tab/>
      </w:r>
      <w:r w:rsidRPr="002C26A3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01FEB">
        <w:rPr>
          <w:szCs w:val="28"/>
        </w:rPr>
        <w:t xml:space="preserve">       </w:t>
      </w:r>
      <w:r w:rsidR="00226732">
        <w:rPr>
          <w:szCs w:val="28"/>
        </w:rPr>
        <w:t xml:space="preserve"> А.В.</w:t>
      </w:r>
      <w:r>
        <w:rPr>
          <w:szCs w:val="28"/>
        </w:rPr>
        <w:t>Семенников</w:t>
      </w:r>
    </w:p>
    <w:sectPr w:rsidR="00A645E2" w:rsidRPr="00A645E2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2D6" w:rsidRDefault="00EA02D6">
      <w:r>
        <w:separator/>
      </w:r>
    </w:p>
  </w:endnote>
  <w:endnote w:type="continuationSeparator" w:id="0">
    <w:p w:rsidR="00EA02D6" w:rsidRDefault="00EA02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2D6" w:rsidRDefault="00EA02D6">
      <w:r>
        <w:separator/>
      </w:r>
    </w:p>
  </w:footnote>
  <w:footnote w:type="continuationSeparator" w:id="0">
    <w:p w:rsidR="00EA02D6" w:rsidRDefault="00EA02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2D6" w:rsidRDefault="00CB3502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02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02D6" w:rsidRDefault="00EA02D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2D6" w:rsidRDefault="00CB3502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02D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C45D7">
      <w:rPr>
        <w:rStyle w:val="a9"/>
        <w:noProof/>
      </w:rPr>
      <w:t>2</w:t>
    </w:r>
    <w:r>
      <w:rPr>
        <w:rStyle w:val="a9"/>
      </w:rPr>
      <w:fldChar w:fldCharType="end"/>
    </w:r>
  </w:p>
  <w:p w:rsidR="00EA02D6" w:rsidRDefault="00EA02D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2D6" w:rsidRDefault="00CB3502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hc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EA02D6" w:rsidRPr="00E52B15" w:rsidRDefault="00EA02D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A02D6" w:rsidRPr="00561114" w:rsidRDefault="00EA02D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EA02D6" w:rsidRPr="00561114" w:rsidRDefault="00EA02D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EA02D6" w:rsidRPr="000F7B5C" w:rsidRDefault="00EA02D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EA02D6" w:rsidRPr="000F7B5C" w:rsidRDefault="00EA02D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EA02D6" w:rsidRDefault="00EA02D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EA02D6" w:rsidRDefault="00EA02D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EA02D6" w:rsidRPr="002B6128" w:rsidRDefault="00EA02D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EA02D6" w:rsidRDefault="00EA02D6" w:rsidP="00276416">
                <w:pPr>
                  <w:ind w:right="-70"/>
                  <w:rPr>
                    <w:sz w:val="20"/>
                  </w:rPr>
                </w:pPr>
              </w:p>
              <w:p w:rsidR="00EA02D6" w:rsidRPr="001772E6" w:rsidRDefault="00EA02D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EA02D6" w:rsidRDefault="00EA02D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79EF"/>
    <w:multiLevelType w:val="hybridMultilevel"/>
    <w:tmpl w:val="C0924B90"/>
    <w:lvl w:ilvl="0" w:tplc="7B40C36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C662962"/>
    <w:multiLevelType w:val="hybridMultilevel"/>
    <w:tmpl w:val="ACD4BC82"/>
    <w:lvl w:ilvl="0" w:tplc="C3E4A5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D131C9F"/>
    <w:multiLevelType w:val="hybridMultilevel"/>
    <w:tmpl w:val="1FE4B47A"/>
    <w:lvl w:ilvl="0" w:tplc="BBF06F10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21D930E2"/>
    <w:multiLevelType w:val="hybridMultilevel"/>
    <w:tmpl w:val="746CEBD2"/>
    <w:lvl w:ilvl="0" w:tplc="58587EA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A00B7F"/>
    <w:multiLevelType w:val="hybridMultilevel"/>
    <w:tmpl w:val="72B4E6EE"/>
    <w:lvl w:ilvl="0" w:tplc="0B14800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7826F6"/>
    <w:multiLevelType w:val="hybridMultilevel"/>
    <w:tmpl w:val="7BA4C58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EF815B9"/>
    <w:multiLevelType w:val="multilevel"/>
    <w:tmpl w:val="5FF265D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>
    <w:nsid w:val="334B7A4C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5E24AC7"/>
    <w:multiLevelType w:val="hybridMultilevel"/>
    <w:tmpl w:val="22A6BF42"/>
    <w:lvl w:ilvl="0" w:tplc="E40C301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B6CE2"/>
    <w:multiLevelType w:val="hybridMultilevel"/>
    <w:tmpl w:val="F2F08C4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0A598F"/>
    <w:multiLevelType w:val="hybridMultilevel"/>
    <w:tmpl w:val="260E71A4"/>
    <w:lvl w:ilvl="0" w:tplc="3920F3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94808EB"/>
    <w:multiLevelType w:val="hybridMultilevel"/>
    <w:tmpl w:val="8BE8C9CC"/>
    <w:lvl w:ilvl="0" w:tplc="B3D09EE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4D0D34C2"/>
    <w:multiLevelType w:val="hybridMultilevel"/>
    <w:tmpl w:val="0E9E1158"/>
    <w:lvl w:ilvl="0" w:tplc="25E632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629E0876"/>
    <w:multiLevelType w:val="hybridMultilevel"/>
    <w:tmpl w:val="D0DAEAA4"/>
    <w:lvl w:ilvl="0" w:tplc="687AA0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6B631E6"/>
    <w:multiLevelType w:val="multilevel"/>
    <w:tmpl w:val="15DE40FE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69873350"/>
    <w:multiLevelType w:val="multilevel"/>
    <w:tmpl w:val="9C529CC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  <w:b/>
      </w:rPr>
    </w:lvl>
  </w:abstractNum>
  <w:abstractNum w:abstractNumId="16">
    <w:nsid w:val="6B9D2E94"/>
    <w:multiLevelType w:val="multilevel"/>
    <w:tmpl w:val="F780978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0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>
    <w:nsid w:val="6B9F118B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6E353378"/>
    <w:multiLevelType w:val="multilevel"/>
    <w:tmpl w:val="6E809A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i/>
      </w:rPr>
    </w:lvl>
  </w:abstractNum>
  <w:abstractNum w:abstractNumId="19">
    <w:nsid w:val="7EFD0ED4"/>
    <w:multiLevelType w:val="hybridMultilevel"/>
    <w:tmpl w:val="7152F3B6"/>
    <w:lvl w:ilvl="0" w:tplc="207A523E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6"/>
  </w:num>
  <w:num w:numId="3">
    <w:abstractNumId w:val="11"/>
  </w:num>
  <w:num w:numId="4">
    <w:abstractNumId w:val="9"/>
  </w:num>
  <w:num w:numId="5">
    <w:abstractNumId w:val="19"/>
  </w:num>
  <w:num w:numId="6">
    <w:abstractNumId w:val="4"/>
  </w:num>
  <w:num w:numId="7">
    <w:abstractNumId w:val="14"/>
  </w:num>
  <w:num w:numId="8">
    <w:abstractNumId w:val="12"/>
  </w:num>
  <w:num w:numId="9">
    <w:abstractNumId w:val="17"/>
  </w:num>
  <w:num w:numId="10">
    <w:abstractNumId w:val="7"/>
  </w:num>
  <w:num w:numId="11">
    <w:abstractNumId w:val="10"/>
  </w:num>
  <w:num w:numId="12">
    <w:abstractNumId w:val="18"/>
  </w:num>
  <w:num w:numId="13">
    <w:abstractNumId w:val="6"/>
  </w:num>
  <w:num w:numId="14">
    <w:abstractNumId w:val="0"/>
  </w:num>
  <w:num w:numId="15">
    <w:abstractNumId w:val="1"/>
  </w:num>
  <w:num w:numId="16">
    <w:abstractNumId w:val="15"/>
  </w:num>
  <w:num w:numId="17">
    <w:abstractNumId w:val="3"/>
  </w:num>
  <w:num w:numId="18">
    <w:abstractNumId w:val="2"/>
  </w:num>
  <w:num w:numId="19">
    <w:abstractNumId w:val="13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N17itlwoCoS3nEtqo75hDzIgEV0=" w:salt="2mJ/PRPmtbDwhOQEn+PDJ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E2F01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6D5D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3DA5"/>
    <w:rsid w:val="000A46B0"/>
    <w:rsid w:val="000A5127"/>
    <w:rsid w:val="000A6524"/>
    <w:rsid w:val="000A75E9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1FEB"/>
    <w:rsid w:val="00102031"/>
    <w:rsid w:val="0010244A"/>
    <w:rsid w:val="0010360C"/>
    <w:rsid w:val="0010362E"/>
    <w:rsid w:val="00104EBD"/>
    <w:rsid w:val="00105359"/>
    <w:rsid w:val="00107D04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1D60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055"/>
    <w:rsid w:val="00151C04"/>
    <w:rsid w:val="001534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502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5A4"/>
    <w:rsid w:val="001C1604"/>
    <w:rsid w:val="001C184C"/>
    <w:rsid w:val="001C338C"/>
    <w:rsid w:val="001C35F6"/>
    <w:rsid w:val="001C4804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4F61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068"/>
    <w:rsid w:val="00225652"/>
    <w:rsid w:val="00225B9D"/>
    <w:rsid w:val="00226732"/>
    <w:rsid w:val="00227634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29F6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61C"/>
    <w:rsid w:val="00261DB4"/>
    <w:rsid w:val="00262CFC"/>
    <w:rsid w:val="00263178"/>
    <w:rsid w:val="0026323E"/>
    <w:rsid w:val="00263858"/>
    <w:rsid w:val="00263872"/>
    <w:rsid w:val="00264905"/>
    <w:rsid w:val="00264A08"/>
    <w:rsid w:val="00264C0D"/>
    <w:rsid w:val="00267132"/>
    <w:rsid w:val="0027027A"/>
    <w:rsid w:val="00270CEE"/>
    <w:rsid w:val="00273221"/>
    <w:rsid w:val="002732ED"/>
    <w:rsid w:val="0027363D"/>
    <w:rsid w:val="002736C4"/>
    <w:rsid w:val="0027397D"/>
    <w:rsid w:val="002742F4"/>
    <w:rsid w:val="002742FE"/>
    <w:rsid w:val="002755CB"/>
    <w:rsid w:val="00276416"/>
    <w:rsid w:val="002769AE"/>
    <w:rsid w:val="00276A77"/>
    <w:rsid w:val="00276D12"/>
    <w:rsid w:val="00276D28"/>
    <w:rsid w:val="00277B70"/>
    <w:rsid w:val="0028032C"/>
    <w:rsid w:val="00280B64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6A3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A8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C42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0D3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2AC"/>
    <w:rsid w:val="00344AA1"/>
    <w:rsid w:val="00344CFC"/>
    <w:rsid w:val="003461D8"/>
    <w:rsid w:val="003465FA"/>
    <w:rsid w:val="0034666B"/>
    <w:rsid w:val="003468F2"/>
    <w:rsid w:val="003503C1"/>
    <w:rsid w:val="00351425"/>
    <w:rsid w:val="003516BB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2C4"/>
    <w:rsid w:val="00366330"/>
    <w:rsid w:val="0037046A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AB2"/>
    <w:rsid w:val="00380B65"/>
    <w:rsid w:val="00381446"/>
    <w:rsid w:val="00381526"/>
    <w:rsid w:val="003823EF"/>
    <w:rsid w:val="00383DD2"/>
    <w:rsid w:val="00384B94"/>
    <w:rsid w:val="003852AA"/>
    <w:rsid w:val="0038546C"/>
    <w:rsid w:val="00385F6E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D47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60D9"/>
    <w:rsid w:val="003B7702"/>
    <w:rsid w:val="003B794B"/>
    <w:rsid w:val="003B7FBA"/>
    <w:rsid w:val="003C00B2"/>
    <w:rsid w:val="003C041A"/>
    <w:rsid w:val="003C1728"/>
    <w:rsid w:val="003C27C4"/>
    <w:rsid w:val="003C3288"/>
    <w:rsid w:val="003C37FB"/>
    <w:rsid w:val="003C4DEA"/>
    <w:rsid w:val="003C5134"/>
    <w:rsid w:val="003C58DE"/>
    <w:rsid w:val="003D2EB6"/>
    <w:rsid w:val="003D31A3"/>
    <w:rsid w:val="003D3C21"/>
    <w:rsid w:val="003D3F2A"/>
    <w:rsid w:val="003D42B7"/>
    <w:rsid w:val="003D5226"/>
    <w:rsid w:val="003D6483"/>
    <w:rsid w:val="003D6B37"/>
    <w:rsid w:val="003E01AC"/>
    <w:rsid w:val="003E03AD"/>
    <w:rsid w:val="003E081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833"/>
    <w:rsid w:val="00423D9A"/>
    <w:rsid w:val="00424166"/>
    <w:rsid w:val="00424F33"/>
    <w:rsid w:val="004314B2"/>
    <w:rsid w:val="00432F4A"/>
    <w:rsid w:val="00433294"/>
    <w:rsid w:val="004336A4"/>
    <w:rsid w:val="00433745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063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3F68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C07"/>
    <w:rsid w:val="00495E2B"/>
    <w:rsid w:val="004964B6"/>
    <w:rsid w:val="004966BA"/>
    <w:rsid w:val="0049674D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88D"/>
    <w:rsid w:val="004A5CB2"/>
    <w:rsid w:val="004B0371"/>
    <w:rsid w:val="004B1643"/>
    <w:rsid w:val="004B2BBD"/>
    <w:rsid w:val="004B5061"/>
    <w:rsid w:val="004B616C"/>
    <w:rsid w:val="004B62DA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3EF7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49F"/>
    <w:rsid w:val="004E462A"/>
    <w:rsid w:val="004E5E07"/>
    <w:rsid w:val="004E687B"/>
    <w:rsid w:val="004F036C"/>
    <w:rsid w:val="004F2231"/>
    <w:rsid w:val="004F2877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7C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27BF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A6C"/>
    <w:rsid w:val="005A6150"/>
    <w:rsid w:val="005A6A32"/>
    <w:rsid w:val="005A73AE"/>
    <w:rsid w:val="005A75E9"/>
    <w:rsid w:val="005A7742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12F3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621"/>
    <w:rsid w:val="005D1BE6"/>
    <w:rsid w:val="005D24C8"/>
    <w:rsid w:val="005D3139"/>
    <w:rsid w:val="005D46E8"/>
    <w:rsid w:val="005D57AD"/>
    <w:rsid w:val="005D5A6A"/>
    <w:rsid w:val="005D5FAF"/>
    <w:rsid w:val="005D60A3"/>
    <w:rsid w:val="005D612C"/>
    <w:rsid w:val="005D6DF6"/>
    <w:rsid w:val="005E0AEF"/>
    <w:rsid w:val="005E1AA8"/>
    <w:rsid w:val="005E263D"/>
    <w:rsid w:val="005E288B"/>
    <w:rsid w:val="005E29A4"/>
    <w:rsid w:val="005E36DB"/>
    <w:rsid w:val="005E3B1D"/>
    <w:rsid w:val="005E5737"/>
    <w:rsid w:val="005E5769"/>
    <w:rsid w:val="005E5809"/>
    <w:rsid w:val="005E5E3D"/>
    <w:rsid w:val="005E60E9"/>
    <w:rsid w:val="005E65A4"/>
    <w:rsid w:val="005E6A2F"/>
    <w:rsid w:val="005E7AE2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2F6"/>
    <w:rsid w:val="005F6321"/>
    <w:rsid w:val="005F67F3"/>
    <w:rsid w:val="005F787F"/>
    <w:rsid w:val="005F7E74"/>
    <w:rsid w:val="006004D1"/>
    <w:rsid w:val="006013D7"/>
    <w:rsid w:val="00602255"/>
    <w:rsid w:val="00603700"/>
    <w:rsid w:val="006038B2"/>
    <w:rsid w:val="00603922"/>
    <w:rsid w:val="00604154"/>
    <w:rsid w:val="00604243"/>
    <w:rsid w:val="00604555"/>
    <w:rsid w:val="00605EDA"/>
    <w:rsid w:val="006108A2"/>
    <w:rsid w:val="00610F8A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1ABF"/>
    <w:rsid w:val="006524C6"/>
    <w:rsid w:val="006534CA"/>
    <w:rsid w:val="00653786"/>
    <w:rsid w:val="00654D04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673E8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DB0"/>
    <w:rsid w:val="00680E22"/>
    <w:rsid w:val="006818E4"/>
    <w:rsid w:val="00681AE1"/>
    <w:rsid w:val="00682623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7BD"/>
    <w:rsid w:val="006C3DEF"/>
    <w:rsid w:val="006C45D7"/>
    <w:rsid w:val="006C4E8D"/>
    <w:rsid w:val="006C5104"/>
    <w:rsid w:val="006C5A16"/>
    <w:rsid w:val="006C68B3"/>
    <w:rsid w:val="006C6C32"/>
    <w:rsid w:val="006C6EEE"/>
    <w:rsid w:val="006C75BF"/>
    <w:rsid w:val="006C7F8B"/>
    <w:rsid w:val="006D07CC"/>
    <w:rsid w:val="006D08E2"/>
    <w:rsid w:val="006D0CCA"/>
    <w:rsid w:val="006D1174"/>
    <w:rsid w:val="006D117B"/>
    <w:rsid w:val="006D3C48"/>
    <w:rsid w:val="006D4E2D"/>
    <w:rsid w:val="006D556B"/>
    <w:rsid w:val="006D5F16"/>
    <w:rsid w:val="006D66C9"/>
    <w:rsid w:val="006D7163"/>
    <w:rsid w:val="006D769E"/>
    <w:rsid w:val="006E115C"/>
    <w:rsid w:val="006E1311"/>
    <w:rsid w:val="006E274F"/>
    <w:rsid w:val="006E2C97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CE0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126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0F9F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3761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2C23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2DCF"/>
    <w:rsid w:val="007D34C1"/>
    <w:rsid w:val="007D47AE"/>
    <w:rsid w:val="007D53D7"/>
    <w:rsid w:val="007D5527"/>
    <w:rsid w:val="007D58A9"/>
    <w:rsid w:val="007D5B33"/>
    <w:rsid w:val="007D65C5"/>
    <w:rsid w:val="007D747C"/>
    <w:rsid w:val="007E0AAD"/>
    <w:rsid w:val="007E1E56"/>
    <w:rsid w:val="007E21C4"/>
    <w:rsid w:val="007E24C7"/>
    <w:rsid w:val="007E25C1"/>
    <w:rsid w:val="007E262B"/>
    <w:rsid w:val="007E2951"/>
    <w:rsid w:val="007E2AAE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C5F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6FA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1C0B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57AC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40"/>
    <w:rsid w:val="00855B59"/>
    <w:rsid w:val="0085764D"/>
    <w:rsid w:val="00861383"/>
    <w:rsid w:val="008619B2"/>
    <w:rsid w:val="0086213B"/>
    <w:rsid w:val="0086325B"/>
    <w:rsid w:val="00864414"/>
    <w:rsid w:val="008654D5"/>
    <w:rsid w:val="008657A8"/>
    <w:rsid w:val="00866010"/>
    <w:rsid w:val="00866DFB"/>
    <w:rsid w:val="00867688"/>
    <w:rsid w:val="00867D97"/>
    <w:rsid w:val="00867F7F"/>
    <w:rsid w:val="008724E1"/>
    <w:rsid w:val="0087367B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655"/>
    <w:rsid w:val="00891A61"/>
    <w:rsid w:val="00891C6E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64F4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7FA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4DBB"/>
    <w:rsid w:val="00985572"/>
    <w:rsid w:val="00986384"/>
    <w:rsid w:val="009865BD"/>
    <w:rsid w:val="00990006"/>
    <w:rsid w:val="00990B24"/>
    <w:rsid w:val="009919FA"/>
    <w:rsid w:val="00991C5D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B7807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5773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6E6D"/>
    <w:rsid w:val="00A17AFA"/>
    <w:rsid w:val="00A20B7E"/>
    <w:rsid w:val="00A211C8"/>
    <w:rsid w:val="00A217CA"/>
    <w:rsid w:val="00A239A8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50BD"/>
    <w:rsid w:val="00A36450"/>
    <w:rsid w:val="00A40F15"/>
    <w:rsid w:val="00A414DB"/>
    <w:rsid w:val="00A419F5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2D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45E2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3F05"/>
    <w:rsid w:val="00A74352"/>
    <w:rsid w:val="00A753E7"/>
    <w:rsid w:val="00A760F8"/>
    <w:rsid w:val="00A76B44"/>
    <w:rsid w:val="00A76C32"/>
    <w:rsid w:val="00A76E4D"/>
    <w:rsid w:val="00A77367"/>
    <w:rsid w:val="00A808D9"/>
    <w:rsid w:val="00A8133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3F0C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3DF2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1B9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410"/>
    <w:rsid w:val="00B839F7"/>
    <w:rsid w:val="00B83D4E"/>
    <w:rsid w:val="00B84442"/>
    <w:rsid w:val="00B857F0"/>
    <w:rsid w:val="00B86588"/>
    <w:rsid w:val="00B911DD"/>
    <w:rsid w:val="00B91658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3D2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CD0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2F01"/>
    <w:rsid w:val="00BE32E6"/>
    <w:rsid w:val="00BE36D8"/>
    <w:rsid w:val="00BE45B5"/>
    <w:rsid w:val="00BE5311"/>
    <w:rsid w:val="00BF010D"/>
    <w:rsid w:val="00BF1883"/>
    <w:rsid w:val="00BF18BA"/>
    <w:rsid w:val="00BF1D80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4B3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4B2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502"/>
    <w:rsid w:val="00CB36F8"/>
    <w:rsid w:val="00CB397E"/>
    <w:rsid w:val="00CB6365"/>
    <w:rsid w:val="00CB647E"/>
    <w:rsid w:val="00CB6983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80F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FE2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2E4"/>
    <w:rsid w:val="00D37044"/>
    <w:rsid w:val="00D375EB"/>
    <w:rsid w:val="00D407E2"/>
    <w:rsid w:val="00D43CD2"/>
    <w:rsid w:val="00D461FB"/>
    <w:rsid w:val="00D46609"/>
    <w:rsid w:val="00D46633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3B6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2BB"/>
    <w:rsid w:val="00E20938"/>
    <w:rsid w:val="00E20F22"/>
    <w:rsid w:val="00E246D1"/>
    <w:rsid w:val="00E24AE5"/>
    <w:rsid w:val="00E26BE7"/>
    <w:rsid w:val="00E30AA3"/>
    <w:rsid w:val="00E316DA"/>
    <w:rsid w:val="00E318A2"/>
    <w:rsid w:val="00E32342"/>
    <w:rsid w:val="00E32B80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57B6E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2D6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9A2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2600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41D"/>
    <w:rsid w:val="00F01AFA"/>
    <w:rsid w:val="00F02648"/>
    <w:rsid w:val="00F034E3"/>
    <w:rsid w:val="00F04D8D"/>
    <w:rsid w:val="00F05240"/>
    <w:rsid w:val="00F067FE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12F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3BE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0663"/>
    <w:rsid w:val="00F91767"/>
    <w:rsid w:val="00F9189D"/>
    <w:rsid w:val="00F91AD6"/>
    <w:rsid w:val="00F923FB"/>
    <w:rsid w:val="00F9455B"/>
    <w:rsid w:val="00F955FB"/>
    <w:rsid w:val="00F968E1"/>
    <w:rsid w:val="00F97490"/>
    <w:rsid w:val="00F97F3A"/>
    <w:rsid w:val="00FA078A"/>
    <w:rsid w:val="00FA07D6"/>
    <w:rsid w:val="00FA188F"/>
    <w:rsid w:val="00FA1D30"/>
    <w:rsid w:val="00FA33C7"/>
    <w:rsid w:val="00FA43E7"/>
    <w:rsid w:val="00FA4E77"/>
    <w:rsid w:val="00FA5FCC"/>
    <w:rsid w:val="00FA6682"/>
    <w:rsid w:val="00FA7332"/>
    <w:rsid w:val="00FA7636"/>
    <w:rsid w:val="00FA76CD"/>
    <w:rsid w:val="00FB082A"/>
    <w:rsid w:val="00FB1101"/>
    <w:rsid w:val="00FB2D60"/>
    <w:rsid w:val="00FB440C"/>
    <w:rsid w:val="00FB49B1"/>
    <w:rsid w:val="00FB51B4"/>
    <w:rsid w:val="00FB6991"/>
    <w:rsid w:val="00FB6BC6"/>
    <w:rsid w:val="00FB6C11"/>
    <w:rsid w:val="00FB6FD2"/>
    <w:rsid w:val="00FB761F"/>
    <w:rsid w:val="00FB76B5"/>
    <w:rsid w:val="00FC03BD"/>
    <w:rsid w:val="00FC132D"/>
    <w:rsid w:val="00FC2EAB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5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1A842-FB6B-4494-AE0D-B9F27C2ED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80</TotalTime>
  <Pages>3</Pages>
  <Words>575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law01usr</cp:lastModifiedBy>
  <cp:revision>13</cp:revision>
  <cp:lastPrinted>2017-03-28T07:54:00Z</cp:lastPrinted>
  <dcterms:created xsi:type="dcterms:W3CDTF">2017-05-03T09:39:00Z</dcterms:created>
  <dcterms:modified xsi:type="dcterms:W3CDTF">2017-05-18T11:03:00Z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