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252D0D" w:rsidP="00145C17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145C17">
              <w:rPr>
                <w:noProof/>
              </w:rPr>
              <w:t>15.11.2016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B63363" w:rsidP="00E02DD0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E02DD0">
              <w:rPr>
                <w:noProof/>
              </w:rPr>
              <w:t>36/82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85764D" w:rsidRPr="00252D0D" w:rsidRDefault="00F54F00" w:rsidP="00145C17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145C17" w:rsidRPr="00145C17">
              <w:rPr>
                <w:noProof/>
              </w:rPr>
              <w:t>Об утверждении розничных цен на сжиженный газ, реализуемый населению Нижегородской области для бытовых нужд ОБЩЕСТВОМ С ОГРАНИЧЕННОЙ ОТВЕТСТВЕННОСТЬЮ «ГАЗЭНЕРГОСЕТЬ - НИЖНИЙ НОВГОРОД», г. Кстово Нижегородской области</w:t>
            </w:r>
            <w:r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6"/>
          <w:headerReference w:type="default" r:id="rId7"/>
          <w:headerReference w:type="first" r:id="rId8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85764D" w:rsidRDefault="0085764D" w:rsidP="00145C17">
      <w:pPr>
        <w:tabs>
          <w:tab w:val="left" w:pos="1897"/>
        </w:tabs>
      </w:pPr>
    </w:p>
    <w:p w:rsidR="00145C17" w:rsidRPr="00145C17" w:rsidRDefault="00145C17" w:rsidP="00145C17">
      <w:pPr>
        <w:tabs>
          <w:tab w:val="left" w:pos="1897"/>
        </w:tabs>
        <w:spacing w:line="276" w:lineRule="auto"/>
        <w:rPr>
          <w:szCs w:val="28"/>
        </w:rPr>
      </w:pPr>
    </w:p>
    <w:p w:rsidR="00145C17" w:rsidRPr="00145C17" w:rsidRDefault="00145C17" w:rsidP="00145C17">
      <w:pPr>
        <w:spacing w:line="276" w:lineRule="auto"/>
        <w:ind w:firstLine="720"/>
        <w:jc w:val="both"/>
        <w:rPr>
          <w:szCs w:val="28"/>
        </w:rPr>
      </w:pPr>
      <w:r w:rsidRPr="00145C17">
        <w:rPr>
          <w:szCs w:val="28"/>
        </w:rPr>
        <w:t xml:space="preserve">В соответствии с Прогнозом социально-экономического развития Российской Федерации на 2017 год и на плановый период 2018 и 2019 годов, разработанным Министерством экономического развития Российской Федерации и одобренным Правительством Российской Федерации, и на основании рассмотрения расчетных и обосновывающих материалов, представленных </w:t>
      </w:r>
      <w:r w:rsidRPr="00145C17">
        <w:rPr>
          <w:noProof/>
          <w:szCs w:val="28"/>
        </w:rPr>
        <w:t>ОБЩЕСТВОМ С ОГРАНИЧЕННОЙ ОТВЕТСТВЕННОСТЬЮ «ГАЗЭНЕРГОСЕТЬ–НИЖНИЙ НОВГОРОД», г. Кстово Нижегородской области</w:t>
      </w:r>
      <w:r w:rsidRPr="00145C17">
        <w:rPr>
          <w:szCs w:val="28"/>
        </w:rPr>
        <w:t>, экспертного заключения рег. № в-274 от 9 ноября 2016 года:</w:t>
      </w:r>
    </w:p>
    <w:p w:rsidR="00145C17" w:rsidRPr="00145C17" w:rsidRDefault="00145C17" w:rsidP="00145C17">
      <w:pPr>
        <w:spacing w:line="276" w:lineRule="auto"/>
        <w:ind w:firstLine="720"/>
        <w:jc w:val="both"/>
        <w:rPr>
          <w:szCs w:val="28"/>
        </w:rPr>
      </w:pPr>
      <w:r w:rsidRPr="00145C17">
        <w:rPr>
          <w:b/>
          <w:bCs/>
          <w:szCs w:val="28"/>
        </w:rPr>
        <w:t>1.</w:t>
      </w:r>
      <w:r w:rsidRPr="00145C17">
        <w:rPr>
          <w:szCs w:val="28"/>
        </w:rPr>
        <w:t xml:space="preserve"> Установить и ввести в действие розничные цены (с учетом НДС) на сжиженный газ, реализуемый населению Нижегородской области для бытовых нужд </w:t>
      </w:r>
      <w:r w:rsidRPr="00145C17">
        <w:rPr>
          <w:noProof/>
          <w:szCs w:val="28"/>
        </w:rPr>
        <w:t>ОБЩЕСТВОМ С ОГРАНИЧЕННОЙ ОТВЕТСТВЕННОСТЬЮ «ГАЗЭНЕРГОСЕТЬ–НИЖНИЙ НОВГОРОД», г. Кстово Нижегородской области,</w:t>
      </w:r>
      <w:r w:rsidRPr="00145C17">
        <w:rPr>
          <w:szCs w:val="28"/>
        </w:rPr>
        <w:t xml:space="preserve"> из групповых газовых резервуарных установок, в следующих размерах:</w:t>
      </w:r>
    </w:p>
    <w:p w:rsidR="00145C17" w:rsidRPr="00145C17" w:rsidRDefault="00145C17" w:rsidP="00145C17">
      <w:pPr>
        <w:spacing w:line="276" w:lineRule="auto"/>
        <w:jc w:val="both"/>
        <w:rPr>
          <w:szCs w:val="28"/>
        </w:rPr>
      </w:pPr>
      <w:r w:rsidRPr="00145C17">
        <w:rPr>
          <w:szCs w:val="28"/>
        </w:rPr>
        <w:t xml:space="preserve">- с 1 января по 30 июня 2017 года включительно – </w:t>
      </w:r>
      <w:r w:rsidRPr="00145C17">
        <w:rPr>
          <w:b/>
          <w:szCs w:val="28"/>
        </w:rPr>
        <w:t>26,19 руб./кг</w:t>
      </w:r>
      <w:r w:rsidRPr="00145C17">
        <w:rPr>
          <w:szCs w:val="28"/>
        </w:rPr>
        <w:t>,</w:t>
      </w:r>
    </w:p>
    <w:p w:rsidR="00145C17" w:rsidRPr="00145C17" w:rsidRDefault="00145C17" w:rsidP="00145C17">
      <w:pPr>
        <w:spacing w:line="276" w:lineRule="auto"/>
        <w:jc w:val="both"/>
        <w:rPr>
          <w:b/>
          <w:szCs w:val="28"/>
        </w:rPr>
      </w:pPr>
      <w:r w:rsidRPr="00145C17">
        <w:rPr>
          <w:szCs w:val="28"/>
        </w:rPr>
        <w:t xml:space="preserve">- с 1 июля по 31 декабря 2017 года включительно – </w:t>
      </w:r>
      <w:r w:rsidR="003A7A8E">
        <w:rPr>
          <w:b/>
          <w:szCs w:val="28"/>
        </w:rPr>
        <w:t>26,99</w:t>
      </w:r>
      <w:r w:rsidRPr="00145C17">
        <w:rPr>
          <w:b/>
          <w:szCs w:val="28"/>
        </w:rPr>
        <w:t xml:space="preserve"> руб./кг.</w:t>
      </w:r>
    </w:p>
    <w:p w:rsidR="00145C17" w:rsidRPr="00145C17" w:rsidRDefault="00145C17" w:rsidP="00145C17">
      <w:pPr>
        <w:spacing w:line="276" w:lineRule="auto"/>
        <w:ind w:firstLine="720"/>
        <w:jc w:val="both"/>
        <w:rPr>
          <w:szCs w:val="28"/>
        </w:rPr>
      </w:pPr>
      <w:r w:rsidRPr="00145C17">
        <w:rPr>
          <w:b/>
          <w:szCs w:val="28"/>
        </w:rPr>
        <w:t xml:space="preserve">2. </w:t>
      </w:r>
      <w:r w:rsidRPr="00145C17">
        <w:rPr>
          <w:szCs w:val="28"/>
        </w:rPr>
        <w:t xml:space="preserve">Установить и ввести в действие розничные цены (с учетом НДС) на сжиженный газ, реализуемый населению Нижегородской области для бытовых нужд </w:t>
      </w:r>
      <w:r w:rsidRPr="00145C17">
        <w:rPr>
          <w:noProof/>
          <w:szCs w:val="28"/>
        </w:rPr>
        <w:t>ОБЩЕСТВОМ С ОГРАНИЧЕННОЙ ОТВЕТСТВЕННОСТЬЮ «ГАЗЭНЕРГОСЕТЬ–НИЖНИЙ НОВГОРОД», г. Кстово Нижегородской области,</w:t>
      </w:r>
      <w:r w:rsidRPr="00145C17">
        <w:rPr>
          <w:szCs w:val="28"/>
        </w:rPr>
        <w:t xml:space="preserve"> в баллонах (с учетом транспортных расходов, связанных с доставкой и разгрузкой газа потребителям), в следующих размерах:</w:t>
      </w:r>
    </w:p>
    <w:p w:rsidR="00145C17" w:rsidRPr="00145C17" w:rsidRDefault="00145C17" w:rsidP="00145C17">
      <w:pPr>
        <w:spacing w:line="276" w:lineRule="auto"/>
        <w:jc w:val="both"/>
        <w:rPr>
          <w:szCs w:val="28"/>
        </w:rPr>
      </w:pPr>
      <w:r w:rsidRPr="00145C17">
        <w:rPr>
          <w:szCs w:val="28"/>
        </w:rPr>
        <w:t xml:space="preserve">- с 1 января по 30 июня 2017 года включительно – </w:t>
      </w:r>
      <w:r w:rsidRPr="00145C17">
        <w:rPr>
          <w:b/>
          <w:szCs w:val="28"/>
        </w:rPr>
        <w:t>35,92 руб./кг</w:t>
      </w:r>
      <w:r w:rsidRPr="00145C17">
        <w:rPr>
          <w:szCs w:val="28"/>
        </w:rPr>
        <w:t>,</w:t>
      </w:r>
    </w:p>
    <w:p w:rsidR="00145C17" w:rsidRPr="00145C17" w:rsidRDefault="00145C17" w:rsidP="00145C17">
      <w:pPr>
        <w:spacing w:line="276" w:lineRule="auto"/>
        <w:jc w:val="both"/>
        <w:rPr>
          <w:szCs w:val="28"/>
        </w:rPr>
      </w:pPr>
      <w:r w:rsidRPr="00145C17">
        <w:rPr>
          <w:szCs w:val="28"/>
        </w:rPr>
        <w:t>- с 1 июля по 31 декабря 2017 года включительно –</w:t>
      </w:r>
      <w:r w:rsidR="003A7A8E">
        <w:rPr>
          <w:b/>
          <w:szCs w:val="28"/>
        </w:rPr>
        <w:t>37,02</w:t>
      </w:r>
      <w:r w:rsidRPr="00145C17">
        <w:rPr>
          <w:b/>
          <w:szCs w:val="28"/>
        </w:rPr>
        <w:t xml:space="preserve"> руб./кг</w:t>
      </w:r>
      <w:r w:rsidRPr="00145C17">
        <w:rPr>
          <w:szCs w:val="28"/>
        </w:rPr>
        <w:t>.</w:t>
      </w:r>
    </w:p>
    <w:p w:rsidR="00145C17" w:rsidRPr="00145C17" w:rsidRDefault="00145C17" w:rsidP="00145C17">
      <w:pPr>
        <w:spacing w:line="276" w:lineRule="auto"/>
        <w:ind w:firstLine="720"/>
        <w:jc w:val="both"/>
        <w:rPr>
          <w:szCs w:val="28"/>
        </w:rPr>
      </w:pPr>
      <w:r w:rsidRPr="00145C17">
        <w:rPr>
          <w:b/>
          <w:szCs w:val="28"/>
        </w:rPr>
        <w:lastRenderedPageBreak/>
        <w:t xml:space="preserve">3. </w:t>
      </w:r>
      <w:r w:rsidRPr="00145C17">
        <w:rPr>
          <w:szCs w:val="28"/>
        </w:rPr>
        <w:t xml:space="preserve">Установить и ввести в действие розничные цены (с учетом НДС) на сжиженный газ, реализуемый населению Нижегородской области для бытовых нужд </w:t>
      </w:r>
      <w:r w:rsidRPr="00145C17">
        <w:rPr>
          <w:noProof/>
          <w:szCs w:val="28"/>
        </w:rPr>
        <w:t>ОБЩЕСТВОМ С ОГРАНИЧЕННОЙ ОТВЕТСТВЕННОСТЬЮ «ГАЗЭНЕРГОСЕТЬ–НИЖНИЙ НОВГОРОД», г. Кстово Нижегородской области,</w:t>
      </w:r>
      <w:r w:rsidRPr="00145C17">
        <w:rPr>
          <w:szCs w:val="28"/>
        </w:rPr>
        <w:t xml:space="preserve"> в баллонах (без учета транспортных расходов, связанных с доставкой и разгрузкой газа потребителям), в следующих размерах:</w:t>
      </w:r>
    </w:p>
    <w:p w:rsidR="00145C17" w:rsidRPr="00145C17" w:rsidRDefault="00145C17" w:rsidP="00145C17">
      <w:pPr>
        <w:spacing w:line="276" w:lineRule="auto"/>
        <w:jc w:val="both"/>
        <w:rPr>
          <w:szCs w:val="28"/>
        </w:rPr>
      </w:pPr>
      <w:r w:rsidRPr="00145C17">
        <w:rPr>
          <w:szCs w:val="28"/>
        </w:rPr>
        <w:t xml:space="preserve">- с 1 января по 30 июня 2017 года включительно – </w:t>
      </w:r>
      <w:r w:rsidRPr="00145C17">
        <w:rPr>
          <w:b/>
          <w:szCs w:val="28"/>
        </w:rPr>
        <w:t>29,59 руб./кг</w:t>
      </w:r>
      <w:r w:rsidRPr="00145C17">
        <w:rPr>
          <w:szCs w:val="28"/>
        </w:rPr>
        <w:t>,</w:t>
      </w:r>
    </w:p>
    <w:p w:rsidR="00145C17" w:rsidRPr="00145C17" w:rsidRDefault="00145C17" w:rsidP="00145C17">
      <w:pPr>
        <w:spacing w:line="276" w:lineRule="auto"/>
        <w:jc w:val="both"/>
        <w:rPr>
          <w:b/>
          <w:szCs w:val="28"/>
        </w:rPr>
      </w:pPr>
      <w:r w:rsidRPr="00145C17">
        <w:rPr>
          <w:szCs w:val="28"/>
        </w:rPr>
        <w:t xml:space="preserve">- с 1 июля по 31 декабря 2017 года включительно </w:t>
      </w:r>
      <w:r w:rsidRPr="00145C17">
        <w:rPr>
          <w:b/>
          <w:szCs w:val="28"/>
        </w:rPr>
        <w:t>–</w:t>
      </w:r>
      <w:r w:rsidR="003A7A8E">
        <w:rPr>
          <w:b/>
          <w:szCs w:val="28"/>
        </w:rPr>
        <w:t xml:space="preserve"> 31,07</w:t>
      </w:r>
      <w:r w:rsidRPr="00145C17">
        <w:rPr>
          <w:b/>
          <w:szCs w:val="28"/>
        </w:rPr>
        <w:t xml:space="preserve"> руб./кг.</w:t>
      </w:r>
    </w:p>
    <w:p w:rsidR="00145C17" w:rsidRPr="00145C17" w:rsidRDefault="00145C17" w:rsidP="00145C17">
      <w:pPr>
        <w:spacing w:line="276" w:lineRule="auto"/>
        <w:ind w:firstLine="720"/>
        <w:jc w:val="both"/>
        <w:rPr>
          <w:szCs w:val="28"/>
        </w:rPr>
      </w:pPr>
      <w:r w:rsidRPr="00145C17">
        <w:rPr>
          <w:b/>
          <w:bCs/>
          <w:szCs w:val="28"/>
        </w:rPr>
        <w:t>4. </w:t>
      </w:r>
      <w:r w:rsidRPr="00145C17">
        <w:rPr>
          <w:bCs/>
          <w:szCs w:val="28"/>
        </w:rPr>
        <w:t>В розничных ценах на сжиженный газ</w:t>
      </w:r>
      <w:r w:rsidRPr="00145C17">
        <w:rPr>
          <w:szCs w:val="28"/>
        </w:rPr>
        <w:t>, установленных пунктами 1 и 2 настоящего решения, учтены транспортные расходы, связанные с доставкой и разгрузкой газа потребителям.</w:t>
      </w:r>
    </w:p>
    <w:p w:rsidR="00145C17" w:rsidRPr="00145C17" w:rsidRDefault="00145C17" w:rsidP="00145C17">
      <w:pPr>
        <w:spacing w:line="276" w:lineRule="auto"/>
        <w:ind w:firstLine="720"/>
        <w:jc w:val="both"/>
        <w:rPr>
          <w:szCs w:val="28"/>
        </w:rPr>
      </w:pPr>
      <w:r w:rsidRPr="00145C17">
        <w:rPr>
          <w:b/>
          <w:szCs w:val="28"/>
        </w:rPr>
        <w:t xml:space="preserve">5. </w:t>
      </w:r>
      <w:r w:rsidRPr="00145C17">
        <w:rPr>
          <w:bCs/>
          <w:szCs w:val="28"/>
        </w:rPr>
        <w:t>В розничных ценах на сжиженный газ</w:t>
      </w:r>
      <w:r w:rsidRPr="00145C17">
        <w:rPr>
          <w:szCs w:val="28"/>
        </w:rPr>
        <w:t>, установленных пунктами 1 - 3 настоящего решения, учтены расходы на содержание аварийно-диспетчерской службы.</w:t>
      </w:r>
    </w:p>
    <w:p w:rsidR="00145C17" w:rsidRPr="00145C17" w:rsidRDefault="00145C17" w:rsidP="00145C17">
      <w:pPr>
        <w:pStyle w:val="ac"/>
        <w:spacing w:line="276" w:lineRule="auto"/>
        <w:ind w:firstLine="720"/>
        <w:rPr>
          <w:bCs/>
        </w:rPr>
      </w:pPr>
      <w:r w:rsidRPr="00145C17">
        <w:rPr>
          <w:b/>
          <w:bCs/>
        </w:rPr>
        <w:t>6. </w:t>
      </w:r>
      <w:r w:rsidRPr="00145C17">
        <w:rPr>
          <w:bCs/>
        </w:rPr>
        <w:t>О</w:t>
      </w:r>
      <w:r w:rsidRPr="00145C17">
        <w:rPr>
          <w:noProof/>
        </w:rPr>
        <w:t>БЩЕСТВО С ОГРАНИЧЕННОЙ ОТВЕТСТВЕННОСТЬЮ «ГАЗЭНЕРГОСЕТЬ–НИЖНИЙ НОВГОРОД», г. Кстово Нижегородской области,</w:t>
      </w:r>
      <w:r w:rsidRPr="00145C17">
        <w:t xml:space="preserve"> не вправе устанавливать какие-либо надбавки (в том числе связанные с доставкой и разгрузкой) к розничным ценам на сжиженный газ, установленным настоящим решением.</w:t>
      </w:r>
    </w:p>
    <w:p w:rsidR="00145C17" w:rsidRPr="00145C17" w:rsidRDefault="00145C17" w:rsidP="00145C17">
      <w:pPr>
        <w:spacing w:line="276" w:lineRule="auto"/>
        <w:jc w:val="both"/>
        <w:rPr>
          <w:szCs w:val="28"/>
        </w:rPr>
      </w:pPr>
      <w:r w:rsidRPr="00145C17">
        <w:rPr>
          <w:szCs w:val="28"/>
        </w:rPr>
        <w:tab/>
      </w:r>
      <w:r w:rsidRPr="00145C17">
        <w:rPr>
          <w:b/>
          <w:szCs w:val="28"/>
        </w:rPr>
        <w:t>7.</w:t>
      </w:r>
      <w:r w:rsidRPr="00145C17">
        <w:rPr>
          <w:szCs w:val="28"/>
        </w:rPr>
        <w:t xml:space="preserve"> Настоящее решение вступает в силу в установленном порядке.</w:t>
      </w:r>
    </w:p>
    <w:p w:rsidR="00145C17" w:rsidRDefault="00145C17" w:rsidP="00145C17">
      <w:pPr>
        <w:tabs>
          <w:tab w:val="left" w:pos="1897"/>
        </w:tabs>
        <w:spacing w:line="276" w:lineRule="auto"/>
        <w:rPr>
          <w:szCs w:val="28"/>
        </w:rPr>
      </w:pPr>
    </w:p>
    <w:p w:rsidR="00145C17" w:rsidRDefault="00145C17" w:rsidP="00145C17">
      <w:pPr>
        <w:tabs>
          <w:tab w:val="left" w:pos="1897"/>
        </w:tabs>
        <w:spacing w:line="276" w:lineRule="auto"/>
        <w:rPr>
          <w:szCs w:val="28"/>
        </w:rPr>
      </w:pPr>
    </w:p>
    <w:p w:rsidR="00145C17" w:rsidRDefault="00145C17" w:rsidP="00145C17">
      <w:pPr>
        <w:tabs>
          <w:tab w:val="left" w:pos="1897"/>
        </w:tabs>
        <w:spacing w:line="276" w:lineRule="auto"/>
        <w:rPr>
          <w:szCs w:val="28"/>
        </w:rPr>
      </w:pPr>
    </w:p>
    <w:p w:rsidR="00145C17" w:rsidRPr="00145C17" w:rsidRDefault="00145C17" w:rsidP="00145C17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Руководитель службы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А.В. Семенников</w:t>
      </w:r>
    </w:p>
    <w:sectPr w:rsidR="00145C17" w:rsidRPr="00145C17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5C17" w:rsidRDefault="00145C17">
      <w:r>
        <w:separator/>
      </w:r>
    </w:p>
  </w:endnote>
  <w:endnote w:type="continuationSeparator" w:id="0">
    <w:p w:rsidR="00145C17" w:rsidRDefault="00145C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5C17" w:rsidRDefault="00145C17">
      <w:r>
        <w:separator/>
      </w:r>
    </w:p>
  </w:footnote>
  <w:footnote w:type="continuationSeparator" w:id="0">
    <w:p w:rsidR="00145C17" w:rsidRDefault="00145C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1A1" w:rsidRDefault="00AE21A1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E21A1" w:rsidRDefault="00AE21A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1A1" w:rsidRDefault="00AE21A1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E501B">
      <w:rPr>
        <w:rStyle w:val="a9"/>
        <w:noProof/>
      </w:rPr>
      <w:t>2</w:t>
    </w:r>
    <w:r>
      <w:rPr>
        <w:rStyle w:val="a9"/>
      </w:rPr>
      <w:fldChar w:fldCharType="end"/>
    </w:r>
  </w:p>
  <w:p w:rsidR="00AE21A1" w:rsidRDefault="00AE21A1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DFC" w:rsidRDefault="007E501B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_x0000_s2049" style="position:absolute;left:0;text-align:left;margin-left:86.15pt;margin-top:185.95pt;width:311.8pt;height:4.15pt;z-index:-251658240" coordorigin="3321,3424" coordsize="6200,83">
          <v:shape id="_x0000_s2050" style="position:absolute;left:9441;top:3424;width:80;height:83;mso-wrap-edited:f;mso-position-horizontal:absolute;mso-position-vertical:absolute" coordsize="82,83" wrapcoords="-16 0 49 83 49 83 33 14 33 0 49 0 -16 0" path="m82,83hcl82,hal,e" filled="f" strokeweight=".5pt">
            <v:path arrowok="t"/>
          </v:shape>
          <v:shape id="_x0000_s2051" style="position:absolute;left:3321;top:3424;width:82;height:81;rotation:270;mso-wrap-edited:f;mso-position-horizontal:absolute;mso-position-vertical:absolute" coordsize="82,83" wrapcoords="-16 0 49 83 49 83 33 14 33 0 49 0 -16 0" path="m82,83hcl82,hal,e" filled="f" strokeweight=".5pt">
            <v:path arrowok="t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7.05pt;margin-top:-3.05pt;width:486pt;height:207pt;z-index:-251659264;mso-wrap-edited:f;mso-position-horizontal-relative:page" wrapcoords="-70 0 -70 21600 21670 21600 21670 0 -70 0" filled="f" stroked="f" strokecolor="white" strokeweight="0">
          <v:textbox style="mso-next-textbox:#_x0000_s2052" inset="0,0,0,0">
            <w:txbxContent>
              <w:p w:rsidR="00E52B15" w:rsidRPr="00E52B15" w:rsidRDefault="007E501B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28650" cy="60960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28650" cy="609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561114" w:rsidRPr="00561114" w:rsidRDefault="00561114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 w:rsidR="003E3FD2"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561114" w:rsidRPr="00561114" w:rsidRDefault="00561114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0F7B5C" w:rsidRPr="000F7B5C" w:rsidRDefault="000F7B5C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0F7B5C" w:rsidRPr="000F7B5C" w:rsidRDefault="00160550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85764D" w:rsidRDefault="0085764D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9A1D2F" w:rsidRDefault="009A1D2F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</w:t>
                </w:r>
                <w:r w:rsidR="00304F34">
                  <w:rPr>
                    <w:szCs w:val="28"/>
                  </w:rPr>
                  <w:t>__</w:t>
                </w:r>
                <w:r w:rsidR="00040D26">
                  <w:rPr>
                    <w:szCs w:val="28"/>
                  </w:rPr>
                  <w:t>____</w:t>
                </w:r>
                <w:r w:rsidR="00040D26">
                  <w:rPr>
                    <w:szCs w:val="28"/>
                  </w:rPr>
                  <w:tab/>
                </w:r>
                <w:r w:rsidR="00040D26">
                  <w:rPr>
                    <w:szCs w:val="28"/>
                  </w:rPr>
                  <w:tab/>
                </w:r>
                <w:r w:rsidR="00040D26">
                  <w:rPr>
                    <w:szCs w:val="28"/>
                  </w:rPr>
                  <w:tab/>
                </w:r>
                <w:r w:rsidR="00040D26">
                  <w:rPr>
                    <w:szCs w:val="28"/>
                  </w:rPr>
                  <w:tab/>
                </w:r>
                <w:r w:rsidR="00040D26">
                  <w:rPr>
                    <w:szCs w:val="28"/>
                  </w:rPr>
                  <w:tab/>
                </w:r>
                <w:r w:rsidR="00040D26">
                  <w:rPr>
                    <w:szCs w:val="28"/>
                  </w:rPr>
                  <w:tab/>
                  <w:t xml:space="preserve">     </w:t>
                </w:r>
                <w:r w:rsidR="0067053D">
                  <w:rPr>
                    <w:szCs w:val="28"/>
                  </w:rPr>
                  <w:t xml:space="preserve">    </w:t>
                </w:r>
                <w:r w:rsidR="00040D26">
                  <w:rPr>
                    <w:szCs w:val="28"/>
                  </w:rPr>
                  <w:t xml:space="preserve">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 w:rsidR="00923AEC">
                  <w:rPr>
                    <w:rFonts w:ascii="Arial" w:hAnsi="Arial" w:cs="Arial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 w:rsidR="001F49D5"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673D81" w:rsidRPr="002B6128" w:rsidRDefault="00673D81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673D81" w:rsidRDefault="00673D81" w:rsidP="00276416">
                <w:pPr>
                  <w:ind w:right="-70"/>
                  <w:rPr>
                    <w:sz w:val="20"/>
                  </w:rPr>
                </w:pPr>
              </w:p>
              <w:p w:rsidR="009A1D2F" w:rsidRPr="001772E6" w:rsidRDefault="009A1D2F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9A1D2F" w:rsidRDefault="000D5C79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attachedTemplate r:id="rId1"/>
  <w:stylePaneFormatFilter w:val="3F01"/>
  <w:documentProtection w:edit="forms" w:enforcement="1" w:cryptProviderType="rsaFull" w:cryptAlgorithmClass="hash" w:cryptAlgorithmType="typeAny" w:cryptAlgorithmSid="4" w:cryptSpinCount="50000" w:hash="HjYGNMUGQO0ZTAc1jyRpKgkfwUQ=" w:salt="6O4+MczSG0lTyYMA8TXAd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B6488C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C17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A8E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01B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63"/>
    <w:rsid w:val="00853AB4"/>
    <w:rsid w:val="00855B59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5D86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DCE"/>
    <w:rsid w:val="00B60CFB"/>
    <w:rsid w:val="00B61CFA"/>
    <w:rsid w:val="00B63363"/>
    <w:rsid w:val="00B6488C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2DD0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145C17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145C17"/>
    <w:rPr>
      <w:rFonts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Решение.dot</Template>
  <TotalTime>0</TotalTime>
  <Pages>2</Pages>
  <Words>443</Words>
  <Characters>2528</Characters>
  <Application>Microsoft Office Word</Application>
  <DocSecurity>0</DocSecurity>
  <Lines>21</Lines>
  <Paragraphs>5</Paragraphs>
  <ScaleCrop>false</ScaleCrop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2966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law04usr</cp:lastModifiedBy>
  <cp:revision>2</cp:revision>
  <cp:lastPrinted>2016-11-15T12:15:00Z</cp:lastPrinted>
  <dcterms:created xsi:type="dcterms:W3CDTF">2017-01-12T11:39:00Z</dcterms:created>
  <dcterms:modified xsi:type="dcterms:W3CDTF">2017-01-12T11:39:00Z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