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095AC2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095AC2">
              <w:rPr>
                <w:noProof/>
              </w:rPr>
              <w:t>22.11.2016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B604A1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65096">
              <w:t>39/</w:t>
            </w:r>
            <w:r w:rsidR="00577398">
              <w:t>1</w:t>
            </w:r>
            <w:r w:rsidR="00B604A1">
              <w:t>2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F54F00" w:rsidP="002E14E8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2E14E8" w:rsidRPr="002E14E8">
              <w:rPr>
                <w:noProof/>
              </w:rPr>
              <w:t xml:space="preserve">О внесении изменения в решение региональной службы по тарифам Нижегородской области от 10 ноября 2015 года № 36/10 «Об установлении ОБЩЕСТВУ С ОГРАНИЧЕННОЙ ОТВЕТСТВЕННОСТЬЮ «МУХТОЛОВСКОЕ ЖИЛИЩНО-КОММУНАЛЬНОЕ ХОЗЯЙСТВО», р.п. Мухтолово Ардатовского муниципального района Нижегородской области, тарифов на тепловую энергию 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6"/>
          <w:headerReference w:type="default" r:id="rId7"/>
          <w:headerReference w:type="first" r:id="rId8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09"/>
        <w:gridCol w:w="6237"/>
        <w:gridCol w:w="1949"/>
      </w:tblGrid>
      <w:tr w:rsidR="00095AC2" w:rsidTr="00C95E4E">
        <w:trPr>
          <w:trHeight w:val="90"/>
        </w:trPr>
        <w:tc>
          <w:tcPr>
            <w:tcW w:w="1809" w:type="dxa"/>
          </w:tcPr>
          <w:p w:rsidR="00095AC2" w:rsidRPr="002E14E8" w:rsidRDefault="00095AC2" w:rsidP="002E14E8">
            <w:pPr>
              <w:tabs>
                <w:tab w:val="left" w:pos="1897"/>
              </w:tabs>
              <w:jc w:val="center"/>
              <w:rPr>
                <w:szCs w:val="28"/>
              </w:rPr>
            </w:pPr>
          </w:p>
        </w:tc>
        <w:tc>
          <w:tcPr>
            <w:tcW w:w="6237" w:type="dxa"/>
          </w:tcPr>
          <w:p w:rsidR="00852D36" w:rsidRPr="002E14E8" w:rsidRDefault="002E14E8" w:rsidP="002E14E8">
            <w:pPr>
              <w:jc w:val="center"/>
              <w:rPr>
                <w:szCs w:val="28"/>
              </w:rPr>
            </w:pPr>
            <w:r w:rsidRPr="002E14E8">
              <w:rPr>
                <w:noProof/>
                <w:szCs w:val="28"/>
              </w:rPr>
              <w:t xml:space="preserve">(мощность), поставляемую </w:t>
            </w:r>
            <w:r w:rsidRPr="002E14E8">
              <w:rPr>
                <w:bCs/>
                <w:szCs w:val="28"/>
              </w:rPr>
              <w:t>потребителям Ардатовского муниципального района Нижегородской области»</w:t>
            </w:r>
          </w:p>
        </w:tc>
        <w:tc>
          <w:tcPr>
            <w:tcW w:w="1949" w:type="dxa"/>
          </w:tcPr>
          <w:p w:rsidR="00095AC2" w:rsidRPr="002E14E8" w:rsidRDefault="00095AC2" w:rsidP="002E14E8">
            <w:pPr>
              <w:tabs>
                <w:tab w:val="left" w:pos="1897"/>
              </w:tabs>
              <w:jc w:val="center"/>
              <w:rPr>
                <w:szCs w:val="28"/>
              </w:rPr>
            </w:pPr>
          </w:p>
        </w:tc>
      </w:tr>
    </w:tbl>
    <w:p w:rsidR="002E14E8" w:rsidRPr="002E14E8" w:rsidRDefault="002E14E8" w:rsidP="00AE7395">
      <w:pPr>
        <w:spacing w:line="276" w:lineRule="auto"/>
        <w:ind w:firstLine="720"/>
        <w:jc w:val="both"/>
        <w:rPr>
          <w:sz w:val="24"/>
          <w:szCs w:val="24"/>
        </w:rPr>
      </w:pPr>
    </w:p>
    <w:p w:rsidR="00AE7395" w:rsidRPr="00AE7395" w:rsidRDefault="00AE7395" w:rsidP="00AE7395">
      <w:pPr>
        <w:spacing w:line="276" w:lineRule="auto"/>
        <w:ind w:firstLine="720"/>
        <w:jc w:val="both"/>
        <w:rPr>
          <w:szCs w:val="28"/>
        </w:rPr>
      </w:pPr>
      <w:r w:rsidRPr="00AE7395">
        <w:rPr>
          <w:szCs w:val="28"/>
        </w:rPr>
        <w:t xml:space="preserve">В соответствии с Федеральным законом от 27 июля 2010 года № 190-ФЗ «О теплоснабжении», постановлением Правительства Российской Федерации </w:t>
      </w:r>
      <w:r>
        <w:rPr>
          <w:szCs w:val="28"/>
        </w:rPr>
        <w:t xml:space="preserve">          </w:t>
      </w:r>
      <w:r w:rsidRPr="00AE7395">
        <w:rPr>
          <w:szCs w:val="28"/>
        </w:rPr>
        <w:t xml:space="preserve">от 22 октября 2012 года № 1075 «О ценообразовании в сфере теплоснабжения» </w:t>
      </w:r>
      <w:r>
        <w:rPr>
          <w:szCs w:val="28"/>
        </w:rPr>
        <w:t xml:space="preserve"> </w:t>
      </w:r>
      <w:r w:rsidRPr="00AE7395">
        <w:rPr>
          <w:szCs w:val="28"/>
        </w:rPr>
        <w:t xml:space="preserve">и на основании рассмотрения расчетных и обосновывающих материалов, представленных </w:t>
      </w:r>
      <w:r w:rsidRPr="00AE7395">
        <w:rPr>
          <w:color w:val="000000"/>
          <w:szCs w:val="28"/>
        </w:rPr>
        <w:t>ОБЩЕСТВОМ С ОГРАНИЧЕННОЙ ОТВЕТСТВЕННОСТЬЮ «МУХТОЛОВСКОЕ ЖИЛИЩНО-КОММУНАЛЬНОЕ ХОЗЯЙСТВО</w:t>
      </w:r>
      <w:r w:rsidRPr="00AE7395">
        <w:rPr>
          <w:bCs/>
          <w:szCs w:val="28"/>
        </w:rPr>
        <w:t xml:space="preserve">», р.п. Мухтолово Ардатовского муниципального района Нижегородской области, </w:t>
      </w:r>
      <w:r w:rsidRPr="00AE7395">
        <w:rPr>
          <w:szCs w:val="28"/>
        </w:rPr>
        <w:t>экспертного заключения рег. № в-364 от 14 ноября 2016 года:</w:t>
      </w:r>
    </w:p>
    <w:p w:rsidR="00AE7395" w:rsidRPr="00AE7395" w:rsidRDefault="00AE7395" w:rsidP="00AE7395">
      <w:pPr>
        <w:pStyle w:val="ac"/>
        <w:spacing w:line="276" w:lineRule="auto"/>
        <w:ind w:firstLine="720"/>
        <w:rPr>
          <w:bCs/>
        </w:rPr>
      </w:pPr>
      <w:r w:rsidRPr="00AE7395">
        <w:rPr>
          <w:b/>
        </w:rPr>
        <w:t xml:space="preserve">1. </w:t>
      </w:r>
      <w:r w:rsidRPr="00AE7395">
        <w:rPr>
          <w:bCs/>
        </w:rPr>
        <w:t xml:space="preserve">Внести </w:t>
      </w:r>
      <w:r w:rsidRPr="00AE7395">
        <w:rPr>
          <w:noProof/>
        </w:rPr>
        <w:t xml:space="preserve">в решение региональной службы по тарифам Нижегородской области от 10 ноября 2015 года № 36/10 «Об установлении </w:t>
      </w:r>
      <w:r w:rsidRPr="00AE7395">
        <w:rPr>
          <w:color w:val="000000"/>
        </w:rPr>
        <w:t>ОБЩЕСТВУ С ОГРАНИЧЕННОЙ ОТВЕТСТВЕННОСТЬЮ «МУХТОЛОВСКОЕ ЖИЛИЩНО-КОММУНАЛЬНОЕ ХОЗЯЙСТВО</w:t>
      </w:r>
      <w:r w:rsidRPr="00AE7395">
        <w:rPr>
          <w:bCs/>
        </w:rPr>
        <w:t>», р.п. Мухтолово Ардатовского муниципального района Нижегородской области,</w:t>
      </w:r>
      <w:r w:rsidRPr="00AE7395">
        <w:rPr>
          <w:noProof/>
        </w:rPr>
        <w:t xml:space="preserve"> тарифов на тепловую энергию (мощность), поставляемую </w:t>
      </w:r>
      <w:r w:rsidRPr="00AE7395">
        <w:rPr>
          <w:bCs/>
        </w:rPr>
        <w:t>потребителям Ардатовского муниципального района Нижегородской области» изменение, изложив таблицу Приложения 2 к решению в следующей редакции:</w:t>
      </w:r>
    </w:p>
    <w:p w:rsidR="00AE7395" w:rsidRPr="002E14E8" w:rsidRDefault="00AE7395" w:rsidP="00AE7395">
      <w:pPr>
        <w:pStyle w:val="ac"/>
        <w:spacing w:line="276" w:lineRule="auto"/>
        <w:rPr>
          <w:sz w:val="24"/>
          <w:szCs w:val="24"/>
        </w:rPr>
      </w:pPr>
      <w:r w:rsidRPr="002E14E8">
        <w:rPr>
          <w:sz w:val="24"/>
          <w:szCs w:val="24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402"/>
        <w:gridCol w:w="2062"/>
        <w:gridCol w:w="959"/>
        <w:gridCol w:w="1338"/>
        <w:gridCol w:w="1538"/>
      </w:tblGrid>
      <w:tr w:rsidR="00AE7395" w:rsidRPr="00C953C5" w:rsidTr="00E92F2C">
        <w:tc>
          <w:tcPr>
            <w:tcW w:w="534" w:type="dxa"/>
            <w:vMerge w:val="restart"/>
          </w:tcPr>
          <w:p w:rsidR="00AE7395" w:rsidRPr="00696BD2" w:rsidRDefault="00AE7395" w:rsidP="00E92F2C">
            <w:pPr>
              <w:jc w:val="center"/>
              <w:rPr>
                <w:b/>
                <w:bCs/>
                <w:sz w:val="20"/>
              </w:rPr>
            </w:pPr>
            <w:r w:rsidRPr="00696BD2">
              <w:rPr>
                <w:b/>
                <w:bCs/>
                <w:sz w:val="20"/>
              </w:rPr>
              <w:t>№ п/п</w:t>
            </w:r>
          </w:p>
        </w:tc>
        <w:tc>
          <w:tcPr>
            <w:tcW w:w="3402" w:type="dxa"/>
            <w:vMerge w:val="restart"/>
          </w:tcPr>
          <w:p w:rsidR="00AE7395" w:rsidRPr="00696BD2" w:rsidRDefault="00AE7395" w:rsidP="00E92F2C">
            <w:pPr>
              <w:ind w:left="-90"/>
              <w:jc w:val="center"/>
              <w:rPr>
                <w:b/>
                <w:bCs/>
                <w:sz w:val="20"/>
              </w:rPr>
            </w:pPr>
            <w:r w:rsidRPr="00696BD2">
              <w:rPr>
                <w:b/>
                <w:bCs/>
                <w:sz w:val="20"/>
              </w:rPr>
              <w:t>Наименование регулируемой организации</w:t>
            </w:r>
          </w:p>
        </w:tc>
        <w:tc>
          <w:tcPr>
            <w:tcW w:w="2062" w:type="dxa"/>
            <w:vMerge w:val="restart"/>
          </w:tcPr>
          <w:p w:rsidR="00AE7395" w:rsidRPr="00696BD2" w:rsidRDefault="00AE7395" w:rsidP="00E92F2C">
            <w:pPr>
              <w:ind w:left="-24" w:firstLine="24"/>
              <w:jc w:val="center"/>
              <w:rPr>
                <w:b/>
                <w:bCs/>
                <w:sz w:val="20"/>
              </w:rPr>
            </w:pPr>
            <w:r w:rsidRPr="00696BD2">
              <w:rPr>
                <w:b/>
                <w:bCs/>
                <w:sz w:val="20"/>
              </w:rPr>
              <w:t>Вид тарифа</w:t>
            </w:r>
          </w:p>
        </w:tc>
        <w:tc>
          <w:tcPr>
            <w:tcW w:w="959" w:type="dxa"/>
            <w:vMerge w:val="restart"/>
          </w:tcPr>
          <w:p w:rsidR="00AE7395" w:rsidRPr="00696BD2" w:rsidRDefault="00AE7395" w:rsidP="00E92F2C">
            <w:pPr>
              <w:ind w:left="-24" w:firstLine="24"/>
              <w:jc w:val="center"/>
              <w:rPr>
                <w:b/>
                <w:bCs/>
                <w:sz w:val="20"/>
              </w:rPr>
            </w:pPr>
            <w:r w:rsidRPr="00696BD2">
              <w:rPr>
                <w:b/>
                <w:bCs/>
                <w:sz w:val="20"/>
              </w:rPr>
              <w:t>Год</w:t>
            </w:r>
          </w:p>
        </w:tc>
        <w:tc>
          <w:tcPr>
            <w:tcW w:w="2876" w:type="dxa"/>
            <w:gridSpan w:val="2"/>
          </w:tcPr>
          <w:p w:rsidR="00AE7395" w:rsidRPr="00696BD2" w:rsidRDefault="00AE7395" w:rsidP="00E92F2C">
            <w:pPr>
              <w:ind w:left="-24" w:firstLine="24"/>
              <w:jc w:val="center"/>
              <w:rPr>
                <w:b/>
                <w:bCs/>
                <w:sz w:val="20"/>
              </w:rPr>
            </w:pPr>
            <w:r w:rsidRPr="00696BD2">
              <w:rPr>
                <w:b/>
                <w:bCs/>
                <w:sz w:val="20"/>
              </w:rPr>
              <w:t>Вода</w:t>
            </w:r>
          </w:p>
        </w:tc>
      </w:tr>
      <w:tr w:rsidR="00AE7395" w:rsidRPr="00C953C5" w:rsidTr="00E92F2C">
        <w:tc>
          <w:tcPr>
            <w:tcW w:w="534" w:type="dxa"/>
            <w:vMerge/>
          </w:tcPr>
          <w:p w:rsidR="00AE7395" w:rsidRPr="00696BD2" w:rsidRDefault="00AE7395" w:rsidP="00E92F2C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402" w:type="dxa"/>
            <w:vMerge/>
          </w:tcPr>
          <w:p w:rsidR="00AE7395" w:rsidRPr="00696BD2" w:rsidRDefault="00AE7395" w:rsidP="00E92F2C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62" w:type="dxa"/>
            <w:vMerge/>
          </w:tcPr>
          <w:p w:rsidR="00AE7395" w:rsidRPr="00696BD2" w:rsidRDefault="00AE7395" w:rsidP="00E92F2C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59" w:type="dxa"/>
            <w:vMerge/>
          </w:tcPr>
          <w:p w:rsidR="00AE7395" w:rsidRPr="00696BD2" w:rsidRDefault="00AE7395" w:rsidP="00E92F2C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8" w:type="dxa"/>
          </w:tcPr>
          <w:p w:rsidR="00AE7395" w:rsidRPr="00696BD2" w:rsidRDefault="00AE7395" w:rsidP="00E92F2C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  <w:r w:rsidRPr="00696BD2">
              <w:rPr>
                <w:b/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1538" w:type="dxa"/>
          </w:tcPr>
          <w:p w:rsidR="00AE7395" w:rsidRPr="00696BD2" w:rsidRDefault="00AE7395" w:rsidP="00E92F2C">
            <w:pPr>
              <w:ind w:left="-24" w:firstLine="24"/>
              <w:jc w:val="center"/>
              <w:rPr>
                <w:b/>
                <w:bCs/>
                <w:sz w:val="24"/>
                <w:szCs w:val="24"/>
              </w:rPr>
            </w:pPr>
            <w:r w:rsidRPr="00696BD2">
              <w:rPr>
                <w:b/>
                <w:sz w:val="16"/>
                <w:szCs w:val="16"/>
              </w:rPr>
              <w:t xml:space="preserve">с 1 июля по 31 декабря </w:t>
            </w:r>
          </w:p>
        </w:tc>
      </w:tr>
      <w:tr w:rsidR="00AE7395" w:rsidRPr="00C953C5" w:rsidTr="00E92F2C">
        <w:tc>
          <w:tcPr>
            <w:tcW w:w="534" w:type="dxa"/>
          </w:tcPr>
          <w:p w:rsidR="00AE7395" w:rsidRPr="00696BD2" w:rsidRDefault="00AE7395" w:rsidP="00E92F2C">
            <w:pPr>
              <w:jc w:val="center"/>
              <w:rPr>
                <w:b/>
                <w:bCs/>
                <w:sz w:val="20"/>
              </w:rPr>
            </w:pPr>
            <w:r w:rsidRPr="00696BD2">
              <w:rPr>
                <w:b/>
                <w:bCs/>
                <w:sz w:val="20"/>
              </w:rPr>
              <w:t>1.</w:t>
            </w:r>
          </w:p>
        </w:tc>
        <w:tc>
          <w:tcPr>
            <w:tcW w:w="3402" w:type="dxa"/>
            <w:vMerge w:val="restart"/>
          </w:tcPr>
          <w:p w:rsidR="00AE7395" w:rsidRDefault="00AE7395" w:rsidP="00E92F2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7F659E">
              <w:rPr>
                <w:color w:val="000000"/>
                <w:sz w:val="24"/>
                <w:szCs w:val="24"/>
              </w:rPr>
              <w:t>ОБЩЕСТВ</w:t>
            </w:r>
            <w:r>
              <w:rPr>
                <w:color w:val="000000"/>
                <w:sz w:val="24"/>
                <w:szCs w:val="24"/>
              </w:rPr>
              <w:t>О</w:t>
            </w:r>
            <w:r w:rsidRPr="007F659E">
              <w:rPr>
                <w:color w:val="000000"/>
                <w:sz w:val="24"/>
                <w:szCs w:val="24"/>
              </w:rPr>
              <w:t xml:space="preserve"> С ОГРАНИЧЕННОЙ </w:t>
            </w:r>
            <w:r w:rsidRPr="007F659E">
              <w:rPr>
                <w:color w:val="000000"/>
                <w:sz w:val="24"/>
                <w:szCs w:val="24"/>
              </w:rPr>
              <w:lastRenderedPageBreak/>
              <w:t>ОТВЕТСТВЕННОСТЬЮ «МУХТОЛОВСКОЕ ЖИЛИЩНО-КОММУНАЛЬНОЕ ХОЗЯЙСТВО</w:t>
            </w:r>
            <w:r>
              <w:rPr>
                <w:bCs/>
                <w:sz w:val="24"/>
                <w:szCs w:val="24"/>
              </w:rPr>
              <w:t>»,</w:t>
            </w:r>
          </w:p>
          <w:p w:rsidR="00AE7395" w:rsidRPr="00A62BB5" w:rsidRDefault="00AE7395" w:rsidP="00E92F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р.п. Мухтолово Ардатовского муниципального района Нижегородской области</w:t>
            </w:r>
          </w:p>
        </w:tc>
        <w:tc>
          <w:tcPr>
            <w:tcW w:w="5897" w:type="dxa"/>
            <w:gridSpan w:val="4"/>
          </w:tcPr>
          <w:p w:rsidR="00AE7395" w:rsidRPr="00696BD2" w:rsidRDefault="00AE7395" w:rsidP="00E92F2C">
            <w:pPr>
              <w:pStyle w:val="ac"/>
              <w:ind w:left="-24" w:right="57" w:firstLine="24"/>
              <w:rPr>
                <w:b/>
                <w:bCs/>
                <w:sz w:val="24"/>
                <w:szCs w:val="24"/>
              </w:rPr>
            </w:pPr>
            <w:r w:rsidRPr="00696BD2">
              <w:rPr>
                <w:b/>
                <w:bCs/>
                <w:sz w:val="24"/>
                <w:szCs w:val="24"/>
              </w:rPr>
              <w:lastRenderedPageBreak/>
              <w:t>Для потребителей, в случае отсутствия дифференциации тарифов по схеме подключения</w:t>
            </w:r>
          </w:p>
        </w:tc>
      </w:tr>
      <w:tr w:rsidR="00AE7395" w:rsidRPr="00C953C5" w:rsidTr="00E92F2C">
        <w:tc>
          <w:tcPr>
            <w:tcW w:w="534" w:type="dxa"/>
          </w:tcPr>
          <w:p w:rsidR="00AE7395" w:rsidRPr="00696BD2" w:rsidRDefault="00AE7395" w:rsidP="00E92F2C">
            <w:pPr>
              <w:jc w:val="center"/>
              <w:rPr>
                <w:b/>
                <w:bCs/>
                <w:sz w:val="20"/>
              </w:rPr>
            </w:pPr>
            <w:r w:rsidRPr="00696BD2">
              <w:rPr>
                <w:b/>
                <w:bCs/>
                <w:sz w:val="20"/>
              </w:rPr>
              <w:lastRenderedPageBreak/>
              <w:t>1.1.</w:t>
            </w:r>
          </w:p>
        </w:tc>
        <w:tc>
          <w:tcPr>
            <w:tcW w:w="3402" w:type="dxa"/>
            <w:vMerge/>
          </w:tcPr>
          <w:p w:rsidR="00AE7395" w:rsidRPr="00696BD2" w:rsidRDefault="00AE7395" w:rsidP="00E92F2C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62" w:type="dxa"/>
            <w:vMerge w:val="restart"/>
          </w:tcPr>
          <w:p w:rsidR="00AE7395" w:rsidRPr="00696BD2" w:rsidRDefault="00AE7395" w:rsidP="00E92F2C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  <w:r w:rsidRPr="00696BD2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959" w:type="dxa"/>
          </w:tcPr>
          <w:p w:rsidR="00AE7395" w:rsidRPr="00696BD2" w:rsidRDefault="00AE7395" w:rsidP="00E92F2C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1338" w:type="dxa"/>
          </w:tcPr>
          <w:p w:rsidR="00AE7395" w:rsidRPr="00F03CDB" w:rsidRDefault="00AE7395" w:rsidP="00E92F2C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9D7773">
              <w:rPr>
                <w:sz w:val="24"/>
                <w:szCs w:val="24"/>
              </w:rPr>
              <w:t>2428,19</w:t>
            </w:r>
          </w:p>
        </w:tc>
        <w:tc>
          <w:tcPr>
            <w:tcW w:w="1538" w:type="dxa"/>
          </w:tcPr>
          <w:p w:rsidR="00AE7395" w:rsidRPr="00F03CDB" w:rsidRDefault="00AE7395" w:rsidP="00E92F2C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9D7773">
              <w:rPr>
                <w:sz w:val="24"/>
                <w:szCs w:val="24"/>
              </w:rPr>
              <w:t>2552,52</w:t>
            </w:r>
          </w:p>
        </w:tc>
      </w:tr>
      <w:tr w:rsidR="00AE7395" w:rsidRPr="00C953C5" w:rsidTr="00E92F2C">
        <w:tc>
          <w:tcPr>
            <w:tcW w:w="534" w:type="dxa"/>
          </w:tcPr>
          <w:p w:rsidR="00AE7395" w:rsidRPr="00696BD2" w:rsidRDefault="00AE7395" w:rsidP="00E92F2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1.2.</w:t>
            </w:r>
          </w:p>
        </w:tc>
        <w:tc>
          <w:tcPr>
            <w:tcW w:w="3402" w:type="dxa"/>
            <w:vMerge/>
          </w:tcPr>
          <w:p w:rsidR="00AE7395" w:rsidRPr="00696BD2" w:rsidRDefault="00AE7395" w:rsidP="00E92F2C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62" w:type="dxa"/>
            <w:vMerge/>
          </w:tcPr>
          <w:p w:rsidR="00AE7395" w:rsidRPr="00696BD2" w:rsidRDefault="00AE7395" w:rsidP="00E92F2C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959" w:type="dxa"/>
          </w:tcPr>
          <w:p w:rsidR="00AE7395" w:rsidRDefault="00AE7395" w:rsidP="00E92F2C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1338" w:type="dxa"/>
          </w:tcPr>
          <w:p w:rsidR="00AE7395" w:rsidRPr="00F03CDB" w:rsidRDefault="00AE7395" w:rsidP="00E92F2C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9D7773">
              <w:rPr>
                <w:sz w:val="24"/>
                <w:szCs w:val="24"/>
              </w:rPr>
              <w:t>2552,52</w:t>
            </w:r>
          </w:p>
        </w:tc>
        <w:tc>
          <w:tcPr>
            <w:tcW w:w="1538" w:type="dxa"/>
          </w:tcPr>
          <w:p w:rsidR="00AE7395" w:rsidRPr="004850AB" w:rsidRDefault="00AE7395" w:rsidP="00E92F2C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2631,08</w:t>
            </w:r>
          </w:p>
        </w:tc>
      </w:tr>
      <w:tr w:rsidR="00AE7395" w:rsidRPr="00C953C5" w:rsidTr="00E92F2C">
        <w:tc>
          <w:tcPr>
            <w:tcW w:w="534" w:type="dxa"/>
          </w:tcPr>
          <w:p w:rsidR="00AE7395" w:rsidRPr="00696BD2" w:rsidRDefault="00AE7395" w:rsidP="00E92F2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1.3.</w:t>
            </w:r>
          </w:p>
        </w:tc>
        <w:tc>
          <w:tcPr>
            <w:tcW w:w="3402" w:type="dxa"/>
            <w:vMerge/>
          </w:tcPr>
          <w:p w:rsidR="00AE7395" w:rsidRPr="00696BD2" w:rsidRDefault="00AE7395" w:rsidP="00E92F2C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62" w:type="dxa"/>
            <w:vMerge/>
          </w:tcPr>
          <w:p w:rsidR="00AE7395" w:rsidRPr="00696BD2" w:rsidRDefault="00AE7395" w:rsidP="00E92F2C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959" w:type="dxa"/>
          </w:tcPr>
          <w:p w:rsidR="00AE7395" w:rsidRDefault="00AE7395" w:rsidP="00E92F2C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1338" w:type="dxa"/>
          </w:tcPr>
          <w:p w:rsidR="00AE7395" w:rsidRPr="002A0CCB" w:rsidRDefault="00AE7395" w:rsidP="00E92F2C">
            <w:pPr>
              <w:ind w:left="-24" w:firstLine="2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2631,08</w:t>
            </w:r>
          </w:p>
        </w:tc>
        <w:tc>
          <w:tcPr>
            <w:tcW w:w="1538" w:type="dxa"/>
          </w:tcPr>
          <w:p w:rsidR="00AE7395" w:rsidRPr="00F03CDB" w:rsidRDefault="00AE7395" w:rsidP="00E92F2C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2759,32</w:t>
            </w:r>
          </w:p>
        </w:tc>
      </w:tr>
      <w:tr w:rsidR="00AE7395" w:rsidRPr="00C953C5" w:rsidTr="00E92F2C">
        <w:tc>
          <w:tcPr>
            <w:tcW w:w="534" w:type="dxa"/>
          </w:tcPr>
          <w:p w:rsidR="00AE7395" w:rsidRPr="00696BD2" w:rsidRDefault="00AE7395" w:rsidP="00E92F2C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402" w:type="dxa"/>
            <w:vMerge/>
          </w:tcPr>
          <w:p w:rsidR="00AE7395" w:rsidRPr="00696BD2" w:rsidRDefault="00AE7395" w:rsidP="00E92F2C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97" w:type="dxa"/>
            <w:gridSpan w:val="4"/>
          </w:tcPr>
          <w:p w:rsidR="00AE7395" w:rsidRPr="00696BD2" w:rsidRDefault="00AE7395" w:rsidP="00E92F2C">
            <w:pPr>
              <w:ind w:left="-24" w:firstLine="24"/>
              <w:rPr>
                <w:b/>
                <w:sz w:val="16"/>
                <w:szCs w:val="16"/>
              </w:rPr>
            </w:pPr>
            <w:r w:rsidRPr="00696BD2">
              <w:rPr>
                <w:sz w:val="20"/>
              </w:rPr>
              <w:t>Население (тарифы указаны с учетом НДС)</w:t>
            </w:r>
          </w:p>
        </w:tc>
      </w:tr>
      <w:tr w:rsidR="00AE7395" w:rsidRPr="00C953C5" w:rsidTr="00E92F2C">
        <w:tc>
          <w:tcPr>
            <w:tcW w:w="534" w:type="dxa"/>
          </w:tcPr>
          <w:p w:rsidR="00AE7395" w:rsidRPr="00696BD2" w:rsidRDefault="00AE7395" w:rsidP="00E92F2C">
            <w:pPr>
              <w:jc w:val="center"/>
              <w:rPr>
                <w:b/>
                <w:bCs/>
                <w:sz w:val="20"/>
              </w:rPr>
            </w:pPr>
            <w:r w:rsidRPr="00696BD2">
              <w:rPr>
                <w:b/>
                <w:bCs/>
                <w:sz w:val="20"/>
              </w:rPr>
              <w:t>1.</w:t>
            </w:r>
            <w:r>
              <w:rPr>
                <w:b/>
                <w:bCs/>
                <w:sz w:val="20"/>
              </w:rPr>
              <w:t>4</w:t>
            </w:r>
            <w:r w:rsidRPr="00696BD2">
              <w:rPr>
                <w:b/>
                <w:bCs/>
                <w:sz w:val="20"/>
              </w:rPr>
              <w:t>.</w:t>
            </w:r>
          </w:p>
        </w:tc>
        <w:tc>
          <w:tcPr>
            <w:tcW w:w="3402" w:type="dxa"/>
            <w:vMerge/>
          </w:tcPr>
          <w:p w:rsidR="00AE7395" w:rsidRPr="00696BD2" w:rsidRDefault="00AE7395" w:rsidP="00E92F2C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62" w:type="dxa"/>
            <w:vMerge w:val="restart"/>
          </w:tcPr>
          <w:p w:rsidR="00AE7395" w:rsidRPr="00696BD2" w:rsidRDefault="00AE7395" w:rsidP="00E92F2C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  <w:r w:rsidRPr="00696BD2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959" w:type="dxa"/>
          </w:tcPr>
          <w:p w:rsidR="00AE7395" w:rsidRPr="00696BD2" w:rsidRDefault="00AE7395" w:rsidP="00E92F2C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1338" w:type="dxa"/>
          </w:tcPr>
          <w:p w:rsidR="00AE7395" w:rsidRPr="00F03CDB" w:rsidRDefault="00AE7395" w:rsidP="00E92F2C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9D7773">
              <w:rPr>
                <w:sz w:val="24"/>
                <w:szCs w:val="24"/>
              </w:rPr>
              <w:t>2428,19</w:t>
            </w:r>
          </w:p>
        </w:tc>
        <w:tc>
          <w:tcPr>
            <w:tcW w:w="1538" w:type="dxa"/>
          </w:tcPr>
          <w:p w:rsidR="00AE7395" w:rsidRPr="00F03CDB" w:rsidRDefault="00AE7395" w:rsidP="00E92F2C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9D7773">
              <w:rPr>
                <w:sz w:val="24"/>
                <w:szCs w:val="24"/>
              </w:rPr>
              <w:t>2552,52</w:t>
            </w:r>
          </w:p>
        </w:tc>
      </w:tr>
      <w:tr w:rsidR="00AE7395" w:rsidRPr="00C953C5" w:rsidTr="00E92F2C">
        <w:tc>
          <w:tcPr>
            <w:tcW w:w="534" w:type="dxa"/>
          </w:tcPr>
          <w:p w:rsidR="00AE7395" w:rsidRPr="00696BD2" w:rsidRDefault="00AE7395" w:rsidP="00E92F2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1.5.</w:t>
            </w:r>
          </w:p>
        </w:tc>
        <w:tc>
          <w:tcPr>
            <w:tcW w:w="3402" w:type="dxa"/>
            <w:vMerge/>
          </w:tcPr>
          <w:p w:rsidR="00AE7395" w:rsidRPr="00696BD2" w:rsidRDefault="00AE7395" w:rsidP="00E92F2C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62" w:type="dxa"/>
            <w:vMerge/>
          </w:tcPr>
          <w:p w:rsidR="00AE7395" w:rsidRPr="00696BD2" w:rsidRDefault="00AE7395" w:rsidP="00E92F2C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959" w:type="dxa"/>
          </w:tcPr>
          <w:p w:rsidR="00AE7395" w:rsidRDefault="00AE7395" w:rsidP="00E92F2C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1338" w:type="dxa"/>
          </w:tcPr>
          <w:p w:rsidR="00AE7395" w:rsidRPr="00F03CDB" w:rsidRDefault="00AE7395" w:rsidP="00E92F2C">
            <w:pPr>
              <w:ind w:left="-24" w:firstLine="24"/>
              <w:jc w:val="center"/>
              <w:rPr>
                <w:sz w:val="24"/>
                <w:szCs w:val="24"/>
              </w:rPr>
            </w:pPr>
            <w:r w:rsidRPr="009D7773">
              <w:rPr>
                <w:sz w:val="24"/>
                <w:szCs w:val="24"/>
              </w:rPr>
              <w:t>2552,52</w:t>
            </w:r>
          </w:p>
        </w:tc>
        <w:tc>
          <w:tcPr>
            <w:tcW w:w="1538" w:type="dxa"/>
          </w:tcPr>
          <w:p w:rsidR="00AE7395" w:rsidRPr="004850AB" w:rsidRDefault="00AE7395" w:rsidP="00E92F2C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2631,08</w:t>
            </w:r>
          </w:p>
        </w:tc>
      </w:tr>
      <w:tr w:rsidR="00AE7395" w:rsidRPr="00C953C5" w:rsidTr="00E92F2C">
        <w:tc>
          <w:tcPr>
            <w:tcW w:w="534" w:type="dxa"/>
          </w:tcPr>
          <w:p w:rsidR="00AE7395" w:rsidRPr="00696BD2" w:rsidRDefault="00AE7395" w:rsidP="00E92F2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1.6.</w:t>
            </w:r>
          </w:p>
        </w:tc>
        <w:tc>
          <w:tcPr>
            <w:tcW w:w="3402" w:type="dxa"/>
            <w:vMerge/>
          </w:tcPr>
          <w:p w:rsidR="00AE7395" w:rsidRPr="00696BD2" w:rsidRDefault="00AE7395" w:rsidP="00E92F2C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62" w:type="dxa"/>
            <w:vMerge/>
          </w:tcPr>
          <w:p w:rsidR="00AE7395" w:rsidRPr="00696BD2" w:rsidRDefault="00AE7395" w:rsidP="00E92F2C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</w:p>
        </w:tc>
        <w:tc>
          <w:tcPr>
            <w:tcW w:w="959" w:type="dxa"/>
          </w:tcPr>
          <w:p w:rsidR="00AE7395" w:rsidRDefault="00AE7395" w:rsidP="00E92F2C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1338" w:type="dxa"/>
          </w:tcPr>
          <w:p w:rsidR="00AE7395" w:rsidRPr="002A0CCB" w:rsidRDefault="00AE7395" w:rsidP="00E92F2C">
            <w:pPr>
              <w:ind w:left="-24" w:firstLine="2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2631,08</w:t>
            </w:r>
          </w:p>
        </w:tc>
        <w:tc>
          <w:tcPr>
            <w:tcW w:w="1538" w:type="dxa"/>
          </w:tcPr>
          <w:p w:rsidR="00AE7395" w:rsidRPr="00F03CDB" w:rsidRDefault="00AE7395" w:rsidP="00E92F2C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2759,32</w:t>
            </w:r>
          </w:p>
        </w:tc>
      </w:tr>
    </w:tbl>
    <w:p w:rsidR="00AE7395" w:rsidRPr="00AE7395" w:rsidRDefault="00AE7395" w:rsidP="00AE7395">
      <w:pPr>
        <w:pStyle w:val="ac"/>
        <w:spacing w:line="276" w:lineRule="auto"/>
        <w:jc w:val="right"/>
      </w:pPr>
      <w:r w:rsidRPr="00AE7395">
        <w:t>».</w:t>
      </w:r>
    </w:p>
    <w:p w:rsidR="00AE7395" w:rsidRPr="00AE7395" w:rsidRDefault="00AE7395" w:rsidP="00AE7395">
      <w:pPr>
        <w:spacing w:line="276" w:lineRule="auto"/>
        <w:ind w:firstLine="708"/>
        <w:jc w:val="both"/>
        <w:rPr>
          <w:szCs w:val="28"/>
        </w:rPr>
      </w:pPr>
      <w:r w:rsidRPr="00AE7395">
        <w:rPr>
          <w:b/>
          <w:szCs w:val="28"/>
        </w:rPr>
        <w:t xml:space="preserve">2. </w:t>
      </w:r>
      <w:r w:rsidRPr="00AE7395">
        <w:rPr>
          <w:bCs/>
          <w:szCs w:val="28"/>
        </w:rPr>
        <w:t>Настоящее решение вступает в силу с 1 января 2017 года</w:t>
      </w:r>
      <w:r w:rsidRPr="00AE7395">
        <w:rPr>
          <w:szCs w:val="28"/>
        </w:rPr>
        <w:t>.</w:t>
      </w:r>
    </w:p>
    <w:p w:rsidR="00095AC2" w:rsidRPr="000E5435" w:rsidRDefault="00095AC2" w:rsidP="000E5435">
      <w:pPr>
        <w:tabs>
          <w:tab w:val="left" w:pos="1897"/>
        </w:tabs>
        <w:spacing w:line="276" w:lineRule="auto"/>
        <w:rPr>
          <w:szCs w:val="28"/>
        </w:rPr>
      </w:pPr>
    </w:p>
    <w:p w:rsidR="00095AC2" w:rsidRDefault="00095AC2" w:rsidP="00095AC2">
      <w:pPr>
        <w:tabs>
          <w:tab w:val="left" w:pos="1897"/>
        </w:tabs>
        <w:spacing w:line="276" w:lineRule="auto"/>
        <w:rPr>
          <w:szCs w:val="28"/>
        </w:rPr>
      </w:pPr>
    </w:p>
    <w:p w:rsidR="00095AC2" w:rsidRDefault="00095AC2" w:rsidP="00095AC2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Руководитель службы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А.В. Семенников</w:t>
      </w: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p w:rsidR="000E5435" w:rsidRDefault="000E5435" w:rsidP="00095AC2">
      <w:pPr>
        <w:tabs>
          <w:tab w:val="left" w:pos="1897"/>
        </w:tabs>
        <w:spacing w:line="276" w:lineRule="auto"/>
        <w:rPr>
          <w:szCs w:val="28"/>
        </w:rPr>
      </w:pPr>
    </w:p>
    <w:sectPr w:rsidR="000E5435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D36" w:rsidRDefault="00852D36">
      <w:r>
        <w:separator/>
      </w:r>
    </w:p>
  </w:endnote>
  <w:endnote w:type="continuationSeparator" w:id="0">
    <w:p w:rsidR="00852D36" w:rsidRDefault="00852D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D36" w:rsidRDefault="00852D36">
      <w:r>
        <w:separator/>
      </w:r>
    </w:p>
  </w:footnote>
  <w:footnote w:type="continuationSeparator" w:id="0">
    <w:p w:rsidR="00852D36" w:rsidRDefault="00852D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D36" w:rsidRDefault="00852D36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52D36" w:rsidRDefault="00852D3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D36" w:rsidRDefault="00852D36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96E3D">
      <w:rPr>
        <w:rStyle w:val="a9"/>
        <w:noProof/>
      </w:rPr>
      <w:t>2</w:t>
    </w:r>
    <w:r>
      <w:rPr>
        <w:rStyle w:val="a9"/>
      </w:rPr>
      <w:fldChar w:fldCharType="end"/>
    </w:r>
  </w:p>
  <w:p w:rsidR="00852D36" w:rsidRDefault="00852D3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D36" w:rsidRDefault="00496E3D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5168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6192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852D36" w:rsidRPr="00E52B15" w:rsidRDefault="00496E3D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852D36" w:rsidRPr="00561114" w:rsidRDefault="00852D36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852D36" w:rsidRPr="00561114" w:rsidRDefault="00852D36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852D36" w:rsidRPr="000F7B5C" w:rsidRDefault="00852D36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852D36" w:rsidRPr="000F7B5C" w:rsidRDefault="00852D36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852D36" w:rsidRDefault="00852D36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852D36" w:rsidRDefault="00852D36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852D36" w:rsidRPr="002B6128" w:rsidRDefault="00852D36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852D36" w:rsidRDefault="00852D36" w:rsidP="00276416">
                <w:pPr>
                  <w:ind w:right="-70"/>
                  <w:rPr>
                    <w:sz w:val="20"/>
                  </w:rPr>
                </w:pPr>
              </w:p>
              <w:p w:rsidR="00852D36" w:rsidRPr="001772E6" w:rsidRDefault="00852D36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852D36" w:rsidRDefault="00852D36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attachedTemplate r:id="rId1"/>
  <w:stylePaneFormatFilter w:val="3F01"/>
  <w:documentProtection w:edit="forms" w:enforcement="1" w:cryptProviderType="rsaFull" w:cryptAlgorithmClass="hash" w:cryptAlgorithmType="typeAny" w:cryptAlgorithmSid="4" w:cryptSpinCount="50000" w:hash="RrTrqcyVHPO80H3TCmvAwrhtqxE=" w:salt="pZ658417FbKyj1dy9IeRSw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65096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3012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6BEC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5AC2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435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4AA1"/>
    <w:rsid w:val="0013500F"/>
    <w:rsid w:val="001352A1"/>
    <w:rsid w:val="00136932"/>
    <w:rsid w:val="00136B4A"/>
    <w:rsid w:val="001378C1"/>
    <w:rsid w:val="00140EA9"/>
    <w:rsid w:val="001414AC"/>
    <w:rsid w:val="00141E9B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1EE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433A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CCB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14E8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0AB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96E3D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84A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77398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A7A0E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BD2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6F2D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59E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D36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773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2BB5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E7395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713"/>
    <w:rsid w:val="00B50E39"/>
    <w:rsid w:val="00B5181E"/>
    <w:rsid w:val="00B525A0"/>
    <w:rsid w:val="00B52B2D"/>
    <w:rsid w:val="00B54C90"/>
    <w:rsid w:val="00B54CE3"/>
    <w:rsid w:val="00B55DCE"/>
    <w:rsid w:val="00B604A1"/>
    <w:rsid w:val="00B60CFB"/>
    <w:rsid w:val="00B61CFA"/>
    <w:rsid w:val="00B63363"/>
    <w:rsid w:val="00B65096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086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3C5"/>
    <w:rsid w:val="00C954D0"/>
    <w:rsid w:val="00C9571D"/>
    <w:rsid w:val="00C95E23"/>
    <w:rsid w:val="00C95E4E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2F2C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3CDB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095AC2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095AC2"/>
    <w:rPr>
      <w:rFonts w:cs="Times New Roman"/>
      <w:sz w:val="28"/>
      <w:szCs w:val="28"/>
    </w:rPr>
  </w:style>
  <w:style w:type="paragraph" w:customStyle="1" w:styleId="ConsPlusNormal">
    <w:name w:val="ConsPlusNormal"/>
    <w:rsid w:val="00095AC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20086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Решение.dot</Template>
  <TotalTime>0</TotalTime>
  <Pages>2</Pages>
  <Words>341</Words>
  <Characters>1945</Characters>
  <Application>Microsoft Office Word</Application>
  <DocSecurity>0</DocSecurity>
  <Lines>16</Lines>
  <Paragraphs>4</Paragraphs>
  <ScaleCrop>false</ScaleCrop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law04usr</cp:lastModifiedBy>
  <cp:revision>2</cp:revision>
  <cp:lastPrinted>2006-05-23T08:04:00Z</cp:lastPrinted>
  <dcterms:created xsi:type="dcterms:W3CDTF">2016-11-22T14:26:00Z</dcterms:created>
  <dcterms:modified xsi:type="dcterms:W3CDTF">2016-11-22T14:26:00Z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