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DF348F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B5963">
              <w:rPr>
                <w:noProof/>
              </w:rPr>
              <w:t>0</w:t>
            </w:r>
            <w:r w:rsidR="00DF348F">
              <w:rPr>
                <w:noProof/>
              </w:rPr>
              <w:t>9</w:t>
            </w:r>
            <w:r w:rsidR="009B5963">
              <w:rPr>
                <w:noProof/>
              </w:rPr>
              <w:t>.12.</w:t>
            </w:r>
            <w:r w:rsidR="00A40696">
              <w:rPr>
                <w:noProof/>
              </w:rPr>
              <w:t>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3C4499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720FB">
              <w:rPr>
                <w:noProof/>
                <w:lang w:val="en-US"/>
              </w:rPr>
              <w:t>4</w:t>
            </w:r>
            <w:r w:rsidR="00DF348F">
              <w:rPr>
                <w:noProof/>
              </w:rPr>
              <w:t>8</w:t>
            </w:r>
            <w:r w:rsidR="009720FB">
              <w:rPr>
                <w:noProof/>
                <w:lang w:val="en-US"/>
              </w:rPr>
              <w:t>/</w:t>
            </w:r>
            <w:r w:rsidR="0061702A">
              <w:rPr>
                <w:noProof/>
              </w:rPr>
              <w:t>2</w:t>
            </w:r>
            <w:r w:rsidR="003C4499">
              <w:rPr>
                <w:noProof/>
              </w:rPr>
              <w:t>4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3C4499" w:rsidRDefault="00F54F00" w:rsidP="003C4499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C4499" w:rsidRPr="003C4499">
              <w:rPr>
                <w:noProof/>
              </w:rPr>
              <w:t xml:space="preserve">О внесении изменений в решение региональной службы по тарифам Нижегородской области от 26 ноября 2015 года № 44/26 «Об установлении МУНИЦИПАЛЬНОМУ УНИТАРНОМУ ПРЕДПРИЯТИЮ «МАЛОЕ КОЗИНО» МУНИЦИПАЛЬНОГО ОБРАЗОВАНИЯ «РАБОЧИЙ ПОСЕЛОК МАЛОЕ КОЗИНО», </w:t>
            </w:r>
          </w:p>
          <w:p w:rsidR="0085764D" w:rsidRPr="00252D0D" w:rsidRDefault="003C4499" w:rsidP="003C4499">
            <w:pPr>
              <w:jc w:val="center"/>
            </w:pPr>
            <w:r w:rsidRPr="003C4499">
              <w:rPr>
                <w:noProof/>
              </w:rPr>
              <w:t>р.п. Первое Мая Балахнинского муниципального района Нижегородской области, тарифов на тепловую энергию</w:t>
            </w:r>
            <w:r w:rsidR="00F54F00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6"/>
          <w:headerReference w:type="default" r:id="rId7"/>
          <w:headerReference w:type="first" r:id="rId8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3C4499" w:rsidRPr="003C4499" w:rsidRDefault="003C4499" w:rsidP="00FA5811">
      <w:pPr>
        <w:tabs>
          <w:tab w:val="left" w:pos="1897"/>
        </w:tabs>
        <w:jc w:val="center"/>
        <w:rPr>
          <w:noProof/>
          <w:szCs w:val="28"/>
        </w:rPr>
      </w:pPr>
      <w:r w:rsidRPr="003C4499">
        <w:rPr>
          <w:noProof/>
          <w:szCs w:val="28"/>
        </w:rPr>
        <w:t xml:space="preserve">(мощность), поставляемую потребителям </w:t>
      </w:r>
    </w:p>
    <w:p w:rsidR="00122CC7" w:rsidRDefault="003C4499" w:rsidP="00FA5811">
      <w:pPr>
        <w:tabs>
          <w:tab w:val="left" w:pos="1897"/>
        </w:tabs>
        <w:jc w:val="center"/>
        <w:rPr>
          <w:noProof/>
          <w:szCs w:val="28"/>
        </w:rPr>
      </w:pPr>
      <w:r w:rsidRPr="003C4499">
        <w:rPr>
          <w:noProof/>
          <w:szCs w:val="28"/>
        </w:rPr>
        <w:t>Балахнинского муниципального района</w:t>
      </w:r>
      <w:r w:rsidR="00122CC7">
        <w:rPr>
          <w:noProof/>
          <w:szCs w:val="28"/>
        </w:rPr>
        <w:t xml:space="preserve"> </w:t>
      </w:r>
    </w:p>
    <w:p w:rsidR="00F8748C" w:rsidRPr="003C4499" w:rsidRDefault="00122CC7" w:rsidP="00FA5811">
      <w:pPr>
        <w:tabs>
          <w:tab w:val="left" w:pos="1897"/>
        </w:tabs>
        <w:jc w:val="center"/>
        <w:rPr>
          <w:szCs w:val="28"/>
        </w:rPr>
      </w:pPr>
      <w:r>
        <w:rPr>
          <w:noProof/>
          <w:szCs w:val="28"/>
        </w:rPr>
        <w:t>Нижегородской области</w:t>
      </w:r>
      <w:r w:rsidR="003A5B50" w:rsidRPr="003C4499">
        <w:rPr>
          <w:noProof/>
          <w:szCs w:val="28"/>
        </w:rPr>
        <w:t>»</w:t>
      </w:r>
      <w:r w:rsidR="00352EC8" w:rsidRPr="003C4499">
        <w:rPr>
          <w:bCs/>
          <w:szCs w:val="28"/>
        </w:rPr>
        <w:t xml:space="preserve"> </w:t>
      </w:r>
    </w:p>
    <w:p w:rsidR="002214E0" w:rsidRPr="00723CEA" w:rsidRDefault="002214E0" w:rsidP="00723CEA">
      <w:pPr>
        <w:tabs>
          <w:tab w:val="left" w:pos="1897"/>
        </w:tabs>
        <w:spacing w:line="276" w:lineRule="auto"/>
        <w:rPr>
          <w:szCs w:val="28"/>
        </w:rPr>
      </w:pPr>
    </w:p>
    <w:p w:rsidR="003C4499" w:rsidRPr="003C4499" w:rsidRDefault="003C4499" w:rsidP="003C4499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449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C4499">
        <w:rPr>
          <w:rFonts w:ascii="Times New Roman" w:hAnsi="Times New Roman" w:cs="Times New Roman"/>
          <w:sz w:val="28"/>
          <w:szCs w:val="28"/>
        </w:rPr>
        <w:t xml:space="preserve">от 22 октября 2012 года № 1075 «О ценообразовании в сфере теплоснабжения»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499">
        <w:rPr>
          <w:rFonts w:ascii="Times New Roman" w:hAnsi="Times New Roman" w:cs="Times New Roman"/>
          <w:sz w:val="28"/>
          <w:szCs w:val="28"/>
        </w:rPr>
        <w:t xml:space="preserve">и на основании рассмотрения расчетных и обосновывающих материалов, представленных </w:t>
      </w:r>
      <w:r w:rsidRPr="003C4499">
        <w:rPr>
          <w:rFonts w:ascii="Times New Roman" w:hAnsi="Times New Roman" w:cs="Times New Roman"/>
          <w:noProof/>
          <w:sz w:val="28"/>
          <w:szCs w:val="28"/>
        </w:rPr>
        <w:t>МУНИЦИПАЛЬНЫМ УНИТАРНЫМ ПРЕДПРИЯТИЕМ «МАЛОЕ КОЗИНО» МУНИЦИПАЛЬНОГО ОБРАЗОВАНИЯ «РАБОЧИЙ ПОСЕЛОК МАЛОЕ КОЗИНО», р.п. </w:t>
      </w:r>
      <w:r w:rsidRPr="003C4499">
        <w:rPr>
          <w:rFonts w:ascii="Times New Roman" w:hAnsi="Times New Roman" w:cs="Times New Roman"/>
          <w:bCs/>
          <w:sz w:val="28"/>
          <w:szCs w:val="28"/>
        </w:rPr>
        <w:t>Первое Мая</w:t>
      </w:r>
      <w:r w:rsidRPr="003C4499">
        <w:rPr>
          <w:rFonts w:ascii="Times New Roman" w:hAnsi="Times New Roman" w:cs="Times New Roman"/>
          <w:noProof/>
          <w:sz w:val="28"/>
          <w:szCs w:val="28"/>
        </w:rPr>
        <w:t xml:space="preserve"> Балахнинского муниципального района Нижегородской области, </w:t>
      </w:r>
      <w:r w:rsidRPr="003C4499">
        <w:rPr>
          <w:rFonts w:ascii="Times New Roman" w:hAnsi="Times New Roman" w:cs="Times New Roman"/>
          <w:sz w:val="28"/>
          <w:szCs w:val="28"/>
        </w:rPr>
        <w:t xml:space="preserve">экспертного заключения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C4499">
        <w:rPr>
          <w:rFonts w:ascii="Times New Roman" w:hAnsi="Times New Roman" w:cs="Times New Roman"/>
          <w:sz w:val="28"/>
          <w:szCs w:val="28"/>
        </w:rPr>
        <w:t>рег. № в-745 от 1 декабря 2016 года:</w:t>
      </w:r>
    </w:p>
    <w:p w:rsidR="003C4499" w:rsidRPr="003C4499" w:rsidRDefault="003C4499" w:rsidP="003C4499">
      <w:pPr>
        <w:pStyle w:val="ac"/>
        <w:spacing w:line="276" w:lineRule="auto"/>
        <w:ind w:firstLine="708"/>
        <w:rPr>
          <w:bCs/>
        </w:rPr>
      </w:pPr>
      <w:r w:rsidRPr="003C4499">
        <w:rPr>
          <w:b/>
        </w:rPr>
        <w:t xml:space="preserve">1. </w:t>
      </w:r>
      <w:r w:rsidRPr="003C4499">
        <w:t xml:space="preserve">Внести </w:t>
      </w:r>
      <w:r w:rsidRPr="003C4499">
        <w:rPr>
          <w:bCs/>
        </w:rPr>
        <w:t>в решение региональной службы по тарифам Нижегородской области от 26 ноября 2015 года № 44/26 «</w:t>
      </w:r>
      <w:r w:rsidRPr="003C4499">
        <w:rPr>
          <w:noProof/>
        </w:rPr>
        <w:t>Об установлении МУНИЦИПАЛЬНОМУ УНИТАРНОМУ ПРЕДПРИЯТИЮ «МАЛОЕ КОЗИНО» МУНИЦИПАЛЬНОГО ОБРАЗОВАНИЯ «РАБОЧИЙ ПОСЕЛОК МАЛОЕ КОЗИНО»</w:t>
      </w:r>
      <w:r w:rsidRPr="003C4499">
        <w:rPr>
          <w:bCs/>
        </w:rPr>
        <w:t xml:space="preserve">, р.п. Первое Мая Балахнинского муниципального района Нижегородской области, </w:t>
      </w:r>
      <w:r w:rsidRPr="003C4499">
        <w:rPr>
          <w:noProof/>
        </w:rPr>
        <w:t>тарифов на тепловую энергию (мощность), поставляемую потребителям Балахнинского муниципального района Нижегородской области</w:t>
      </w:r>
      <w:r w:rsidRPr="003C4499">
        <w:rPr>
          <w:bCs/>
        </w:rPr>
        <w:t>» следующие изменения:</w:t>
      </w:r>
    </w:p>
    <w:p w:rsidR="003C4499" w:rsidRPr="003C4499" w:rsidRDefault="003C4499" w:rsidP="003C4499">
      <w:pPr>
        <w:pStyle w:val="ac"/>
        <w:spacing w:line="276" w:lineRule="auto"/>
        <w:rPr>
          <w:bCs/>
        </w:rPr>
      </w:pPr>
      <w:r w:rsidRPr="003C4499">
        <w:rPr>
          <w:b/>
          <w:bCs/>
          <w:i/>
        </w:rPr>
        <w:t>1.1.</w:t>
      </w:r>
      <w:r w:rsidRPr="003C4499">
        <w:rPr>
          <w:bCs/>
        </w:rPr>
        <w:t xml:space="preserve"> В Приложении 1 к решению слова «</w:t>
      </w:r>
      <w:r w:rsidRPr="003C4499">
        <w:rPr>
          <w:noProof/>
        </w:rPr>
        <w:t>р.п. Лукино» заменить словами</w:t>
      </w:r>
      <w:r>
        <w:rPr>
          <w:noProof/>
        </w:rPr>
        <w:t xml:space="preserve">             </w:t>
      </w:r>
      <w:r w:rsidRPr="003C4499">
        <w:rPr>
          <w:noProof/>
        </w:rPr>
        <w:t xml:space="preserve"> «р.п. Первое Мая».</w:t>
      </w:r>
    </w:p>
    <w:p w:rsidR="003C4499" w:rsidRPr="003C4499" w:rsidRDefault="003C4499" w:rsidP="003C4499">
      <w:pPr>
        <w:pStyle w:val="ac"/>
        <w:spacing w:line="276" w:lineRule="auto"/>
      </w:pPr>
      <w:r w:rsidRPr="003C4499">
        <w:rPr>
          <w:b/>
          <w:bCs/>
          <w:i/>
        </w:rPr>
        <w:lastRenderedPageBreak/>
        <w:t>1.2.</w:t>
      </w:r>
      <w:r w:rsidRPr="003C4499">
        <w:rPr>
          <w:bCs/>
        </w:rPr>
        <w:t xml:space="preserve"> Таблицу </w:t>
      </w:r>
      <w:r w:rsidRPr="003C4499">
        <w:t>Приложения 2 к решению изложить в следующей редакции:</w:t>
      </w:r>
    </w:p>
    <w:p w:rsidR="003C4499" w:rsidRPr="003C4499" w:rsidRDefault="003C4499" w:rsidP="003C4499">
      <w:pPr>
        <w:pStyle w:val="ac"/>
        <w:spacing w:line="276" w:lineRule="auto"/>
      </w:pPr>
      <w:r w:rsidRPr="003C4499">
        <w:t>«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543"/>
        <w:gridCol w:w="2694"/>
        <w:gridCol w:w="850"/>
        <w:gridCol w:w="1134"/>
        <w:gridCol w:w="1134"/>
      </w:tblGrid>
      <w:tr w:rsidR="003C4499" w:rsidRPr="002036AF" w:rsidTr="009508E8">
        <w:tc>
          <w:tcPr>
            <w:tcW w:w="534" w:type="dxa"/>
            <w:vMerge w:val="restart"/>
          </w:tcPr>
          <w:p w:rsidR="003C4499" w:rsidRPr="002036AF" w:rsidRDefault="003C4499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№ п/п</w:t>
            </w:r>
          </w:p>
        </w:tc>
        <w:tc>
          <w:tcPr>
            <w:tcW w:w="3543" w:type="dxa"/>
            <w:vMerge w:val="restart"/>
          </w:tcPr>
          <w:p w:rsidR="003C4499" w:rsidRPr="002036AF" w:rsidRDefault="003C4499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Наименование регулируемой организации</w:t>
            </w:r>
          </w:p>
        </w:tc>
        <w:tc>
          <w:tcPr>
            <w:tcW w:w="2694" w:type="dxa"/>
            <w:vMerge w:val="restart"/>
          </w:tcPr>
          <w:p w:rsidR="003C4499" w:rsidRPr="002036AF" w:rsidRDefault="003C4499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Вид тарифа</w:t>
            </w:r>
          </w:p>
        </w:tc>
        <w:tc>
          <w:tcPr>
            <w:tcW w:w="850" w:type="dxa"/>
            <w:vMerge w:val="restart"/>
          </w:tcPr>
          <w:p w:rsidR="003C4499" w:rsidRPr="002036AF" w:rsidRDefault="003C4499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Год</w:t>
            </w:r>
          </w:p>
        </w:tc>
        <w:tc>
          <w:tcPr>
            <w:tcW w:w="2268" w:type="dxa"/>
            <w:gridSpan w:val="2"/>
          </w:tcPr>
          <w:p w:rsidR="003C4499" w:rsidRPr="002036AF" w:rsidRDefault="003C4499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Вода</w:t>
            </w:r>
          </w:p>
        </w:tc>
      </w:tr>
      <w:tr w:rsidR="003C4499" w:rsidRPr="002036AF" w:rsidTr="009508E8">
        <w:tc>
          <w:tcPr>
            <w:tcW w:w="534" w:type="dxa"/>
            <w:vMerge/>
          </w:tcPr>
          <w:p w:rsidR="003C4499" w:rsidRPr="002036AF" w:rsidRDefault="003C4499" w:rsidP="009508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543" w:type="dxa"/>
            <w:vMerge/>
          </w:tcPr>
          <w:p w:rsidR="003C4499" w:rsidRPr="002036AF" w:rsidRDefault="003C4499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3C4499" w:rsidRPr="002036AF" w:rsidRDefault="003C4499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C4499" w:rsidRPr="002036AF" w:rsidRDefault="003C4499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C4499" w:rsidRPr="002036AF" w:rsidRDefault="003C4499" w:rsidP="009508E8">
            <w:pPr>
              <w:jc w:val="center"/>
              <w:rPr>
                <w:b/>
                <w:bCs/>
                <w:sz w:val="24"/>
                <w:szCs w:val="24"/>
              </w:rPr>
            </w:pPr>
            <w:r w:rsidRPr="002036AF">
              <w:rPr>
                <w:b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134" w:type="dxa"/>
          </w:tcPr>
          <w:p w:rsidR="003C4499" w:rsidRPr="002036AF" w:rsidRDefault="003C4499" w:rsidP="009508E8">
            <w:pPr>
              <w:jc w:val="center"/>
              <w:rPr>
                <w:b/>
                <w:bCs/>
                <w:sz w:val="24"/>
                <w:szCs w:val="24"/>
              </w:rPr>
            </w:pPr>
            <w:r w:rsidRPr="002036AF">
              <w:rPr>
                <w:b/>
                <w:sz w:val="16"/>
                <w:szCs w:val="16"/>
              </w:rPr>
              <w:t xml:space="preserve">с 1 июля по 31 декабря </w:t>
            </w:r>
          </w:p>
        </w:tc>
      </w:tr>
      <w:tr w:rsidR="003C4499" w:rsidRPr="002036AF" w:rsidTr="009508E8">
        <w:tc>
          <w:tcPr>
            <w:tcW w:w="534" w:type="dxa"/>
          </w:tcPr>
          <w:p w:rsidR="003C4499" w:rsidRPr="002036AF" w:rsidRDefault="003C4499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1.</w:t>
            </w:r>
          </w:p>
        </w:tc>
        <w:tc>
          <w:tcPr>
            <w:tcW w:w="3543" w:type="dxa"/>
            <w:vMerge w:val="restart"/>
          </w:tcPr>
          <w:p w:rsidR="003C4499" w:rsidRPr="002036AF" w:rsidRDefault="003C4499" w:rsidP="009508E8">
            <w:pPr>
              <w:autoSpaceDE w:val="0"/>
              <w:autoSpaceDN w:val="0"/>
              <w:adjustRightInd w:val="0"/>
              <w:rPr>
                <w:noProof/>
                <w:sz w:val="24"/>
                <w:szCs w:val="24"/>
              </w:rPr>
            </w:pPr>
            <w:r w:rsidRPr="002036AF">
              <w:rPr>
                <w:noProof/>
                <w:sz w:val="24"/>
                <w:szCs w:val="24"/>
              </w:rPr>
              <w:t xml:space="preserve">МУНИЦИПАЛЬНОЕ УНИТАРНОЕ ПРЕДПРИЯТИЕ «МАЛОЕ КОЗИНО» МУНИЦИПАЛЬНОГО ОБРАЗОВАНИЯ «РАБОЧИЙ ПОСЕЛОК МАЛОЕ КОЗИНО», р.п. </w:t>
            </w:r>
            <w:r>
              <w:rPr>
                <w:bCs/>
                <w:sz w:val="24"/>
                <w:szCs w:val="24"/>
              </w:rPr>
              <w:t>Первое Мая</w:t>
            </w:r>
            <w:r w:rsidRPr="002036AF">
              <w:rPr>
                <w:noProof/>
                <w:sz w:val="24"/>
                <w:szCs w:val="24"/>
              </w:rPr>
              <w:t xml:space="preserve"> Балахнинского муниципального района Нижегородской области</w:t>
            </w:r>
          </w:p>
        </w:tc>
        <w:tc>
          <w:tcPr>
            <w:tcW w:w="5812" w:type="dxa"/>
            <w:gridSpan w:val="4"/>
          </w:tcPr>
          <w:p w:rsidR="003C4499" w:rsidRPr="002036AF" w:rsidRDefault="003C4499" w:rsidP="009508E8">
            <w:pPr>
              <w:pStyle w:val="ac"/>
              <w:ind w:right="57"/>
              <w:rPr>
                <w:b/>
                <w:bCs/>
                <w:sz w:val="24"/>
                <w:szCs w:val="24"/>
              </w:rPr>
            </w:pPr>
            <w:r w:rsidRPr="002036AF">
              <w:rPr>
                <w:b/>
                <w:bCs/>
                <w:sz w:val="24"/>
                <w:szCs w:val="24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D32487" w:rsidRPr="002036AF" w:rsidTr="009508E8">
        <w:tc>
          <w:tcPr>
            <w:tcW w:w="534" w:type="dxa"/>
          </w:tcPr>
          <w:p w:rsidR="00D32487" w:rsidRPr="002036AF" w:rsidRDefault="00D32487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1.1.</w:t>
            </w:r>
          </w:p>
        </w:tc>
        <w:tc>
          <w:tcPr>
            <w:tcW w:w="3543" w:type="dxa"/>
            <w:vMerge/>
          </w:tcPr>
          <w:p w:rsidR="00D32487" w:rsidRPr="002036AF" w:rsidRDefault="00D32487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D32487" w:rsidRPr="002036AF" w:rsidRDefault="00D32487" w:rsidP="009508E8">
            <w:pPr>
              <w:pStyle w:val="ac"/>
              <w:jc w:val="left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850" w:type="dxa"/>
          </w:tcPr>
          <w:p w:rsidR="00D32487" w:rsidRPr="002036AF" w:rsidRDefault="00D32487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D32487" w:rsidRPr="001E2026" w:rsidRDefault="00D32487" w:rsidP="00A57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2025,33</w:t>
            </w:r>
          </w:p>
        </w:tc>
        <w:tc>
          <w:tcPr>
            <w:tcW w:w="1134" w:type="dxa"/>
          </w:tcPr>
          <w:p w:rsidR="00D32487" w:rsidRPr="00F13592" w:rsidRDefault="00D32487" w:rsidP="00A57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2093,03</w:t>
            </w:r>
          </w:p>
        </w:tc>
      </w:tr>
      <w:tr w:rsidR="00D32487" w:rsidRPr="002036AF" w:rsidTr="009508E8">
        <w:tc>
          <w:tcPr>
            <w:tcW w:w="534" w:type="dxa"/>
          </w:tcPr>
          <w:p w:rsidR="00D32487" w:rsidRPr="002036AF" w:rsidRDefault="00D32487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1.2.</w:t>
            </w:r>
          </w:p>
        </w:tc>
        <w:tc>
          <w:tcPr>
            <w:tcW w:w="3543" w:type="dxa"/>
            <w:vMerge/>
          </w:tcPr>
          <w:p w:rsidR="00D32487" w:rsidRPr="002036AF" w:rsidRDefault="00D32487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D32487" w:rsidRPr="002036AF" w:rsidRDefault="00D32487" w:rsidP="009508E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32487" w:rsidRPr="002036AF" w:rsidRDefault="00D32487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D32487" w:rsidRDefault="00D32487" w:rsidP="00A573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2093,03</w:t>
            </w:r>
          </w:p>
        </w:tc>
        <w:tc>
          <w:tcPr>
            <w:tcW w:w="1134" w:type="dxa"/>
          </w:tcPr>
          <w:p w:rsidR="00D32487" w:rsidRDefault="00D32487" w:rsidP="00A57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2158,85</w:t>
            </w:r>
          </w:p>
        </w:tc>
      </w:tr>
      <w:tr w:rsidR="00D32487" w:rsidRPr="002036AF" w:rsidTr="009508E8">
        <w:tc>
          <w:tcPr>
            <w:tcW w:w="534" w:type="dxa"/>
          </w:tcPr>
          <w:p w:rsidR="00D32487" w:rsidRPr="002036AF" w:rsidRDefault="00D32487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1.3.</w:t>
            </w:r>
          </w:p>
        </w:tc>
        <w:tc>
          <w:tcPr>
            <w:tcW w:w="3543" w:type="dxa"/>
            <w:vMerge/>
          </w:tcPr>
          <w:p w:rsidR="00D32487" w:rsidRPr="002036AF" w:rsidRDefault="00D32487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D32487" w:rsidRPr="002036AF" w:rsidRDefault="00D32487" w:rsidP="009508E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32487" w:rsidRPr="002036AF" w:rsidRDefault="00D32487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</w:tcPr>
          <w:p w:rsidR="00D32487" w:rsidRDefault="00D32487" w:rsidP="00A57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2158,85</w:t>
            </w:r>
          </w:p>
        </w:tc>
        <w:tc>
          <w:tcPr>
            <w:tcW w:w="1134" w:type="dxa"/>
          </w:tcPr>
          <w:p w:rsidR="00D32487" w:rsidRDefault="00D32487" w:rsidP="00A57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2247,01</w:t>
            </w:r>
          </w:p>
        </w:tc>
      </w:tr>
      <w:tr w:rsidR="003C4499" w:rsidRPr="002036AF" w:rsidTr="009508E8">
        <w:tc>
          <w:tcPr>
            <w:tcW w:w="534" w:type="dxa"/>
          </w:tcPr>
          <w:p w:rsidR="003C4499" w:rsidRPr="002036AF" w:rsidRDefault="003C4499" w:rsidP="009508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543" w:type="dxa"/>
            <w:vMerge/>
          </w:tcPr>
          <w:p w:rsidR="003C4499" w:rsidRPr="002036AF" w:rsidRDefault="003C4499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gridSpan w:val="4"/>
          </w:tcPr>
          <w:p w:rsidR="003C4499" w:rsidRPr="002036AF" w:rsidRDefault="003C4499" w:rsidP="009508E8">
            <w:pPr>
              <w:rPr>
                <w:b/>
                <w:sz w:val="16"/>
                <w:szCs w:val="16"/>
              </w:rPr>
            </w:pPr>
            <w:r w:rsidRPr="002036AF">
              <w:rPr>
                <w:sz w:val="20"/>
              </w:rPr>
              <w:t>Население (тарифы указаны с учетом НДС)</w:t>
            </w:r>
          </w:p>
        </w:tc>
      </w:tr>
      <w:tr w:rsidR="00D32487" w:rsidRPr="002036AF" w:rsidTr="009508E8">
        <w:tc>
          <w:tcPr>
            <w:tcW w:w="534" w:type="dxa"/>
          </w:tcPr>
          <w:p w:rsidR="00D32487" w:rsidRPr="002036AF" w:rsidRDefault="00D32487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1.4.</w:t>
            </w:r>
          </w:p>
        </w:tc>
        <w:tc>
          <w:tcPr>
            <w:tcW w:w="3543" w:type="dxa"/>
            <w:vMerge/>
          </w:tcPr>
          <w:p w:rsidR="00D32487" w:rsidRPr="002036AF" w:rsidRDefault="00D32487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D32487" w:rsidRPr="002036AF" w:rsidRDefault="00D32487" w:rsidP="009508E8">
            <w:pPr>
              <w:pStyle w:val="ac"/>
              <w:jc w:val="left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850" w:type="dxa"/>
          </w:tcPr>
          <w:p w:rsidR="00D32487" w:rsidRPr="002036AF" w:rsidRDefault="00D32487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D32487" w:rsidRPr="001E2026" w:rsidRDefault="00D32487" w:rsidP="00A57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2025,33</w:t>
            </w:r>
          </w:p>
        </w:tc>
        <w:tc>
          <w:tcPr>
            <w:tcW w:w="1134" w:type="dxa"/>
          </w:tcPr>
          <w:p w:rsidR="00D32487" w:rsidRPr="00F13592" w:rsidRDefault="00D32487" w:rsidP="00A57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2093,03</w:t>
            </w:r>
          </w:p>
        </w:tc>
      </w:tr>
      <w:tr w:rsidR="00D32487" w:rsidRPr="002036AF" w:rsidTr="009508E8">
        <w:tc>
          <w:tcPr>
            <w:tcW w:w="534" w:type="dxa"/>
          </w:tcPr>
          <w:p w:rsidR="00D32487" w:rsidRPr="002036AF" w:rsidRDefault="00D32487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1.5.</w:t>
            </w:r>
          </w:p>
        </w:tc>
        <w:tc>
          <w:tcPr>
            <w:tcW w:w="3543" w:type="dxa"/>
            <w:vMerge/>
          </w:tcPr>
          <w:p w:rsidR="00D32487" w:rsidRPr="002036AF" w:rsidRDefault="00D32487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D32487" w:rsidRPr="002036AF" w:rsidRDefault="00D32487" w:rsidP="009508E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32487" w:rsidRPr="002036AF" w:rsidRDefault="00D32487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D32487" w:rsidRDefault="00D32487" w:rsidP="00A573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2093,03</w:t>
            </w:r>
          </w:p>
        </w:tc>
        <w:tc>
          <w:tcPr>
            <w:tcW w:w="1134" w:type="dxa"/>
          </w:tcPr>
          <w:p w:rsidR="00D32487" w:rsidRDefault="00D32487" w:rsidP="00A57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2158,85</w:t>
            </w:r>
          </w:p>
        </w:tc>
      </w:tr>
      <w:tr w:rsidR="00D32487" w:rsidRPr="002036AF" w:rsidTr="009508E8">
        <w:tc>
          <w:tcPr>
            <w:tcW w:w="534" w:type="dxa"/>
          </w:tcPr>
          <w:p w:rsidR="00D32487" w:rsidRPr="002036AF" w:rsidRDefault="00D32487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1.6.</w:t>
            </w:r>
          </w:p>
        </w:tc>
        <w:tc>
          <w:tcPr>
            <w:tcW w:w="3543" w:type="dxa"/>
            <w:vMerge/>
          </w:tcPr>
          <w:p w:rsidR="00D32487" w:rsidRPr="002036AF" w:rsidRDefault="00D32487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D32487" w:rsidRPr="002036AF" w:rsidRDefault="00D32487" w:rsidP="009508E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32487" w:rsidRPr="002036AF" w:rsidRDefault="00D32487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</w:tcPr>
          <w:p w:rsidR="00D32487" w:rsidRDefault="00D32487" w:rsidP="00A57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2158,85</w:t>
            </w:r>
          </w:p>
        </w:tc>
        <w:tc>
          <w:tcPr>
            <w:tcW w:w="1134" w:type="dxa"/>
          </w:tcPr>
          <w:p w:rsidR="00D32487" w:rsidRDefault="00D32487" w:rsidP="00A57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2247,01</w:t>
            </w:r>
          </w:p>
        </w:tc>
      </w:tr>
    </w:tbl>
    <w:p w:rsidR="003C4499" w:rsidRPr="003C4499" w:rsidRDefault="003C4499" w:rsidP="003C4499">
      <w:pPr>
        <w:pStyle w:val="ac"/>
        <w:spacing w:line="276" w:lineRule="auto"/>
        <w:jc w:val="right"/>
      </w:pPr>
      <w:r w:rsidRPr="003C4499">
        <w:t>».</w:t>
      </w:r>
    </w:p>
    <w:p w:rsidR="003C4499" w:rsidRPr="003C4499" w:rsidRDefault="003C4499" w:rsidP="003C4499">
      <w:pPr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 w:rsidRPr="003C4499">
        <w:rPr>
          <w:b/>
          <w:szCs w:val="28"/>
        </w:rPr>
        <w:t>2.</w:t>
      </w:r>
      <w:r w:rsidRPr="003C4499">
        <w:rPr>
          <w:szCs w:val="28"/>
        </w:rPr>
        <w:t xml:space="preserve"> </w:t>
      </w:r>
      <w:r w:rsidRPr="003C4499">
        <w:rPr>
          <w:color w:val="000000"/>
          <w:szCs w:val="28"/>
        </w:rPr>
        <w:t>Настоящее решение вступает в силу с 1 января 2017 года.</w:t>
      </w:r>
    </w:p>
    <w:p w:rsidR="00A40696" w:rsidRPr="003C4499" w:rsidRDefault="00A40696" w:rsidP="003C4499">
      <w:pPr>
        <w:tabs>
          <w:tab w:val="left" w:pos="1897"/>
        </w:tabs>
        <w:spacing w:line="276" w:lineRule="auto"/>
        <w:rPr>
          <w:szCs w:val="28"/>
        </w:rPr>
      </w:pPr>
    </w:p>
    <w:p w:rsidR="00AA11F0" w:rsidRDefault="00AA11F0" w:rsidP="001F1396">
      <w:pPr>
        <w:tabs>
          <w:tab w:val="left" w:pos="1897"/>
        </w:tabs>
        <w:spacing w:line="276" w:lineRule="auto"/>
        <w:rPr>
          <w:szCs w:val="28"/>
        </w:rPr>
      </w:pPr>
    </w:p>
    <w:p w:rsidR="00122CC7" w:rsidRPr="001F1396" w:rsidRDefault="00122CC7" w:rsidP="001F13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A40696" w:rsidP="00A40696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0C4F58">
        <w:rPr>
          <w:szCs w:val="28"/>
        </w:rPr>
        <w:t xml:space="preserve">       </w:t>
      </w:r>
      <w:r>
        <w:rPr>
          <w:szCs w:val="28"/>
        </w:rPr>
        <w:t>А.В. Семенников</w:t>
      </w: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sectPr w:rsidR="0061702A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EC8" w:rsidRDefault="00352EC8">
      <w:r>
        <w:separator/>
      </w:r>
    </w:p>
  </w:endnote>
  <w:endnote w:type="continuationSeparator" w:id="0">
    <w:p w:rsidR="00352EC8" w:rsidRDefault="00352E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EC8" w:rsidRDefault="00352EC8">
      <w:r>
        <w:separator/>
      </w:r>
    </w:p>
  </w:footnote>
  <w:footnote w:type="continuationSeparator" w:id="0">
    <w:p w:rsidR="00352EC8" w:rsidRDefault="00352E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EC8" w:rsidRDefault="00352EC8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52EC8" w:rsidRDefault="00352EC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EC8" w:rsidRDefault="00352EC8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57725">
      <w:rPr>
        <w:rStyle w:val="a9"/>
        <w:noProof/>
      </w:rPr>
      <w:t>2</w:t>
    </w:r>
    <w:r>
      <w:rPr>
        <w:rStyle w:val="a9"/>
      </w:rPr>
      <w:fldChar w:fldCharType="end"/>
    </w:r>
  </w:p>
  <w:p w:rsidR="00352EC8" w:rsidRDefault="00352EC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EC8" w:rsidRDefault="00557725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5168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6192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352EC8" w:rsidRPr="00E52B15" w:rsidRDefault="00557725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52EC8" w:rsidRPr="00561114" w:rsidRDefault="00352EC8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352EC8" w:rsidRPr="00561114" w:rsidRDefault="00352EC8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352EC8" w:rsidRPr="000F7B5C" w:rsidRDefault="00352EC8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352EC8" w:rsidRPr="000F7B5C" w:rsidRDefault="00352EC8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352EC8" w:rsidRDefault="00352EC8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352EC8" w:rsidRDefault="00352EC8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352EC8" w:rsidRPr="002B6128" w:rsidRDefault="00352EC8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352EC8" w:rsidRDefault="00352EC8" w:rsidP="00276416">
                <w:pPr>
                  <w:ind w:right="-70"/>
                  <w:rPr>
                    <w:sz w:val="20"/>
                  </w:rPr>
                </w:pPr>
              </w:p>
              <w:p w:rsidR="00352EC8" w:rsidRPr="001772E6" w:rsidRDefault="00352EC8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352EC8" w:rsidRDefault="00352EC8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attachedTemplate r:id="rId1"/>
  <w:stylePaneFormatFilter w:val="3F01"/>
  <w:documentProtection w:edit="forms" w:enforcement="1" w:cryptProviderType="rsaFull" w:cryptAlgorithmClass="hash" w:cryptAlgorithmType="typeAny" w:cryptAlgorithmSid="4" w:cryptSpinCount="50000" w:hash="dLxH88mGt217isiH9moGv8uqiHY=" w:salt="6TbtUz3vFlq/kGynfpngzg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24367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4C53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4F58"/>
    <w:rsid w:val="000C6DA3"/>
    <w:rsid w:val="000C7621"/>
    <w:rsid w:val="000D034E"/>
    <w:rsid w:val="000D066A"/>
    <w:rsid w:val="000D0F61"/>
    <w:rsid w:val="000D3053"/>
    <w:rsid w:val="000D34B2"/>
    <w:rsid w:val="000D436B"/>
    <w:rsid w:val="000D4455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2CC7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2C9C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611"/>
    <w:rsid w:val="00150764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026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396"/>
    <w:rsid w:val="001F1EF4"/>
    <w:rsid w:val="001F2916"/>
    <w:rsid w:val="001F4501"/>
    <w:rsid w:val="001F49D5"/>
    <w:rsid w:val="001F4B0D"/>
    <w:rsid w:val="001F7C23"/>
    <w:rsid w:val="0020073D"/>
    <w:rsid w:val="0020205D"/>
    <w:rsid w:val="0020311F"/>
    <w:rsid w:val="002036A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081"/>
    <w:rsid w:val="002138A8"/>
    <w:rsid w:val="002165E3"/>
    <w:rsid w:val="0021757A"/>
    <w:rsid w:val="002175D4"/>
    <w:rsid w:val="0022015C"/>
    <w:rsid w:val="00220928"/>
    <w:rsid w:val="002214E0"/>
    <w:rsid w:val="0022190C"/>
    <w:rsid w:val="00221FC9"/>
    <w:rsid w:val="002234AA"/>
    <w:rsid w:val="00223530"/>
    <w:rsid w:val="002253EB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69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2EC8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B50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499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2AC"/>
    <w:rsid w:val="003F081E"/>
    <w:rsid w:val="003F13DE"/>
    <w:rsid w:val="003F1B0B"/>
    <w:rsid w:val="003F2F38"/>
    <w:rsid w:val="003F3486"/>
    <w:rsid w:val="003F3A06"/>
    <w:rsid w:val="003F4275"/>
    <w:rsid w:val="003F44C3"/>
    <w:rsid w:val="003F4A0A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26C8B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03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078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12B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725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4DF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1E0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B72D9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02A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1E3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BD2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5FB2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3CEA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0B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6C7F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A7678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1FB6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8E8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0FB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5963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636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0A32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696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573DC"/>
    <w:rsid w:val="00A61635"/>
    <w:rsid w:val="00A61873"/>
    <w:rsid w:val="00A62BB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1EBF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1F0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8B0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6EA9"/>
    <w:rsid w:val="00B0760C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C99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2D60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73D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37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546D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18B8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090"/>
    <w:rsid w:val="00C904C3"/>
    <w:rsid w:val="00C90D78"/>
    <w:rsid w:val="00C915E1"/>
    <w:rsid w:val="00C936E0"/>
    <w:rsid w:val="00C953C5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487"/>
    <w:rsid w:val="00D329C6"/>
    <w:rsid w:val="00D32A1A"/>
    <w:rsid w:val="00D32C83"/>
    <w:rsid w:val="00D3437F"/>
    <w:rsid w:val="00D34AB0"/>
    <w:rsid w:val="00D34ED5"/>
    <w:rsid w:val="00D37044"/>
    <w:rsid w:val="00D375EB"/>
    <w:rsid w:val="00D37B5F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5BBC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8EB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691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348F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367"/>
    <w:rsid w:val="00E246D1"/>
    <w:rsid w:val="00E24AE5"/>
    <w:rsid w:val="00E26BE7"/>
    <w:rsid w:val="00E30AA3"/>
    <w:rsid w:val="00E316DA"/>
    <w:rsid w:val="00E318A2"/>
    <w:rsid w:val="00E318E9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3CDB"/>
    <w:rsid w:val="00F04D8D"/>
    <w:rsid w:val="00F05240"/>
    <w:rsid w:val="00F06E5E"/>
    <w:rsid w:val="00F100F5"/>
    <w:rsid w:val="00F117DB"/>
    <w:rsid w:val="00F11BF9"/>
    <w:rsid w:val="00F1213B"/>
    <w:rsid w:val="00F12E73"/>
    <w:rsid w:val="00F13592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0C0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48C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5811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6464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302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A40696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A40696"/>
    <w:rPr>
      <w:rFonts w:cs="Times New Roman"/>
      <w:sz w:val="28"/>
      <w:szCs w:val="28"/>
    </w:rPr>
  </w:style>
  <w:style w:type="paragraph" w:customStyle="1" w:styleId="ConsPlusNormal">
    <w:name w:val="ConsPlusNormal"/>
    <w:rsid w:val="00A406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uiPriority w:val="99"/>
    <w:rsid w:val="00A40696"/>
    <w:pPr>
      <w:ind w:firstLine="708"/>
      <w:jc w:val="both"/>
    </w:pPr>
    <w:rPr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A40696"/>
    <w:rPr>
      <w:rFonts w:cs="Times New Roman"/>
      <w:sz w:val="28"/>
      <w:szCs w:val="28"/>
    </w:rPr>
  </w:style>
  <w:style w:type="paragraph" w:customStyle="1" w:styleId="ConsPlusNonformat">
    <w:name w:val="ConsPlusNonformat"/>
    <w:uiPriority w:val="99"/>
    <w:rsid w:val="006C5FB2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Решение.dot</Template>
  <TotalTime>1</TotalTime>
  <Pages>2</Pages>
  <Words>375</Words>
  <Characters>2140</Characters>
  <Application>Microsoft Office Word</Application>
  <DocSecurity>0</DocSecurity>
  <Lines>17</Lines>
  <Paragraphs>5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2016-12-12T12:19:00Z</dcterms:created>
  <dcterms:modified xsi:type="dcterms:W3CDTF">2016-12-12T12:19:00Z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