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2F27D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F27DB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2C149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8A3304">
              <w:t>50/2</w:t>
            </w:r>
            <w:r w:rsidR="002C149A">
              <w:t>0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593E8B" w:rsidP="0036022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97FF1" w:rsidRPr="00A97FF1">
              <w:t>О внесении изменения в решение региональной службы по тарифам Нижегородской области</w:t>
            </w:r>
            <w:r w:rsidR="00360224">
              <w:t xml:space="preserve"> </w:t>
            </w:r>
            <w:r w:rsidR="00360224">
              <w:br/>
            </w:r>
            <w:r w:rsidR="00360224" w:rsidRPr="00360224">
              <w:t xml:space="preserve">от 27 ноября 2018 г. № 47/15 «Об установлении ОРДЕНА «ЗНАК ПОЧЕТА» АКЦИОНЕРНОМУ ОБЩЕСТВУ «ХОХЛОМСКАЯ РОСПИСЬ» (ИНН 5228001113), г. Семенов Нижегородской области, тарифов на тепловую энергию (мощность), поставляемую потребителям городского округа Семеновский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25F0A" w:rsidRPr="002F27DB" w:rsidRDefault="00360224" w:rsidP="00A97FF1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2F27DB">
        <w:rPr>
          <w:noProof/>
          <w:szCs w:val="28"/>
        </w:rPr>
        <w:t>Нижегородской области</w:t>
      </w:r>
      <w:r w:rsidRPr="002F27DB">
        <w:rPr>
          <w:bCs/>
          <w:szCs w:val="28"/>
        </w:rPr>
        <w:t>»</w:t>
      </w:r>
    </w:p>
    <w:p w:rsidR="00360224" w:rsidRPr="002F27DB" w:rsidRDefault="00360224" w:rsidP="002F27DB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</w:p>
    <w:p w:rsidR="000F5CC1" w:rsidRDefault="000F5CC1" w:rsidP="002F27DB">
      <w:pPr>
        <w:autoSpaceDE w:val="0"/>
        <w:autoSpaceDN w:val="0"/>
        <w:adjustRightInd w:val="0"/>
        <w:spacing w:line="276" w:lineRule="auto"/>
        <w:ind w:firstLine="720"/>
        <w:jc w:val="center"/>
        <w:rPr>
          <w:szCs w:val="28"/>
        </w:rPr>
      </w:pPr>
    </w:p>
    <w:p w:rsidR="008A3304" w:rsidRDefault="008A3304" w:rsidP="002F27DB">
      <w:pPr>
        <w:autoSpaceDE w:val="0"/>
        <w:autoSpaceDN w:val="0"/>
        <w:adjustRightInd w:val="0"/>
        <w:spacing w:line="276" w:lineRule="auto"/>
        <w:ind w:firstLine="720"/>
        <w:jc w:val="center"/>
        <w:rPr>
          <w:szCs w:val="28"/>
        </w:rPr>
      </w:pPr>
    </w:p>
    <w:p w:rsidR="00360224" w:rsidRPr="00360224" w:rsidRDefault="00A97FF1" w:rsidP="0036022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022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360224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360224" w:rsidRPr="00360224">
        <w:rPr>
          <w:rFonts w:ascii="Times New Roman" w:hAnsi="Times New Roman" w:cs="Times New Roman"/>
          <w:bCs/>
          <w:sz w:val="28"/>
          <w:szCs w:val="28"/>
        </w:rPr>
        <w:t xml:space="preserve">ОРДЕНА «ЗНАК ПОЧЕТА» АКЦИОНЕРНЫМ ОБЩЕСТВОМ «ХОХЛОМСКАЯ РОСПИСЬ» (ИНН </w:t>
      </w:r>
      <w:r w:rsidR="00360224" w:rsidRPr="00360224">
        <w:rPr>
          <w:rFonts w:ascii="Times New Roman" w:hAnsi="Times New Roman" w:cs="Times New Roman"/>
          <w:sz w:val="28"/>
          <w:szCs w:val="28"/>
        </w:rPr>
        <w:t>5228001113)</w:t>
      </w:r>
      <w:r w:rsidR="00360224" w:rsidRPr="00360224">
        <w:rPr>
          <w:rFonts w:ascii="Times New Roman" w:hAnsi="Times New Roman" w:cs="Times New Roman"/>
          <w:bCs/>
          <w:sz w:val="28"/>
          <w:szCs w:val="28"/>
        </w:rPr>
        <w:t>, г. Семенов Нижегородской области</w:t>
      </w:r>
      <w:r w:rsidR="00360224" w:rsidRPr="00360224">
        <w:rPr>
          <w:rFonts w:ascii="Times New Roman" w:hAnsi="Times New Roman" w:cs="Times New Roman"/>
          <w:sz w:val="28"/>
          <w:szCs w:val="28"/>
        </w:rPr>
        <w:t xml:space="preserve">, экспертного </w:t>
      </w:r>
      <w:r w:rsidR="00360224" w:rsidRPr="00A75430">
        <w:rPr>
          <w:rFonts w:ascii="Times New Roman" w:hAnsi="Times New Roman" w:cs="Times New Roman"/>
          <w:sz w:val="28"/>
          <w:szCs w:val="28"/>
        </w:rPr>
        <w:t xml:space="preserve">заключения рег. </w:t>
      </w:r>
      <w:r w:rsidR="00A75430" w:rsidRPr="00A75430">
        <w:rPr>
          <w:rFonts w:ascii="Times New Roman" w:hAnsi="Times New Roman" w:cs="Times New Roman"/>
          <w:sz w:val="28"/>
          <w:szCs w:val="28"/>
        </w:rPr>
        <w:t xml:space="preserve">№ в-590 </w:t>
      </w:r>
      <w:r w:rsidR="00360224" w:rsidRPr="00A75430">
        <w:rPr>
          <w:rFonts w:ascii="Times New Roman" w:hAnsi="Times New Roman" w:cs="Times New Roman"/>
          <w:sz w:val="28"/>
          <w:szCs w:val="28"/>
        </w:rPr>
        <w:t xml:space="preserve">от </w:t>
      </w:r>
      <w:r w:rsidR="002F27DB" w:rsidRPr="00A75430">
        <w:rPr>
          <w:rFonts w:ascii="Times New Roman" w:hAnsi="Times New Roman" w:cs="Times New Roman"/>
          <w:sz w:val="28"/>
          <w:szCs w:val="28"/>
        </w:rPr>
        <w:t>7 ноября</w:t>
      </w:r>
      <w:r w:rsidR="002F27DB" w:rsidRPr="002F27DB">
        <w:rPr>
          <w:rFonts w:ascii="Times New Roman" w:hAnsi="Times New Roman" w:cs="Times New Roman"/>
          <w:sz w:val="28"/>
          <w:szCs w:val="28"/>
        </w:rPr>
        <w:t xml:space="preserve"> </w:t>
      </w:r>
      <w:r w:rsidR="00360224" w:rsidRPr="002F27DB">
        <w:rPr>
          <w:rFonts w:ascii="Times New Roman" w:hAnsi="Times New Roman" w:cs="Times New Roman"/>
          <w:sz w:val="28"/>
          <w:szCs w:val="28"/>
        </w:rPr>
        <w:t>2019</w:t>
      </w:r>
      <w:r w:rsidR="00360224" w:rsidRPr="00360224">
        <w:rPr>
          <w:rFonts w:ascii="Times New Roman" w:hAnsi="Times New Roman" w:cs="Times New Roman"/>
          <w:sz w:val="28"/>
          <w:szCs w:val="28"/>
        </w:rPr>
        <w:t xml:space="preserve"> г.:</w:t>
      </w:r>
      <w:proofErr w:type="gramEnd"/>
    </w:p>
    <w:p w:rsidR="00360224" w:rsidRPr="00360224" w:rsidRDefault="00360224" w:rsidP="00360224">
      <w:pPr>
        <w:tabs>
          <w:tab w:val="left" w:pos="851"/>
          <w:tab w:val="left" w:pos="993"/>
          <w:tab w:val="left" w:pos="1134"/>
        </w:tabs>
        <w:spacing w:line="276" w:lineRule="auto"/>
        <w:jc w:val="both"/>
        <w:rPr>
          <w:bCs/>
          <w:szCs w:val="28"/>
        </w:rPr>
      </w:pPr>
      <w:r w:rsidRPr="00360224">
        <w:rPr>
          <w:b/>
          <w:szCs w:val="28"/>
        </w:rPr>
        <w:tab/>
        <w:t xml:space="preserve">1. </w:t>
      </w:r>
      <w:r w:rsidRPr="00360224">
        <w:rPr>
          <w:szCs w:val="28"/>
        </w:rPr>
        <w:t xml:space="preserve">Внести в </w:t>
      </w:r>
      <w:r w:rsidRPr="00360224">
        <w:rPr>
          <w:noProof/>
          <w:szCs w:val="28"/>
        </w:rPr>
        <w:t>решение региональной службы по тарифам Нижегородской области</w:t>
      </w:r>
      <w:r>
        <w:rPr>
          <w:noProof/>
          <w:szCs w:val="28"/>
        </w:rPr>
        <w:t xml:space="preserve"> </w:t>
      </w:r>
      <w:r w:rsidRPr="00360224">
        <w:rPr>
          <w:bCs/>
          <w:szCs w:val="28"/>
        </w:rPr>
        <w:t>от 27 ноября 2018 г. № 47/15 «</w:t>
      </w:r>
      <w:r w:rsidRPr="00360224">
        <w:rPr>
          <w:noProof/>
          <w:szCs w:val="28"/>
        </w:rPr>
        <w:t>Об установлении ОРДЕНА «ЗНАК ПОЧЕТА» АКЦИОНЕРНОМУ ОБЩЕСТВУ «ХОХЛОМСКАЯ РОСПИСЬ» (ИНН 5228001113), г. Семенов Нижегородской области, тарифов на тепловую энергию (мощность), поставляемую потребителям городского округа Семеновский Нижегородской области</w:t>
      </w:r>
      <w:r w:rsidRPr="00360224">
        <w:rPr>
          <w:bCs/>
          <w:szCs w:val="28"/>
        </w:rPr>
        <w:t xml:space="preserve">» </w:t>
      </w:r>
      <w:r w:rsidRPr="00360224">
        <w:rPr>
          <w:noProof/>
          <w:szCs w:val="28"/>
        </w:rPr>
        <w:t xml:space="preserve">изменение, </w:t>
      </w:r>
      <w:r w:rsidRPr="00360224">
        <w:rPr>
          <w:bCs/>
          <w:szCs w:val="28"/>
        </w:rPr>
        <w:t>изложив таблицу Приложения 2 к решению в следующей редакции:</w:t>
      </w:r>
    </w:p>
    <w:p w:rsidR="00360224" w:rsidRPr="00360224" w:rsidRDefault="00360224" w:rsidP="00360224">
      <w:pPr>
        <w:spacing w:line="276" w:lineRule="auto"/>
        <w:jc w:val="both"/>
        <w:rPr>
          <w:bCs/>
          <w:szCs w:val="28"/>
        </w:rPr>
      </w:pPr>
      <w:r w:rsidRPr="00360224">
        <w:rPr>
          <w:bCs/>
          <w:szCs w:val="28"/>
        </w:rPr>
        <w:t>«</w:t>
      </w:r>
    </w:p>
    <w:tbl>
      <w:tblPr>
        <w:tblW w:w="9716" w:type="dxa"/>
        <w:jc w:val="center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3003"/>
        <w:gridCol w:w="1701"/>
        <w:gridCol w:w="709"/>
        <w:gridCol w:w="1701"/>
        <w:gridCol w:w="1924"/>
      </w:tblGrid>
      <w:tr w:rsidR="00360224" w:rsidTr="00360224">
        <w:trPr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360224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360224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360224" w:rsidTr="00360224">
        <w:trPr>
          <w:jc w:val="center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224" w:rsidRPr="00360224" w:rsidRDefault="00360224" w:rsidP="002F27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224" w:rsidRPr="00360224" w:rsidRDefault="00360224" w:rsidP="002F27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224" w:rsidRPr="00360224" w:rsidRDefault="00360224" w:rsidP="002F27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224" w:rsidRPr="00360224" w:rsidRDefault="00360224" w:rsidP="002F27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360224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360224">
              <w:rPr>
                <w:b/>
                <w:bCs/>
                <w:sz w:val="18"/>
                <w:szCs w:val="18"/>
              </w:rPr>
              <w:t xml:space="preserve"> </w:t>
            </w:r>
          </w:p>
          <w:p w:rsidR="00360224" w:rsidRPr="00360224" w:rsidRDefault="00360224" w:rsidP="002F27DB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360224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60224">
              <w:rPr>
                <w:rFonts w:eastAsia="Calibri"/>
                <w:bCs/>
                <w:sz w:val="21"/>
                <w:szCs w:val="21"/>
                <w:lang w:eastAsia="en-US"/>
              </w:rPr>
              <w:t xml:space="preserve">ОРДЕНА «ЗНАК ПОЧЕТА» АКЦИОНЕРНОЕ ОБЩЕСТВО </w:t>
            </w:r>
            <w:r w:rsidRPr="00360224">
              <w:rPr>
                <w:rFonts w:eastAsia="Calibri"/>
                <w:bCs/>
                <w:sz w:val="21"/>
                <w:szCs w:val="21"/>
                <w:lang w:eastAsia="en-US"/>
              </w:rPr>
              <w:lastRenderedPageBreak/>
              <w:t xml:space="preserve">«ХОХЛОМСКАЯ РОСПИСЬ» (ИНН </w:t>
            </w:r>
            <w:r w:rsidRPr="00360224">
              <w:rPr>
                <w:color w:val="000000"/>
                <w:sz w:val="21"/>
                <w:szCs w:val="21"/>
                <w:shd w:val="clear" w:color="auto" w:fill="FFFFFF"/>
              </w:rPr>
              <w:t>5228001113)</w:t>
            </w:r>
            <w:r w:rsidRPr="00360224">
              <w:rPr>
                <w:rFonts w:eastAsia="Calibri"/>
                <w:bCs/>
                <w:sz w:val="21"/>
                <w:szCs w:val="21"/>
                <w:lang w:eastAsia="en-US"/>
              </w:rPr>
              <w:t xml:space="preserve">, </w:t>
            </w:r>
            <w:r w:rsidRPr="00360224">
              <w:rPr>
                <w:rFonts w:eastAsia="Calibri"/>
                <w:bCs/>
                <w:sz w:val="21"/>
                <w:szCs w:val="21"/>
                <w:lang w:eastAsia="en-US"/>
              </w:rPr>
              <w:br/>
              <w:t>г. Семенов Нижегородской области</w:t>
            </w:r>
          </w:p>
        </w:tc>
        <w:tc>
          <w:tcPr>
            <w:tcW w:w="6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360224">
              <w:rPr>
                <w:b/>
                <w:bCs/>
                <w:sz w:val="20"/>
              </w:rPr>
              <w:lastRenderedPageBreak/>
              <w:t>Для потребителей</w:t>
            </w:r>
            <w:r w:rsidRPr="00360224">
              <w:rPr>
                <w:b/>
                <w:sz w:val="20"/>
              </w:rPr>
              <w:t xml:space="preserve">, </w:t>
            </w:r>
            <w:r w:rsidRPr="00360224">
              <w:rPr>
                <w:b/>
                <w:bCs/>
                <w:sz w:val="20"/>
              </w:rPr>
              <w:t xml:space="preserve">в случае отсутствия дифференциации тарифов по схеме подключения 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  <w:proofErr w:type="spellStart"/>
            <w:r w:rsidRPr="00360224">
              <w:rPr>
                <w:sz w:val="20"/>
                <w:lang w:eastAsia="en-US"/>
              </w:rPr>
              <w:t>одноставочный</w:t>
            </w:r>
            <w:proofErr w:type="spellEnd"/>
            <w:r w:rsidRPr="00360224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3A15" w:rsidRPr="005261DD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61DD">
              <w:rPr>
                <w:sz w:val="19"/>
                <w:szCs w:val="19"/>
              </w:rPr>
              <w:t>1325,15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3A15" w:rsidRPr="005261DD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61DD">
              <w:rPr>
                <w:sz w:val="19"/>
                <w:szCs w:val="19"/>
              </w:rPr>
              <w:t>1351,43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1351,43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1388,86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lastRenderedPageBreak/>
              <w:t>1.3.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1388,86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1398,23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lastRenderedPageBreak/>
              <w:t>1.4.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1398,23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1439,04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1439,04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1478,55</w:t>
            </w:r>
          </w:p>
        </w:tc>
      </w:tr>
      <w:tr w:rsidR="00360224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24" w:rsidRPr="00360224" w:rsidRDefault="00360224" w:rsidP="002F27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224" w:rsidRDefault="00360224" w:rsidP="002F27DB">
            <w:pPr>
              <w:rPr>
                <w:sz w:val="20"/>
              </w:rPr>
            </w:pPr>
          </w:p>
        </w:tc>
        <w:tc>
          <w:tcPr>
            <w:tcW w:w="6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4" w:rsidRPr="00360224" w:rsidRDefault="00360224" w:rsidP="002F27DB">
            <w:pPr>
              <w:ind w:left="-24" w:firstLine="24"/>
              <w:rPr>
                <w:sz w:val="20"/>
              </w:rPr>
            </w:pPr>
            <w:r w:rsidRPr="00360224">
              <w:rPr>
                <w:sz w:val="20"/>
              </w:rPr>
              <w:t>Население (тарифы указаны с учетом НДС)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  <w:proofErr w:type="spellStart"/>
            <w:r w:rsidRPr="00360224">
              <w:rPr>
                <w:sz w:val="20"/>
                <w:lang w:eastAsia="en-US"/>
              </w:rPr>
              <w:t>одноставочный</w:t>
            </w:r>
            <w:proofErr w:type="spellEnd"/>
            <w:r w:rsidRPr="00360224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3A15" w:rsidRPr="005261DD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61DD">
              <w:rPr>
                <w:sz w:val="19"/>
                <w:szCs w:val="19"/>
              </w:rPr>
              <w:t>1590,18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3A15" w:rsidRPr="005261DD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61DD">
              <w:rPr>
                <w:sz w:val="19"/>
                <w:szCs w:val="19"/>
              </w:rPr>
              <w:t>1621,72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1621,72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1666,63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1666,63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1677,88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1677,88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1726,85</w:t>
            </w:r>
          </w:p>
        </w:tc>
      </w:tr>
      <w:tr w:rsidR="00A33A15" w:rsidTr="00360224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jc w:val="center"/>
              <w:rPr>
                <w:b/>
                <w:bCs/>
                <w:sz w:val="18"/>
                <w:szCs w:val="18"/>
              </w:rPr>
            </w:pPr>
            <w:r w:rsidRPr="00360224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Default="00A33A15" w:rsidP="002F27DB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15" w:rsidRPr="00360224" w:rsidRDefault="00A33A15" w:rsidP="002F27D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15" w:rsidRPr="00360224" w:rsidRDefault="00A33A15" w:rsidP="002F27DB">
            <w:pPr>
              <w:ind w:left="-24" w:right="57" w:firstLine="24"/>
              <w:jc w:val="center"/>
              <w:rPr>
                <w:sz w:val="20"/>
              </w:rPr>
            </w:pPr>
            <w:r w:rsidRPr="00360224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1726,85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3A15" w:rsidRPr="00D87CF9" w:rsidRDefault="00A33A15" w:rsidP="004C02E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87CF9">
              <w:rPr>
                <w:sz w:val="20"/>
              </w:rPr>
              <w:t>1774,26</w:t>
            </w:r>
          </w:p>
        </w:tc>
      </w:tr>
    </w:tbl>
    <w:p w:rsidR="00B10B55" w:rsidRPr="00760195" w:rsidRDefault="00B10B55" w:rsidP="0036022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B10B55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46352F" w:rsidRPr="00B10B55" w:rsidRDefault="0046352F" w:rsidP="002F27DB">
      <w:pPr>
        <w:ind w:firstLine="709"/>
        <w:jc w:val="both"/>
        <w:rPr>
          <w:szCs w:val="28"/>
        </w:rPr>
      </w:pPr>
    </w:p>
    <w:p w:rsidR="000F5CC1" w:rsidRDefault="000F5CC1" w:rsidP="002F27DB">
      <w:pPr>
        <w:ind w:firstLine="709"/>
        <w:jc w:val="both"/>
        <w:rPr>
          <w:sz w:val="16"/>
          <w:szCs w:val="16"/>
        </w:rPr>
      </w:pPr>
    </w:p>
    <w:p w:rsidR="00B10B55" w:rsidRDefault="00B10B55" w:rsidP="002F27DB">
      <w:pPr>
        <w:ind w:firstLine="709"/>
        <w:jc w:val="both"/>
        <w:rPr>
          <w:sz w:val="16"/>
          <w:szCs w:val="16"/>
        </w:rPr>
      </w:pPr>
    </w:p>
    <w:p w:rsidR="000F5CC1" w:rsidRPr="00BC11E3" w:rsidRDefault="000F5CC1" w:rsidP="002F27DB">
      <w:pPr>
        <w:ind w:firstLine="709"/>
        <w:jc w:val="both"/>
        <w:rPr>
          <w:sz w:val="16"/>
          <w:szCs w:val="16"/>
        </w:rPr>
      </w:pPr>
    </w:p>
    <w:p w:rsidR="00314E94" w:rsidRDefault="00314E94" w:rsidP="00314E94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314E94" w:rsidRDefault="00314E94" w:rsidP="00314E94">
      <w:pPr>
        <w:tabs>
          <w:tab w:val="left" w:pos="1897"/>
        </w:tabs>
        <w:spacing w:line="276" w:lineRule="auto"/>
        <w:rPr>
          <w:szCs w:val="28"/>
        </w:rPr>
      </w:pPr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149A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149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27DB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E94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224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DAA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3304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3A15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5430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9</cp:revision>
  <cp:lastPrinted>2019-03-22T12:06:00Z</cp:lastPrinted>
  <dcterms:created xsi:type="dcterms:W3CDTF">2019-05-30T14:59:00Z</dcterms:created>
  <dcterms:modified xsi:type="dcterms:W3CDTF">2019-11-14T07:41:00Z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