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05B6C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9B3DC4" w:rsidP="00E20A3C">
            <w:pPr>
              <w:tabs>
                <w:tab w:val="center" w:pos="2160"/>
              </w:tabs>
              <w:ind w:left="-108"/>
              <w:jc w:val="center"/>
            </w:pPr>
            <w:r>
              <w:t>50/2</w:t>
            </w:r>
            <w:r w:rsidR="00CF59ED">
              <w:t>5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56238E" w:rsidRDefault="00F15E23" w:rsidP="0071207E">
            <w:pPr>
              <w:jc w:val="center"/>
              <w:rPr>
                <w:bCs/>
                <w:szCs w:val="28"/>
              </w:rPr>
            </w:pPr>
            <w:r w:rsidRPr="00F15E23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 w:rsidR="00B05B6C">
              <w:rPr>
                <w:szCs w:val="28"/>
              </w:rPr>
              <w:br/>
            </w:r>
            <w:r w:rsidRPr="00F15E23">
              <w:rPr>
                <w:szCs w:val="28"/>
              </w:rPr>
              <w:t>от 18 декабря 2018 г. № 53/56 «</w:t>
            </w:r>
            <w:r w:rsidRPr="00F15E23">
              <w:rPr>
                <w:bCs/>
                <w:szCs w:val="28"/>
              </w:rPr>
              <w:t xml:space="preserve">Об установлении МУНИЦИПАЛЬНОМУ УНИТАРНОМУ ПРЕДПРИЯТИЮ ЖИЛИЩНО-КОММУНАЛЬНОГО ХОЗЯЙСТВА ГРИГОРОВСКОГО СЕЛЬСОВЕТА                                     (ИНН 5204001467), с. </w:t>
            </w:r>
            <w:proofErr w:type="spellStart"/>
            <w:r w:rsidRPr="00F15E23">
              <w:rPr>
                <w:bCs/>
                <w:szCs w:val="28"/>
              </w:rPr>
              <w:t>Григорово</w:t>
            </w:r>
            <w:proofErr w:type="spellEnd"/>
            <w:r w:rsidRPr="00F15E23">
              <w:rPr>
                <w:bCs/>
                <w:szCs w:val="28"/>
              </w:rPr>
              <w:t xml:space="preserve"> </w:t>
            </w:r>
            <w:proofErr w:type="spellStart"/>
            <w:r w:rsidRPr="00F15E23">
              <w:rPr>
                <w:bCs/>
                <w:szCs w:val="28"/>
              </w:rPr>
              <w:t>Большемурашкинского</w:t>
            </w:r>
            <w:proofErr w:type="spellEnd"/>
            <w:r w:rsidRPr="00F15E23">
              <w:rPr>
                <w:bCs/>
                <w:szCs w:val="28"/>
              </w:rPr>
              <w:t xml:space="preserve"> муниципального района Нижегородской области, тарифов в сфере холодного водоснабжения для потребителей </w:t>
            </w:r>
            <w:proofErr w:type="spellStart"/>
            <w:r w:rsidRPr="00F15E23">
              <w:rPr>
                <w:bCs/>
                <w:szCs w:val="28"/>
              </w:rPr>
              <w:t>Большемурашкинского</w:t>
            </w:r>
            <w:proofErr w:type="spellEnd"/>
            <w:r w:rsidRPr="00F15E23">
              <w:rPr>
                <w:bCs/>
                <w:szCs w:val="28"/>
              </w:rPr>
              <w:t xml:space="preserve"> муниципального района Нижегородской области</w:t>
            </w:r>
            <w:r w:rsidRPr="00F15E23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B05B6C" w:rsidRDefault="00261BEB" w:rsidP="00B05B6C">
      <w:pPr>
        <w:pStyle w:val="ac"/>
        <w:jc w:val="center"/>
      </w:pPr>
    </w:p>
    <w:p w:rsidR="009B3DC4" w:rsidRDefault="009B3DC4" w:rsidP="00B05B6C">
      <w:pPr>
        <w:pStyle w:val="ac"/>
        <w:jc w:val="center"/>
      </w:pPr>
    </w:p>
    <w:p w:rsidR="009B3DC4" w:rsidRPr="00B05B6C" w:rsidRDefault="009B3DC4" w:rsidP="00B05B6C">
      <w:pPr>
        <w:pStyle w:val="ac"/>
        <w:jc w:val="center"/>
      </w:pPr>
    </w:p>
    <w:p w:rsidR="00F15E23" w:rsidRPr="00F15E23" w:rsidRDefault="00F15E23" w:rsidP="00F15E23">
      <w:pPr>
        <w:spacing w:line="276" w:lineRule="auto"/>
        <w:ind w:firstLine="720"/>
        <w:jc w:val="both"/>
        <w:rPr>
          <w:szCs w:val="28"/>
        </w:rPr>
      </w:pPr>
      <w:proofErr w:type="gramStart"/>
      <w:r w:rsidRPr="00F15E23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F15E23">
        <w:rPr>
          <w:color w:val="000000"/>
          <w:szCs w:val="28"/>
        </w:rPr>
        <w:t xml:space="preserve">МУНИЦИПАЛЬНЫМ УНИТАРНЫМ ПРЕДПРИЯТИЕМ </w:t>
      </w:r>
      <w:r w:rsidRPr="00F15E23">
        <w:rPr>
          <w:szCs w:val="28"/>
        </w:rPr>
        <w:t xml:space="preserve">ЖИЛИЩНО-КОММУНАЛЬНОГО ХОЗЯЙСТВА ГРИГОРОВСКОГО СЕЛЬСОВЕТА (ИНН 5204001467), с. </w:t>
      </w:r>
      <w:proofErr w:type="spellStart"/>
      <w:r w:rsidRPr="00F15E23">
        <w:rPr>
          <w:szCs w:val="28"/>
        </w:rPr>
        <w:t>Григорово</w:t>
      </w:r>
      <w:proofErr w:type="spellEnd"/>
      <w:r w:rsidRPr="00F15E23">
        <w:rPr>
          <w:szCs w:val="28"/>
        </w:rPr>
        <w:t xml:space="preserve"> </w:t>
      </w:r>
      <w:proofErr w:type="spellStart"/>
      <w:r w:rsidRPr="00F15E23">
        <w:rPr>
          <w:szCs w:val="28"/>
        </w:rPr>
        <w:t>Большемурашкинского</w:t>
      </w:r>
      <w:proofErr w:type="spellEnd"/>
      <w:r w:rsidRPr="00F15E23">
        <w:rPr>
          <w:szCs w:val="28"/>
        </w:rPr>
        <w:t xml:space="preserve"> муниципального района Нижегородской области, экспертного заключения</w:t>
      </w:r>
      <w:proofErr w:type="gramEnd"/>
      <w:r w:rsidRPr="00F15E23">
        <w:rPr>
          <w:szCs w:val="28"/>
        </w:rPr>
        <w:t xml:space="preserve"> </w:t>
      </w:r>
      <w:r w:rsidR="00B05B6C">
        <w:rPr>
          <w:szCs w:val="28"/>
        </w:rPr>
        <w:br/>
      </w:r>
      <w:r w:rsidRPr="008D2A3E">
        <w:rPr>
          <w:szCs w:val="28"/>
        </w:rPr>
        <w:t>рег. № в-</w:t>
      </w:r>
      <w:r w:rsidR="008D2A3E" w:rsidRPr="008D2A3E">
        <w:rPr>
          <w:szCs w:val="28"/>
        </w:rPr>
        <w:t>595</w:t>
      </w:r>
      <w:r w:rsidRPr="008D2A3E">
        <w:rPr>
          <w:szCs w:val="28"/>
        </w:rPr>
        <w:t xml:space="preserve"> от </w:t>
      </w:r>
      <w:r w:rsidR="00B05B6C" w:rsidRPr="008D2A3E">
        <w:rPr>
          <w:szCs w:val="28"/>
        </w:rPr>
        <w:t>7 ноября</w:t>
      </w:r>
      <w:r w:rsidR="00B05B6C" w:rsidRPr="00B05B6C">
        <w:rPr>
          <w:szCs w:val="28"/>
        </w:rPr>
        <w:t xml:space="preserve"> </w:t>
      </w:r>
      <w:r w:rsidRPr="00B05B6C">
        <w:rPr>
          <w:szCs w:val="28"/>
        </w:rPr>
        <w:t>2019</w:t>
      </w:r>
      <w:r w:rsidRPr="00F15E23">
        <w:rPr>
          <w:szCs w:val="28"/>
        </w:rPr>
        <w:t xml:space="preserve"> г.:</w:t>
      </w:r>
    </w:p>
    <w:p w:rsidR="00F15E23" w:rsidRPr="00F15E23" w:rsidRDefault="00F15E23" w:rsidP="00F15E23">
      <w:pPr>
        <w:spacing w:line="276" w:lineRule="auto"/>
        <w:ind w:firstLine="720"/>
        <w:jc w:val="both"/>
        <w:rPr>
          <w:noProof/>
          <w:szCs w:val="28"/>
        </w:rPr>
      </w:pPr>
      <w:r w:rsidRPr="00F15E23">
        <w:rPr>
          <w:b/>
          <w:szCs w:val="28"/>
        </w:rPr>
        <w:t xml:space="preserve">1. </w:t>
      </w:r>
      <w:r w:rsidRPr="00F15E23">
        <w:rPr>
          <w:bCs/>
          <w:szCs w:val="28"/>
        </w:rPr>
        <w:t>Внести в решение региональной службы по тарифам Нижегородской области</w:t>
      </w:r>
      <w:r>
        <w:rPr>
          <w:bCs/>
          <w:szCs w:val="28"/>
        </w:rPr>
        <w:t xml:space="preserve"> </w:t>
      </w:r>
      <w:r w:rsidRPr="00F15E23">
        <w:rPr>
          <w:szCs w:val="28"/>
        </w:rPr>
        <w:t>от 18 декабря 2018 г. № 53/56 «</w:t>
      </w:r>
      <w:r w:rsidRPr="00F15E23">
        <w:rPr>
          <w:bCs/>
          <w:szCs w:val="28"/>
        </w:rPr>
        <w:t xml:space="preserve">Об установлении МУНИЦИПАЛЬНОМУ УНИТАРНОМУ ПРЕДПРИЯТИЮ ЖИЛИЩНО-КОММУНАЛЬНОГО ХОЗЯЙСТВА ГРИГОРОВСКОГО СЕЛЬСОВЕТА (ИНН 5204001467), </w:t>
      </w:r>
      <w:r w:rsidR="00B05B6C">
        <w:rPr>
          <w:bCs/>
          <w:szCs w:val="28"/>
        </w:rPr>
        <w:br/>
      </w:r>
      <w:r w:rsidRPr="00F15E23">
        <w:rPr>
          <w:bCs/>
          <w:szCs w:val="28"/>
        </w:rPr>
        <w:t xml:space="preserve">с. </w:t>
      </w:r>
      <w:proofErr w:type="spellStart"/>
      <w:r w:rsidRPr="00F15E23">
        <w:rPr>
          <w:bCs/>
          <w:szCs w:val="28"/>
        </w:rPr>
        <w:t>Григорово</w:t>
      </w:r>
      <w:proofErr w:type="spellEnd"/>
      <w:r w:rsidRPr="00F15E23">
        <w:rPr>
          <w:bCs/>
          <w:szCs w:val="28"/>
        </w:rPr>
        <w:t xml:space="preserve"> </w:t>
      </w:r>
      <w:proofErr w:type="spellStart"/>
      <w:r w:rsidRPr="00F15E23">
        <w:rPr>
          <w:bCs/>
          <w:szCs w:val="28"/>
        </w:rPr>
        <w:t>Большемурашкинского</w:t>
      </w:r>
      <w:proofErr w:type="spellEnd"/>
      <w:r w:rsidRPr="00F15E23">
        <w:rPr>
          <w:bCs/>
          <w:szCs w:val="28"/>
        </w:rPr>
        <w:t xml:space="preserve"> муниципального района Нижегородской области, тарифов в сфере холодного водоснабжения для потребителей </w:t>
      </w:r>
      <w:proofErr w:type="spellStart"/>
      <w:r w:rsidRPr="00F15E23">
        <w:rPr>
          <w:bCs/>
          <w:szCs w:val="28"/>
        </w:rPr>
        <w:lastRenderedPageBreak/>
        <w:t>Большемурашкинского</w:t>
      </w:r>
      <w:proofErr w:type="spellEnd"/>
      <w:r w:rsidRPr="00F15E23">
        <w:rPr>
          <w:bCs/>
          <w:szCs w:val="28"/>
        </w:rPr>
        <w:t xml:space="preserve"> муниципального района Нижегородской области</w:t>
      </w:r>
      <w:r w:rsidRPr="00F15E23">
        <w:rPr>
          <w:szCs w:val="28"/>
        </w:rPr>
        <w:t>»</w:t>
      </w:r>
      <w:r w:rsidRPr="00F15E23">
        <w:rPr>
          <w:noProof/>
          <w:szCs w:val="28"/>
        </w:rPr>
        <w:t xml:space="preserve"> следующие изменения:</w:t>
      </w:r>
    </w:p>
    <w:p w:rsidR="00F15E23" w:rsidRPr="00F15E23" w:rsidRDefault="00F15E23" w:rsidP="00F15E23">
      <w:pPr>
        <w:spacing w:line="276" w:lineRule="auto"/>
        <w:jc w:val="both"/>
        <w:rPr>
          <w:szCs w:val="28"/>
        </w:rPr>
      </w:pPr>
      <w:r w:rsidRPr="00F15E23">
        <w:rPr>
          <w:b/>
          <w:i/>
          <w:szCs w:val="28"/>
        </w:rPr>
        <w:t>1.1.</w:t>
      </w:r>
      <w:r w:rsidRPr="00F15E23">
        <w:rPr>
          <w:szCs w:val="28"/>
        </w:rPr>
        <w:t xml:space="preserve"> Таблицу пункта 3 решения изложить в следующей редакции:</w:t>
      </w:r>
    </w:p>
    <w:p w:rsidR="00F15E23" w:rsidRPr="00F15E23" w:rsidRDefault="00F15E23" w:rsidP="00F15E23">
      <w:pPr>
        <w:spacing w:line="276" w:lineRule="auto"/>
        <w:jc w:val="both"/>
        <w:rPr>
          <w:szCs w:val="28"/>
        </w:rPr>
      </w:pPr>
      <w:r w:rsidRPr="00F15E23">
        <w:rPr>
          <w:szCs w:val="28"/>
        </w:rPr>
        <w:t>«</w:t>
      </w:r>
    </w:p>
    <w:tbl>
      <w:tblPr>
        <w:tblW w:w="4930" w:type="pct"/>
        <w:jc w:val="center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1632"/>
        <w:gridCol w:w="747"/>
        <w:gridCol w:w="810"/>
        <w:gridCol w:w="747"/>
        <w:gridCol w:w="810"/>
        <w:gridCol w:w="747"/>
        <w:gridCol w:w="810"/>
        <w:gridCol w:w="747"/>
        <w:gridCol w:w="812"/>
        <w:gridCol w:w="700"/>
        <w:gridCol w:w="749"/>
      </w:tblGrid>
      <w:tr w:rsidR="00F15E23" w:rsidRPr="00F15E23" w:rsidTr="00766010">
        <w:trPr>
          <w:trHeight w:val="278"/>
          <w:jc w:val="center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 xml:space="preserve">№ </w:t>
            </w:r>
            <w:proofErr w:type="gramStart"/>
            <w:r w:rsidRPr="00F15E23">
              <w:rPr>
                <w:b/>
                <w:sz w:val="14"/>
                <w:szCs w:val="14"/>
                <w:lang w:eastAsia="en-US"/>
              </w:rPr>
              <w:t>п</w:t>
            </w:r>
            <w:proofErr w:type="gramEnd"/>
            <w:r w:rsidRPr="00F15E23">
              <w:rPr>
                <w:b/>
                <w:sz w:val="14"/>
                <w:szCs w:val="14"/>
                <w:lang w:eastAsia="en-US"/>
              </w:rPr>
              <w:t>/п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 xml:space="preserve">Тарифы в сфере холодного водоснабжения </w:t>
            </w:r>
          </w:p>
        </w:tc>
        <w:tc>
          <w:tcPr>
            <w:tcW w:w="389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Периоды регулирования</w:t>
            </w:r>
          </w:p>
        </w:tc>
      </w:tr>
      <w:tr w:rsidR="00F15E23" w:rsidRPr="00F15E23" w:rsidTr="00766010">
        <w:trPr>
          <w:cantSplit/>
          <w:trHeight w:val="13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23" w:rsidRPr="00F15E23" w:rsidRDefault="00F15E23" w:rsidP="00F15E23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23" w:rsidRPr="00F15E23" w:rsidRDefault="00F15E23" w:rsidP="00F15E23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2019 год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2020 год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2021 год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2022 год</w:t>
            </w:r>
          </w:p>
        </w:tc>
        <w:tc>
          <w:tcPr>
            <w:tcW w:w="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2023 год</w:t>
            </w:r>
          </w:p>
        </w:tc>
      </w:tr>
      <w:tr w:rsidR="00F15E23" w:rsidRPr="00F15E23" w:rsidTr="00B05B6C">
        <w:trPr>
          <w:cantSplit/>
          <w:trHeight w:val="3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23" w:rsidRPr="00F15E23" w:rsidRDefault="00F15E23" w:rsidP="00F15E23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23" w:rsidRPr="00F15E23" w:rsidRDefault="00F15E23" w:rsidP="00F15E23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15E23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766010" w:rsidRPr="00F15E23" w:rsidTr="00766010">
        <w:trPr>
          <w:trHeight w:val="131"/>
          <w:jc w:val="center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10" w:rsidRPr="00F15E23" w:rsidRDefault="00766010" w:rsidP="00F15E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15E23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10" w:rsidRPr="00F15E23" w:rsidRDefault="00766010" w:rsidP="00F15E23">
            <w:pPr>
              <w:rPr>
                <w:noProof/>
                <w:sz w:val="19"/>
                <w:szCs w:val="19"/>
                <w:lang w:eastAsia="en-US"/>
              </w:rPr>
            </w:pPr>
            <w:r w:rsidRPr="00F15E23">
              <w:rPr>
                <w:sz w:val="19"/>
                <w:szCs w:val="19"/>
                <w:lang w:eastAsia="en-US"/>
              </w:rPr>
              <w:t>Питьевая вода, руб./м</w:t>
            </w:r>
            <w:r w:rsidRPr="00F15E23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59,54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60,73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60,73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62,51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62,51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64,88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64,88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66,98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66,98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67,91</w:t>
            </w:r>
          </w:p>
        </w:tc>
      </w:tr>
      <w:tr w:rsidR="00766010" w:rsidRPr="00F15E23" w:rsidTr="00766010">
        <w:trPr>
          <w:trHeight w:val="131"/>
          <w:jc w:val="center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10" w:rsidRPr="00F15E23" w:rsidRDefault="00766010" w:rsidP="00F15E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15E23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6010" w:rsidRPr="00F15E23" w:rsidRDefault="00766010" w:rsidP="00F15E23">
            <w:pPr>
              <w:rPr>
                <w:noProof/>
                <w:sz w:val="19"/>
                <w:szCs w:val="19"/>
                <w:lang w:eastAsia="en-US"/>
              </w:rPr>
            </w:pPr>
            <w:r w:rsidRPr="00F15E23">
              <w:rPr>
                <w:sz w:val="19"/>
                <w:szCs w:val="19"/>
                <w:lang w:eastAsia="en-US"/>
              </w:rPr>
              <w:t>Питьевая вода, руб./м</w:t>
            </w:r>
            <w:r w:rsidRPr="00F15E23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59,54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60,73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60,73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62,51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62,51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64,88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64,88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66,98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66,98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010" w:rsidRPr="00766010" w:rsidRDefault="00766010" w:rsidP="00766010">
            <w:pPr>
              <w:jc w:val="center"/>
              <w:rPr>
                <w:sz w:val="19"/>
                <w:szCs w:val="19"/>
              </w:rPr>
            </w:pPr>
            <w:r w:rsidRPr="00766010">
              <w:rPr>
                <w:sz w:val="19"/>
                <w:szCs w:val="19"/>
              </w:rPr>
              <w:t>67,91</w:t>
            </w:r>
          </w:p>
        </w:tc>
      </w:tr>
      <w:tr w:rsidR="00F15E23" w:rsidRPr="00F15E23" w:rsidTr="00B05B6C">
        <w:trPr>
          <w:trHeight w:val="1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23" w:rsidRPr="00F15E23" w:rsidRDefault="00F15E23" w:rsidP="00F15E2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3" w:rsidRPr="00F15E23" w:rsidRDefault="00F15E23" w:rsidP="00F15E23">
            <w:pPr>
              <w:rPr>
                <w:noProof/>
                <w:sz w:val="19"/>
                <w:szCs w:val="19"/>
                <w:lang w:eastAsia="en-US"/>
              </w:rPr>
            </w:pPr>
            <w:r w:rsidRPr="00F15E23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23" w:rsidRPr="00F15E23" w:rsidRDefault="00F15E23" w:rsidP="00F15E23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23" w:rsidRPr="00F15E23" w:rsidRDefault="00F15E23" w:rsidP="00F15E23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23" w:rsidRPr="00F15E23" w:rsidRDefault="00F15E23" w:rsidP="00F15E23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23" w:rsidRPr="00F15E23" w:rsidRDefault="00F15E23" w:rsidP="00F15E23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23" w:rsidRPr="00F15E23" w:rsidRDefault="00F15E23" w:rsidP="00F15E23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23" w:rsidRPr="00F15E23" w:rsidRDefault="00F15E23" w:rsidP="00F15E23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23" w:rsidRPr="00F15E23" w:rsidRDefault="00F15E23" w:rsidP="00F15E23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23" w:rsidRPr="00F15E23" w:rsidRDefault="00F15E23" w:rsidP="00F15E23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23" w:rsidRPr="00F15E23" w:rsidRDefault="00F15E23" w:rsidP="00F15E23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23" w:rsidRPr="00F15E23" w:rsidRDefault="00F15E23" w:rsidP="00F15E23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</w:tr>
    </w:tbl>
    <w:p w:rsidR="00F15E23" w:rsidRPr="00F15E23" w:rsidRDefault="00F15E23" w:rsidP="00F15E23">
      <w:pPr>
        <w:spacing w:line="276" w:lineRule="auto"/>
        <w:ind w:firstLine="720"/>
        <w:jc w:val="right"/>
        <w:rPr>
          <w:szCs w:val="28"/>
        </w:rPr>
      </w:pPr>
      <w:r w:rsidRPr="00F15E23">
        <w:rPr>
          <w:szCs w:val="28"/>
        </w:rPr>
        <w:t>».</w:t>
      </w:r>
    </w:p>
    <w:p w:rsidR="00F15E23" w:rsidRPr="00F15E23" w:rsidRDefault="00F15E23" w:rsidP="00F15E23">
      <w:pPr>
        <w:spacing w:line="276" w:lineRule="auto"/>
        <w:jc w:val="both"/>
        <w:rPr>
          <w:szCs w:val="28"/>
        </w:rPr>
      </w:pPr>
      <w:r w:rsidRPr="00F15E23">
        <w:rPr>
          <w:b/>
          <w:i/>
          <w:szCs w:val="28"/>
        </w:rPr>
        <w:t>1.2.</w:t>
      </w:r>
      <w:r w:rsidRPr="00F15E23">
        <w:rPr>
          <w:szCs w:val="28"/>
        </w:rPr>
        <w:t xml:space="preserve"> </w:t>
      </w:r>
      <w:r w:rsidRPr="00F15E23">
        <w:rPr>
          <w:noProof/>
          <w:szCs w:val="28"/>
        </w:rPr>
        <w:t xml:space="preserve">Приложение </w:t>
      </w:r>
      <w:r w:rsidRPr="00F15E23">
        <w:rPr>
          <w:szCs w:val="28"/>
        </w:rPr>
        <w:t xml:space="preserve">к решению изложить в новой редакции согласно </w:t>
      </w:r>
      <w:r w:rsidRPr="00F15E23">
        <w:rPr>
          <w:noProof/>
          <w:szCs w:val="28"/>
        </w:rPr>
        <w:t xml:space="preserve">Приложению </w:t>
      </w:r>
      <w:r w:rsidRPr="00F15E23">
        <w:rPr>
          <w:szCs w:val="28"/>
        </w:rPr>
        <w:t>к настоящему решению.</w:t>
      </w:r>
    </w:p>
    <w:p w:rsidR="00F15E23" w:rsidRPr="00F15E23" w:rsidRDefault="00F15E23" w:rsidP="00F15E23">
      <w:pPr>
        <w:spacing w:line="276" w:lineRule="auto"/>
        <w:ind w:firstLine="720"/>
        <w:jc w:val="both"/>
        <w:rPr>
          <w:szCs w:val="28"/>
        </w:rPr>
      </w:pPr>
      <w:r w:rsidRPr="00F15E23">
        <w:rPr>
          <w:b/>
          <w:szCs w:val="28"/>
        </w:rPr>
        <w:t xml:space="preserve">2. </w:t>
      </w:r>
      <w:r w:rsidRPr="00F15E23">
        <w:rPr>
          <w:szCs w:val="28"/>
        </w:rPr>
        <w:t>Настоящее решение вступает в силу с 1 января 2020 г.</w:t>
      </w:r>
    </w:p>
    <w:p w:rsidR="000C3EA3" w:rsidRPr="0056238E" w:rsidRDefault="000C3EA3" w:rsidP="00B05B6C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0C3EA3" w:rsidRPr="000C3EA3" w:rsidRDefault="000C3EA3" w:rsidP="00B05B6C">
      <w:pPr>
        <w:tabs>
          <w:tab w:val="left" w:pos="1897"/>
        </w:tabs>
        <w:rPr>
          <w:noProof/>
        </w:rPr>
      </w:pPr>
    </w:p>
    <w:p w:rsidR="007D25C7" w:rsidRPr="007D25C7" w:rsidRDefault="007D25C7" w:rsidP="00B05B6C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607695">
        <w:rPr>
          <w:szCs w:val="28"/>
        </w:rPr>
        <w:t xml:space="preserve">                                                              Ю.Л. 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p w:rsidR="00B05B6C" w:rsidRDefault="00B05B6C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607695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41E77" w:rsidRDefault="00841E77" w:rsidP="008305DC">
            <w:pPr>
              <w:ind w:left="3552"/>
              <w:jc w:val="center"/>
            </w:pPr>
          </w:p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B05B6C">
              <w:t xml:space="preserve">от </w:t>
            </w:r>
            <w:r w:rsidR="00B05B6C" w:rsidRPr="00B05B6C">
              <w:t xml:space="preserve">14 ноября </w:t>
            </w:r>
            <w:r w:rsidR="00F1607E" w:rsidRPr="00B05B6C">
              <w:t xml:space="preserve">2019 </w:t>
            </w:r>
            <w:r w:rsidR="00CC03DF" w:rsidRPr="00B05B6C">
              <w:t>г.</w:t>
            </w:r>
            <w:r w:rsidRPr="00B05B6C">
              <w:t xml:space="preserve"> №</w:t>
            </w:r>
            <w:r w:rsidR="006B0802" w:rsidRPr="00D74902">
              <w:t xml:space="preserve"> </w:t>
            </w:r>
            <w:r w:rsidR="00CF59ED">
              <w:t>50/25</w:t>
            </w:r>
            <w:bookmarkStart w:id="0" w:name="_GoBack"/>
            <w:bookmarkEnd w:id="0"/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607695" w:rsidP="0056238E">
            <w:pPr>
              <w:ind w:left="3552"/>
              <w:jc w:val="center"/>
            </w:pPr>
            <w:r>
              <w:t xml:space="preserve">«ПРИЛОЖЕНИЕ 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F15E23" w:rsidP="00607695">
            <w:pPr>
              <w:ind w:left="3552"/>
              <w:jc w:val="center"/>
            </w:pPr>
            <w:r w:rsidRPr="00F15E23">
              <w:t>от 18 декабря 2018 г. № 53/56</w:t>
            </w:r>
          </w:p>
        </w:tc>
      </w:tr>
      <w:tr w:rsidR="00607695" w:rsidRPr="006161EA" w:rsidTr="00607695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607695" w:rsidRDefault="00607695" w:rsidP="006076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607695" w:rsidRPr="00003C40" w:rsidRDefault="00607695" w:rsidP="006076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03C40">
              <w:rPr>
                <w:b/>
                <w:bCs/>
                <w:sz w:val="24"/>
                <w:szCs w:val="24"/>
                <w:lang w:eastAsia="en-US"/>
              </w:rPr>
              <w:t>ПРОИЗВОДСТВЕННАЯ ПРОГРАММА</w:t>
            </w:r>
          </w:p>
          <w:p w:rsidR="00607695" w:rsidRDefault="00607695" w:rsidP="006076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03C40">
              <w:rPr>
                <w:b/>
                <w:bCs/>
                <w:sz w:val="24"/>
                <w:szCs w:val="24"/>
                <w:lang w:eastAsia="en-US"/>
              </w:rPr>
              <w:t>ПО ОКАЗАНИЮ УСЛУГ ХОЛОДНОГО ВОДОСНАБЖЕНИЯ</w:t>
            </w:r>
          </w:p>
          <w:p w:rsidR="00607695" w:rsidRPr="00B6104E" w:rsidRDefault="00607695" w:rsidP="00B43C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07695" w:rsidRPr="00446C99" w:rsidRDefault="00607695" w:rsidP="00446C99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71207E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446C99" w:rsidRPr="00446C99" w:rsidTr="0096200B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446C99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446C99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F60DE1" w:rsidRDefault="00446C99" w:rsidP="009F5CAA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446C99">
              <w:rPr>
                <w:sz w:val="20"/>
                <w:lang w:eastAsia="en-US"/>
              </w:rPr>
              <w:t>МУНИЦИПАЛЬНОЕ УНИТАРНОЕ ПРЕДПРИЯТИЕ ЖИЛИЩНО-КОММУНАЛЬНОГО ХОЗЯЙСТВА ГРИГОРОВСКОГО СЕЛЬСОВЕТА (ИНН 5204001467)</w:t>
            </w:r>
          </w:p>
        </w:tc>
      </w:tr>
      <w:tr w:rsidR="00446C99" w:rsidRPr="00446C99" w:rsidTr="0096200B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446C99">
              <w:rPr>
                <w:sz w:val="20"/>
                <w:lang w:eastAsia="en-US"/>
              </w:rPr>
              <w:t xml:space="preserve">606371, Нижегородская область, </w:t>
            </w:r>
            <w:proofErr w:type="spellStart"/>
            <w:r w:rsidRPr="00446C99">
              <w:rPr>
                <w:sz w:val="20"/>
                <w:lang w:eastAsia="en-US"/>
              </w:rPr>
              <w:t>Большемурашкинский</w:t>
            </w:r>
            <w:proofErr w:type="spellEnd"/>
            <w:r w:rsidRPr="00446C99">
              <w:rPr>
                <w:sz w:val="20"/>
                <w:lang w:eastAsia="en-US"/>
              </w:rPr>
              <w:t xml:space="preserve"> муниципальный район, с. </w:t>
            </w:r>
            <w:proofErr w:type="spellStart"/>
            <w:r w:rsidRPr="00446C99">
              <w:rPr>
                <w:sz w:val="20"/>
                <w:lang w:eastAsia="en-US"/>
              </w:rPr>
              <w:t>Григорово</w:t>
            </w:r>
            <w:proofErr w:type="spellEnd"/>
            <w:r w:rsidRPr="00446C99">
              <w:rPr>
                <w:sz w:val="20"/>
                <w:lang w:eastAsia="en-US"/>
              </w:rPr>
              <w:t xml:space="preserve">, ул. Центральная, </w:t>
            </w:r>
          </w:p>
          <w:p w:rsidR="00446C99" w:rsidRPr="00F60DE1" w:rsidRDefault="00446C99" w:rsidP="009F5CAA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446C99">
              <w:rPr>
                <w:sz w:val="20"/>
                <w:lang w:eastAsia="en-US"/>
              </w:rPr>
              <w:t>д. 21</w:t>
            </w:r>
          </w:p>
        </w:tc>
      </w:tr>
      <w:tr w:rsidR="00446C99" w:rsidRPr="00446C99" w:rsidTr="00446C99">
        <w:trPr>
          <w:gridAfter w:val="2"/>
          <w:wAfter w:w="608" w:type="dxa"/>
          <w:trHeight w:val="411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446C99" w:rsidRPr="00446C99" w:rsidTr="0096200B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г. </w:t>
            </w:r>
            <w:r w:rsidRPr="00446C99">
              <w:rPr>
                <w:rFonts w:eastAsia="Calibri"/>
                <w:sz w:val="20"/>
                <w:lang w:eastAsia="en-US"/>
              </w:rPr>
              <w:t>Нижний Новгород, Кремль, корпус 1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446C99" w:rsidRPr="00446C99" w:rsidTr="0096200B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46C99" w:rsidRPr="00446C99" w:rsidTr="0096200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446C99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446C99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24,20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24,20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24,20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24,20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24,20</w:t>
            </w:r>
          </w:p>
        </w:tc>
      </w:tr>
      <w:tr w:rsidR="00446C99" w:rsidRPr="00446C99" w:rsidTr="0096200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46C99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22,50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22,50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22,50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22,50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22,50</w:t>
            </w:r>
          </w:p>
        </w:tc>
      </w:tr>
      <w:tr w:rsidR="00446C99" w:rsidRPr="00446C99" w:rsidTr="0096200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46C99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1,5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1,5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1,5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1,5</w:t>
            </w:r>
          </w:p>
        </w:tc>
      </w:tr>
      <w:tr w:rsidR="00446C99" w:rsidRPr="00446C99" w:rsidTr="0096200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46C99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0,2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0,2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0,2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0,2</w:t>
            </w:r>
          </w:p>
        </w:tc>
      </w:tr>
      <w:tr w:rsidR="00446C99" w:rsidRPr="00446C99" w:rsidTr="0096200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46C99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46C99" w:rsidRPr="00446C99" w:rsidTr="0096200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46C99" w:rsidRPr="00446C99" w:rsidTr="0096200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1 164,69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1 164,69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19,01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19,01</w:t>
            </w:r>
          </w:p>
        </w:tc>
      </w:tr>
      <w:tr w:rsidR="00446C99" w:rsidRPr="00446C99" w:rsidTr="0096200B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1183,70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1183,70</w:t>
            </w:r>
          </w:p>
        </w:tc>
        <w:tc>
          <w:tcPr>
            <w:tcW w:w="567" w:type="dxa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1 215,85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1 215,85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20,24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20,24</w:t>
            </w:r>
          </w:p>
        </w:tc>
      </w:tr>
      <w:tr w:rsidR="00446C99" w:rsidRPr="00446C99" w:rsidTr="0096200B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1236,09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1236,09</w:t>
            </w:r>
          </w:p>
        </w:tc>
        <w:tc>
          <w:tcPr>
            <w:tcW w:w="567" w:type="dxa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446C99" w:rsidRPr="00446C99" w:rsidTr="0096200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1 249,50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1 249,50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21,40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21,40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1270,90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1270,90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1 286,64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1 286,64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22,73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22,73</w:t>
            </w:r>
          </w:p>
        </w:tc>
      </w:tr>
      <w:tr w:rsidR="00446C99" w:rsidRPr="00446C99" w:rsidTr="0096200B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1309,37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1309,37</w:t>
            </w:r>
          </w:p>
        </w:tc>
        <w:tc>
          <w:tcPr>
            <w:tcW w:w="608" w:type="dxa"/>
            <w:gridSpan w:val="2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1 324,88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1 324,88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24,20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24,20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1349,08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1349,08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6349,14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6349,14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lastRenderedPageBreak/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446C99" w:rsidRPr="00446C99" w:rsidTr="0096200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</w:t>
            </w:r>
            <w:r w:rsidRPr="00446C99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i/>
                <w:sz w:val="20"/>
                <w:lang w:eastAsia="en-US"/>
              </w:rPr>
              <w:t xml:space="preserve">                 систем водоснабжения </w:t>
            </w:r>
          </w:p>
        </w:tc>
      </w:tr>
      <w:tr w:rsidR="00446C99" w:rsidRPr="00446C99" w:rsidTr="0096200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46C99" w:rsidRPr="00446C99" w:rsidTr="0096200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446C99" w:rsidRPr="00446C99" w:rsidTr="0096200B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Замена насосов на скважинах, замена участков водопроводных сетей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285,34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285,34</w:t>
            </w:r>
          </w:p>
        </w:tc>
      </w:tr>
      <w:tr w:rsidR="00446C99" w:rsidRPr="00446C99" w:rsidTr="0096200B">
        <w:trPr>
          <w:gridAfter w:val="2"/>
          <w:wAfter w:w="608" w:type="dxa"/>
          <w:trHeight w:val="283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285,34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285,34</w:t>
            </w:r>
          </w:p>
        </w:tc>
      </w:tr>
      <w:tr w:rsidR="00446C99" w:rsidRPr="00446C99" w:rsidTr="0096200B">
        <w:trPr>
          <w:gridAfter w:val="2"/>
          <w:wAfter w:w="608" w:type="dxa"/>
          <w:trHeight w:val="315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446C99" w:rsidRPr="00446C99" w:rsidTr="0096200B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Замена насосов на скважинах, замена участков водопроводных сетей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290,96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290,96</w:t>
            </w:r>
          </w:p>
        </w:tc>
      </w:tr>
      <w:tr w:rsidR="00446C99" w:rsidRPr="00446C99" w:rsidTr="0096200B">
        <w:trPr>
          <w:gridAfter w:val="2"/>
          <w:wAfter w:w="608" w:type="dxa"/>
          <w:trHeight w:val="315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290,96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290,96</w:t>
            </w:r>
          </w:p>
        </w:tc>
      </w:tr>
      <w:tr w:rsidR="00446C99" w:rsidRPr="00446C99" w:rsidTr="0096200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Замена насосов на скважинах, замена участков водопроводных сетей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298,71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298,71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298,71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298,71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Замена насосов на скважинах, замена участков водопроводных сетей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307,55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307,55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307,55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307,55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Замена насосов на скважинах, замена участков водопроводных сетей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316,65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316,65 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316,65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316,65 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1 499,21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1 499,21</w:t>
            </w:r>
          </w:p>
        </w:tc>
      </w:tr>
      <w:tr w:rsidR="00446C99" w:rsidRPr="00446C99" w:rsidTr="0096200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446C99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i/>
                <w:sz w:val="20"/>
                <w:lang w:eastAsia="en-US"/>
              </w:rPr>
              <w:t xml:space="preserve">             питьевой воды </w:t>
            </w:r>
          </w:p>
        </w:tc>
      </w:tr>
      <w:tr w:rsidR="00446C99" w:rsidRPr="00446C99" w:rsidTr="0096200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46C99" w:rsidRPr="00446C99" w:rsidTr="0096200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 </w:t>
            </w:r>
            <w:r w:rsidRPr="00446C99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446C99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446C99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446C99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446C99" w:rsidRPr="00446C99" w:rsidTr="0096200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46C99" w:rsidRPr="00446C99" w:rsidTr="0096200B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446C99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46C99" w:rsidRPr="00446C99" w:rsidTr="0096200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46C99" w:rsidRPr="00446C99" w:rsidTr="0096200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446C99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446C99" w:rsidRPr="00446C99" w:rsidTr="0096200B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446C99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446C99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446C99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446C99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На период </w:t>
            </w:r>
            <w:r w:rsidRPr="00446C99">
              <w:rPr>
                <w:rFonts w:eastAsia="Calibri"/>
                <w:sz w:val="20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46C99" w:rsidRPr="00446C99" w:rsidTr="0096200B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446C99" w:rsidRPr="00446C99" w:rsidTr="0096200B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</w:t>
            </w:r>
            <w:r w:rsidRPr="00446C99">
              <w:rPr>
                <w:rFonts w:eastAsia="Calibri"/>
                <w:sz w:val="20"/>
                <w:lang w:eastAsia="en-US"/>
              </w:rPr>
              <w:lastRenderedPageBreak/>
              <w:t>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lastRenderedPageBreak/>
              <w:t>Показатели надежности и бесперебойности водоснабжения</w:t>
            </w:r>
          </w:p>
        </w:tc>
      </w:tr>
      <w:tr w:rsidR="00446C99" w:rsidRPr="00446C99" w:rsidTr="0096200B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446C99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446C99" w:rsidRPr="00446C99" w:rsidTr="0096200B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46C99" w:rsidRPr="00446C99" w:rsidTr="0096200B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446C99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446C99">
              <w:rPr>
                <w:rFonts w:eastAsia="Calibri"/>
                <w:sz w:val="20"/>
                <w:lang w:eastAsia="en-US"/>
              </w:rPr>
              <w:t>/</w:t>
            </w:r>
          </w:p>
          <w:p w:rsidR="00446C99" w:rsidRPr="00446C99" w:rsidRDefault="00446C99" w:rsidP="00446C9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куб. м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1,7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1,7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1,7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1,7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1,7</w:t>
            </w:r>
          </w:p>
        </w:tc>
      </w:tr>
      <w:tr w:rsidR="00446C99" w:rsidRPr="00446C99" w:rsidTr="0096200B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446C99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446C99">
              <w:rPr>
                <w:rFonts w:eastAsia="Calibri"/>
                <w:sz w:val="20"/>
                <w:lang w:eastAsia="en-US"/>
              </w:rPr>
              <w:t>/</w:t>
            </w:r>
          </w:p>
          <w:p w:rsidR="00446C99" w:rsidRPr="00446C99" w:rsidRDefault="00446C99" w:rsidP="00446C9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куб. м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446C99" w:rsidRPr="00446C99" w:rsidTr="0096200B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46C99" w:rsidRPr="00446C99" w:rsidTr="0096200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446C99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446C99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446C99" w:rsidRPr="00446C99" w:rsidTr="0096200B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1 455,27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1 491,23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1 541,42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1 595,51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1 632,13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lastRenderedPageBreak/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7 715,56</w:t>
            </w:r>
          </w:p>
        </w:tc>
      </w:tr>
      <w:tr w:rsidR="00446C99" w:rsidRPr="00446C99" w:rsidTr="0096200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446C99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446C99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446C99" w:rsidRPr="00446C99" w:rsidTr="0096200B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 xml:space="preserve">   2018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23,69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1325,84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337,50</w:t>
            </w:r>
          </w:p>
        </w:tc>
      </w:tr>
      <w:tr w:rsidR="00446C99" w:rsidRPr="00446C99" w:rsidTr="0096200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Общий объем финансовых потребностей за 2018,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C99" w:rsidRPr="00446C99" w:rsidRDefault="00446C99" w:rsidP="00446C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C99">
              <w:rPr>
                <w:rFonts w:eastAsia="Calibri"/>
                <w:sz w:val="20"/>
                <w:lang w:eastAsia="en-US"/>
              </w:rPr>
              <w:t>1663,34</w:t>
            </w:r>
          </w:p>
        </w:tc>
      </w:tr>
    </w:tbl>
    <w:p w:rsidR="0056238E" w:rsidRPr="00B05B6C" w:rsidRDefault="0056238E" w:rsidP="0056238E">
      <w:pPr>
        <w:jc w:val="right"/>
        <w:rPr>
          <w:szCs w:val="28"/>
          <w:lang w:eastAsia="en-US"/>
        </w:rPr>
      </w:pPr>
      <w:r w:rsidRPr="00B05B6C">
        <w:rPr>
          <w:szCs w:val="28"/>
          <w:lang w:eastAsia="en-US"/>
        </w:rPr>
        <w:t>».</w:t>
      </w:r>
    </w:p>
    <w:p w:rsidR="0056238E" w:rsidRPr="0056238E" w:rsidRDefault="0056238E" w:rsidP="0056238E">
      <w:pPr>
        <w:rPr>
          <w:sz w:val="24"/>
          <w:szCs w:val="24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tabs>
          <w:tab w:val="left" w:pos="6495"/>
        </w:tabs>
        <w:rPr>
          <w:sz w:val="20"/>
          <w:lang w:eastAsia="en-US"/>
        </w:rPr>
      </w:pPr>
      <w:r>
        <w:rPr>
          <w:sz w:val="20"/>
          <w:lang w:eastAsia="en-US"/>
        </w:rPr>
        <w:tab/>
      </w:r>
    </w:p>
    <w:sectPr w:rsidR="0056238E" w:rsidRPr="005623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F59ED">
      <w:rPr>
        <w:rStyle w:val="a9"/>
        <w:noProof/>
      </w:rPr>
      <w:t>3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35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C99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695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207E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010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2A3E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3DC4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5B6C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3C32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9ED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5E23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446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446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50</TotalTime>
  <Pages>8</Pages>
  <Words>1972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23</cp:revision>
  <cp:lastPrinted>2019-03-22T09:08:00Z</cp:lastPrinted>
  <dcterms:created xsi:type="dcterms:W3CDTF">2018-11-16T08:08:00Z</dcterms:created>
  <dcterms:modified xsi:type="dcterms:W3CDTF">2019-11-14T07:48:00Z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