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F93F89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27335" w:rsidP="00E20A3C">
            <w:pPr>
              <w:tabs>
                <w:tab w:val="center" w:pos="2160"/>
              </w:tabs>
              <w:ind w:left="-108"/>
              <w:jc w:val="center"/>
            </w:pPr>
            <w:r>
              <w:t>50/2</w:t>
            </w:r>
            <w:r w:rsidR="00CF1364">
              <w:t>6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E75BCF" w:rsidRDefault="00E75BCF" w:rsidP="000C3EA3">
            <w:pPr>
              <w:jc w:val="center"/>
              <w:rPr>
                <w:bCs/>
                <w:szCs w:val="28"/>
              </w:rPr>
            </w:pPr>
            <w:r w:rsidRPr="00E75BCF">
              <w:rPr>
                <w:bCs/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 w:rsidR="00F93F89">
              <w:rPr>
                <w:bCs/>
                <w:szCs w:val="28"/>
              </w:rPr>
              <w:br/>
            </w:r>
            <w:r w:rsidRPr="00E75BCF">
              <w:rPr>
                <w:bCs/>
                <w:szCs w:val="28"/>
              </w:rPr>
              <w:t xml:space="preserve">от 18 декабря 2018 г. № 53/57 «Об установлении МУНИЦИПАЛЬНОМУ УНИТАРНОМУ ПРЕДПРИЯТИЮ ЖИЛИЩНО-КОММУНАЛЬНОГО ХОЗЯЙСТВА </w:t>
            </w:r>
          </w:p>
          <w:p w:rsidR="00E75BCF" w:rsidRDefault="00E75BCF" w:rsidP="000C3EA3">
            <w:pPr>
              <w:jc w:val="center"/>
              <w:rPr>
                <w:bCs/>
                <w:szCs w:val="28"/>
              </w:rPr>
            </w:pPr>
            <w:r w:rsidRPr="00E75BCF">
              <w:rPr>
                <w:bCs/>
                <w:szCs w:val="28"/>
              </w:rPr>
              <w:t xml:space="preserve">П. </w:t>
            </w:r>
            <w:proofErr w:type="gramStart"/>
            <w:r w:rsidRPr="00E75BCF">
              <w:rPr>
                <w:bCs/>
                <w:szCs w:val="28"/>
              </w:rPr>
              <w:t>СОВЕТСКИЙ</w:t>
            </w:r>
            <w:proofErr w:type="gramEnd"/>
            <w:r w:rsidRPr="00E75BCF">
              <w:rPr>
                <w:bCs/>
                <w:szCs w:val="28"/>
              </w:rPr>
              <w:t xml:space="preserve"> (ИНН 5204002319), </w:t>
            </w:r>
          </w:p>
          <w:p w:rsidR="0085764D" w:rsidRPr="0056238E" w:rsidRDefault="00E75BCF" w:rsidP="000C3EA3">
            <w:pPr>
              <w:jc w:val="center"/>
              <w:rPr>
                <w:bCs/>
                <w:szCs w:val="28"/>
              </w:rPr>
            </w:pPr>
            <w:r w:rsidRPr="00E75BCF">
              <w:rPr>
                <w:bCs/>
                <w:szCs w:val="28"/>
              </w:rPr>
              <w:t xml:space="preserve">п. </w:t>
            </w:r>
            <w:proofErr w:type="gramStart"/>
            <w:r w:rsidRPr="00E75BCF">
              <w:rPr>
                <w:bCs/>
                <w:szCs w:val="28"/>
              </w:rPr>
              <w:t>Советский</w:t>
            </w:r>
            <w:proofErr w:type="gramEnd"/>
            <w:r w:rsidRPr="00E75BCF">
              <w:rPr>
                <w:bCs/>
                <w:szCs w:val="28"/>
              </w:rPr>
              <w:t xml:space="preserve"> </w:t>
            </w:r>
            <w:proofErr w:type="spellStart"/>
            <w:r w:rsidRPr="00E75BCF">
              <w:rPr>
                <w:bCs/>
                <w:szCs w:val="28"/>
              </w:rPr>
              <w:t>Большемурашкинского</w:t>
            </w:r>
            <w:proofErr w:type="spellEnd"/>
            <w:r w:rsidRPr="00E75BCF">
              <w:rPr>
                <w:bCs/>
                <w:szCs w:val="28"/>
              </w:rPr>
              <w:t xml:space="preserve"> муниципального района Нижегородской области, тарифов в сфере холодного водоснабжения и водоотведения для потребителей </w:t>
            </w:r>
            <w:proofErr w:type="spellStart"/>
            <w:r w:rsidRPr="00E75BCF">
              <w:rPr>
                <w:bCs/>
                <w:szCs w:val="28"/>
              </w:rPr>
              <w:t>Большемурашкинского</w:t>
            </w:r>
            <w:proofErr w:type="spellEnd"/>
            <w:r w:rsidRPr="00E75BCF">
              <w:rPr>
                <w:bCs/>
                <w:szCs w:val="28"/>
              </w:rPr>
              <w:t xml:space="preserve"> муниципального района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Default="00261BEB" w:rsidP="00F93F89">
      <w:pPr>
        <w:pStyle w:val="ac"/>
        <w:jc w:val="center"/>
        <w:rPr>
          <w:sz w:val="32"/>
        </w:rPr>
      </w:pPr>
    </w:p>
    <w:p w:rsidR="000C3EA3" w:rsidRDefault="000C3EA3" w:rsidP="00F93F89">
      <w:pPr>
        <w:pStyle w:val="ac"/>
        <w:jc w:val="center"/>
        <w:rPr>
          <w:sz w:val="32"/>
        </w:rPr>
      </w:pPr>
    </w:p>
    <w:p w:rsidR="00127335" w:rsidRPr="00521285" w:rsidRDefault="00127335" w:rsidP="00F93F89">
      <w:pPr>
        <w:pStyle w:val="ac"/>
        <w:jc w:val="center"/>
        <w:rPr>
          <w:sz w:val="32"/>
        </w:rPr>
      </w:pPr>
    </w:p>
    <w:p w:rsidR="00E75BCF" w:rsidRPr="00E75BCF" w:rsidRDefault="00E75BCF" w:rsidP="00E75BCF">
      <w:pPr>
        <w:spacing w:line="276" w:lineRule="auto"/>
        <w:ind w:firstLine="720"/>
        <w:jc w:val="both"/>
        <w:rPr>
          <w:szCs w:val="28"/>
        </w:rPr>
      </w:pPr>
      <w:r w:rsidRPr="00E75BCF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</w:t>
      </w:r>
      <w:proofErr w:type="gramStart"/>
      <w:r w:rsidRPr="00E75BCF">
        <w:rPr>
          <w:szCs w:val="28"/>
        </w:rPr>
        <w:t xml:space="preserve">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E75BCF">
        <w:rPr>
          <w:color w:val="000000"/>
          <w:szCs w:val="28"/>
        </w:rPr>
        <w:t xml:space="preserve">МУНИЦИПАЛЬНЫМ УНИТАРНЫМ ПРЕДПРИЯТИЕМ ЖИЛИЩНО-КОММУНАЛЬНОГО ХОЗЯЙСТВА П. СОВЕТСКИЙ </w:t>
      </w:r>
      <w:r>
        <w:rPr>
          <w:color w:val="000000"/>
          <w:szCs w:val="28"/>
        </w:rPr>
        <w:t xml:space="preserve">                          </w:t>
      </w:r>
      <w:r w:rsidRPr="00E75BCF">
        <w:rPr>
          <w:color w:val="000000"/>
          <w:szCs w:val="28"/>
        </w:rPr>
        <w:t>(ИНН 5204002319)</w:t>
      </w:r>
      <w:r w:rsidRPr="00E75BCF">
        <w:rPr>
          <w:szCs w:val="28"/>
        </w:rPr>
        <w:t>, п.</w:t>
      </w:r>
      <w:r w:rsidRPr="00E75BCF">
        <w:rPr>
          <w:szCs w:val="28"/>
          <w:lang w:val="en-US"/>
        </w:rPr>
        <w:t>  </w:t>
      </w:r>
      <w:r w:rsidRPr="00E75BCF">
        <w:rPr>
          <w:szCs w:val="28"/>
        </w:rPr>
        <w:t xml:space="preserve">Советский </w:t>
      </w:r>
      <w:proofErr w:type="spellStart"/>
      <w:r w:rsidRPr="00E75BCF">
        <w:rPr>
          <w:szCs w:val="28"/>
        </w:rPr>
        <w:t>Большемурашкинского</w:t>
      </w:r>
      <w:proofErr w:type="spellEnd"/>
      <w:r w:rsidRPr="00E75BCF">
        <w:rPr>
          <w:szCs w:val="28"/>
        </w:rPr>
        <w:t xml:space="preserve"> муниципального района Нижегородской области, экспертного заключения </w:t>
      </w:r>
      <w:r w:rsidRPr="002F7440">
        <w:rPr>
          <w:szCs w:val="28"/>
        </w:rPr>
        <w:t>рег. № в-</w:t>
      </w:r>
      <w:r w:rsidR="002F7440" w:rsidRPr="002F7440">
        <w:rPr>
          <w:szCs w:val="28"/>
        </w:rPr>
        <w:t>596</w:t>
      </w:r>
      <w:r w:rsidRPr="002F7440">
        <w:rPr>
          <w:szCs w:val="28"/>
        </w:rPr>
        <w:t xml:space="preserve"> от</w:t>
      </w:r>
      <w:r w:rsidRPr="00E75BCF">
        <w:rPr>
          <w:szCs w:val="28"/>
        </w:rPr>
        <w:t xml:space="preserve"> </w:t>
      </w:r>
      <w:r w:rsidR="00F93F89">
        <w:rPr>
          <w:szCs w:val="28"/>
        </w:rPr>
        <w:t xml:space="preserve">7 ноября </w:t>
      </w:r>
      <w:r w:rsidRPr="00E75BCF">
        <w:rPr>
          <w:szCs w:val="28"/>
        </w:rPr>
        <w:t>2019 г.:</w:t>
      </w:r>
      <w:proofErr w:type="gramEnd"/>
    </w:p>
    <w:p w:rsidR="00E75BCF" w:rsidRPr="00E75BCF" w:rsidRDefault="00E75BCF" w:rsidP="00E75BCF">
      <w:pPr>
        <w:spacing w:line="276" w:lineRule="auto"/>
        <w:ind w:firstLine="720"/>
        <w:jc w:val="both"/>
        <w:rPr>
          <w:bCs/>
          <w:szCs w:val="28"/>
        </w:rPr>
      </w:pPr>
      <w:r w:rsidRPr="00E75BCF">
        <w:rPr>
          <w:b/>
          <w:bCs/>
          <w:szCs w:val="28"/>
        </w:rPr>
        <w:t>1.</w:t>
      </w:r>
      <w:r w:rsidRPr="00E75BCF">
        <w:rPr>
          <w:bCs/>
          <w:szCs w:val="28"/>
        </w:rPr>
        <w:t xml:space="preserve"> Внести в решение региональной службы по тарифам Нижегородской области от 18 декабря 2018 г. № 53/57 «Об установлении МУНИЦИПАЛЬНОМУ УНИТАРНОМУ ПРЕДПРИЯТИЮ ЖИЛИЩНО-КОММУНАЛЬНОГО ХОЗЯЙСТВА П. СОВЕТСКИЙ (ИНН 5204002319), п. Советский </w:t>
      </w:r>
      <w:proofErr w:type="spellStart"/>
      <w:r w:rsidRPr="00E75BCF">
        <w:rPr>
          <w:bCs/>
          <w:szCs w:val="28"/>
        </w:rPr>
        <w:t>Большемурашкинского</w:t>
      </w:r>
      <w:proofErr w:type="spellEnd"/>
      <w:r w:rsidRPr="00E75BCF">
        <w:rPr>
          <w:bCs/>
          <w:szCs w:val="28"/>
        </w:rPr>
        <w:t xml:space="preserve"> муниципального района Нижегородской области, тарифов в сфере холодного водоснабжения и водоотведения для потребителей </w:t>
      </w:r>
      <w:proofErr w:type="spellStart"/>
      <w:r w:rsidRPr="00E75BCF">
        <w:rPr>
          <w:bCs/>
          <w:szCs w:val="28"/>
        </w:rPr>
        <w:lastRenderedPageBreak/>
        <w:t>Большемурашкинского</w:t>
      </w:r>
      <w:proofErr w:type="spellEnd"/>
      <w:r w:rsidRPr="00E75BCF">
        <w:rPr>
          <w:bCs/>
          <w:szCs w:val="28"/>
        </w:rPr>
        <w:t xml:space="preserve"> муниципального района Нижегородской области» </w:t>
      </w:r>
      <w:r w:rsidRPr="00E75BCF">
        <w:rPr>
          <w:szCs w:val="28"/>
        </w:rPr>
        <w:t>следующие изменения:</w:t>
      </w:r>
    </w:p>
    <w:p w:rsidR="00E75BCF" w:rsidRPr="00E75BCF" w:rsidRDefault="00E75BCF" w:rsidP="00E75BCF">
      <w:pPr>
        <w:tabs>
          <w:tab w:val="left" w:pos="1134"/>
        </w:tabs>
        <w:spacing w:line="276" w:lineRule="auto"/>
        <w:jc w:val="both"/>
        <w:rPr>
          <w:bCs/>
          <w:szCs w:val="28"/>
        </w:rPr>
      </w:pPr>
      <w:r w:rsidRPr="00E75BCF">
        <w:rPr>
          <w:b/>
          <w:bCs/>
          <w:i/>
          <w:szCs w:val="28"/>
        </w:rPr>
        <w:t>1.1.</w:t>
      </w:r>
      <w:r w:rsidRPr="00E75BCF">
        <w:rPr>
          <w:bCs/>
          <w:szCs w:val="28"/>
        </w:rPr>
        <w:t xml:space="preserve"> Таблицу пункта 3 решения изложить в следующей редакции:</w:t>
      </w:r>
    </w:p>
    <w:p w:rsidR="00E75BCF" w:rsidRPr="00E75BCF" w:rsidRDefault="00E75BCF" w:rsidP="00E75BCF">
      <w:pPr>
        <w:tabs>
          <w:tab w:val="left" w:pos="1134"/>
        </w:tabs>
        <w:spacing w:line="276" w:lineRule="auto"/>
        <w:jc w:val="both"/>
        <w:rPr>
          <w:bCs/>
          <w:szCs w:val="28"/>
        </w:rPr>
      </w:pPr>
      <w:r w:rsidRPr="00E75BCF">
        <w:rPr>
          <w:bCs/>
          <w:szCs w:val="28"/>
        </w:rPr>
        <w:t>«</w:t>
      </w:r>
    </w:p>
    <w:tbl>
      <w:tblPr>
        <w:tblW w:w="4920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641"/>
        <w:gridCol w:w="750"/>
        <w:gridCol w:w="812"/>
        <w:gridCol w:w="749"/>
        <w:gridCol w:w="812"/>
        <w:gridCol w:w="749"/>
        <w:gridCol w:w="812"/>
        <w:gridCol w:w="749"/>
        <w:gridCol w:w="814"/>
        <w:gridCol w:w="702"/>
        <w:gridCol w:w="742"/>
      </w:tblGrid>
      <w:tr w:rsidR="00E75BCF" w:rsidRPr="00E75BCF" w:rsidTr="007727C0">
        <w:trPr>
          <w:trHeight w:val="281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 xml:space="preserve">№ </w:t>
            </w:r>
            <w:proofErr w:type="gramStart"/>
            <w:r w:rsidRPr="00E75BCF">
              <w:rPr>
                <w:b/>
                <w:sz w:val="14"/>
                <w:szCs w:val="14"/>
                <w:lang w:eastAsia="en-US"/>
              </w:rPr>
              <w:t>п</w:t>
            </w:r>
            <w:proofErr w:type="gramEnd"/>
            <w:r w:rsidRPr="00E75BCF">
              <w:rPr>
                <w:b/>
                <w:sz w:val="14"/>
                <w:szCs w:val="14"/>
                <w:lang w:eastAsia="en-US"/>
              </w:rPr>
              <w:t>/п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1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Периоды регулирования</w:t>
            </w:r>
          </w:p>
        </w:tc>
      </w:tr>
      <w:tr w:rsidR="00E75BCF" w:rsidRPr="00E75BCF" w:rsidTr="007727C0">
        <w:trPr>
          <w:cantSplit/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CF" w:rsidRPr="00E75BCF" w:rsidRDefault="00E75BCF" w:rsidP="00F93F89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CF" w:rsidRPr="00E75BCF" w:rsidRDefault="00E75BCF" w:rsidP="00F93F89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2019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2020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2021 год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2022 год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2023 год</w:t>
            </w:r>
          </w:p>
        </w:tc>
      </w:tr>
      <w:tr w:rsidR="00E75BCF" w:rsidRPr="00E75BCF" w:rsidTr="007727C0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CF" w:rsidRPr="00E75BCF" w:rsidRDefault="00E75BCF" w:rsidP="00F93F89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CF" w:rsidRPr="00E75BCF" w:rsidRDefault="00E75BCF" w:rsidP="00F93F89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E75BCF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7727C0" w:rsidRPr="00E75BCF" w:rsidTr="007727C0">
        <w:trPr>
          <w:trHeight w:val="133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7C0" w:rsidRPr="00E75BCF" w:rsidRDefault="007727C0" w:rsidP="00F93F89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75BCF">
              <w:rPr>
                <w:b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7C0" w:rsidRPr="00E75BCF" w:rsidRDefault="007727C0" w:rsidP="00F93F89">
            <w:pPr>
              <w:rPr>
                <w:noProof/>
                <w:sz w:val="19"/>
                <w:szCs w:val="19"/>
                <w:lang w:eastAsia="en-US"/>
              </w:rPr>
            </w:pPr>
            <w:r w:rsidRPr="00E75BCF">
              <w:rPr>
                <w:sz w:val="19"/>
                <w:szCs w:val="19"/>
                <w:lang w:eastAsia="en-US"/>
              </w:rPr>
              <w:t>Питьевая вода, руб./м</w:t>
            </w:r>
            <w:r w:rsidRPr="00E75BCF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F93F89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32,82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F93F89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33,47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33,47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34,73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34,73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36,13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36,13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37,51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37,51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37,82</w:t>
            </w:r>
          </w:p>
        </w:tc>
      </w:tr>
      <w:tr w:rsidR="007727C0" w:rsidRPr="00E75BCF" w:rsidTr="007727C0">
        <w:trPr>
          <w:trHeight w:val="133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7C0" w:rsidRPr="00E75BCF" w:rsidRDefault="007727C0" w:rsidP="00F93F89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75BCF">
              <w:rPr>
                <w:b/>
                <w:bCs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27C0" w:rsidRPr="00E75BCF" w:rsidRDefault="007727C0" w:rsidP="00F93F89">
            <w:pPr>
              <w:rPr>
                <w:noProof/>
                <w:sz w:val="19"/>
                <w:szCs w:val="19"/>
                <w:lang w:eastAsia="en-US"/>
              </w:rPr>
            </w:pPr>
            <w:r w:rsidRPr="00E75BCF">
              <w:rPr>
                <w:sz w:val="19"/>
                <w:szCs w:val="19"/>
                <w:lang w:eastAsia="en-US"/>
              </w:rPr>
              <w:t>Питьевая вода, руб./м</w:t>
            </w:r>
            <w:r w:rsidRPr="00E75BCF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F93F89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32,82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F93F89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33,47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33,47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34,73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34,73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36,13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36,13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37,51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37,51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37,82</w:t>
            </w:r>
          </w:p>
        </w:tc>
      </w:tr>
      <w:tr w:rsidR="007727C0" w:rsidRPr="00E75BCF" w:rsidTr="007727C0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C0" w:rsidRPr="00E75BCF" w:rsidRDefault="007727C0" w:rsidP="00F93F89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7C0" w:rsidRPr="00E75BCF" w:rsidRDefault="007727C0" w:rsidP="00F93F89">
            <w:pPr>
              <w:rPr>
                <w:noProof/>
                <w:sz w:val="19"/>
                <w:szCs w:val="19"/>
                <w:lang w:eastAsia="en-US"/>
              </w:rPr>
            </w:pPr>
            <w:r w:rsidRPr="00E75BCF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C0" w:rsidRPr="007727C0" w:rsidRDefault="007727C0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C0" w:rsidRPr="007727C0" w:rsidRDefault="007727C0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</w:p>
        </w:tc>
      </w:tr>
      <w:tr w:rsidR="007727C0" w:rsidRPr="00E75BCF" w:rsidTr="007727C0">
        <w:trPr>
          <w:trHeight w:val="132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7C0" w:rsidRPr="00E75BCF" w:rsidRDefault="007727C0" w:rsidP="00F93F89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75BCF">
              <w:rPr>
                <w:b/>
                <w:bCs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7C0" w:rsidRPr="00E75BCF" w:rsidRDefault="007727C0" w:rsidP="00F93F89">
            <w:pPr>
              <w:rPr>
                <w:noProof/>
                <w:sz w:val="19"/>
                <w:szCs w:val="19"/>
                <w:lang w:eastAsia="en-US"/>
              </w:rPr>
            </w:pPr>
            <w:r w:rsidRPr="00E75BCF">
              <w:rPr>
                <w:sz w:val="19"/>
                <w:szCs w:val="19"/>
                <w:lang w:eastAsia="en-US"/>
              </w:rPr>
              <w:t>Водоотведение</w:t>
            </w:r>
            <w:r w:rsidRPr="00E75BCF">
              <w:rPr>
                <w:sz w:val="19"/>
                <w:szCs w:val="19"/>
                <w:lang w:eastAsia="en-US"/>
              </w:rPr>
              <w:br/>
              <w:t>(без учета очистки сточных вод), руб./м</w:t>
            </w:r>
            <w:r w:rsidRPr="00E75BCF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F93F89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17,73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F93F89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18,08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18,08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18,62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18,62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19,35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19,35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20,11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20,11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20,60</w:t>
            </w:r>
          </w:p>
        </w:tc>
      </w:tr>
      <w:tr w:rsidR="007727C0" w:rsidRPr="00E75BCF" w:rsidTr="007727C0">
        <w:trPr>
          <w:trHeight w:val="132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7C0" w:rsidRPr="00E75BCF" w:rsidRDefault="007727C0" w:rsidP="00F93F89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75BCF">
              <w:rPr>
                <w:b/>
                <w:bCs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27C0" w:rsidRPr="00E75BCF" w:rsidRDefault="007727C0" w:rsidP="00F93F89">
            <w:pPr>
              <w:rPr>
                <w:noProof/>
                <w:sz w:val="19"/>
                <w:szCs w:val="19"/>
                <w:lang w:eastAsia="en-US"/>
              </w:rPr>
            </w:pPr>
            <w:r w:rsidRPr="00E75BCF">
              <w:rPr>
                <w:sz w:val="19"/>
                <w:szCs w:val="19"/>
                <w:lang w:eastAsia="en-US"/>
              </w:rPr>
              <w:t>Водоотведение</w:t>
            </w:r>
            <w:r w:rsidRPr="00E75BCF">
              <w:rPr>
                <w:sz w:val="19"/>
                <w:szCs w:val="19"/>
                <w:lang w:eastAsia="en-US"/>
              </w:rPr>
              <w:br/>
              <w:t>(без учета очистки сточных вод), руб./м</w:t>
            </w:r>
            <w:r w:rsidRPr="00E75BCF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F93F89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17,73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F93F89">
            <w:pPr>
              <w:jc w:val="center"/>
              <w:rPr>
                <w:sz w:val="19"/>
                <w:szCs w:val="19"/>
                <w:highlight w:val="yellow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18,08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18,08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18,62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18,62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19,35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19,35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20,11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20,11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27C0" w:rsidRPr="007727C0" w:rsidRDefault="007727C0" w:rsidP="007727C0">
            <w:pPr>
              <w:jc w:val="center"/>
              <w:rPr>
                <w:sz w:val="19"/>
                <w:szCs w:val="19"/>
                <w:lang w:eastAsia="en-US"/>
              </w:rPr>
            </w:pPr>
            <w:r w:rsidRPr="007727C0">
              <w:rPr>
                <w:sz w:val="19"/>
                <w:szCs w:val="19"/>
                <w:lang w:eastAsia="en-US"/>
              </w:rPr>
              <w:t>20,60</w:t>
            </w:r>
          </w:p>
        </w:tc>
      </w:tr>
      <w:tr w:rsidR="00E75BCF" w:rsidRPr="00E75BCF" w:rsidTr="007727C0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CF" w:rsidRPr="00E75BCF" w:rsidRDefault="00E75BCF" w:rsidP="00F93F89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CF" w:rsidRPr="00E75BCF" w:rsidRDefault="00E75BCF" w:rsidP="00F93F89">
            <w:pPr>
              <w:rPr>
                <w:noProof/>
                <w:sz w:val="19"/>
                <w:szCs w:val="19"/>
                <w:lang w:eastAsia="en-US"/>
              </w:rPr>
            </w:pPr>
            <w:r w:rsidRPr="00E75BCF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CF" w:rsidRPr="00E75BCF" w:rsidRDefault="00E75BCF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CF" w:rsidRPr="00E75BCF" w:rsidRDefault="00E75BCF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CF" w:rsidRPr="00E75BCF" w:rsidRDefault="00E75BCF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CF" w:rsidRPr="00E75BCF" w:rsidRDefault="00E75BCF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CF" w:rsidRPr="00E75BCF" w:rsidRDefault="00E75BCF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CF" w:rsidRPr="00E75BCF" w:rsidRDefault="00E75BCF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CF" w:rsidRPr="00E75BCF" w:rsidRDefault="00E75BCF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CF" w:rsidRPr="00E75BCF" w:rsidRDefault="00E75BCF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CF" w:rsidRPr="00E75BCF" w:rsidRDefault="00E75BCF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CF" w:rsidRPr="00E75BCF" w:rsidRDefault="00E75BCF" w:rsidP="00F93F89">
            <w:pPr>
              <w:rPr>
                <w:sz w:val="19"/>
                <w:szCs w:val="19"/>
                <w:highlight w:val="yellow"/>
                <w:lang w:eastAsia="en-US"/>
              </w:rPr>
            </w:pPr>
          </w:p>
        </w:tc>
      </w:tr>
    </w:tbl>
    <w:p w:rsidR="00E75BCF" w:rsidRPr="00E75BCF" w:rsidRDefault="00E75BCF" w:rsidP="00E75BCF">
      <w:pPr>
        <w:spacing w:line="276" w:lineRule="auto"/>
        <w:jc w:val="right"/>
        <w:rPr>
          <w:szCs w:val="28"/>
        </w:rPr>
      </w:pPr>
      <w:r w:rsidRPr="00E75BCF">
        <w:rPr>
          <w:szCs w:val="28"/>
        </w:rPr>
        <w:t>».</w:t>
      </w:r>
    </w:p>
    <w:p w:rsidR="00E75BCF" w:rsidRPr="00E75BCF" w:rsidRDefault="00E75BCF" w:rsidP="00E75BCF">
      <w:pPr>
        <w:spacing w:line="276" w:lineRule="auto"/>
        <w:jc w:val="both"/>
        <w:rPr>
          <w:szCs w:val="28"/>
        </w:rPr>
      </w:pPr>
      <w:r w:rsidRPr="00E75BCF">
        <w:rPr>
          <w:b/>
          <w:i/>
          <w:szCs w:val="28"/>
        </w:rPr>
        <w:t>1.2.</w:t>
      </w:r>
      <w:r w:rsidRPr="00E75BCF">
        <w:rPr>
          <w:szCs w:val="28"/>
        </w:rPr>
        <w:t xml:space="preserve"> Приложения 1, 2 к решению изложить в новой редакции </w:t>
      </w:r>
      <w:r w:rsidRPr="00E75BCF">
        <w:rPr>
          <w:noProof/>
          <w:szCs w:val="28"/>
        </w:rPr>
        <w:t xml:space="preserve">согласно Приложениям 1, 2 </w:t>
      </w:r>
      <w:r w:rsidRPr="00E75BCF">
        <w:rPr>
          <w:szCs w:val="28"/>
        </w:rPr>
        <w:t>к настоящему решению.</w:t>
      </w:r>
    </w:p>
    <w:p w:rsidR="00E75BCF" w:rsidRPr="00E75BCF" w:rsidRDefault="00E75BCF" w:rsidP="00E75BCF">
      <w:pPr>
        <w:spacing w:line="276" w:lineRule="auto"/>
        <w:ind w:firstLine="720"/>
        <w:jc w:val="both"/>
        <w:rPr>
          <w:szCs w:val="28"/>
        </w:rPr>
      </w:pPr>
      <w:r w:rsidRPr="00E75BCF">
        <w:rPr>
          <w:b/>
          <w:szCs w:val="28"/>
        </w:rPr>
        <w:t>2.</w:t>
      </w:r>
      <w:r w:rsidRPr="00E75BCF">
        <w:rPr>
          <w:szCs w:val="28"/>
        </w:rPr>
        <w:t xml:space="preserve"> Настоящее решение вступает в силу с 1 января 2020 г.</w:t>
      </w:r>
    </w:p>
    <w:p w:rsidR="000C3EA3" w:rsidRPr="0056238E" w:rsidRDefault="000C3EA3" w:rsidP="00F93F89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0C3EA3" w:rsidRPr="000C3EA3" w:rsidRDefault="000C3EA3" w:rsidP="00F93F89">
      <w:pPr>
        <w:tabs>
          <w:tab w:val="left" w:pos="1897"/>
        </w:tabs>
        <w:rPr>
          <w:noProof/>
        </w:rPr>
      </w:pPr>
    </w:p>
    <w:p w:rsidR="007D25C7" w:rsidRPr="007D25C7" w:rsidRDefault="007D25C7" w:rsidP="00F93F89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                           Ю.Л. 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FF20DE" w:rsidRDefault="00FF20DE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p w:rsidR="003D74F6" w:rsidRDefault="003D74F6" w:rsidP="006B717F">
      <w:pPr>
        <w:spacing w:line="276" w:lineRule="auto"/>
        <w:rPr>
          <w:szCs w:val="28"/>
        </w:rPr>
      </w:pPr>
    </w:p>
    <w:p w:rsidR="003D74F6" w:rsidRDefault="003D74F6" w:rsidP="006B717F">
      <w:pPr>
        <w:spacing w:line="276" w:lineRule="auto"/>
        <w:rPr>
          <w:szCs w:val="28"/>
        </w:rPr>
      </w:pPr>
    </w:p>
    <w:p w:rsidR="003D74F6" w:rsidRDefault="003D74F6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51" w:type="dxa"/>
        <w:tblLook w:val="04A0" w:firstRow="1" w:lastRow="0" w:firstColumn="1" w:lastColumn="0" w:noHBand="0" w:noVBand="1"/>
      </w:tblPr>
      <w:tblGrid>
        <w:gridCol w:w="528"/>
        <w:gridCol w:w="456"/>
        <w:gridCol w:w="9167"/>
      </w:tblGrid>
      <w:tr w:rsidR="005C06DC" w:rsidTr="000658D5"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0658D5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6238E" w:rsidRDefault="005C06DC" w:rsidP="0056238E">
            <w:pPr>
              <w:ind w:left="3552"/>
              <w:jc w:val="center"/>
            </w:pPr>
            <w:r w:rsidRPr="00F93F89">
              <w:t xml:space="preserve">от </w:t>
            </w:r>
            <w:r w:rsidR="00F93F89" w:rsidRPr="00F93F89">
              <w:t xml:space="preserve">14 ноября </w:t>
            </w:r>
            <w:r w:rsidR="00F1607E" w:rsidRPr="00F93F89">
              <w:t xml:space="preserve">2019 </w:t>
            </w:r>
            <w:r w:rsidR="00CC03DF" w:rsidRPr="00F93F89">
              <w:t>г.</w:t>
            </w:r>
            <w:r w:rsidRPr="00F93F89">
              <w:t xml:space="preserve"> №</w:t>
            </w:r>
            <w:r w:rsidR="006B0802" w:rsidRPr="00D74902">
              <w:t xml:space="preserve"> </w:t>
            </w:r>
            <w:r w:rsidR="00CF1364">
              <w:t>50/26</w:t>
            </w:r>
          </w:p>
          <w:p w:rsidR="0056238E" w:rsidRDefault="00607695" w:rsidP="0056238E">
            <w:pPr>
              <w:ind w:left="3552"/>
              <w:jc w:val="center"/>
            </w:pPr>
            <w:r>
              <w:t xml:space="preserve">«ПРИЛОЖЕНИЕ </w:t>
            </w:r>
            <w:r w:rsidR="000658D5">
              <w:t>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E75BCF" w:rsidP="00607695">
            <w:pPr>
              <w:ind w:left="3552"/>
              <w:jc w:val="center"/>
            </w:pPr>
            <w:r w:rsidRPr="00E75BCF">
              <w:rPr>
                <w:bCs/>
              </w:rPr>
              <w:t>от 18 декабря 2018 г. № 53/57</w:t>
            </w:r>
          </w:p>
        </w:tc>
      </w:tr>
    </w:tbl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658D5" w:rsidRPr="005C06DC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C06DC">
        <w:rPr>
          <w:b/>
          <w:bCs/>
          <w:sz w:val="24"/>
          <w:szCs w:val="24"/>
        </w:rPr>
        <w:t>ПРОИЗВОДСТВЕННАЯ ПРОГРАММА</w:t>
      </w:r>
    </w:p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C06DC">
        <w:rPr>
          <w:b/>
          <w:bCs/>
          <w:sz w:val="24"/>
          <w:szCs w:val="24"/>
        </w:rPr>
        <w:t xml:space="preserve">ПО ОКАЗАНИЮ УСЛУГ ХОЛОДНОГО ВОДОСНАБЖЕНИЯ </w:t>
      </w:r>
    </w:p>
    <w:p w:rsidR="00AF6AB4" w:rsidRDefault="00AF6AB4" w:rsidP="000658D5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0658D5" w:rsidRDefault="000658D5" w:rsidP="0004000E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5C06DC">
        <w:rPr>
          <w:sz w:val="24"/>
          <w:szCs w:val="24"/>
        </w:rPr>
        <w:t xml:space="preserve"> реализации пр</w:t>
      </w:r>
      <w:r w:rsidR="00FF20DE">
        <w:rPr>
          <w:sz w:val="24"/>
          <w:szCs w:val="24"/>
        </w:rPr>
        <w:t>оизводственной программы с 01.01</w:t>
      </w:r>
      <w:r w:rsidRPr="005C06DC">
        <w:rPr>
          <w:sz w:val="24"/>
          <w:szCs w:val="24"/>
        </w:rPr>
        <w:t>.201</w:t>
      </w:r>
      <w:r w:rsidR="00FF20DE">
        <w:rPr>
          <w:sz w:val="24"/>
          <w:szCs w:val="24"/>
        </w:rPr>
        <w:t>9</w:t>
      </w:r>
      <w:r w:rsidRPr="005C06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</w:t>
      </w:r>
      <w:r w:rsidRPr="005C06DC">
        <w:rPr>
          <w:sz w:val="24"/>
          <w:szCs w:val="24"/>
        </w:rPr>
        <w:t>по 31.12.202</w:t>
      </w:r>
      <w:r w:rsidR="00FF20DE">
        <w:rPr>
          <w:sz w:val="24"/>
          <w:szCs w:val="24"/>
        </w:rPr>
        <w:t>3</w:t>
      </w:r>
      <w:r>
        <w:rPr>
          <w:sz w:val="24"/>
          <w:szCs w:val="24"/>
        </w:rPr>
        <w:t xml:space="preserve"> г.</w:t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04000E" w:rsidRPr="0004000E" w:rsidTr="00E503C4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04000E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04000E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МУНИЦИПАЛЬНОЕ УНИТАРНОЕ ПРЕДПРИЯТИЕ ЖИЛИЩНО-КОММУНАЛЬНОГО ХОЗЯЙСТВА П. </w:t>
            </w:r>
            <w:proofErr w:type="gramStart"/>
            <w:r w:rsidRPr="0004000E">
              <w:rPr>
                <w:rFonts w:eastAsia="Calibri"/>
                <w:sz w:val="20"/>
                <w:lang w:eastAsia="en-US"/>
              </w:rPr>
              <w:t>СОВЕТСКИЙ</w:t>
            </w:r>
            <w:proofErr w:type="gramEnd"/>
            <w:r w:rsidRPr="0004000E">
              <w:rPr>
                <w:rFonts w:eastAsia="Calibri"/>
                <w:sz w:val="20"/>
                <w:lang w:eastAsia="en-US"/>
              </w:rPr>
              <w:t xml:space="preserve"> </w:t>
            </w:r>
          </w:p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(ИНН 5204002319)</w:t>
            </w:r>
          </w:p>
        </w:tc>
      </w:tr>
      <w:tr w:rsidR="0004000E" w:rsidRPr="0004000E" w:rsidTr="00E503C4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606363, Нижегородская область, </w:t>
            </w:r>
            <w:proofErr w:type="spellStart"/>
            <w:r w:rsidRPr="0004000E">
              <w:rPr>
                <w:rFonts w:eastAsia="Calibri"/>
                <w:sz w:val="20"/>
                <w:lang w:eastAsia="en-US"/>
              </w:rPr>
              <w:t>Большемурашкинский</w:t>
            </w:r>
            <w:proofErr w:type="spellEnd"/>
            <w:r w:rsidRPr="0004000E">
              <w:rPr>
                <w:rFonts w:eastAsia="Calibri"/>
                <w:sz w:val="20"/>
                <w:lang w:eastAsia="en-US"/>
              </w:rPr>
              <w:t xml:space="preserve"> муниципальный район, п. Советский, д. 7</w:t>
            </w:r>
          </w:p>
        </w:tc>
      </w:tr>
      <w:tr w:rsidR="0004000E" w:rsidRPr="0004000E" w:rsidTr="0004000E">
        <w:trPr>
          <w:gridAfter w:val="2"/>
          <w:wAfter w:w="608" w:type="dxa"/>
          <w:trHeight w:val="468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04000E" w:rsidRPr="0004000E" w:rsidTr="00E503C4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04000E">
              <w:rPr>
                <w:rFonts w:eastAsia="Calibri"/>
                <w:sz w:val="20"/>
                <w:lang w:eastAsia="en-US"/>
              </w:rPr>
              <w:t>Нижний Новгород, Кремль, корпус 1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04000E" w:rsidRPr="0004000E" w:rsidTr="00E503C4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04000E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04000E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59,19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59,19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59,19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59,19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59,19</w:t>
            </w:r>
          </w:p>
        </w:tc>
      </w:tr>
      <w:tr w:rsidR="0004000E" w:rsidRPr="0004000E" w:rsidTr="00E503C4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04000E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56,15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56,15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56,15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56,15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56,15</w:t>
            </w:r>
          </w:p>
        </w:tc>
      </w:tr>
      <w:tr w:rsidR="0004000E" w:rsidRPr="0004000E" w:rsidTr="00E503C4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04000E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1,31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1,31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1,31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1,31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1,31</w:t>
            </w:r>
          </w:p>
        </w:tc>
      </w:tr>
      <w:tr w:rsidR="0004000E" w:rsidRPr="0004000E" w:rsidTr="00E503C4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04000E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1,73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1,73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1,73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1,73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1,73</w:t>
            </w:r>
          </w:p>
        </w:tc>
      </w:tr>
      <w:tr w:rsidR="0004000E" w:rsidRPr="0004000E" w:rsidTr="00E503C4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04000E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04000E" w:rsidRPr="0004000E" w:rsidTr="00E503C4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04000E" w:rsidRPr="0004000E" w:rsidTr="00E503C4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1 767,84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1 767,84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29,79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29,79</w:t>
            </w:r>
          </w:p>
        </w:tc>
      </w:tr>
      <w:tr w:rsidR="0004000E" w:rsidRPr="0004000E" w:rsidTr="00E503C4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1797,63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1797,63</w:t>
            </w:r>
          </w:p>
        </w:tc>
        <w:tc>
          <w:tcPr>
            <w:tcW w:w="567" w:type="dxa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1 843,12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1 843,12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32,09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32,09</w:t>
            </w:r>
          </w:p>
        </w:tc>
      </w:tr>
      <w:tr w:rsidR="0004000E" w:rsidRPr="0004000E" w:rsidTr="00E503C4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1875,21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1875,21</w:t>
            </w:r>
          </w:p>
        </w:tc>
        <w:tc>
          <w:tcPr>
            <w:tcW w:w="567" w:type="dxa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1 895,20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1 895,20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34,39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34,39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1929,59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1929,59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1 951,66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1 951,66 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37,02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37,02</w:t>
            </w:r>
          </w:p>
        </w:tc>
      </w:tr>
      <w:tr w:rsidR="0004000E" w:rsidRPr="0004000E" w:rsidTr="00E503C4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1988,68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1988,68</w:t>
            </w:r>
          </w:p>
        </w:tc>
        <w:tc>
          <w:tcPr>
            <w:tcW w:w="608" w:type="dxa"/>
            <w:gridSpan w:val="2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2 009,81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2 009,81 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39,95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39,95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2049,76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2049,76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9640,87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9640,87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</w:t>
            </w:r>
            <w:r w:rsidRPr="0004000E">
              <w:rPr>
                <w:rFonts w:eastAsia="Calibri"/>
                <w:b/>
                <w:sz w:val="20"/>
                <w:lang w:eastAsia="en-US"/>
              </w:rPr>
              <w:lastRenderedPageBreak/>
              <w:t>регламентов</w:t>
            </w:r>
          </w:p>
        </w:tc>
      </w:tr>
      <w:tr w:rsidR="0004000E" w:rsidRPr="0004000E" w:rsidTr="00E503C4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04000E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i/>
                <w:sz w:val="20"/>
                <w:lang w:eastAsia="en-US"/>
              </w:rPr>
              <w:t xml:space="preserve">                 систем водоснабжения </w:t>
            </w:r>
          </w:p>
        </w:tc>
      </w:tr>
      <w:tr w:rsidR="0004000E" w:rsidRPr="0004000E" w:rsidTr="00E503C4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04000E" w:rsidRPr="0004000E" w:rsidTr="00E503C4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04000E" w:rsidRPr="0004000E" w:rsidTr="00E503C4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Замена задвижек, замена насоса, ремонт водопровода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183,96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183,96</w:t>
            </w:r>
          </w:p>
        </w:tc>
      </w:tr>
      <w:tr w:rsidR="0004000E" w:rsidRPr="0004000E" w:rsidTr="00E503C4">
        <w:trPr>
          <w:gridAfter w:val="2"/>
          <w:wAfter w:w="608" w:type="dxa"/>
          <w:trHeight w:val="283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183,96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183,96</w:t>
            </w:r>
          </w:p>
        </w:tc>
      </w:tr>
      <w:tr w:rsidR="0004000E" w:rsidRPr="0004000E" w:rsidTr="00E503C4">
        <w:trPr>
          <w:gridAfter w:val="2"/>
          <w:wAfter w:w="608" w:type="dxa"/>
          <w:trHeight w:val="315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04000E" w:rsidRPr="0004000E" w:rsidTr="00E503C4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Замена задвижек, замена насоса, ремонт водопровода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187,58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187,58</w:t>
            </w:r>
          </w:p>
        </w:tc>
      </w:tr>
      <w:tr w:rsidR="0004000E" w:rsidRPr="0004000E" w:rsidTr="00E503C4">
        <w:trPr>
          <w:gridAfter w:val="2"/>
          <w:wAfter w:w="608" w:type="dxa"/>
          <w:trHeight w:val="315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187,58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187,58</w:t>
            </w:r>
          </w:p>
        </w:tc>
      </w:tr>
      <w:tr w:rsidR="0004000E" w:rsidRPr="0004000E" w:rsidTr="00E503C4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Замена задвижек, замена насоса, ремонт водопровода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192,58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192,58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192,58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192,58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Замена задвижек, замена насоса, ремонт водопровода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198,28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198,28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198,28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198,28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Замена задвижек, замена насоса, ремонт водопровода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204,15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204,15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204,15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204,15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966,55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966,55</w:t>
            </w:r>
          </w:p>
        </w:tc>
      </w:tr>
      <w:tr w:rsidR="0004000E" w:rsidRPr="0004000E" w:rsidTr="00E503C4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04000E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i/>
                <w:sz w:val="20"/>
                <w:lang w:eastAsia="en-US"/>
              </w:rPr>
              <w:t xml:space="preserve">             питьевой воды </w:t>
            </w:r>
          </w:p>
        </w:tc>
      </w:tr>
      <w:tr w:rsidR="0004000E" w:rsidRPr="0004000E" w:rsidTr="00E503C4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04000E" w:rsidRPr="0004000E" w:rsidTr="00E503C4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 </w:t>
            </w:r>
            <w:r w:rsidRPr="0004000E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04000E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04000E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04000E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04000E" w:rsidRPr="0004000E" w:rsidTr="00E503C4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04000E" w:rsidRPr="0004000E" w:rsidTr="00E503C4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04000E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04000E" w:rsidRPr="0004000E" w:rsidTr="00E503C4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04000E" w:rsidRPr="0004000E" w:rsidTr="00E503C4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04000E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04000E" w:rsidRPr="0004000E" w:rsidTr="00E503C4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04000E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04000E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04000E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04000E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На период </w:t>
            </w:r>
            <w:r w:rsidRPr="0004000E">
              <w:rPr>
                <w:rFonts w:eastAsia="Calibri"/>
                <w:sz w:val="20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04000E" w:rsidRPr="0004000E" w:rsidTr="00E503C4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04000E" w:rsidRPr="0004000E" w:rsidTr="00E503C4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</w:t>
            </w:r>
            <w:r w:rsidRPr="0004000E">
              <w:rPr>
                <w:rFonts w:eastAsia="Calibri"/>
                <w:sz w:val="20"/>
                <w:lang w:eastAsia="en-US"/>
              </w:rPr>
              <w:lastRenderedPageBreak/>
              <w:t xml:space="preserve">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ед./</w:t>
            </w:r>
            <w:proofErr w:type="gramStart"/>
            <w:r w:rsidRPr="0004000E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04000E" w:rsidRPr="0004000E" w:rsidTr="00E503C4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04000E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04000E">
              <w:rPr>
                <w:rFonts w:eastAsia="Calibri"/>
                <w:sz w:val="20"/>
                <w:lang w:eastAsia="en-US"/>
              </w:rPr>
              <w:t>/</w:t>
            </w:r>
          </w:p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куб. м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1,7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1,7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1,7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1,7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1,7</w:t>
            </w:r>
          </w:p>
        </w:tc>
      </w:tr>
      <w:tr w:rsidR="0004000E" w:rsidRPr="0004000E" w:rsidTr="00E503C4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04000E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04000E">
              <w:rPr>
                <w:rFonts w:eastAsia="Calibri"/>
                <w:sz w:val="20"/>
                <w:lang w:eastAsia="en-US"/>
              </w:rPr>
              <w:t>/</w:t>
            </w:r>
          </w:p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куб. м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04000E" w:rsidRPr="0004000E" w:rsidTr="00E503C4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04000E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04000E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04000E" w:rsidRPr="0004000E" w:rsidTr="00E503C4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1 961,85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2 018,50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2 097,07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2 179,49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2 229,47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10 486,38</w:t>
            </w:r>
          </w:p>
        </w:tc>
      </w:tr>
      <w:tr w:rsidR="0004000E" w:rsidRPr="0004000E" w:rsidTr="00E503C4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04000E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04000E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04000E" w:rsidRPr="0004000E" w:rsidTr="00E503C4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2018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59,41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2286,40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401,82</w:t>
            </w:r>
          </w:p>
        </w:tc>
      </w:tr>
      <w:tr w:rsidR="0004000E" w:rsidRPr="0004000E" w:rsidTr="00E503C4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Общий объем финансовых потребностей за 2018,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2688,22</w:t>
            </w:r>
          </w:p>
        </w:tc>
      </w:tr>
    </w:tbl>
    <w:p w:rsidR="0056238E" w:rsidRPr="0056238E" w:rsidRDefault="0056238E" w:rsidP="0056238E">
      <w:pPr>
        <w:jc w:val="right"/>
        <w:rPr>
          <w:sz w:val="24"/>
          <w:szCs w:val="24"/>
          <w:lang w:eastAsia="en-US"/>
        </w:rPr>
      </w:pPr>
      <w:r w:rsidRPr="0056238E">
        <w:rPr>
          <w:sz w:val="24"/>
          <w:szCs w:val="24"/>
          <w:lang w:eastAsia="en-US"/>
        </w:rPr>
        <w:t>».</w:t>
      </w: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CF1364" w:rsidRPr="0056238E" w:rsidRDefault="00CF1364" w:rsidP="0056238E">
      <w:pPr>
        <w:rPr>
          <w:sz w:val="20"/>
          <w:lang w:eastAsia="en-US"/>
        </w:rPr>
      </w:pPr>
    </w:p>
    <w:p w:rsidR="000658D5" w:rsidRPr="0004000E" w:rsidRDefault="000658D5" w:rsidP="0004000E">
      <w:pPr>
        <w:tabs>
          <w:tab w:val="left" w:pos="6495"/>
        </w:tabs>
        <w:rPr>
          <w:sz w:val="20"/>
          <w:lang w:eastAsia="en-US"/>
        </w:rPr>
      </w:pPr>
    </w:p>
    <w:tbl>
      <w:tblPr>
        <w:tblpPr w:leftFromText="180" w:rightFromText="180" w:vertAnchor="text" w:tblpY="1"/>
        <w:tblOverlap w:val="never"/>
        <w:tblW w:w="10151" w:type="dxa"/>
        <w:tblLook w:val="04A0" w:firstRow="1" w:lastRow="0" w:firstColumn="1" w:lastColumn="0" w:noHBand="0" w:noVBand="1"/>
      </w:tblPr>
      <w:tblGrid>
        <w:gridCol w:w="528"/>
        <w:gridCol w:w="456"/>
        <w:gridCol w:w="9167"/>
      </w:tblGrid>
      <w:tr w:rsidR="000658D5" w:rsidTr="00CB0DDE">
        <w:tc>
          <w:tcPr>
            <w:tcW w:w="528" w:type="dxa"/>
          </w:tcPr>
          <w:p w:rsidR="000658D5" w:rsidRDefault="000658D5" w:rsidP="00CB0DD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0658D5" w:rsidRDefault="000658D5" w:rsidP="00CB0DD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0658D5" w:rsidRDefault="000658D5" w:rsidP="00CB0DDE">
            <w:pPr>
              <w:ind w:left="3552"/>
              <w:jc w:val="center"/>
            </w:pPr>
            <w:r>
              <w:t>ПРИЛОЖЕНИЕ 2</w:t>
            </w:r>
          </w:p>
          <w:p w:rsidR="000658D5" w:rsidRDefault="000658D5" w:rsidP="00CB0DD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0658D5" w:rsidRDefault="000658D5" w:rsidP="00CB0DDE">
            <w:pPr>
              <w:ind w:left="3552"/>
              <w:jc w:val="center"/>
            </w:pPr>
            <w:r w:rsidRPr="00F93F89">
              <w:t xml:space="preserve">от </w:t>
            </w:r>
            <w:r w:rsidR="00F93F89" w:rsidRPr="00F93F89">
              <w:t xml:space="preserve">14 ноября </w:t>
            </w:r>
            <w:r w:rsidRPr="00F93F89">
              <w:t>2019 г. №</w:t>
            </w:r>
            <w:r w:rsidRPr="00D74902">
              <w:t xml:space="preserve"> </w:t>
            </w:r>
            <w:r w:rsidR="00CF1364">
              <w:t>50/26</w:t>
            </w:r>
            <w:bookmarkStart w:id="0" w:name="_GoBack"/>
            <w:bookmarkEnd w:id="0"/>
          </w:p>
          <w:p w:rsidR="000658D5" w:rsidRDefault="000658D5" w:rsidP="00CB0DDE">
            <w:pPr>
              <w:ind w:left="3552"/>
              <w:jc w:val="center"/>
            </w:pPr>
          </w:p>
          <w:p w:rsidR="000658D5" w:rsidRDefault="000658D5" w:rsidP="00CB0DDE">
            <w:pPr>
              <w:ind w:left="3552"/>
              <w:jc w:val="center"/>
            </w:pPr>
            <w:r>
              <w:t>«ПРИЛОЖЕНИЕ 2</w:t>
            </w:r>
          </w:p>
          <w:p w:rsidR="000658D5" w:rsidRDefault="000658D5" w:rsidP="00CB0DD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0658D5" w:rsidRPr="001D06AF" w:rsidRDefault="00E75BCF" w:rsidP="00CB0DDE">
            <w:pPr>
              <w:ind w:left="3552"/>
              <w:jc w:val="center"/>
            </w:pPr>
            <w:r w:rsidRPr="00E75BCF">
              <w:rPr>
                <w:bCs/>
              </w:rPr>
              <w:t>от 18 декабря 2018 г. № 53/57</w:t>
            </w:r>
          </w:p>
        </w:tc>
      </w:tr>
    </w:tbl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658D5" w:rsidRPr="005C06DC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C06DC">
        <w:rPr>
          <w:b/>
          <w:bCs/>
          <w:sz w:val="24"/>
          <w:szCs w:val="24"/>
        </w:rPr>
        <w:t>ПРОИЗВОДСТВЕННАЯ ПРОГРАММА</w:t>
      </w:r>
    </w:p>
    <w:p w:rsidR="000658D5" w:rsidRDefault="000658D5" w:rsidP="000658D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C06DC">
        <w:rPr>
          <w:b/>
          <w:bCs/>
          <w:sz w:val="24"/>
          <w:szCs w:val="24"/>
        </w:rPr>
        <w:t xml:space="preserve">ПО ОКАЗАНИЮ УСЛУГ ВОДООТВЕДЕНИЯ </w:t>
      </w:r>
    </w:p>
    <w:p w:rsidR="00E75BCF" w:rsidRDefault="00E75BCF" w:rsidP="00FF20DE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 w:rsidRPr="00E75BCF">
        <w:rPr>
          <w:b/>
          <w:sz w:val="22"/>
          <w:szCs w:val="22"/>
        </w:rPr>
        <w:t xml:space="preserve">(без учета очистки сточных вод) </w:t>
      </w:r>
    </w:p>
    <w:p w:rsidR="00F93F89" w:rsidRDefault="00F93F89" w:rsidP="00FF20DE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FF20DE" w:rsidRDefault="00FF20DE" w:rsidP="0004000E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5C06DC">
        <w:rPr>
          <w:sz w:val="24"/>
          <w:szCs w:val="24"/>
        </w:rPr>
        <w:t xml:space="preserve"> реализации пр</w:t>
      </w:r>
      <w:r>
        <w:rPr>
          <w:sz w:val="24"/>
          <w:szCs w:val="24"/>
        </w:rPr>
        <w:t>оизводственной программы с 01.01</w:t>
      </w:r>
      <w:r w:rsidRPr="005C06DC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5C06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</w:t>
      </w:r>
      <w:r w:rsidRPr="005C06DC">
        <w:rPr>
          <w:sz w:val="24"/>
          <w:szCs w:val="24"/>
        </w:rPr>
        <w:t>по 31.12.202</w:t>
      </w:r>
      <w:r>
        <w:rPr>
          <w:sz w:val="24"/>
          <w:szCs w:val="24"/>
        </w:rPr>
        <w:t>3 г.</w:t>
      </w:r>
    </w:p>
    <w:tbl>
      <w:tblPr>
        <w:tblW w:w="112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7"/>
        <w:gridCol w:w="256"/>
        <w:gridCol w:w="851"/>
        <w:gridCol w:w="425"/>
        <w:gridCol w:w="142"/>
        <w:gridCol w:w="83"/>
        <w:gridCol w:w="909"/>
        <w:gridCol w:w="142"/>
        <w:gridCol w:w="824"/>
        <w:gridCol w:w="26"/>
        <w:gridCol w:w="425"/>
        <w:gridCol w:w="567"/>
        <w:gridCol w:w="426"/>
        <w:gridCol w:w="283"/>
        <w:gridCol w:w="151"/>
        <w:gridCol w:w="133"/>
        <w:gridCol w:w="992"/>
        <w:gridCol w:w="1878"/>
      </w:tblGrid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04000E" w:rsidRPr="0004000E" w:rsidTr="0004000E">
        <w:trPr>
          <w:gridAfter w:val="1"/>
          <w:wAfter w:w="1878" w:type="dxa"/>
          <w:trHeight w:val="47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Default="0004000E" w:rsidP="00E503C4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МУНИЦИПАЛЬНОЕ УНИТАРНОЕ ПРЕДПРИЯТИЕ ЖИЛИЩНО-КОММУНАЛЬНОГО ХОЗЯЙСТВА П. </w:t>
            </w:r>
            <w:proofErr w:type="gramStart"/>
            <w:r w:rsidRPr="0004000E">
              <w:rPr>
                <w:rFonts w:eastAsia="Calibri"/>
                <w:sz w:val="20"/>
                <w:lang w:eastAsia="en-US"/>
              </w:rPr>
              <w:t>СОВЕТСКИЙ</w:t>
            </w:r>
            <w:proofErr w:type="gramEnd"/>
            <w:r w:rsidRPr="0004000E">
              <w:rPr>
                <w:rFonts w:eastAsia="Calibri"/>
                <w:sz w:val="20"/>
                <w:lang w:eastAsia="en-US"/>
              </w:rPr>
              <w:t xml:space="preserve"> </w:t>
            </w:r>
          </w:p>
          <w:p w:rsidR="0004000E" w:rsidRPr="0004000E" w:rsidRDefault="0004000E" w:rsidP="00E503C4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(ИНН 5204002319)</w:t>
            </w:r>
          </w:p>
        </w:tc>
      </w:tr>
      <w:tr w:rsidR="0004000E" w:rsidRPr="0004000E" w:rsidTr="0004000E">
        <w:trPr>
          <w:gridAfter w:val="1"/>
          <w:wAfter w:w="1878" w:type="dxa"/>
          <w:trHeight w:val="129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E503C4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606363, Нижегородская область, </w:t>
            </w:r>
            <w:proofErr w:type="spellStart"/>
            <w:r w:rsidRPr="0004000E">
              <w:rPr>
                <w:rFonts w:eastAsia="Calibri"/>
                <w:sz w:val="20"/>
                <w:lang w:eastAsia="en-US"/>
              </w:rPr>
              <w:t>Большемурашкинский</w:t>
            </w:r>
            <w:proofErr w:type="spellEnd"/>
            <w:r w:rsidRPr="0004000E">
              <w:rPr>
                <w:rFonts w:eastAsia="Calibri"/>
                <w:sz w:val="20"/>
                <w:lang w:eastAsia="en-US"/>
              </w:rPr>
              <w:t xml:space="preserve"> муниципальный район, п. Советский, д. 7</w:t>
            </w:r>
          </w:p>
        </w:tc>
      </w:tr>
      <w:tr w:rsidR="0004000E" w:rsidRPr="0004000E" w:rsidTr="0004000E">
        <w:trPr>
          <w:gridAfter w:val="1"/>
          <w:wAfter w:w="1878" w:type="dxa"/>
          <w:trHeight w:val="116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Наименование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04000E" w:rsidRPr="0004000E" w:rsidTr="0004000E">
        <w:trPr>
          <w:gridAfter w:val="1"/>
          <w:wAfter w:w="1878" w:type="dxa"/>
          <w:trHeight w:val="139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04000E">
              <w:rPr>
                <w:rFonts w:eastAsia="Calibri"/>
                <w:sz w:val="20"/>
                <w:lang w:eastAsia="en-US"/>
              </w:rPr>
              <w:t>Нижний Новгород, Кремль, корпус 1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04000E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04000E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44,86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44,86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44,86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44,86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44,86</w:t>
            </w:r>
          </w:p>
        </w:tc>
      </w:tr>
      <w:tr w:rsidR="0004000E" w:rsidRPr="0004000E" w:rsidTr="00E503C4">
        <w:trPr>
          <w:gridAfter w:val="1"/>
          <w:wAfter w:w="1878" w:type="dxa"/>
          <w:trHeight w:val="13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04000E">
              <w:rPr>
                <w:rFonts w:eastAsia="Calibri"/>
                <w:i/>
                <w:iCs/>
                <w:sz w:val="20"/>
                <w:lang w:eastAsia="en-US"/>
              </w:rPr>
              <w:t>- население,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42 61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42 61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42 61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42 61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42 61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04000E">
              <w:rPr>
                <w:rFonts w:eastAsia="Calibri"/>
                <w:i/>
                <w:iCs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0,92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0,92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0,92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0,92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0,92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04000E">
              <w:rPr>
                <w:rFonts w:eastAsia="Calibri"/>
                <w:i/>
                <w:iCs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1,33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1,33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1,33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1,33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1,33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04000E">
              <w:rPr>
                <w:rFonts w:eastAsia="Calibri"/>
                <w:i/>
                <w:iCs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Пропущено через очистные сооружения, тыс. м</w:t>
            </w:r>
            <w:r w:rsidRPr="0004000E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Передано сточных вод на сторону, тыс. м</w:t>
            </w:r>
            <w:r w:rsidRPr="0004000E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04000E" w:rsidRPr="0004000E" w:rsidTr="00E503C4">
        <w:trPr>
          <w:gridAfter w:val="1"/>
          <w:wAfter w:w="1878" w:type="dxa"/>
          <w:trHeight w:val="56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697,10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697,10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1,16</w:t>
            </w:r>
          </w:p>
        </w:tc>
      </w:tr>
      <w:tr w:rsidR="0004000E" w:rsidRPr="0004000E" w:rsidTr="00E503C4">
        <w:trPr>
          <w:gridAfter w:val="1"/>
          <w:wAfter w:w="1878" w:type="dxa"/>
          <w:trHeight w:val="73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7,87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7,87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Итого за период 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706,13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706,13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712,33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712,33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1,16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8,02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8,02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721,51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721,51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731,41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731,41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1,16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8,24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8,24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Итого за период 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740,81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740,81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753,08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753,08   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1,16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8,48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8,48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Итого за период 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762,72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762,72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775,38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775,38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1,16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1,16</w:t>
            </w:r>
          </w:p>
        </w:tc>
      </w:tr>
      <w:tr w:rsidR="0004000E" w:rsidRPr="0004000E" w:rsidTr="00E503C4">
        <w:trPr>
          <w:gridAfter w:val="1"/>
          <w:wAfter w:w="1878" w:type="dxa"/>
          <w:trHeight w:val="638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8,73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8,73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Итого за период 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785,27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785,27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3716,44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spacing w:after="20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3716,44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График </w:t>
            </w:r>
            <w:r w:rsidRPr="0004000E">
              <w:rPr>
                <w:rFonts w:eastAsia="Calibri"/>
                <w:sz w:val="20"/>
                <w:lang w:eastAsia="en-US"/>
              </w:rPr>
              <w:lastRenderedPageBreak/>
              <w:t>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Всего </w:t>
            </w:r>
            <w:r w:rsidRPr="0004000E">
              <w:rPr>
                <w:rFonts w:eastAsia="Calibri"/>
                <w:sz w:val="20"/>
                <w:lang w:eastAsia="en-US"/>
              </w:rPr>
              <w:lastRenderedPageBreak/>
              <w:t>сумма,</w:t>
            </w:r>
          </w:p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на период с 01.01.2019 по 31.12.2019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Ремонт канализационных колодцев, земляные работы на полях фильтрации, замена насоса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110,77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110,77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110,77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110,77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Ремонт канализационных колодцев, земляные работы на полях фильтрации, замена насоса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112,95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112,95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112,95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112,95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Ремонт канализационных колодцев, земляные работы на полях фильтрации, замена насоса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115,96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115,96 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115,96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115,96 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Ремонт канализационных колодцев, земляные работы на полях фильтрации, замена насоса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119,39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119,39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119,39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119,39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Ремонт канализационных колодцев, земляные работы на полях фильтрации, замена насоса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122,92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122,92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122,92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122,92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581,99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581,99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на период с 01.01.2021 по 31.12.2021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04000E" w:rsidRPr="0004000E" w:rsidTr="00E503C4">
        <w:trPr>
          <w:gridAfter w:val="1"/>
          <w:wAfter w:w="1878" w:type="dxa"/>
          <w:trHeight w:val="403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04000E" w:rsidRPr="0004000E" w:rsidTr="00E503C4">
        <w:trPr>
          <w:trHeight w:val="137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04000E" w:rsidRPr="0004000E" w:rsidTr="00E503C4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04000E" w:rsidRPr="0004000E" w:rsidTr="00E503C4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878" w:type="dxa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на период с 01.01.2023 по 31.12.2023</w:t>
            </w:r>
          </w:p>
        </w:tc>
        <w:tc>
          <w:tcPr>
            <w:tcW w:w="1878" w:type="dxa"/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04000E" w:rsidRPr="0004000E" w:rsidRDefault="0004000E" w:rsidP="0004000E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04000E" w:rsidRPr="0004000E" w:rsidTr="00E503C4">
        <w:trPr>
          <w:gridAfter w:val="1"/>
          <w:wAfter w:w="1878" w:type="dxa"/>
          <w:trHeight w:val="445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01.01.2020по 31.12.2020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ед./</w:t>
            </w:r>
          </w:p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04000E" w:rsidRPr="0004000E" w:rsidTr="00E503C4">
        <w:trPr>
          <w:gridAfter w:val="1"/>
          <w:wAfter w:w="1878" w:type="dxa"/>
          <w:trHeight w:val="1386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proofErr w:type="spellStart"/>
            <w:r w:rsidRPr="0004000E">
              <w:rPr>
                <w:rFonts w:eastAsia="Calibri"/>
                <w:sz w:val="20"/>
                <w:lang w:eastAsia="en-US"/>
              </w:rPr>
              <w:t>кВт</w:t>
            </w:r>
            <w:proofErr w:type="gramStart"/>
            <w:r w:rsidRPr="0004000E">
              <w:rPr>
                <w:rFonts w:eastAsia="Calibri"/>
                <w:sz w:val="20"/>
                <w:lang w:eastAsia="en-US"/>
              </w:rPr>
              <w:t>.ч</w:t>
            </w:r>
            <w:proofErr w:type="spellEnd"/>
            <w:proofErr w:type="gramEnd"/>
            <w:r w:rsidRPr="0004000E">
              <w:rPr>
                <w:rFonts w:eastAsia="Calibri"/>
                <w:sz w:val="20"/>
                <w:lang w:eastAsia="en-US"/>
              </w:rPr>
              <w:t>/</w:t>
            </w:r>
          </w:p>
          <w:p w:rsidR="0004000E" w:rsidRPr="0004000E" w:rsidRDefault="0004000E" w:rsidP="0004000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0,08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0,08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0,08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0,08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lastRenderedPageBreak/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  <w:trHeight w:val="383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срок реализации: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04000E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04000E" w:rsidRPr="0004000E" w:rsidTr="00E503C4">
        <w:trPr>
          <w:gridAfter w:val="1"/>
          <w:wAfter w:w="1878" w:type="dxa"/>
          <w:trHeight w:val="540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803,14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823,09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851,55 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884,90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913,12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4 275,80   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04000E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04000E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 xml:space="preserve">   2018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43,69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845,23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87,84</w:t>
            </w:r>
          </w:p>
        </w:tc>
      </w:tr>
      <w:tr w:rsidR="0004000E" w:rsidRPr="0004000E" w:rsidTr="00E503C4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Общий объем финансовых потребностей за 2018,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00E" w:rsidRPr="0004000E" w:rsidRDefault="0004000E" w:rsidP="00040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04000E">
              <w:rPr>
                <w:rFonts w:eastAsia="Calibri"/>
                <w:sz w:val="20"/>
                <w:lang w:eastAsia="en-US"/>
              </w:rPr>
              <w:t>933,07</w:t>
            </w:r>
          </w:p>
        </w:tc>
      </w:tr>
    </w:tbl>
    <w:p w:rsidR="000658D5" w:rsidRPr="0056238E" w:rsidRDefault="000658D5" w:rsidP="000658D5">
      <w:pPr>
        <w:jc w:val="right"/>
        <w:rPr>
          <w:sz w:val="24"/>
          <w:szCs w:val="24"/>
          <w:lang w:eastAsia="en-US"/>
        </w:rPr>
      </w:pPr>
      <w:r w:rsidRPr="0056238E">
        <w:rPr>
          <w:sz w:val="24"/>
          <w:szCs w:val="24"/>
          <w:lang w:eastAsia="en-US"/>
        </w:rPr>
        <w:t>».</w:t>
      </w:r>
    </w:p>
    <w:p w:rsidR="000658D5" w:rsidRPr="0056238E" w:rsidRDefault="000658D5" w:rsidP="000658D5">
      <w:pPr>
        <w:rPr>
          <w:sz w:val="24"/>
          <w:szCs w:val="24"/>
          <w:lang w:eastAsia="en-US"/>
        </w:rPr>
      </w:pPr>
    </w:p>
    <w:p w:rsidR="000658D5" w:rsidRPr="0056238E" w:rsidRDefault="000658D5" w:rsidP="000658D5">
      <w:pPr>
        <w:rPr>
          <w:sz w:val="20"/>
          <w:lang w:eastAsia="en-US"/>
        </w:rPr>
      </w:pPr>
    </w:p>
    <w:p w:rsidR="000658D5" w:rsidRPr="0056238E" w:rsidRDefault="000658D5" w:rsidP="000658D5">
      <w:pPr>
        <w:rPr>
          <w:sz w:val="20"/>
          <w:lang w:eastAsia="en-US"/>
        </w:rPr>
      </w:pPr>
    </w:p>
    <w:p w:rsidR="000658D5" w:rsidRPr="0056238E" w:rsidRDefault="000658D5" w:rsidP="000658D5">
      <w:pPr>
        <w:rPr>
          <w:sz w:val="20"/>
          <w:lang w:eastAsia="en-US"/>
        </w:rPr>
      </w:pPr>
    </w:p>
    <w:p w:rsidR="000658D5" w:rsidRDefault="000658D5" w:rsidP="000658D5">
      <w:pPr>
        <w:rPr>
          <w:sz w:val="20"/>
          <w:lang w:eastAsia="en-US"/>
        </w:rPr>
      </w:pPr>
    </w:p>
    <w:p w:rsidR="000658D5" w:rsidRPr="0056238E" w:rsidRDefault="000658D5" w:rsidP="000658D5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p w:rsidR="000658D5" w:rsidRPr="0056238E" w:rsidRDefault="000658D5" w:rsidP="0056238E">
      <w:pPr>
        <w:tabs>
          <w:tab w:val="left" w:pos="6495"/>
        </w:tabs>
        <w:rPr>
          <w:sz w:val="20"/>
          <w:lang w:eastAsia="en-US"/>
        </w:rPr>
      </w:pPr>
    </w:p>
    <w:p w:rsidR="000658D5" w:rsidRDefault="000658D5" w:rsidP="000658D5">
      <w:pPr>
        <w:tabs>
          <w:tab w:val="left" w:pos="6495"/>
        </w:tabs>
        <w:rPr>
          <w:sz w:val="20"/>
          <w:lang w:eastAsia="en-US"/>
        </w:rPr>
      </w:pPr>
    </w:p>
    <w:p w:rsidR="000658D5" w:rsidRDefault="000658D5" w:rsidP="000658D5">
      <w:pPr>
        <w:spacing w:line="276" w:lineRule="auto"/>
        <w:rPr>
          <w:szCs w:val="28"/>
        </w:rPr>
      </w:pPr>
    </w:p>
    <w:p w:rsidR="000658D5" w:rsidRPr="0056238E" w:rsidRDefault="000658D5" w:rsidP="000658D5">
      <w:pPr>
        <w:rPr>
          <w:sz w:val="24"/>
          <w:szCs w:val="24"/>
          <w:lang w:eastAsia="en-US"/>
        </w:rPr>
      </w:pPr>
    </w:p>
    <w:p w:rsidR="000658D5" w:rsidRPr="0056238E" w:rsidRDefault="000658D5" w:rsidP="000658D5">
      <w:pPr>
        <w:rPr>
          <w:sz w:val="20"/>
          <w:lang w:eastAsia="en-US"/>
        </w:rPr>
      </w:pPr>
    </w:p>
    <w:p w:rsidR="000658D5" w:rsidRPr="0056238E" w:rsidRDefault="000658D5" w:rsidP="000658D5">
      <w:pPr>
        <w:rPr>
          <w:sz w:val="20"/>
          <w:lang w:eastAsia="en-US"/>
        </w:rPr>
      </w:pPr>
    </w:p>
    <w:p w:rsidR="000658D5" w:rsidRPr="0056238E" w:rsidRDefault="000658D5" w:rsidP="000658D5">
      <w:pPr>
        <w:rPr>
          <w:sz w:val="20"/>
          <w:lang w:eastAsia="en-US"/>
        </w:rPr>
      </w:pPr>
    </w:p>
    <w:p w:rsidR="000658D5" w:rsidRDefault="000658D5" w:rsidP="000658D5">
      <w:pPr>
        <w:rPr>
          <w:sz w:val="20"/>
          <w:lang w:eastAsia="en-US"/>
        </w:rPr>
      </w:pPr>
    </w:p>
    <w:p w:rsidR="000658D5" w:rsidRPr="0056238E" w:rsidRDefault="000658D5" w:rsidP="000658D5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p w:rsidR="000658D5" w:rsidRPr="0056238E" w:rsidRDefault="000658D5" w:rsidP="000658D5">
      <w:pPr>
        <w:tabs>
          <w:tab w:val="left" w:pos="6495"/>
        </w:tabs>
        <w:rPr>
          <w:sz w:val="20"/>
          <w:lang w:eastAsia="en-US"/>
        </w:rPr>
      </w:pPr>
    </w:p>
    <w:p w:rsidR="000658D5" w:rsidRPr="0056238E" w:rsidRDefault="000658D5">
      <w:pPr>
        <w:tabs>
          <w:tab w:val="left" w:pos="6495"/>
        </w:tabs>
        <w:rPr>
          <w:sz w:val="20"/>
          <w:lang w:eastAsia="en-US"/>
        </w:rPr>
      </w:pPr>
    </w:p>
    <w:sectPr w:rsidR="000658D5" w:rsidRPr="005623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F1364">
      <w:rPr>
        <w:rStyle w:val="a9"/>
        <w:noProof/>
      </w:rPr>
      <w:t>13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00E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8D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27335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440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5D3F"/>
    <w:rsid w:val="003D1614"/>
    <w:rsid w:val="003D2EB6"/>
    <w:rsid w:val="003D31A3"/>
    <w:rsid w:val="003D3C21"/>
    <w:rsid w:val="003D42B7"/>
    <w:rsid w:val="003D5226"/>
    <w:rsid w:val="003D6483"/>
    <w:rsid w:val="003D6B37"/>
    <w:rsid w:val="003D74F6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95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7C0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1DB1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0F32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AB4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0FA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BF7FC0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0CC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364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D7E8A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5BCF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3F89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0DE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71</TotalTime>
  <Pages>14</Pages>
  <Words>3534</Words>
  <Characters>22837</Characters>
  <Application>Microsoft Office Word</Application>
  <DocSecurity>0</DocSecurity>
  <Lines>190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31</cp:revision>
  <cp:lastPrinted>2019-03-22T09:08:00Z</cp:lastPrinted>
  <dcterms:created xsi:type="dcterms:W3CDTF">2018-11-16T08:08:00Z</dcterms:created>
  <dcterms:modified xsi:type="dcterms:W3CDTF">2019-11-14T07:49:00Z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