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F7F40" w:rsidP="00E006BE">
            <w:pPr>
              <w:jc w:val="center"/>
            </w:pPr>
            <w:r>
              <w:t>14.11.2019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6E567D" w:rsidP="00E20A3C">
            <w:pPr>
              <w:tabs>
                <w:tab w:val="center" w:pos="2160"/>
              </w:tabs>
              <w:ind w:left="-108"/>
              <w:jc w:val="center"/>
            </w:pPr>
            <w:r>
              <w:t>50/32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9E7ECA" w:rsidRDefault="009E7ECA" w:rsidP="00C60C7E">
            <w:pPr>
              <w:jc w:val="center"/>
              <w:rPr>
                <w:szCs w:val="28"/>
              </w:rPr>
            </w:pPr>
            <w:r w:rsidRPr="009E7ECA">
              <w:rPr>
                <w:szCs w:val="28"/>
              </w:rPr>
              <w:t xml:space="preserve">О внесении изменений в решение региональной службы по тарифам Нижегородской области </w:t>
            </w:r>
            <w:r w:rsidR="002F7F40">
              <w:rPr>
                <w:szCs w:val="28"/>
              </w:rPr>
              <w:br/>
            </w:r>
            <w:r w:rsidRPr="009E7ECA">
              <w:rPr>
                <w:szCs w:val="28"/>
              </w:rPr>
              <w:t xml:space="preserve">от 13 декабря 2018 г. № 52/75 «Об установлении МУНИЦИПАЛЬНОМУ ПРЕДПРИЯТИЮ ДИВЕЕВСКОГО МУНИЦИПАЛЬНОГО РАЙОНА НИЖЕГОРОДСКОЙ ОБЛАСТИ «САТИССКОЕ ЖИЛИЩНО-КОММУНАЛЬНОЕ ХОЗЯЙСТВО» </w:t>
            </w:r>
          </w:p>
          <w:p w:rsidR="0085764D" w:rsidRPr="00C72BC0" w:rsidRDefault="009E7ECA" w:rsidP="00C60C7E">
            <w:pPr>
              <w:jc w:val="center"/>
              <w:rPr>
                <w:bCs/>
                <w:szCs w:val="28"/>
              </w:rPr>
            </w:pPr>
            <w:r w:rsidRPr="009E7ECA">
              <w:rPr>
                <w:szCs w:val="28"/>
              </w:rPr>
              <w:t xml:space="preserve">(ИНН 5216017126), п. Сатис </w:t>
            </w:r>
            <w:proofErr w:type="spellStart"/>
            <w:r w:rsidRPr="009E7ECA">
              <w:rPr>
                <w:szCs w:val="28"/>
              </w:rPr>
              <w:t>Дивеевского</w:t>
            </w:r>
            <w:proofErr w:type="spellEnd"/>
            <w:r w:rsidRPr="009E7ECA">
              <w:rPr>
                <w:szCs w:val="28"/>
              </w:rPr>
              <w:t xml:space="preserve"> муниципального района Нижегородской области, тарифов в сфере холодного водоснабжения и водоотведения для потребителей </w:t>
            </w:r>
            <w:proofErr w:type="spellStart"/>
            <w:r w:rsidRPr="009E7ECA">
              <w:rPr>
                <w:szCs w:val="28"/>
              </w:rPr>
              <w:t>Дивеевского</w:t>
            </w:r>
            <w:proofErr w:type="spellEnd"/>
            <w:r w:rsidRPr="009E7ECA">
              <w:rPr>
                <w:szCs w:val="28"/>
              </w:rPr>
              <w:t xml:space="preserve"> муниципального района Нижегородской области»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2F7F40" w:rsidRDefault="00261BEB" w:rsidP="002F7F40">
      <w:pPr>
        <w:pStyle w:val="ac"/>
        <w:jc w:val="center"/>
      </w:pPr>
    </w:p>
    <w:p w:rsidR="000C3EA3" w:rsidRDefault="000C3EA3" w:rsidP="002F7F40">
      <w:pPr>
        <w:pStyle w:val="ac"/>
        <w:jc w:val="center"/>
      </w:pPr>
    </w:p>
    <w:p w:rsidR="00623FC6" w:rsidRPr="002F7F40" w:rsidRDefault="00623FC6" w:rsidP="002F7F40">
      <w:pPr>
        <w:pStyle w:val="ac"/>
        <w:jc w:val="center"/>
      </w:pPr>
    </w:p>
    <w:p w:rsidR="009E7ECA" w:rsidRPr="009E7ECA" w:rsidRDefault="009E7ECA" w:rsidP="009E7ECA">
      <w:pPr>
        <w:spacing w:line="276" w:lineRule="auto"/>
        <w:ind w:firstLine="720"/>
        <w:jc w:val="both"/>
        <w:rPr>
          <w:szCs w:val="24"/>
        </w:rPr>
      </w:pPr>
      <w:proofErr w:type="gramStart"/>
      <w:r w:rsidRPr="009E7ECA">
        <w:rPr>
          <w:szCs w:val="24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9E7ECA">
        <w:rPr>
          <w:noProof/>
          <w:szCs w:val="24"/>
        </w:rPr>
        <w:t>МУНИЦИПАЛЬНЫМ ПРЕДПРИЯТИЕМ ДИВЕЕВСКОГО МУНИЦИПАЛЬНОГО РАЙОНА НИЖЕГОРОДСКОЙ ОБЛАСТИ «САТИССКОЕ ЖИЛИЩНО-КОММУНАЛЬН</w:t>
      </w:r>
      <w:r>
        <w:rPr>
          <w:noProof/>
          <w:szCs w:val="24"/>
        </w:rPr>
        <w:t>ОЕ ХОЗЯЙСТВО»</w:t>
      </w:r>
      <w:r>
        <w:rPr>
          <w:noProof/>
          <w:szCs w:val="24"/>
        </w:rPr>
        <w:br/>
      </w:r>
      <w:r w:rsidRPr="009E7ECA">
        <w:rPr>
          <w:noProof/>
          <w:szCs w:val="24"/>
        </w:rPr>
        <w:t>(ИНН 5216017126),</w:t>
      </w:r>
      <w:r w:rsidR="002F7F40">
        <w:rPr>
          <w:noProof/>
          <w:szCs w:val="24"/>
        </w:rPr>
        <w:t xml:space="preserve"> </w:t>
      </w:r>
      <w:r w:rsidRPr="009E7ECA">
        <w:rPr>
          <w:noProof/>
          <w:szCs w:val="24"/>
        </w:rPr>
        <w:t>п. Сатис Дивеевского муниципального района Нижегородской</w:t>
      </w:r>
      <w:proofErr w:type="gramEnd"/>
      <w:r w:rsidRPr="009E7ECA">
        <w:rPr>
          <w:noProof/>
          <w:szCs w:val="24"/>
        </w:rPr>
        <w:t xml:space="preserve"> области</w:t>
      </w:r>
      <w:r w:rsidRPr="009E7ECA">
        <w:rPr>
          <w:szCs w:val="24"/>
        </w:rPr>
        <w:t xml:space="preserve">, экспертного заключения </w:t>
      </w:r>
      <w:r w:rsidRPr="00B60F37">
        <w:rPr>
          <w:szCs w:val="24"/>
        </w:rPr>
        <w:t>рег. № в-</w:t>
      </w:r>
      <w:r w:rsidR="00B60F37" w:rsidRPr="00B60F37">
        <w:rPr>
          <w:szCs w:val="24"/>
        </w:rPr>
        <w:t>604</w:t>
      </w:r>
      <w:r w:rsidRPr="00B60F37">
        <w:rPr>
          <w:szCs w:val="24"/>
        </w:rPr>
        <w:t xml:space="preserve"> от </w:t>
      </w:r>
      <w:r w:rsidR="002F7F40" w:rsidRPr="00B60F37">
        <w:rPr>
          <w:szCs w:val="24"/>
        </w:rPr>
        <w:t>7</w:t>
      </w:r>
      <w:r w:rsidR="002F7F40" w:rsidRPr="002F7F40">
        <w:rPr>
          <w:szCs w:val="24"/>
        </w:rPr>
        <w:t xml:space="preserve"> ноября </w:t>
      </w:r>
      <w:r w:rsidRPr="002F7F40">
        <w:rPr>
          <w:szCs w:val="24"/>
        </w:rPr>
        <w:t>2019</w:t>
      </w:r>
      <w:r w:rsidRPr="009E7ECA">
        <w:rPr>
          <w:szCs w:val="24"/>
        </w:rPr>
        <w:t xml:space="preserve"> г.:</w:t>
      </w:r>
    </w:p>
    <w:p w:rsidR="009E7ECA" w:rsidRPr="009E7ECA" w:rsidRDefault="009E7ECA" w:rsidP="009E7ECA">
      <w:pPr>
        <w:spacing w:line="276" w:lineRule="auto"/>
        <w:ind w:firstLine="709"/>
        <w:jc w:val="both"/>
        <w:rPr>
          <w:noProof/>
          <w:szCs w:val="24"/>
        </w:rPr>
      </w:pPr>
      <w:r w:rsidRPr="009E7ECA">
        <w:rPr>
          <w:b/>
          <w:szCs w:val="24"/>
        </w:rPr>
        <w:t xml:space="preserve">1. </w:t>
      </w:r>
      <w:proofErr w:type="gramStart"/>
      <w:r w:rsidRPr="009E7ECA">
        <w:rPr>
          <w:bCs/>
          <w:szCs w:val="24"/>
        </w:rPr>
        <w:t xml:space="preserve">Внести в решение региональной службы по тарифам Нижегородской области </w:t>
      </w:r>
      <w:r w:rsidRPr="009E7ECA">
        <w:rPr>
          <w:szCs w:val="24"/>
        </w:rPr>
        <w:t xml:space="preserve">от 13 декабря 2018 г. № 52/75 «Об установлении МУНИЦИПАЛЬНОМУ ПРЕДПРИЯТИЮ ДИВЕЕВСКОГО МУНИЦИПАЛЬНОГО РАЙОНА НИЖЕГОРОДСКОЙ ОБЛАСТИ «САТИССКОЕ ЖИЛИЩНО-КОММУНАЛЬНОЕ ХОЗЯЙСТВО» (ИНН 5216017126), п. Сатис </w:t>
      </w:r>
      <w:proofErr w:type="spellStart"/>
      <w:r w:rsidRPr="009E7ECA">
        <w:rPr>
          <w:szCs w:val="24"/>
        </w:rPr>
        <w:t>Дивеевского</w:t>
      </w:r>
      <w:proofErr w:type="spellEnd"/>
      <w:r w:rsidRPr="009E7ECA">
        <w:rPr>
          <w:szCs w:val="24"/>
        </w:rPr>
        <w:t xml:space="preserve"> </w:t>
      </w:r>
      <w:r w:rsidRPr="009E7ECA">
        <w:rPr>
          <w:szCs w:val="24"/>
        </w:rPr>
        <w:lastRenderedPageBreak/>
        <w:t xml:space="preserve">муниципального района Нижегородской области, тарифов в сфере холодного водоснабжения и водоотведения для потребителей </w:t>
      </w:r>
      <w:proofErr w:type="spellStart"/>
      <w:r w:rsidRPr="009E7ECA">
        <w:rPr>
          <w:szCs w:val="24"/>
        </w:rPr>
        <w:t>Дивеевского</w:t>
      </w:r>
      <w:proofErr w:type="spellEnd"/>
      <w:r w:rsidRPr="009E7ECA">
        <w:rPr>
          <w:szCs w:val="24"/>
        </w:rPr>
        <w:t xml:space="preserve"> муниципального района Нижегородской области»</w:t>
      </w:r>
      <w:r w:rsidRPr="009E7ECA">
        <w:rPr>
          <w:noProof/>
          <w:szCs w:val="24"/>
        </w:rPr>
        <w:t xml:space="preserve"> следующие изменения:</w:t>
      </w:r>
      <w:proofErr w:type="gramEnd"/>
    </w:p>
    <w:p w:rsidR="009E7ECA" w:rsidRPr="009E7ECA" w:rsidRDefault="009E7ECA" w:rsidP="009E7ECA">
      <w:pPr>
        <w:spacing w:line="276" w:lineRule="auto"/>
        <w:jc w:val="both"/>
        <w:rPr>
          <w:szCs w:val="24"/>
        </w:rPr>
      </w:pPr>
      <w:r w:rsidRPr="009E7ECA">
        <w:rPr>
          <w:b/>
          <w:i/>
          <w:szCs w:val="24"/>
        </w:rPr>
        <w:t>1.1.</w:t>
      </w:r>
      <w:r w:rsidRPr="009E7ECA">
        <w:rPr>
          <w:szCs w:val="24"/>
        </w:rPr>
        <w:t xml:space="preserve"> Таблицу пункта 3 решения изложить в следующей редакции:</w:t>
      </w:r>
    </w:p>
    <w:p w:rsidR="009E7ECA" w:rsidRDefault="009E7ECA" w:rsidP="009E7ECA">
      <w:pPr>
        <w:spacing w:line="276" w:lineRule="auto"/>
        <w:jc w:val="both"/>
        <w:rPr>
          <w:szCs w:val="24"/>
        </w:rPr>
      </w:pPr>
      <w:r w:rsidRPr="009E7ECA">
        <w:rPr>
          <w:szCs w:val="24"/>
        </w:rPr>
        <w:t>«</w:t>
      </w:r>
    </w:p>
    <w:tbl>
      <w:tblPr>
        <w:tblW w:w="4876" w:type="pct"/>
        <w:jc w:val="center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616"/>
        <w:gridCol w:w="729"/>
        <w:gridCol w:w="797"/>
        <w:gridCol w:w="735"/>
        <w:gridCol w:w="797"/>
        <w:gridCol w:w="735"/>
        <w:gridCol w:w="797"/>
        <w:gridCol w:w="735"/>
        <w:gridCol w:w="799"/>
        <w:gridCol w:w="731"/>
        <w:gridCol w:w="786"/>
      </w:tblGrid>
      <w:tr w:rsidR="002F7F40" w:rsidTr="002F7F40">
        <w:trPr>
          <w:trHeight w:val="281"/>
          <w:jc w:val="center"/>
        </w:trPr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40" w:rsidRDefault="002F7F40" w:rsidP="002F7F40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№ </w:t>
            </w:r>
            <w:proofErr w:type="gramStart"/>
            <w:r>
              <w:rPr>
                <w:b/>
                <w:sz w:val="16"/>
                <w:szCs w:val="16"/>
                <w:lang w:eastAsia="en-US"/>
              </w:rPr>
              <w:t>п</w:t>
            </w:r>
            <w:proofErr w:type="gramEnd"/>
            <w:r>
              <w:rPr>
                <w:b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8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40" w:rsidRDefault="002F7F40" w:rsidP="002F7F40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Тарифы в сфере холодного водоснабжения и водоотведения</w:t>
            </w:r>
          </w:p>
        </w:tc>
        <w:tc>
          <w:tcPr>
            <w:tcW w:w="392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40" w:rsidRDefault="002F7F40" w:rsidP="002F7F40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Периоды регулирования</w:t>
            </w:r>
          </w:p>
        </w:tc>
      </w:tr>
      <w:tr w:rsidR="002F7F40" w:rsidTr="00FB4D95">
        <w:trPr>
          <w:cantSplit/>
          <w:trHeight w:val="138"/>
          <w:jc w:val="center"/>
        </w:trPr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F40" w:rsidRDefault="002F7F40" w:rsidP="002F7F40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F40" w:rsidRDefault="002F7F40" w:rsidP="002F7F40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40" w:rsidRDefault="002F7F40" w:rsidP="002F7F40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40" w:rsidRDefault="002F7F40" w:rsidP="002F7F40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40" w:rsidRDefault="002F7F40" w:rsidP="002F7F40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40" w:rsidRDefault="002F7F40" w:rsidP="002F7F40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40" w:rsidRDefault="002F7F40" w:rsidP="002F7F40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2023 год</w:t>
            </w:r>
          </w:p>
        </w:tc>
      </w:tr>
      <w:tr w:rsidR="002F7F40" w:rsidTr="00FB4D95">
        <w:trPr>
          <w:cantSplit/>
          <w:trHeight w:val="357"/>
          <w:jc w:val="center"/>
        </w:trPr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F40" w:rsidRDefault="002F7F40" w:rsidP="002F7F40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F40" w:rsidRDefault="002F7F40" w:rsidP="002F7F40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40" w:rsidRPr="002F5F48" w:rsidRDefault="002F7F40" w:rsidP="002F7F40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2F5F48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40" w:rsidRPr="002F5F48" w:rsidRDefault="002F7F40" w:rsidP="002F7F40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2F5F48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40" w:rsidRPr="002F5F48" w:rsidRDefault="002F7F40" w:rsidP="002F7F40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2F5F48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40" w:rsidRPr="002F5F48" w:rsidRDefault="002F7F40" w:rsidP="002F7F40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2F5F48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40" w:rsidRPr="002F5F48" w:rsidRDefault="002F7F40" w:rsidP="002F7F40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2F5F48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40" w:rsidRPr="002F5F48" w:rsidRDefault="002F7F40" w:rsidP="002F7F40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2F5F48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40" w:rsidRPr="002F5F48" w:rsidRDefault="002F7F40" w:rsidP="002F7F40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2F5F48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40" w:rsidRPr="002F5F48" w:rsidRDefault="002F7F40" w:rsidP="002F7F40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2F5F48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40" w:rsidRPr="002F5F48" w:rsidRDefault="002F7F40" w:rsidP="002F7F40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2F5F48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40" w:rsidRPr="002F5F48" w:rsidRDefault="002F7F40" w:rsidP="002F7F40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2F5F48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</w:tr>
      <w:tr w:rsidR="00FB4D95" w:rsidRPr="002F7F40" w:rsidTr="00FB4D95">
        <w:trPr>
          <w:trHeight w:val="133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D95" w:rsidRPr="002F7F40" w:rsidRDefault="00FB4D95" w:rsidP="002F7F4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2F7F40">
              <w:rPr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D95" w:rsidRPr="002F7F40" w:rsidRDefault="00FB4D95" w:rsidP="002F7F40">
            <w:pPr>
              <w:rPr>
                <w:noProof/>
                <w:sz w:val="20"/>
                <w:lang w:eastAsia="en-US"/>
              </w:rPr>
            </w:pPr>
            <w:r w:rsidRPr="002F7F40">
              <w:rPr>
                <w:sz w:val="20"/>
                <w:lang w:eastAsia="en-US"/>
              </w:rPr>
              <w:t>Питьевая вода, руб./м</w:t>
            </w:r>
            <w:r w:rsidRPr="002F7F40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34,91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35,60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35,60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36,97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36,97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38,34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38,34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39,47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39,47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40,76</w:t>
            </w:r>
          </w:p>
        </w:tc>
      </w:tr>
      <w:tr w:rsidR="00FB4D95" w:rsidRPr="002F7F40" w:rsidTr="00FB4D95">
        <w:trPr>
          <w:trHeight w:val="133"/>
          <w:jc w:val="center"/>
        </w:trPr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D95" w:rsidRPr="002F7F40" w:rsidRDefault="00FB4D95" w:rsidP="002F7F4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2F7F40">
              <w:rPr>
                <w:b/>
                <w:b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B4D95" w:rsidRPr="002F7F40" w:rsidRDefault="00FB4D95" w:rsidP="002F7F40">
            <w:pPr>
              <w:rPr>
                <w:noProof/>
                <w:sz w:val="20"/>
                <w:lang w:eastAsia="en-US"/>
              </w:rPr>
            </w:pPr>
            <w:r w:rsidRPr="002F7F40">
              <w:rPr>
                <w:sz w:val="20"/>
                <w:lang w:eastAsia="en-US"/>
              </w:rPr>
              <w:t>Питьевая вода, руб./м</w:t>
            </w:r>
            <w:r w:rsidRPr="002F7F40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34,91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35,60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35,60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36,97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36,97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38,34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38,34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39,47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39,47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40,76</w:t>
            </w:r>
          </w:p>
        </w:tc>
      </w:tr>
      <w:tr w:rsidR="00FB4D95" w:rsidRPr="002F7F40" w:rsidTr="00FB4D95">
        <w:trPr>
          <w:trHeight w:val="132"/>
          <w:jc w:val="center"/>
        </w:trPr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D95" w:rsidRPr="002F7F40" w:rsidRDefault="00FB4D95" w:rsidP="002F7F4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D95" w:rsidRPr="002F7F40" w:rsidRDefault="00FB4D95" w:rsidP="002F7F40">
            <w:pPr>
              <w:rPr>
                <w:noProof/>
                <w:sz w:val="20"/>
                <w:lang w:eastAsia="en-US"/>
              </w:rPr>
            </w:pPr>
            <w:r w:rsidRPr="002F7F40"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D95" w:rsidRPr="00FB4D95" w:rsidRDefault="00FB4D95" w:rsidP="00FB4D9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D95" w:rsidRPr="00FB4D95" w:rsidRDefault="00FB4D95" w:rsidP="00FB4D9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D95" w:rsidRPr="00FB4D95" w:rsidRDefault="00FB4D95" w:rsidP="00FB4D9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jc w:val="center"/>
              <w:rPr>
                <w:sz w:val="19"/>
                <w:szCs w:val="19"/>
              </w:rPr>
            </w:pPr>
          </w:p>
        </w:tc>
      </w:tr>
      <w:tr w:rsidR="00FB4D95" w:rsidRPr="002F7F40" w:rsidTr="00FB4D95">
        <w:trPr>
          <w:trHeight w:val="133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D95" w:rsidRPr="002F7F40" w:rsidRDefault="00FB4D95" w:rsidP="002F7F4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2F7F40">
              <w:rPr>
                <w:b/>
                <w:b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D95" w:rsidRPr="002F7F40" w:rsidRDefault="00FB4D95" w:rsidP="002F7F40">
            <w:pPr>
              <w:rPr>
                <w:noProof/>
                <w:sz w:val="20"/>
                <w:lang w:eastAsia="en-US"/>
              </w:rPr>
            </w:pPr>
            <w:r w:rsidRPr="002F7F40">
              <w:rPr>
                <w:sz w:val="20"/>
                <w:lang w:eastAsia="en-US"/>
              </w:rPr>
              <w:t>Водоотведение, руб./м</w:t>
            </w:r>
            <w:r w:rsidRPr="002F7F40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51,87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52,87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52,87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54,92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54,92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55,94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55,94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57,69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57,69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58,82</w:t>
            </w:r>
          </w:p>
        </w:tc>
      </w:tr>
      <w:tr w:rsidR="00FB4D95" w:rsidRPr="002F7F40" w:rsidTr="00FB4D95">
        <w:trPr>
          <w:trHeight w:val="133"/>
          <w:jc w:val="center"/>
        </w:trPr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D95" w:rsidRPr="002F7F40" w:rsidRDefault="00FB4D95" w:rsidP="002F7F4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2F7F40">
              <w:rPr>
                <w:b/>
                <w:bCs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B4D95" w:rsidRPr="002F7F40" w:rsidRDefault="00FB4D95" w:rsidP="002F7F40">
            <w:pPr>
              <w:rPr>
                <w:noProof/>
                <w:sz w:val="20"/>
                <w:lang w:eastAsia="en-US"/>
              </w:rPr>
            </w:pPr>
            <w:r w:rsidRPr="002F7F40">
              <w:rPr>
                <w:sz w:val="20"/>
                <w:lang w:eastAsia="en-US"/>
              </w:rPr>
              <w:t>Водоотведение, руб./м</w:t>
            </w:r>
            <w:r w:rsidRPr="002F7F40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51,87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52,87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52,87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54,92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54,92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55,94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55,94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57,69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57,69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4D95" w:rsidRPr="00FB4D95" w:rsidRDefault="00FB4D95" w:rsidP="00FB4D95">
            <w:pPr>
              <w:pStyle w:val="ac"/>
              <w:jc w:val="center"/>
              <w:rPr>
                <w:sz w:val="19"/>
                <w:szCs w:val="19"/>
              </w:rPr>
            </w:pPr>
            <w:r w:rsidRPr="00FB4D95">
              <w:rPr>
                <w:sz w:val="19"/>
                <w:szCs w:val="19"/>
              </w:rPr>
              <w:t>58,82</w:t>
            </w:r>
          </w:p>
        </w:tc>
      </w:tr>
      <w:tr w:rsidR="002F7F40" w:rsidRPr="002F7F40" w:rsidTr="002F7F40">
        <w:trPr>
          <w:trHeight w:val="133"/>
          <w:jc w:val="center"/>
        </w:trPr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F40" w:rsidRDefault="002F7F40" w:rsidP="002F7F40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40" w:rsidRPr="002F7F40" w:rsidRDefault="002F7F40" w:rsidP="002F7F40">
            <w:pPr>
              <w:rPr>
                <w:noProof/>
                <w:sz w:val="20"/>
                <w:lang w:eastAsia="en-US"/>
              </w:rPr>
            </w:pPr>
            <w:r w:rsidRPr="002F7F40"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F40" w:rsidRPr="002F7F40" w:rsidRDefault="002F7F40" w:rsidP="002F7F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F40" w:rsidRPr="002F7F40" w:rsidRDefault="002F7F40" w:rsidP="002F7F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F40" w:rsidRPr="002F7F40" w:rsidRDefault="002F7F40" w:rsidP="002F7F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40" w:rsidRPr="002F7F40" w:rsidRDefault="002F7F40" w:rsidP="002F7F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40" w:rsidRPr="002F7F40" w:rsidRDefault="002F7F40" w:rsidP="002F7F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40" w:rsidRPr="002F7F40" w:rsidRDefault="002F7F40" w:rsidP="002F7F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40" w:rsidRPr="002F7F40" w:rsidRDefault="002F7F40" w:rsidP="002F7F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40" w:rsidRPr="002F7F40" w:rsidRDefault="002F7F40" w:rsidP="002F7F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40" w:rsidRPr="002F7F40" w:rsidRDefault="002F7F40" w:rsidP="002F7F40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40" w:rsidRPr="002F7F40" w:rsidRDefault="002F7F40" w:rsidP="002F7F40">
            <w:pPr>
              <w:rPr>
                <w:sz w:val="20"/>
              </w:rPr>
            </w:pPr>
          </w:p>
        </w:tc>
      </w:tr>
    </w:tbl>
    <w:p w:rsidR="009E7ECA" w:rsidRPr="009E7ECA" w:rsidRDefault="009E7ECA" w:rsidP="009E7ECA">
      <w:pPr>
        <w:spacing w:line="276" w:lineRule="auto"/>
        <w:jc w:val="right"/>
        <w:rPr>
          <w:szCs w:val="28"/>
        </w:rPr>
      </w:pPr>
      <w:r w:rsidRPr="009E7ECA">
        <w:rPr>
          <w:szCs w:val="28"/>
        </w:rPr>
        <w:t>».</w:t>
      </w:r>
    </w:p>
    <w:p w:rsidR="009E7ECA" w:rsidRPr="009E7ECA" w:rsidRDefault="009E7ECA" w:rsidP="009E7ECA">
      <w:pPr>
        <w:spacing w:line="276" w:lineRule="auto"/>
        <w:jc w:val="both"/>
        <w:rPr>
          <w:szCs w:val="28"/>
        </w:rPr>
      </w:pPr>
      <w:r w:rsidRPr="009E7ECA">
        <w:rPr>
          <w:b/>
          <w:i/>
          <w:szCs w:val="28"/>
        </w:rPr>
        <w:t>1.2.</w:t>
      </w:r>
      <w:r w:rsidRPr="009E7ECA">
        <w:rPr>
          <w:szCs w:val="28"/>
        </w:rPr>
        <w:t xml:space="preserve"> </w:t>
      </w:r>
      <w:r w:rsidRPr="009E7ECA">
        <w:rPr>
          <w:noProof/>
          <w:szCs w:val="28"/>
        </w:rPr>
        <w:t xml:space="preserve">Приложения 1, 2 </w:t>
      </w:r>
      <w:r w:rsidRPr="009E7ECA">
        <w:rPr>
          <w:szCs w:val="28"/>
        </w:rPr>
        <w:t xml:space="preserve">к решению изложить в новой редакции согласно </w:t>
      </w:r>
      <w:r w:rsidRPr="009E7ECA">
        <w:rPr>
          <w:noProof/>
          <w:szCs w:val="28"/>
        </w:rPr>
        <w:t xml:space="preserve">Приложениям 1, 2 </w:t>
      </w:r>
      <w:r w:rsidRPr="009E7ECA">
        <w:rPr>
          <w:szCs w:val="28"/>
        </w:rPr>
        <w:t>к настоящему решению.</w:t>
      </w:r>
    </w:p>
    <w:p w:rsidR="006F7468" w:rsidRPr="009E7ECA" w:rsidRDefault="006F7468" w:rsidP="009E7ECA">
      <w:pPr>
        <w:spacing w:line="276" w:lineRule="auto"/>
        <w:ind w:firstLine="720"/>
        <w:jc w:val="both"/>
        <w:rPr>
          <w:szCs w:val="28"/>
        </w:rPr>
      </w:pPr>
      <w:r w:rsidRPr="009E7ECA">
        <w:rPr>
          <w:b/>
          <w:szCs w:val="28"/>
        </w:rPr>
        <w:t xml:space="preserve">2. </w:t>
      </w:r>
      <w:r w:rsidRPr="009E7ECA">
        <w:rPr>
          <w:szCs w:val="28"/>
        </w:rPr>
        <w:t>Настоящее решение вступает в силу с 1 января 2020 г.</w:t>
      </w:r>
    </w:p>
    <w:p w:rsidR="000C3EA3" w:rsidRPr="0056238E" w:rsidRDefault="000C3EA3" w:rsidP="002F7F40">
      <w:pPr>
        <w:autoSpaceDE w:val="0"/>
        <w:autoSpaceDN w:val="0"/>
        <w:adjustRightInd w:val="0"/>
        <w:ind w:firstLine="720"/>
        <w:jc w:val="both"/>
        <w:rPr>
          <w:noProof/>
          <w:szCs w:val="28"/>
        </w:rPr>
      </w:pPr>
    </w:p>
    <w:p w:rsidR="007D25C7" w:rsidRDefault="007D25C7" w:rsidP="002F7F40">
      <w:pPr>
        <w:pStyle w:val="ac"/>
      </w:pPr>
    </w:p>
    <w:p w:rsidR="002F7F40" w:rsidRPr="007D25C7" w:rsidRDefault="002F7F40" w:rsidP="002F7F40">
      <w:pPr>
        <w:pStyle w:val="ac"/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="00936EBB" w:rsidRPr="00936EBB">
        <w:rPr>
          <w:szCs w:val="28"/>
        </w:rPr>
        <w:t xml:space="preserve">         </w:t>
      </w:r>
      <w:r w:rsidR="00936EBB">
        <w:rPr>
          <w:szCs w:val="28"/>
        </w:rPr>
        <w:t xml:space="preserve">                                         </w:t>
      </w:r>
      <w:r w:rsidR="00936EBB" w:rsidRPr="00936EBB">
        <w:rPr>
          <w:szCs w:val="28"/>
        </w:rPr>
        <w:t xml:space="preserve">   </w:t>
      </w:r>
      <w:proofErr w:type="spellStart"/>
      <w:r w:rsidR="00936EBB" w:rsidRPr="00936EBB">
        <w:rPr>
          <w:szCs w:val="28"/>
        </w:rPr>
        <w:t>Ю.Л.Алешина</w:t>
      </w:r>
      <w:proofErr w:type="spellEnd"/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  <w:t xml:space="preserve">              </w:t>
      </w:r>
    </w:p>
    <w:p w:rsidR="00C72BC0" w:rsidRDefault="00C72BC0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9E7ECA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841E77" w:rsidRDefault="00841E77" w:rsidP="008305DC">
            <w:pPr>
              <w:ind w:left="3552"/>
              <w:jc w:val="center"/>
            </w:pPr>
          </w:p>
          <w:p w:rsidR="009E7ECA" w:rsidRDefault="009E7ECA" w:rsidP="008305DC">
            <w:pPr>
              <w:ind w:left="3552"/>
              <w:jc w:val="center"/>
            </w:pPr>
          </w:p>
          <w:p w:rsidR="009E7ECA" w:rsidRDefault="009E7ECA" w:rsidP="008305DC">
            <w:pPr>
              <w:ind w:left="3552"/>
              <w:jc w:val="center"/>
            </w:pPr>
          </w:p>
          <w:p w:rsidR="009E7ECA" w:rsidRDefault="009E7ECA" w:rsidP="008305DC">
            <w:pPr>
              <w:ind w:left="3552"/>
              <w:jc w:val="center"/>
            </w:pPr>
          </w:p>
          <w:p w:rsidR="009E7ECA" w:rsidRDefault="009E7ECA" w:rsidP="008305DC">
            <w:pPr>
              <w:ind w:left="3552"/>
              <w:jc w:val="center"/>
            </w:pPr>
          </w:p>
          <w:p w:rsidR="009E7ECA" w:rsidRDefault="009E7ECA" w:rsidP="008305DC">
            <w:pPr>
              <w:ind w:left="3552"/>
              <w:jc w:val="center"/>
            </w:pPr>
          </w:p>
          <w:p w:rsidR="009E7ECA" w:rsidRDefault="009E7ECA" w:rsidP="008305DC">
            <w:pPr>
              <w:ind w:left="3552"/>
              <w:jc w:val="center"/>
            </w:pPr>
          </w:p>
          <w:p w:rsidR="009E7ECA" w:rsidRDefault="009E7ECA" w:rsidP="008305DC">
            <w:pPr>
              <w:ind w:left="3552"/>
              <w:jc w:val="center"/>
            </w:pPr>
          </w:p>
          <w:p w:rsidR="009E7ECA" w:rsidRDefault="009E7ECA" w:rsidP="008305DC">
            <w:pPr>
              <w:ind w:left="3552"/>
              <w:jc w:val="center"/>
            </w:pPr>
          </w:p>
          <w:p w:rsidR="009E7ECA" w:rsidRDefault="009E7ECA" w:rsidP="008305DC">
            <w:pPr>
              <w:ind w:left="3552"/>
              <w:jc w:val="center"/>
            </w:pPr>
          </w:p>
          <w:p w:rsidR="009E7ECA" w:rsidRDefault="009E7ECA" w:rsidP="008305DC">
            <w:pPr>
              <w:ind w:left="3552"/>
              <w:jc w:val="center"/>
            </w:pPr>
          </w:p>
          <w:p w:rsidR="009E7ECA" w:rsidRDefault="009E7ECA" w:rsidP="008305DC">
            <w:pPr>
              <w:ind w:left="3552"/>
              <w:jc w:val="center"/>
            </w:pPr>
          </w:p>
          <w:p w:rsidR="009E7ECA" w:rsidRDefault="009E7ECA" w:rsidP="008305DC">
            <w:pPr>
              <w:ind w:left="3552"/>
              <w:jc w:val="center"/>
            </w:pPr>
          </w:p>
          <w:p w:rsidR="002F7F40" w:rsidRDefault="002F7F40" w:rsidP="008305DC">
            <w:pPr>
              <w:ind w:left="3552"/>
              <w:jc w:val="center"/>
            </w:pPr>
          </w:p>
          <w:p w:rsidR="009E7ECA" w:rsidRDefault="009E7ECA" w:rsidP="009E7ECA"/>
          <w:p w:rsidR="009E7ECA" w:rsidRDefault="009E7ECA" w:rsidP="009E7ECA"/>
          <w:p w:rsidR="009E7ECA" w:rsidRDefault="009E7ECA" w:rsidP="008305DC">
            <w:pPr>
              <w:ind w:left="3552"/>
              <w:jc w:val="center"/>
            </w:pPr>
          </w:p>
          <w:p w:rsidR="005C06DC" w:rsidRDefault="00E81283" w:rsidP="008305DC">
            <w:pPr>
              <w:ind w:left="3552"/>
              <w:jc w:val="center"/>
            </w:pPr>
            <w:r>
              <w:t xml:space="preserve">ПРИЛОЖЕНИЕ </w:t>
            </w:r>
            <w:r w:rsidR="000E7937">
              <w:t>1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2F7F40">
              <w:t>от</w:t>
            </w:r>
            <w:r w:rsidR="002F7F40" w:rsidRPr="002F7F40">
              <w:t xml:space="preserve"> 14 ноября </w:t>
            </w:r>
            <w:r w:rsidR="00F1607E" w:rsidRPr="002F7F40">
              <w:t xml:space="preserve">2019 </w:t>
            </w:r>
            <w:r w:rsidR="00CC03DF" w:rsidRPr="002F7F40">
              <w:t>г.</w:t>
            </w:r>
            <w:r w:rsidRPr="002F7F40">
              <w:t xml:space="preserve"> №</w:t>
            </w:r>
            <w:r w:rsidR="006B0802" w:rsidRPr="00D74902">
              <w:t xml:space="preserve"> </w:t>
            </w:r>
            <w:r w:rsidR="006E567D">
              <w:t>50/32</w:t>
            </w:r>
          </w:p>
          <w:p w:rsidR="0056238E" w:rsidRPr="001D06AF" w:rsidRDefault="0056238E" w:rsidP="009E7ECA"/>
        </w:tc>
      </w:tr>
      <w:tr w:rsidR="009E7ECA" w:rsidTr="009E7ECA">
        <w:trPr>
          <w:gridAfter w:val="1"/>
          <w:wAfter w:w="11" w:type="dxa"/>
        </w:trPr>
        <w:tc>
          <w:tcPr>
            <w:tcW w:w="528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9E7ECA" w:rsidRDefault="00D2649C" w:rsidP="009E7ECA">
            <w:pPr>
              <w:spacing w:line="276" w:lineRule="auto"/>
              <w:ind w:left="3552"/>
              <w:jc w:val="center"/>
            </w:pPr>
            <w:r>
              <w:t>«</w:t>
            </w:r>
            <w:r w:rsidR="009E7ECA">
              <w:t>ПРИЛОЖЕНИЕ 1</w:t>
            </w:r>
          </w:p>
          <w:p w:rsidR="009E7ECA" w:rsidRDefault="009E7ECA" w:rsidP="009E7ECA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E7ECA" w:rsidRPr="00CB1B90" w:rsidRDefault="009E7ECA" w:rsidP="009E7ECA">
            <w:pPr>
              <w:ind w:left="3552"/>
              <w:jc w:val="center"/>
              <w:rPr>
                <w:lang w:val="en-US"/>
              </w:rPr>
            </w:pPr>
            <w:r w:rsidRPr="00CC363A">
              <w:t>от 13 декабря 2018 г.</w:t>
            </w:r>
            <w:r w:rsidRPr="00D74902">
              <w:t xml:space="preserve"> № </w:t>
            </w:r>
            <w:r>
              <w:t>52/75</w:t>
            </w:r>
          </w:p>
        </w:tc>
      </w:tr>
      <w:tr w:rsidR="009E7ECA" w:rsidRPr="006161EA" w:rsidTr="009E7ECA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9E7ECA" w:rsidRDefault="009E7ECA" w:rsidP="009E7E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E7ECA" w:rsidRDefault="009E7ECA" w:rsidP="009E7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9E7ECA" w:rsidRPr="003415C7" w:rsidRDefault="009E7ECA" w:rsidP="009E7E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15C7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9E7ECA" w:rsidRDefault="009E7ECA" w:rsidP="009E7E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3415C7">
              <w:rPr>
                <w:b/>
                <w:sz w:val="24"/>
                <w:szCs w:val="24"/>
              </w:rPr>
              <w:t>ПО ОКАЗАНИЮ УСЛУГ ХОЛОДНОГО ВОДОСНАБЖЕНИЯ</w:t>
            </w:r>
          </w:p>
          <w:p w:rsidR="009E7ECA" w:rsidRPr="00C15EF7" w:rsidRDefault="009E7ECA" w:rsidP="009E7E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9E7ECA" w:rsidRPr="00FB4D95" w:rsidRDefault="002679F4" w:rsidP="00FB4D95">
      <w:pPr>
        <w:pStyle w:val="ac"/>
        <w:jc w:val="center"/>
        <w:rPr>
          <w:sz w:val="20"/>
          <w:szCs w:val="20"/>
        </w:rPr>
      </w:pPr>
      <w:r w:rsidRPr="002679F4">
        <w:rPr>
          <w:sz w:val="24"/>
          <w:szCs w:val="24"/>
          <w:lang w:eastAsia="en-US"/>
        </w:rPr>
        <w:t>Период реализации производственной программы с 01.01.2019 г. по 31.12.2023 г.</w:t>
      </w:r>
    </w:p>
    <w:tbl>
      <w:tblPr>
        <w:tblW w:w="101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992"/>
        <w:gridCol w:w="283"/>
        <w:gridCol w:w="385"/>
        <w:gridCol w:w="41"/>
        <w:gridCol w:w="425"/>
        <w:gridCol w:w="425"/>
        <w:gridCol w:w="709"/>
        <w:gridCol w:w="61"/>
        <w:gridCol w:w="458"/>
        <w:gridCol w:w="48"/>
        <w:gridCol w:w="425"/>
        <w:gridCol w:w="425"/>
        <w:gridCol w:w="331"/>
        <w:gridCol w:w="236"/>
        <w:gridCol w:w="993"/>
        <w:gridCol w:w="567"/>
        <w:gridCol w:w="41"/>
      </w:tblGrid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FB4D95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FB4D95" w:rsidRPr="00FB4D95" w:rsidTr="008E075E">
        <w:trPr>
          <w:gridAfter w:val="2"/>
          <w:wAfter w:w="608" w:type="dxa"/>
          <w:trHeight w:val="744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Наименование </w:t>
            </w:r>
            <w:proofErr w:type="gramStart"/>
            <w:r w:rsidRPr="00FB4D95">
              <w:rPr>
                <w:rFonts w:eastAsia="Calibri"/>
                <w:sz w:val="20"/>
                <w:lang w:eastAsia="en-US"/>
              </w:rPr>
              <w:t>регулируемой</w:t>
            </w:r>
            <w:proofErr w:type="gramEnd"/>
            <w:r w:rsidRPr="00FB4D95">
              <w:rPr>
                <w:rFonts w:eastAsia="Calibri"/>
                <w:sz w:val="20"/>
                <w:lang w:eastAsia="en-US"/>
              </w:rPr>
              <w:t xml:space="preserve">  </w:t>
            </w:r>
          </w:p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организации (ИНН)</w:t>
            </w:r>
          </w:p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МУНИЦИПАЛЬНОЕ ПРЕДПРИЯТИЕ ДИВЕЕВСКОГО МУНИЦИПАЛЬНОГО РАЙОНА НИЖЕГОРОДСКОЙ ОБЛАСТИ «САТИССКОЕ ЖИЛИЩНО-КОММУНАЛЬНОЕ ХОЗЯЙСТВО» (ИНН 5216017126)</w:t>
            </w:r>
          </w:p>
        </w:tc>
      </w:tr>
      <w:tr w:rsidR="00FB4D95" w:rsidRPr="00FB4D95" w:rsidTr="008E075E">
        <w:trPr>
          <w:gridAfter w:val="2"/>
          <w:wAfter w:w="608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607328, Нижегородская область, </w:t>
            </w:r>
            <w:proofErr w:type="spellStart"/>
            <w:r w:rsidRPr="00FB4D95">
              <w:rPr>
                <w:rFonts w:eastAsia="Calibri"/>
                <w:sz w:val="20"/>
                <w:lang w:eastAsia="en-US"/>
              </w:rPr>
              <w:t>Дивеевский</w:t>
            </w:r>
            <w:proofErr w:type="spellEnd"/>
            <w:r w:rsidRPr="00FB4D95">
              <w:rPr>
                <w:rFonts w:eastAsia="Calibri"/>
                <w:sz w:val="20"/>
                <w:lang w:eastAsia="en-US"/>
              </w:rPr>
              <w:t xml:space="preserve"> муниципальный район, п. Сатис, ул. Первомайская, д. 41</w:t>
            </w:r>
          </w:p>
        </w:tc>
      </w:tr>
      <w:tr w:rsidR="00FB4D95" w:rsidRPr="00FB4D95" w:rsidTr="00FB4D95">
        <w:trPr>
          <w:gridAfter w:val="2"/>
          <w:wAfter w:w="608" w:type="dxa"/>
          <w:trHeight w:val="352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Региональная служба по тарифам Нижегородской области</w:t>
            </w:r>
          </w:p>
        </w:tc>
      </w:tr>
      <w:tr w:rsidR="00FB4D95" w:rsidRPr="00FB4D95" w:rsidTr="008E075E">
        <w:trPr>
          <w:gridAfter w:val="2"/>
          <w:wAfter w:w="608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603082, </w:t>
            </w:r>
            <w:r>
              <w:rPr>
                <w:rFonts w:eastAsia="Calibri"/>
                <w:sz w:val="20"/>
                <w:lang w:eastAsia="en-US"/>
              </w:rPr>
              <w:t xml:space="preserve"> г. </w:t>
            </w:r>
            <w:r w:rsidRPr="00FB4D95">
              <w:rPr>
                <w:rFonts w:eastAsia="Calibri"/>
                <w:sz w:val="20"/>
                <w:lang w:eastAsia="en-US"/>
              </w:rPr>
              <w:t>Нижний Новгород, Кремль, корпус 1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FB4D95">
              <w:rPr>
                <w:rFonts w:eastAsia="Calibri"/>
                <w:b/>
                <w:sz w:val="20"/>
                <w:lang w:eastAsia="en-US"/>
              </w:rPr>
              <w:t>2. Объем подачи воды</w:t>
            </w:r>
          </w:p>
        </w:tc>
      </w:tr>
      <w:tr w:rsidR="00FB4D95" w:rsidRPr="00FB4D95" w:rsidTr="008E075E">
        <w:trPr>
          <w:gridAfter w:val="2"/>
          <w:wAfter w:w="608" w:type="dxa"/>
          <w:trHeight w:val="26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FB4D95" w:rsidRPr="00FB4D95" w:rsidTr="008E075E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Подано воды всего, тыс. м</w:t>
            </w:r>
            <w:r w:rsidRPr="00FB4D95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FB4D95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159,84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159,84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159,84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159,84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159,84</w:t>
            </w:r>
          </w:p>
        </w:tc>
      </w:tr>
      <w:tr w:rsidR="00FB4D95" w:rsidRPr="00FB4D95" w:rsidTr="008E075E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FB4D95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118,64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118,64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118,64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118,64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118,64</w:t>
            </w:r>
          </w:p>
        </w:tc>
      </w:tr>
      <w:tr w:rsidR="00FB4D95" w:rsidRPr="00FB4D95" w:rsidTr="008E075E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FB4D95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7,82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7,82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7,82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7,82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7,82</w:t>
            </w:r>
          </w:p>
        </w:tc>
      </w:tr>
      <w:tr w:rsidR="00FB4D95" w:rsidRPr="00FB4D95" w:rsidTr="008E075E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FB4D95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33,38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33,38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33,38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33,38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33,38</w:t>
            </w:r>
          </w:p>
        </w:tc>
      </w:tr>
      <w:tr w:rsidR="00FB4D95" w:rsidRPr="00FB4D95" w:rsidTr="008E075E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FB4D95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29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FB4D95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FB4D95" w:rsidRPr="00FB4D95" w:rsidTr="008E075E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FB4D95" w:rsidRPr="00FB4D95" w:rsidTr="008E075E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B4D95">
              <w:rPr>
                <w:rFonts w:eastAsia="Calibri"/>
                <w:color w:val="000000"/>
                <w:sz w:val="20"/>
                <w:lang w:eastAsia="en-US"/>
              </w:rPr>
              <w:t>3778,69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B4D95">
              <w:rPr>
                <w:rFonts w:eastAsia="Calibri"/>
                <w:color w:val="000000"/>
                <w:sz w:val="20"/>
                <w:lang w:eastAsia="en-US"/>
              </w:rPr>
              <w:t>3778,69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B4D95">
              <w:rPr>
                <w:rFonts w:eastAsia="Calibri"/>
                <w:color w:val="000000"/>
                <w:sz w:val="20"/>
                <w:lang w:eastAsia="en-US"/>
              </w:rPr>
              <w:t>1757,01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B4D95">
              <w:rPr>
                <w:rFonts w:eastAsia="Calibri"/>
                <w:color w:val="000000"/>
                <w:sz w:val="20"/>
                <w:lang w:eastAsia="en-US"/>
              </w:rPr>
              <w:t>1757,01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53,82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53,82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lastRenderedPageBreak/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B4D95">
              <w:rPr>
                <w:rFonts w:eastAsia="Calibri"/>
                <w:color w:val="000000"/>
                <w:sz w:val="20"/>
                <w:lang w:eastAsia="en-US"/>
              </w:rPr>
              <w:t>101,47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B4D95">
              <w:rPr>
                <w:rFonts w:eastAsia="Calibr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B4D95">
              <w:rPr>
                <w:rFonts w:eastAsia="Calibri"/>
                <w:color w:val="000000"/>
                <w:sz w:val="20"/>
                <w:lang w:eastAsia="en-US"/>
              </w:rPr>
              <w:t>101,47</w:t>
            </w:r>
          </w:p>
        </w:tc>
      </w:tr>
      <w:tr w:rsidR="00FB4D95" w:rsidRPr="00FB4D95" w:rsidTr="008E075E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5690,99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5690,99</w:t>
            </w:r>
          </w:p>
        </w:tc>
        <w:tc>
          <w:tcPr>
            <w:tcW w:w="567" w:type="dxa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B4D95">
              <w:rPr>
                <w:rFonts w:eastAsia="Calibri"/>
                <w:color w:val="000000"/>
                <w:sz w:val="20"/>
                <w:lang w:eastAsia="en-US"/>
              </w:rPr>
              <w:t>3960,92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B4D95">
              <w:rPr>
                <w:rFonts w:eastAsia="Calibri"/>
                <w:color w:val="000000"/>
                <w:sz w:val="20"/>
                <w:lang w:eastAsia="en-US"/>
              </w:rPr>
              <w:t>3960,92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B4D95">
              <w:rPr>
                <w:rFonts w:eastAsia="Calibri"/>
                <w:color w:val="000000"/>
                <w:sz w:val="20"/>
                <w:lang w:eastAsia="en-US"/>
              </w:rPr>
              <w:t>1791,62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B4D95">
              <w:rPr>
                <w:rFonts w:eastAsia="Calibri"/>
                <w:color w:val="000000"/>
                <w:sz w:val="20"/>
                <w:lang w:eastAsia="en-US"/>
              </w:rPr>
              <w:t>1791,62</w:t>
            </w:r>
          </w:p>
        </w:tc>
      </w:tr>
      <w:tr w:rsidR="00FB4D95" w:rsidRPr="00FB4D95" w:rsidTr="008E075E">
        <w:trPr>
          <w:gridAfter w:val="2"/>
          <w:wAfter w:w="608" w:type="dxa"/>
          <w:trHeight w:val="60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13,58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13,58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109,96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109,96</w:t>
            </w:r>
          </w:p>
        </w:tc>
      </w:tr>
      <w:tr w:rsidR="00FB4D95" w:rsidRPr="00FB4D95" w:rsidTr="008E075E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B4D95">
              <w:rPr>
                <w:rFonts w:eastAsia="Calibri"/>
                <w:color w:val="000000"/>
                <w:sz w:val="20"/>
                <w:lang w:eastAsia="en-US"/>
              </w:rPr>
              <w:t>5876,08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5876,08</w:t>
            </w:r>
          </w:p>
        </w:tc>
        <w:tc>
          <w:tcPr>
            <w:tcW w:w="567" w:type="dxa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FB4D95" w:rsidRPr="00FB4D95" w:rsidTr="008E075E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B4D95">
              <w:rPr>
                <w:rFonts w:eastAsia="Calibri"/>
                <w:color w:val="000000"/>
                <w:sz w:val="20"/>
                <w:lang w:eastAsia="en-US"/>
              </w:rPr>
              <w:t>4073,72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B4D95">
              <w:rPr>
                <w:rFonts w:eastAsia="Calibri"/>
                <w:color w:val="000000"/>
                <w:sz w:val="20"/>
                <w:lang w:eastAsia="en-US"/>
              </w:rPr>
              <w:t>4073,72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B4D95">
              <w:rPr>
                <w:rFonts w:eastAsia="Calibri"/>
                <w:color w:val="000000"/>
                <w:sz w:val="20"/>
                <w:lang w:eastAsia="en-US"/>
              </w:rPr>
              <w:t>1839,33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jc w:val="center"/>
              <w:rPr>
                <w:rFonts w:eastAsia="Calibri"/>
                <w:color w:val="000000"/>
                <w:sz w:val="20"/>
                <w:lang w:eastAsia="en-US"/>
              </w:rPr>
            </w:pPr>
            <w:r w:rsidRPr="00FB4D95">
              <w:rPr>
                <w:rFonts w:eastAsia="Calibri"/>
                <w:color w:val="000000"/>
                <w:sz w:val="20"/>
                <w:lang w:eastAsia="en-US"/>
              </w:rPr>
              <w:t>1839,33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119,22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119,22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6032,27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6032,27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4195,20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4195,20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1893,78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1893,78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129,94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129,94</w:t>
            </w:r>
          </w:p>
        </w:tc>
      </w:tr>
      <w:tr w:rsidR="00FB4D95" w:rsidRPr="00FB4D95" w:rsidTr="008E075E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6218,92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6218,92</w:t>
            </w:r>
          </w:p>
        </w:tc>
        <w:tc>
          <w:tcPr>
            <w:tcW w:w="608" w:type="dxa"/>
            <w:gridSpan w:val="2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4320,31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4320,31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1949,83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1949,83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142,04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142,04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lastRenderedPageBreak/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6412,18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6412,18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30230,44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30230,44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FB4D95">
              <w:rPr>
                <w:rFonts w:eastAsia="Calibri"/>
                <w:b/>
                <w:sz w:val="20"/>
                <w:lang w:eastAsia="en-US"/>
              </w:rPr>
              <w:t>4. Мероприятия,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FB4D95" w:rsidRPr="00FB4D95" w:rsidTr="008E075E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  </w:t>
            </w:r>
            <w:r w:rsidRPr="00FB4D95">
              <w:rPr>
                <w:rFonts w:eastAsia="Calibri"/>
                <w:i/>
                <w:sz w:val="20"/>
                <w:lang w:eastAsia="en-US"/>
              </w:rPr>
              <w:t xml:space="preserve">4.1. Перечень мероприятий по ремонту объектов централизованных   </w:t>
            </w:r>
          </w:p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i/>
                <w:sz w:val="20"/>
                <w:lang w:eastAsia="en-US"/>
              </w:rPr>
              <w:t xml:space="preserve">                 систем водоснабжения </w:t>
            </w:r>
          </w:p>
        </w:tc>
      </w:tr>
      <w:tr w:rsidR="00FB4D95" w:rsidRPr="00FB4D95" w:rsidTr="008E075E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FB4D95" w:rsidRPr="00FB4D95" w:rsidTr="008E075E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567" w:type="dxa"/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FB4D95" w:rsidRPr="00FB4D95" w:rsidTr="008E075E">
        <w:trPr>
          <w:gridAfter w:val="2"/>
          <w:wAfter w:w="608" w:type="dxa"/>
          <w:trHeight w:val="315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01.01.2023 по 31.12.2023-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FB4D95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направленных на улучшение качества   </w:t>
            </w:r>
          </w:p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i/>
                <w:sz w:val="20"/>
                <w:lang w:eastAsia="en-US"/>
              </w:rPr>
              <w:t xml:space="preserve">             питьевой воды </w:t>
            </w:r>
          </w:p>
        </w:tc>
      </w:tr>
      <w:tr w:rsidR="00FB4D95" w:rsidRPr="00FB4D95" w:rsidTr="008E075E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FB4D95" w:rsidRPr="00FB4D95" w:rsidTr="008E075E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    </w:t>
            </w:r>
            <w:r w:rsidRPr="00FB4D95">
              <w:rPr>
                <w:rFonts w:eastAsia="Calibri"/>
                <w:i/>
                <w:sz w:val="20"/>
                <w:lang w:eastAsia="en-US"/>
              </w:rPr>
              <w:t xml:space="preserve">4.3. Перечень мероприятий по энергосбережению и повышению </w:t>
            </w:r>
            <w:proofErr w:type="gramStart"/>
            <w:r w:rsidRPr="00FB4D95">
              <w:rPr>
                <w:rFonts w:eastAsia="Calibri"/>
                <w:i/>
                <w:sz w:val="20"/>
                <w:lang w:eastAsia="en-US"/>
              </w:rPr>
              <w:t>энергетической</w:t>
            </w:r>
            <w:proofErr w:type="gramEnd"/>
            <w:r w:rsidRPr="00FB4D95">
              <w:rPr>
                <w:rFonts w:eastAsia="Calibri"/>
                <w:i/>
                <w:sz w:val="20"/>
                <w:lang w:eastAsia="en-US"/>
              </w:rPr>
              <w:t xml:space="preserve">    </w:t>
            </w:r>
          </w:p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i/>
                <w:sz w:val="20"/>
                <w:lang w:eastAsia="en-US"/>
              </w:rPr>
              <w:t xml:space="preserve">   эффективности, в том числе по снижению потерь воды при транспортировке</w:t>
            </w:r>
            <w:r w:rsidRPr="00FB4D95">
              <w:rPr>
                <w:rFonts w:eastAsia="Calibri"/>
                <w:sz w:val="20"/>
                <w:lang w:eastAsia="en-US"/>
              </w:rPr>
              <w:t xml:space="preserve">   </w:t>
            </w:r>
          </w:p>
        </w:tc>
      </w:tr>
      <w:tr w:rsidR="00FB4D95" w:rsidRPr="00FB4D95" w:rsidTr="008E075E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FB4D95" w:rsidRPr="00FB4D95" w:rsidTr="008E075E">
        <w:trPr>
          <w:gridAfter w:val="2"/>
          <w:wAfter w:w="608" w:type="dxa"/>
          <w:trHeight w:val="273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lastRenderedPageBreak/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FB4D95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FB4D95" w:rsidRPr="00FB4D95" w:rsidTr="008E075E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FB4D95" w:rsidRPr="00FB4D95" w:rsidTr="008E075E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FB4D95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FB4D95" w:rsidRPr="00FB4D95" w:rsidTr="008E075E">
        <w:trPr>
          <w:gridAfter w:val="2"/>
          <w:wAfter w:w="608" w:type="dxa"/>
          <w:trHeight w:val="21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FB4D95">
              <w:rPr>
                <w:rFonts w:eastAsia="Calibri"/>
                <w:sz w:val="20"/>
                <w:lang w:eastAsia="en-US"/>
              </w:rPr>
              <w:t>Ед</w:t>
            </w:r>
            <w:proofErr w:type="gramStart"/>
            <w:r w:rsidRPr="00FB4D95">
              <w:rPr>
                <w:rFonts w:eastAsia="Calibri"/>
                <w:sz w:val="20"/>
                <w:lang w:eastAsia="en-US"/>
              </w:rPr>
              <w:t>.и</w:t>
            </w:r>
            <w:proofErr w:type="gramEnd"/>
            <w:r w:rsidRPr="00FB4D95">
              <w:rPr>
                <w:rFonts w:eastAsia="Calibri"/>
                <w:sz w:val="20"/>
                <w:lang w:eastAsia="en-US"/>
              </w:rPr>
              <w:t>зм</w:t>
            </w:r>
            <w:proofErr w:type="spellEnd"/>
            <w:r w:rsidRPr="00FB4D95">
              <w:rPr>
                <w:rFonts w:eastAsia="Calibri"/>
                <w:sz w:val="20"/>
                <w:lang w:eastAsia="en-US"/>
              </w:rPr>
              <w:t>.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На период </w:t>
            </w:r>
          </w:p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На период </w:t>
            </w:r>
            <w:r w:rsidRPr="00FB4D95">
              <w:rPr>
                <w:rFonts w:eastAsia="Calibri"/>
                <w:sz w:val="20"/>
                <w:lang w:eastAsia="en-US"/>
              </w:rPr>
              <w:br/>
              <w:t>с 01.01.2020 по 31.12.2020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На период </w:t>
            </w:r>
          </w:p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FB4D95" w:rsidRPr="00FB4D95" w:rsidTr="008E075E">
        <w:trPr>
          <w:gridAfter w:val="2"/>
          <w:wAfter w:w="608" w:type="dxa"/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FB4D95" w:rsidRPr="00FB4D95" w:rsidTr="008E075E">
        <w:trPr>
          <w:gridAfter w:val="2"/>
          <w:wAfter w:w="608" w:type="dxa"/>
          <w:trHeight w:val="21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B4D95" w:rsidRPr="00FB4D95" w:rsidTr="008E075E">
        <w:trPr>
          <w:gridAfter w:val="2"/>
          <w:wAfter w:w="608" w:type="dxa"/>
          <w:trHeight w:val="103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Доля проб питьевой воды в распределительной водопроводной сети, не соответствующих установленным требованиям, в общем объеме проб, отобранных по </w:t>
            </w:r>
            <w:r w:rsidRPr="00FB4D95">
              <w:rPr>
                <w:rFonts w:eastAsia="Calibri"/>
                <w:sz w:val="20"/>
                <w:lang w:eastAsia="en-US"/>
              </w:rPr>
              <w:lastRenderedPageBreak/>
              <w:t>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lastRenderedPageBreak/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B4D95" w:rsidRPr="00FB4D95" w:rsidTr="008E075E">
        <w:trPr>
          <w:gridAfter w:val="2"/>
          <w:wAfter w:w="608" w:type="dxa"/>
          <w:trHeight w:val="27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lastRenderedPageBreak/>
              <w:t>Показатели надежности и бесперебойности водоснабжения</w:t>
            </w:r>
          </w:p>
        </w:tc>
      </w:tr>
      <w:tr w:rsidR="00FB4D95" w:rsidRPr="00FB4D95" w:rsidTr="008E075E">
        <w:trPr>
          <w:gridAfter w:val="2"/>
          <w:wAfter w:w="608" w:type="dxa"/>
          <w:trHeight w:val="84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ед./</w:t>
            </w:r>
            <w:proofErr w:type="gramStart"/>
            <w:r w:rsidRPr="00FB4D95">
              <w:rPr>
                <w:rFonts w:eastAsia="Calibri"/>
                <w:sz w:val="20"/>
                <w:lang w:eastAsia="en-US"/>
              </w:rPr>
              <w:t>км</w:t>
            </w:r>
            <w:proofErr w:type="gramEnd"/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0,71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FB4D95" w:rsidRPr="00FB4D95" w:rsidTr="008E075E">
        <w:trPr>
          <w:gridAfter w:val="2"/>
          <w:wAfter w:w="608" w:type="dxa"/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FB4D95" w:rsidRPr="00FB4D95" w:rsidTr="008E075E">
        <w:trPr>
          <w:gridAfter w:val="2"/>
          <w:wAfter w:w="608" w:type="dxa"/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8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8</w:t>
            </w:r>
          </w:p>
        </w:tc>
      </w:tr>
      <w:tr w:rsidR="00FB4D95" w:rsidRPr="00FB4D95" w:rsidTr="008E075E">
        <w:trPr>
          <w:gridAfter w:val="2"/>
          <w:wAfter w:w="608" w:type="dxa"/>
          <w:trHeight w:val="70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FB4D95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FB4D95">
              <w:rPr>
                <w:rFonts w:eastAsia="Calibri"/>
                <w:sz w:val="20"/>
                <w:lang w:eastAsia="en-US"/>
              </w:rPr>
              <w:t>/</w:t>
            </w:r>
          </w:p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куб. м</w:t>
            </w:r>
          </w:p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FB4D95">
              <w:rPr>
                <w:rFonts w:eastAsia="Calibri"/>
                <w:color w:val="000000"/>
                <w:sz w:val="20"/>
                <w:lang w:eastAsia="en-US"/>
              </w:rPr>
              <w:t>1,55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FB4D95">
              <w:rPr>
                <w:rFonts w:eastAsia="Calibri"/>
                <w:color w:val="000000"/>
                <w:sz w:val="20"/>
                <w:lang w:eastAsia="en-US"/>
              </w:rPr>
              <w:t>1,55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FB4D95">
              <w:rPr>
                <w:rFonts w:eastAsia="Calibri"/>
                <w:color w:val="000000"/>
                <w:sz w:val="20"/>
                <w:lang w:eastAsia="en-US"/>
              </w:rPr>
              <w:t>1,55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FB4D95">
              <w:rPr>
                <w:rFonts w:eastAsia="Calibri"/>
                <w:color w:val="000000"/>
                <w:sz w:val="20"/>
                <w:lang w:eastAsia="en-US"/>
              </w:rPr>
              <w:t>1,55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color w:val="000000"/>
                <w:sz w:val="20"/>
                <w:lang w:eastAsia="en-US"/>
              </w:rPr>
            </w:pPr>
            <w:r w:rsidRPr="00FB4D95">
              <w:rPr>
                <w:rFonts w:eastAsia="Calibri"/>
                <w:color w:val="000000"/>
                <w:sz w:val="20"/>
                <w:lang w:eastAsia="en-US"/>
              </w:rPr>
              <w:t>1,55</w:t>
            </w:r>
          </w:p>
        </w:tc>
      </w:tr>
      <w:tr w:rsidR="00FB4D95" w:rsidRPr="00FB4D95" w:rsidTr="008E075E">
        <w:trPr>
          <w:gridAfter w:val="2"/>
          <w:wAfter w:w="608" w:type="dxa"/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кВт*</w:t>
            </w:r>
            <w:proofErr w:type="gramStart"/>
            <w:r w:rsidRPr="00FB4D95">
              <w:rPr>
                <w:rFonts w:eastAsia="Calibri"/>
                <w:sz w:val="20"/>
                <w:lang w:eastAsia="en-US"/>
              </w:rPr>
              <w:t>ч</w:t>
            </w:r>
            <w:proofErr w:type="gramEnd"/>
            <w:r w:rsidRPr="00FB4D95">
              <w:rPr>
                <w:rFonts w:eastAsia="Calibri"/>
                <w:sz w:val="20"/>
                <w:lang w:eastAsia="en-US"/>
              </w:rPr>
              <w:t>/</w:t>
            </w:r>
          </w:p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куб. м</w:t>
            </w:r>
          </w:p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FB4D95">
              <w:rPr>
                <w:rFonts w:eastAsia="Calibri"/>
                <w:b/>
                <w:sz w:val="20"/>
                <w:lang w:eastAsia="en-US"/>
              </w:rPr>
              <w:t xml:space="preserve">       6. Расчет эффективности производственной программы        </w:t>
            </w:r>
          </w:p>
        </w:tc>
      </w:tr>
      <w:tr w:rsidR="00FB4D95" w:rsidRPr="00FB4D95" w:rsidTr="008E075E">
        <w:trPr>
          <w:gridAfter w:val="2"/>
          <w:wAfter w:w="608" w:type="dxa"/>
          <w:trHeight w:val="215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   За период с 01.01.2019 по 31.12.2019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   За период с 01.01.2020 по 31.12.2020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   За период с 01.01.2021 по 31.12.2021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   За период с 01.01.2022 по 31.12.2022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   За период с 01.01.2023 по 31.12.2023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FB4D95" w:rsidRPr="00FB4D95" w:rsidTr="008E075E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FB4D95">
              <w:rPr>
                <w:rFonts w:eastAsia="Calibri"/>
                <w:b/>
                <w:sz w:val="20"/>
                <w:lang w:eastAsia="en-US"/>
              </w:rPr>
              <w:t xml:space="preserve">7. Общий объем финансовых потребностей, направленных на реализацию       </w:t>
            </w:r>
          </w:p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b/>
                <w:sz w:val="20"/>
                <w:lang w:eastAsia="en-US"/>
              </w:rPr>
              <w:t xml:space="preserve">                         производственной программы</w:t>
            </w:r>
            <w:r w:rsidRPr="00FB4D95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FB4D95" w:rsidRPr="00FB4D95" w:rsidTr="008E075E">
        <w:trPr>
          <w:gridAfter w:val="2"/>
          <w:wAfter w:w="608" w:type="dxa"/>
          <w:trHeight w:val="478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  тыс. руб.  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   На период с 01.01.2019 по 31.12.2019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5634,56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   На период с 01.01.2020 по 31.12.2020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5799,27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   На период с 01.01.2021 по 31.12.2021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6018,72</w:t>
            </w:r>
          </w:p>
        </w:tc>
      </w:tr>
      <w:tr w:rsidR="00FB4D95" w:rsidRPr="00FB4D95" w:rsidTr="008E075E">
        <w:trPr>
          <w:gridAfter w:val="2"/>
          <w:wAfter w:w="608" w:type="dxa"/>
          <w:trHeight w:val="247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   На период с 01.01.2022 по 31.12.2022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6218,92</w:t>
            </w:r>
          </w:p>
        </w:tc>
      </w:tr>
      <w:tr w:rsidR="00FB4D95" w:rsidRPr="00FB4D95" w:rsidTr="008E075E">
        <w:trPr>
          <w:gridAfter w:val="2"/>
          <w:wAfter w:w="608" w:type="dxa"/>
          <w:trHeight w:val="325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   На период с 01.01.2023 по 31.12.2023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6412,17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Итого на период реализации программы: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30083,64</w:t>
            </w:r>
          </w:p>
        </w:tc>
      </w:tr>
      <w:tr w:rsidR="00FB4D95" w:rsidRPr="00FB4D95" w:rsidTr="008E075E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FB4D95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FB4D95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FB4D95" w:rsidRPr="00FB4D95" w:rsidTr="008E075E">
        <w:trPr>
          <w:gridAfter w:val="2"/>
          <w:wAfter w:w="608" w:type="dxa"/>
          <w:trHeight w:val="372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   2018 год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Объем подачи воды, тыс. куб. м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166,09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lastRenderedPageBreak/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5719,31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304,71</w:t>
            </w:r>
          </w:p>
        </w:tc>
      </w:tr>
      <w:tr w:rsidR="00FB4D95" w:rsidRPr="00FB4D95" w:rsidTr="008E075E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Общий объем финансовых потребностей за 2018 год,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6024,02</w:t>
            </w:r>
          </w:p>
        </w:tc>
      </w:tr>
    </w:tbl>
    <w:p w:rsidR="009E7ECA" w:rsidRPr="00FB4D95" w:rsidRDefault="00FB4D95" w:rsidP="009E7ECA">
      <w:pPr>
        <w:rPr>
          <w:szCs w:val="28"/>
          <w:lang w:eastAsia="en-US"/>
        </w:rPr>
      </w:pPr>
      <w:r>
        <w:rPr>
          <w:szCs w:val="28"/>
          <w:lang w:eastAsia="en-US"/>
        </w:rPr>
        <w:t xml:space="preserve">                                                                                                                                     </w:t>
      </w:r>
      <w:r w:rsidRPr="00FB4D95">
        <w:rPr>
          <w:szCs w:val="28"/>
          <w:lang w:eastAsia="en-US"/>
        </w:rPr>
        <w:t>».</w:t>
      </w:r>
    </w:p>
    <w:p w:rsidR="009E7ECA" w:rsidRDefault="009E7ECA" w:rsidP="009E7ECA">
      <w:pPr>
        <w:rPr>
          <w:sz w:val="20"/>
          <w:szCs w:val="24"/>
          <w:lang w:eastAsia="en-US"/>
        </w:rPr>
      </w:pPr>
    </w:p>
    <w:p w:rsidR="009E7ECA" w:rsidRDefault="009E7ECA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FB4D95" w:rsidRDefault="00FB4D95" w:rsidP="009E7ECA">
      <w:pPr>
        <w:rPr>
          <w:sz w:val="20"/>
          <w:szCs w:val="24"/>
          <w:lang w:eastAsia="en-US"/>
        </w:rPr>
      </w:pPr>
    </w:p>
    <w:p w:rsidR="009E7ECA" w:rsidRDefault="009E7ECA" w:rsidP="009E7ECA">
      <w:pPr>
        <w:rPr>
          <w:sz w:val="20"/>
          <w:szCs w:val="24"/>
          <w:lang w:eastAsia="en-US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10162"/>
      </w:tblGrid>
      <w:tr w:rsidR="002F7F40" w:rsidRPr="001D06AF" w:rsidTr="005D54DE">
        <w:tc>
          <w:tcPr>
            <w:tcW w:w="9167" w:type="dxa"/>
          </w:tcPr>
          <w:p w:rsidR="002F7F40" w:rsidRDefault="002F7F40" w:rsidP="00623FC6">
            <w:pPr>
              <w:tabs>
                <w:tab w:val="left" w:pos="5745"/>
              </w:tabs>
            </w:pPr>
          </w:p>
          <w:p w:rsidR="002F7F40" w:rsidRDefault="002F7F40" w:rsidP="005D54DE">
            <w:pPr>
              <w:ind w:left="3552"/>
              <w:jc w:val="center"/>
            </w:pPr>
          </w:p>
          <w:p w:rsidR="002F7F40" w:rsidRDefault="002F7F40" w:rsidP="005D54DE">
            <w:pPr>
              <w:ind w:left="3552"/>
              <w:jc w:val="center"/>
            </w:pPr>
            <w:r>
              <w:lastRenderedPageBreak/>
              <w:t>ПРИЛОЖЕНИЕ 2</w:t>
            </w:r>
          </w:p>
          <w:p w:rsidR="002F7F40" w:rsidRDefault="002F7F40" w:rsidP="005D54D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2F7F40" w:rsidRDefault="002F7F40" w:rsidP="005D54DE">
            <w:pPr>
              <w:ind w:left="3552"/>
              <w:jc w:val="center"/>
            </w:pPr>
            <w:r w:rsidRPr="002F7F40">
              <w:t>от 14 ноября 2019 г. №</w:t>
            </w:r>
            <w:r w:rsidRPr="00D74902">
              <w:t xml:space="preserve"> </w:t>
            </w:r>
            <w:r w:rsidR="006E567D">
              <w:t>50/32</w:t>
            </w:r>
            <w:bookmarkStart w:id="0" w:name="_GoBack"/>
            <w:bookmarkEnd w:id="0"/>
          </w:p>
          <w:p w:rsidR="002F7F40" w:rsidRPr="001D06AF" w:rsidRDefault="002F7F40" w:rsidP="005D54DE"/>
        </w:tc>
      </w:tr>
      <w:tr w:rsidR="002F7F40" w:rsidRPr="00CB1B90" w:rsidTr="005D54DE">
        <w:tc>
          <w:tcPr>
            <w:tcW w:w="9167" w:type="dxa"/>
          </w:tcPr>
          <w:p w:rsidR="002F7F40" w:rsidRDefault="002F7F40" w:rsidP="002F7F40">
            <w:pPr>
              <w:ind w:left="3552"/>
              <w:jc w:val="center"/>
            </w:pPr>
            <w:r>
              <w:lastRenderedPageBreak/>
              <w:t>«ПРИЛОЖЕНИЕ 2</w:t>
            </w:r>
          </w:p>
          <w:p w:rsidR="002F7F40" w:rsidRDefault="002F7F40" w:rsidP="002F7F40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2F7F40" w:rsidRPr="00CB1B90" w:rsidRDefault="002F7F40" w:rsidP="002F7F40">
            <w:pPr>
              <w:ind w:left="3552"/>
              <w:jc w:val="center"/>
              <w:rPr>
                <w:lang w:val="en-US"/>
              </w:rPr>
            </w:pPr>
            <w:r w:rsidRPr="00CC363A">
              <w:t>от 13 декабря 2018 г.</w:t>
            </w:r>
            <w:r w:rsidRPr="00D74902">
              <w:t xml:space="preserve"> № </w:t>
            </w:r>
            <w:r>
              <w:t>52/75</w:t>
            </w:r>
          </w:p>
        </w:tc>
      </w:tr>
    </w:tbl>
    <w:p w:rsidR="002F7F40" w:rsidRDefault="002F7F40" w:rsidP="009E7ECA">
      <w:pPr>
        <w:rPr>
          <w:sz w:val="20"/>
          <w:szCs w:val="24"/>
          <w:lang w:eastAsia="en-US"/>
        </w:rPr>
      </w:pPr>
    </w:p>
    <w:p w:rsidR="002F7F40" w:rsidRDefault="002F7F40" w:rsidP="009E7ECA">
      <w:pPr>
        <w:rPr>
          <w:sz w:val="20"/>
          <w:szCs w:val="24"/>
          <w:lang w:eastAsia="en-US"/>
        </w:rPr>
      </w:pPr>
    </w:p>
    <w:p w:rsidR="009E7ECA" w:rsidRPr="003415C7" w:rsidRDefault="009E7ECA" w:rsidP="009E7EC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415C7">
        <w:rPr>
          <w:b/>
          <w:sz w:val="24"/>
          <w:szCs w:val="24"/>
        </w:rPr>
        <w:t>ПРОИЗВОДСТВЕННАЯ ПРОГРАММА</w:t>
      </w:r>
    </w:p>
    <w:p w:rsidR="009E7ECA" w:rsidRDefault="009E7ECA" w:rsidP="009E7EC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415C7">
        <w:rPr>
          <w:b/>
          <w:sz w:val="24"/>
          <w:szCs w:val="24"/>
        </w:rPr>
        <w:t>ПО ОКАЗАНИЮ УСЛУГ ВОДООТВЕДЕНИЯ</w:t>
      </w:r>
    </w:p>
    <w:p w:rsidR="009E7ECA" w:rsidRDefault="009E7ECA" w:rsidP="009E7EC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B4D95" w:rsidRDefault="002679F4" w:rsidP="00FB4D95">
      <w:pPr>
        <w:jc w:val="center"/>
        <w:rPr>
          <w:sz w:val="24"/>
          <w:szCs w:val="24"/>
          <w:lang w:eastAsia="en-US"/>
        </w:rPr>
      </w:pPr>
      <w:r w:rsidRPr="002679F4">
        <w:rPr>
          <w:sz w:val="24"/>
          <w:szCs w:val="24"/>
          <w:lang w:eastAsia="en-US"/>
        </w:rPr>
        <w:t>Период реализации производственной программы с 01.01.2019 г. по 31.12.2023 г.</w:t>
      </w:r>
    </w:p>
    <w:tbl>
      <w:tblPr>
        <w:tblW w:w="1123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7"/>
        <w:gridCol w:w="256"/>
        <w:gridCol w:w="851"/>
        <w:gridCol w:w="425"/>
        <w:gridCol w:w="142"/>
        <w:gridCol w:w="83"/>
        <w:gridCol w:w="909"/>
        <w:gridCol w:w="142"/>
        <w:gridCol w:w="824"/>
        <w:gridCol w:w="26"/>
        <w:gridCol w:w="425"/>
        <w:gridCol w:w="567"/>
        <w:gridCol w:w="426"/>
        <w:gridCol w:w="283"/>
        <w:gridCol w:w="151"/>
        <w:gridCol w:w="133"/>
        <w:gridCol w:w="992"/>
        <w:gridCol w:w="1878"/>
      </w:tblGrid>
      <w:tr w:rsidR="00FB4D95" w:rsidRPr="00FB4D95" w:rsidTr="00FB4D95">
        <w:trPr>
          <w:gridAfter w:val="1"/>
          <w:wAfter w:w="1878" w:type="dxa"/>
          <w:trHeight w:val="105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FB4D95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FB4D95" w:rsidRPr="00FB4D95" w:rsidTr="008E075E">
        <w:trPr>
          <w:gridAfter w:val="1"/>
          <w:wAfter w:w="1878" w:type="dxa"/>
          <w:trHeight w:val="585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Наименование регулируемой организации (ИНН)</w:t>
            </w:r>
          </w:p>
        </w:tc>
        <w:tc>
          <w:tcPr>
            <w:tcW w:w="63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Default="00FB4D95" w:rsidP="008E075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МУНИЦИПАЛЬНОЕ ПРЕДПРИЯТИЕ ДИВЕЕВСКОГО МУНИЦИПАЛЬНОГО РАЙОНА НИЖЕГОРОДСКОЙ ОБЛАСТИ «САТИССКОЕ ЖИЛИЩНО-КОММУНАЛЬНОЕ ХОЗЯЙСТВО» </w:t>
            </w:r>
          </w:p>
          <w:p w:rsidR="00FB4D95" w:rsidRPr="00FB4D95" w:rsidRDefault="00FB4D95" w:rsidP="008E075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>(ИНН 5216017126)</w:t>
            </w:r>
          </w:p>
        </w:tc>
      </w:tr>
      <w:tr w:rsidR="00FB4D95" w:rsidRPr="00FB4D95" w:rsidTr="00FB4D95">
        <w:trPr>
          <w:gridAfter w:val="1"/>
          <w:wAfter w:w="1878" w:type="dxa"/>
          <w:trHeight w:val="227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Местонахождение регулируемой организации</w:t>
            </w:r>
          </w:p>
        </w:tc>
        <w:tc>
          <w:tcPr>
            <w:tcW w:w="63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Default="00FB4D95" w:rsidP="008E075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607328, Нижегородская область, </w:t>
            </w:r>
            <w:proofErr w:type="spellStart"/>
            <w:r w:rsidRPr="00FB4D95">
              <w:rPr>
                <w:rFonts w:eastAsia="Calibri"/>
                <w:sz w:val="20"/>
                <w:lang w:eastAsia="en-US"/>
              </w:rPr>
              <w:t>Дивеевский</w:t>
            </w:r>
            <w:proofErr w:type="spellEnd"/>
            <w:r w:rsidRPr="00FB4D95">
              <w:rPr>
                <w:rFonts w:eastAsia="Calibri"/>
                <w:sz w:val="20"/>
                <w:lang w:eastAsia="en-US"/>
              </w:rPr>
              <w:t xml:space="preserve"> муниципальный район, </w:t>
            </w:r>
          </w:p>
          <w:p w:rsidR="00FB4D95" w:rsidRPr="00FB4D95" w:rsidRDefault="00FB4D95" w:rsidP="008E075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4D95">
              <w:rPr>
                <w:rFonts w:eastAsia="Calibri"/>
                <w:sz w:val="20"/>
                <w:lang w:eastAsia="en-US"/>
              </w:rPr>
              <w:t xml:space="preserve">п. Сатис, ул. </w:t>
            </w:r>
            <w:proofErr w:type="gramStart"/>
            <w:r w:rsidRPr="00FB4D95">
              <w:rPr>
                <w:rFonts w:eastAsia="Calibri"/>
                <w:sz w:val="20"/>
                <w:lang w:eastAsia="en-US"/>
              </w:rPr>
              <w:t>Первомайская</w:t>
            </w:r>
            <w:proofErr w:type="gramEnd"/>
            <w:r w:rsidRPr="00FB4D95">
              <w:rPr>
                <w:rFonts w:eastAsia="Calibri"/>
                <w:sz w:val="20"/>
                <w:lang w:eastAsia="en-US"/>
              </w:rPr>
              <w:t>, д. 41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Наименование уполномоченного органа</w:t>
            </w:r>
          </w:p>
        </w:tc>
        <w:tc>
          <w:tcPr>
            <w:tcW w:w="63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Региональная служба по тарифам Нижегородской области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Местонахождение уполномоченного органа</w:t>
            </w:r>
          </w:p>
        </w:tc>
        <w:tc>
          <w:tcPr>
            <w:tcW w:w="63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603082,</w:t>
            </w:r>
            <w:r>
              <w:rPr>
                <w:sz w:val="20"/>
              </w:rPr>
              <w:t xml:space="preserve"> г.</w:t>
            </w:r>
            <w:r w:rsidRPr="00FB4D95">
              <w:rPr>
                <w:sz w:val="20"/>
              </w:rPr>
              <w:t xml:space="preserve"> Нижний Новгород, Кремль, корпус 1</w:t>
            </w:r>
          </w:p>
        </w:tc>
      </w:tr>
      <w:tr w:rsidR="00FB4D95" w:rsidRPr="00FB4D95" w:rsidTr="00FB4D95">
        <w:trPr>
          <w:gridAfter w:val="1"/>
          <w:wAfter w:w="1878" w:type="dxa"/>
          <w:trHeight w:val="44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FB4D95">
              <w:rPr>
                <w:b/>
                <w:sz w:val="20"/>
              </w:rPr>
              <w:t>2. Объем принимаемых сточных вод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Наименование услуги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ind w:left="-57" w:right="-57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ind w:left="-57" w:right="-57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на период с 01.01.2020 по 31.12.2020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ind w:left="-57" w:right="-57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на период с 01.01.2021 по 31.12.2021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ind w:left="-57" w:right="-57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на период с 01.01.2022 по 31.12.2022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ind w:left="-57" w:right="-57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на период с 01.01.2023 по 31.12.2023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Принято сточных вод всего, тыс. м</w:t>
            </w:r>
            <w:r w:rsidRPr="00FB4D95">
              <w:rPr>
                <w:sz w:val="20"/>
                <w:vertAlign w:val="superscript"/>
              </w:rPr>
              <w:t>3</w:t>
            </w:r>
            <w:r w:rsidRPr="00FB4D95">
              <w:rPr>
                <w:sz w:val="20"/>
              </w:rPr>
              <w:t>, 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bCs/>
                <w:sz w:val="20"/>
              </w:rPr>
            </w:pPr>
            <w:r w:rsidRPr="00FB4D95">
              <w:rPr>
                <w:bCs/>
                <w:sz w:val="20"/>
              </w:rPr>
              <w:t>108,72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bCs/>
                <w:sz w:val="20"/>
              </w:rPr>
            </w:pPr>
            <w:r w:rsidRPr="00FB4D95">
              <w:rPr>
                <w:bCs/>
                <w:sz w:val="20"/>
              </w:rPr>
              <w:t>108,72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bCs/>
                <w:sz w:val="20"/>
              </w:rPr>
            </w:pPr>
            <w:r w:rsidRPr="00FB4D95">
              <w:rPr>
                <w:bCs/>
                <w:sz w:val="20"/>
              </w:rPr>
              <w:t>108,72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bCs/>
                <w:sz w:val="20"/>
              </w:rPr>
            </w:pPr>
            <w:r w:rsidRPr="00FB4D95">
              <w:rPr>
                <w:bCs/>
                <w:sz w:val="20"/>
              </w:rPr>
              <w:t>108,72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bCs/>
                <w:sz w:val="20"/>
              </w:rPr>
            </w:pPr>
            <w:r w:rsidRPr="00FB4D95">
              <w:rPr>
                <w:bCs/>
                <w:sz w:val="20"/>
              </w:rPr>
              <w:t>108,72</w:t>
            </w:r>
          </w:p>
        </w:tc>
      </w:tr>
      <w:tr w:rsidR="00FB4D95" w:rsidRPr="00FB4D95" w:rsidTr="008E075E">
        <w:trPr>
          <w:gridAfter w:val="1"/>
          <w:wAfter w:w="1878" w:type="dxa"/>
          <w:trHeight w:val="131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rPr>
                <w:i/>
                <w:iCs/>
                <w:sz w:val="20"/>
              </w:rPr>
            </w:pPr>
            <w:r w:rsidRPr="00FB4D95">
              <w:rPr>
                <w:i/>
                <w:iCs/>
                <w:sz w:val="20"/>
              </w:rPr>
              <w:t>- население,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outlineLvl w:val="0"/>
              <w:rPr>
                <w:sz w:val="20"/>
              </w:rPr>
            </w:pPr>
            <w:r w:rsidRPr="00FB4D95">
              <w:rPr>
                <w:sz w:val="20"/>
              </w:rPr>
              <w:t>73,94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outlineLvl w:val="0"/>
              <w:rPr>
                <w:sz w:val="20"/>
              </w:rPr>
            </w:pPr>
            <w:r w:rsidRPr="00FB4D95">
              <w:rPr>
                <w:sz w:val="20"/>
              </w:rPr>
              <w:t>73,94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outlineLvl w:val="0"/>
              <w:rPr>
                <w:sz w:val="20"/>
              </w:rPr>
            </w:pPr>
            <w:r w:rsidRPr="00FB4D95">
              <w:rPr>
                <w:sz w:val="20"/>
              </w:rPr>
              <w:t>73,94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outlineLvl w:val="0"/>
              <w:rPr>
                <w:sz w:val="20"/>
              </w:rPr>
            </w:pPr>
            <w:r w:rsidRPr="00FB4D95">
              <w:rPr>
                <w:sz w:val="20"/>
              </w:rPr>
              <w:t>73,94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outlineLvl w:val="0"/>
              <w:rPr>
                <w:sz w:val="20"/>
              </w:rPr>
            </w:pPr>
            <w:r w:rsidRPr="00FB4D95">
              <w:rPr>
                <w:sz w:val="20"/>
              </w:rPr>
              <w:t>73,94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rPr>
                <w:i/>
                <w:iCs/>
                <w:sz w:val="20"/>
              </w:rPr>
            </w:pPr>
            <w:r w:rsidRPr="00FB4D95">
              <w:rPr>
                <w:i/>
                <w:iCs/>
                <w:sz w:val="20"/>
              </w:rPr>
              <w:t>- бюджетные потребители,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outlineLvl w:val="0"/>
              <w:rPr>
                <w:sz w:val="20"/>
              </w:rPr>
            </w:pPr>
            <w:r w:rsidRPr="00FB4D95">
              <w:rPr>
                <w:sz w:val="20"/>
              </w:rPr>
              <w:t>9,46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outlineLvl w:val="0"/>
              <w:rPr>
                <w:sz w:val="20"/>
              </w:rPr>
            </w:pPr>
            <w:r w:rsidRPr="00FB4D95">
              <w:rPr>
                <w:sz w:val="20"/>
              </w:rPr>
              <w:t>9,46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outlineLvl w:val="0"/>
              <w:rPr>
                <w:sz w:val="20"/>
              </w:rPr>
            </w:pPr>
            <w:r w:rsidRPr="00FB4D95">
              <w:rPr>
                <w:sz w:val="20"/>
              </w:rPr>
              <w:t>9,46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outlineLvl w:val="0"/>
              <w:rPr>
                <w:sz w:val="20"/>
              </w:rPr>
            </w:pPr>
            <w:r w:rsidRPr="00FB4D95">
              <w:rPr>
                <w:sz w:val="20"/>
              </w:rPr>
              <w:t>9,46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outlineLvl w:val="0"/>
              <w:rPr>
                <w:sz w:val="20"/>
              </w:rPr>
            </w:pPr>
            <w:r w:rsidRPr="00FB4D95">
              <w:rPr>
                <w:sz w:val="20"/>
              </w:rPr>
              <w:t>9,46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rPr>
                <w:i/>
                <w:iCs/>
                <w:sz w:val="20"/>
              </w:rPr>
            </w:pPr>
            <w:r w:rsidRPr="00FB4D95">
              <w:rPr>
                <w:i/>
                <w:iCs/>
                <w:sz w:val="20"/>
              </w:rPr>
              <w:t>- прочие потребители,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outlineLvl w:val="0"/>
              <w:rPr>
                <w:sz w:val="20"/>
              </w:rPr>
            </w:pPr>
            <w:r w:rsidRPr="00FB4D95">
              <w:rPr>
                <w:sz w:val="20"/>
              </w:rPr>
              <w:t>25,32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outlineLvl w:val="0"/>
              <w:rPr>
                <w:sz w:val="20"/>
              </w:rPr>
            </w:pPr>
            <w:r w:rsidRPr="00FB4D95">
              <w:rPr>
                <w:sz w:val="20"/>
              </w:rPr>
              <w:t>25,32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outlineLvl w:val="0"/>
              <w:rPr>
                <w:sz w:val="20"/>
              </w:rPr>
            </w:pPr>
            <w:r w:rsidRPr="00FB4D95">
              <w:rPr>
                <w:sz w:val="20"/>
              </w:rPr>
              <w:t>25,32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outlineLvl w:val="0"/>
              <w:rPr>
                <w:sz w:val="20"/>
              </w:rPr>
            </w:pPr>
            <w:r w:rsidRPr="00FB4D95">
              <w:rPr>
                <w:sz w:val="20"/>
              </w:rPr>
              <w:t>25,32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outlineLvl w:val="0"/>
              <w:rPr>
                <w:sz w:val="20"/>
              </w:rPr>
            </w:pPr>
            <w:r w:rsidRPr="00FB4D95">
              <w:rPr>
                <w:sz w:val="20"/>
              </w:rPr>
              <w:t>25,32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rPr>
                <w:i/>
                <w:iCs/>
                <w:sz w:val="20"/>
              </w:rPr>
            </w:pPr>
            <w:r w:rsidRPr="00FB4D95">
              <w:rPr>
                <w:i/>
                <w:iCs/>
                <w:sz w:val="20"/>
              </w:rPr>
              <w:t>- собственное потребление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0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B4D95">
              <w:rPr>
                <w:sz w:val="20"/>
              </w:rPr>
              <w:t>Пропущено через очистные сооружения, тыс. м</w:t>
            </w:r>
            <w:r w:rsidRPr="00FB4D95">
              <w:rPr>
                <w:sz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bCs/>
                <w:sz w:val="20"/>
              </w:rPr>
            </w:pPr>
            <w:r w:rsidRPr="00FB4D95">
              <w:rPr>
                <w:bCs/>
                <w:sz w:val="20"/>
              </w:rPr>
              <w:t>108,72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bCs/>
                <w:sz w:val="20"/>
              </w:rPr>
            </w:pPr>
            <w:r w:rsidRPr="00FB4D95">
              <w:rPr>
                <w:bCs/>
                <w:sz w:val="20"/>
              </w:rPr>
              <w:t>108,72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bCs/>
                <w:sz w:val="20"/>
              </w:rPr>
            </w:pPr>
            <w:r w:rsidRPr="00FB4D95">
              <w:rPr>
                <w:bCs/>
                <w:sz w:val="20"/>
              </w:rPr>
              <w:t>108,72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bCs/>
                <w:sz w:val="20"/>
              </w:rPr>
            </w:pPr>
            <w:r w:rsidRPr="00FB4D95">
              <w:rPr>
                <w:bCs/>
                <w:sz w:val="20"/>
              </w:rPr>
              <w:t>108,72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bCs/>
                <w:sz w:val="20"/>
              </w:rPr>
            </w:pPr>
            <w:r w:rsidRPr="00FB4D95">
              <w:rPr>
                <w:bCs/>
                <w:sz w:val="20"/>
              </w:rPr>
              <w:t>108,72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B4D95">
              <w:rPr>
                <w:sz w:val="20"/>
              </w:rPr>
              <w:t>Передано сточных вод на сторону, тыс. м</w:t>
            </w:r>
            <w:r w:rsidRPr="00FB4D95">
              <w:rPr>
                <w:sz w:val="20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0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FB4D95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 xml:space="preserve">Всего сумма, </w:t>
            </w:r>
          </w:p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тыс. руб.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FB4D95">
              <w:rPr>
                <w:sz w:val="20"/>
              </w:rPr>
              <w:lastRenderedPageBreak/>
              <w:t>на период с 01.01.2019 по 31.12.2019</w:t>
            </w:r>
          </w:p>
        </w:tc>
      </w:tr>
      <w:tr w:rsidR="00FB4D95" w:rsidRPr="00FB4D95" w:rsidTr="008E075E">
        <w:trPr>
          <w:gridAfter w:val="1"/>
          <w:wAfter w:w="1878" w:type="dxa"/>
          <w:trHeight w:val="569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5485,50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5485,50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55,35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55,35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0,00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0,00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0,00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0,00</w:t>
            </w:r>
          </w:p>
        </w:tc>
      </w:tr>
      <w:tr w:rsidR="00FB4D95" w:rsidRPr="00FB4D95" w:rsidTr="008E075E">
        <w:trPr>
          <w:gridAfter w:val="1"/>
          <w:wAfter w:w="1878" w:type="dxa"/>
          <w:trHeight w:val="739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0,00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0,00</w:t>
            </w:r>
          </w:p>
        </w:tc>
      </w:tr>
      <w:tr w:rsidR="00FB4D95" w:rsidRPr="00FB4D95" w:rsidTr="008E075E">
        <w:trPr>
          <w:gridAfter w:val="1"/>
          <w:wAfter w:w="1878" w:type="dxa"/>
          <w:trHeight w:val="647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55,97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55,97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Итого за период 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5596,82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5596,82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FB4D95">
              <w:rPr>
                <w:sz w:val="20"/>
              </w:rPr>
              <w:t>на период с 01.01.2020 по 31.12.2020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5690,07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5690,07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56,45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56,45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0,00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0,00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0,00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0,00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0,00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0,00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58,05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58,05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Итого за период 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5804,57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5804,57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FB4D95">
              <w:rPr>
                <w:sz w:val="20"/>
              </w:rPr>
              <w:t>на период с 01.01.2021 по 31.12.2021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5853,75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5853,75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57,95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57,95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0,00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0,00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0,00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0,00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 xml:space="preserve">Расходы на арендную плату, лизинговые платежи, </w:t>
            </w:r>
            <w:r w:rsidRPr="00FB4D95">
              <w:rPr>
                <w:sz w:val="20"/>
              </w:rPr>
              <w:lastRenderedPageBreak/>
              <w:t>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lastRenderedPageBreak/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0,00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0,00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lastRenderedPageBreak/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59,71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59,71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Итого за период 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5971,41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5971,41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на период с 01.01.2022 по 31.12.2022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6028,51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6028,51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59,67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59,67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0,00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0,00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0,00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0,00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0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61,50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61,50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Итого за период 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6149,68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6149,68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на период с 01.01.2023 по 31.12.2023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Производственные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6208,49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6208,49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Административные расходы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61,43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61,43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0,00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0,00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0,00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0,00</w:t>
            </w:r>
          </w:p>
        </w:tc>
      </w:tr>
      <w:tr w:rsidR="00FB4D95" w:rsidRPr="00FB4D95" w:rsidTr="008E075E">
        <w:trPr>
          <w:gridAfter w:val="1"/>
          <w:wAfter w:w="1878" w:type="dxa"/>
          <w:trHeight w:val="638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0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0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63,33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63,33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rPr>
                <w:sz w:val="20"/>
              </w:rPr>
            </w:pPr>
            <w:r w:rsidRPr="00FB4D95">
              <w:rPr>
                <w:sz w:val="20"/>
              </w:rPr>
              <w:t>Итого за период с 01.01.2023 по 31.12.2023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6333,25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6333,25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29855,73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29855,73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FB4D95">
              <w:rPr>
                <w:b/>
                <w:sz w:val="20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B4D95">
              <w:rPr>
                <w:sz w:val="20"/>
              </w:rPr>
              <w:t>4.1. Перечень мероприятий по ремонту объектов централизованных систем водоотведения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Всего сумма,</w:t>
            </w:r>
          </w:p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 xml:space="preserve"> тыс. руб.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FB4D95">
              <w:rPr>
                <w:sz w:val="20"/>
              </w:rPr>
              <w:lastRenderedPageBreak/>
              <w:t>на период с 01.01.2019 по 31.12.2019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с 01.01.2019 по 31.12.2019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FB4D95">
              <w:rPr>
                <w:sz w:val="20"/>
              </w:rPr>
              <w:t>на период с 01.01.2020 по 31.12.2020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с 01.01.2020 по 31.12.2020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FB4D95">
              <w:rPr>
                <w:sz w:val="20"/>
              </w:rPr>
              <w:t>на период с 01.01.2021 по 31.12.2021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с 01.01.2021 по 31.12.2021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на период с 01.01.2022 по 31.12.2022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с 01.01.2022 по 31.12.2022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на период с 01.01.2023 по 31.12.2023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с 01.01.2023 по 31.12.2023-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B4D95">
              <w:rPr>
                <w:sz w:val="20"/>
              </w:rPr>
              <w:t>4.2. Перечень мероприятий, направленных на улучшение качества очистки сточных вод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Всего сумма,</w:t>
            </w:r>
          </w:p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 xml:space="preserve"> тыс. руб.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FB4D95">
              <w:rPr>
                <w:sz w:val="20"/>
              </w:rPr>
              <w:t>на период с 01.01.2019 по 31.12.2019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FB4D95">
              <w:rPr>
                <w:sz w:val="20"/>
              </w:rPr>
              <w:t>на период с 01.01.2020 по 31.12.2020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FB4D95">
              <w:rPr>
                <w:sz w:val="20"/>
              </w:rPr>
              <w:t>на период с 01.01.2021 по 31.12.2021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на период с 01.01.2022 по 31.12.2022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на период с 01.01.2023 по 31.12.2023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B4D95">
              <w:rPr>
                <w:sz w:val="20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Всего сумма,</w:t>
            </w:r>
          </w:p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 xml:space="preserve"> тыс. руб.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на период с 01.01.2019 по 31.12.2019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FB4D95">
              <w:rPr>
                <w:sz w:val="20"/>
              </w:rPr>
              <w:lastRenderedPageBreak/>
              <w:t>на период с 01.01.2020 по 31.12.2020</w:t>
            </w:r>
          </w:p>
        </w:tc>
      </w:tr>
      <w:tr w:rsidR="00FB4D95" w:rsidRPr="00FB4D95" w:rsidTr="008E075E">
        <w:trPr>
          <w:gridAfter w:val="1"/>
          <w:wAfter w:w="1878" w:type="dxa"/>
          <w:trHeight w:val="403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FB4D95">
              <w:rPr>
                <w:sz w:val="20"/>
              </w:rPr>
              <w:t>на период с 01.01.2021 по 31.12.2021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на период с 01.01.2022 по 31.12.2022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на период с 01.01.2023 по 31.12.2023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Мероприятия отсутствуют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</w:tr>
      <w:tr w:rsidR="00FB4D95" w:rsidRPr="00FB4D95" w:rsidTr="008E075E"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8" w:type="dxa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FB4D95">
              <w:rPr>
                <w:sz w:val="20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Наименование мероприятий</w:t>
            </w:r>
          </w:p>
        </w:tc>
        <w:tc>
          <w:tcPr>
            <w:tcW w:w="17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График реализации мероприятий</w:t>
            </w:r>
          </w:p>
        </w:tc>
        <w:tc>
          <w:tcPr>
            <w:tcW w:w="3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 xml:space="preserve">Всего сумма, </w:t>
            </w:r>
          </w:p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тыс. руб.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Себестоимость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Другие источники</w:t>
            </w:r>
          </w:p>
        </w:tc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FB4D95">
              <w:rPr>
                <w:sz w:val="20"/>
              </w:rPr>
              <w:t>на период с 01.01.2019 по 31.12.2019</w:t>
            </w:r>
          </w:p>
        </w:tc>
      </w:tr>
      <w:tr w:rsidR="00FB4D95" w:rsidRPr="00FB4D95" w:rsidTr="008E075E">
        <w:trPr>
          <w:trHeight w:val="137"/>
        </w:trPr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8" w:type="dxa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FB4D95">
              <w:rPr>
                <w:sz w:val="20"/>
              </w:rPr>
              <w:t>на период с 01.01.2020 по 31.12.2020</w:t>
            </w:r>
          </w:p>
        </w:tc>
      </w:tr>
      <w:tr w:rsidR="00FB4D95" w:rsidRPr="00FB4D95" w:rsidTr="008E075E"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8" w:type="dxa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</w:rPr>
            </w:pPr>
            <w:r w:rsidRPr="00FB4D95">
              <w:rPr>
                <w:sz w:val="20"/>
              </w:rPr>
              <w:t>на период с 01.01.2021 по 31.12.2021</w:t>
            </w:r>
          </w:p>
        </w:tc>
      </w:tr>
      <w:tr w:rsidR="00FB4D95" w:rsidRPr="00FB4D95" w:rsidTr="008E075E"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8" w:type="dxa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</w:p>
        </w:tc>
      </w:tr>
      <w:tr w:rsidR="00FB4D95" w:rsidRPr="00FB4D95" w:rsidTr="008E075E"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на период с 01.01.2022 по 31.12.2022</w:t>
            </w:r>
          </w:p>
        </w:tc>
        <w:tc>
          <w:tcPr>
            <w:tcW w:w="1878" w:type="dxa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</w:p>
        </w:tc>
      </w:tr>
      <w:tr w:rsidR="00FB4D95" w:rsidRPr="00FB4D95" w:rsidTr="008E075E"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Мероприятия отсутствуют</w:t>
            </w:r>
          </w:p>
        </w:tc>
        <w:tc>
          <w:tcPr>
            <w:tcW w:w="17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8" w:type="dxa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</w:p>
        </w:tc>
      </w:tr>
      <w:tr w:rsidR="00FB4D95" w:rsidRPr="00FB4D95" w:rsidTr="008E075E"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на период с 01.01.2023 по 31.12.2023</w:t>
            </w:r>
          </w:p>
        </w:tc>
        <w:tc>
          <w:tcPr>
            <w:tcW w:w="1878" w:type="dxa"/>
          </w:tcPr>
          <w:p w:rsidR="00FB4D95" w:rsidRPr="00FB4D95" w:rsidRDefault="00FB4D95" w:rsidP="00FB4D95">
            <w:pPr>
              <w:rPr>
                <w:sz w:val="20"/>
              </w:rPr>
            </w:pPr>
          </w:p>
        </w:tc>
      </w:tr>
      <w:tr w:rsidR="00FB4D95" w:rsidRPr="00FB4D95" w:rsidTr="008E075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Мероприятия отсутствуют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8" w:type="dxa"/>
          </w:tcPr>
          <w:p w:rsidR="00FB4D95" w:rsidRPr="00FB4D95" w:rsidRDefault="00FB4D95" w:rsidP="00FB4D95">
            <w:pPr>
              <w:rPr>
                <w:sz w:val="20"/>
              </w:rPr>
            </w:pPr>
          </w:p>
        </w:tc>
      </w:tr>
      <w:tr w:rsidR="00FB4D95" w:rsidRPr="00FB4D95" w:rsidTr="008E075E">
        <w:tc>
          <w:tcPr>
            <w:tcW w:w="4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1878" w:type="dxa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</w:p>
        </w:tc>
      </w:tr>
      <w:tr w:rsidR="00FB4D95" w:rsidRPr="00FB4D95" w:rsidTr="008E075E">
        <w:trPr>
          <w:gridAfter w:val="1"/>
          <w:wAfter w:w="1878" w:type="dxa"/>
          <w:trHeight w:val="445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FB4D95">
              <w:rPr>
                <w:b/>
                <w:sz w:val="20"/>
              </w:rPr>
              <w:t>5. Показатели надежности, качества, энергетической эффективности объектов централизованных систем водоотведения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Наименование показателя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Ед. изм.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ind w:left="-57" w:right="-57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на период с 01.01.2019 по 31.12.2019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ind w:left="-57" w:right="-57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на период с 01.01.2020по 31.12.2020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ind w:left="-57" w:right="-57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на период с 01.01.2021 по 31.12.2021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ind w:left="-57" w:right="-57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на период с 01.01.2022 по 31.12.2022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ind w:left="-57" w:right="-57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на период с 01.01.2023 по 31.12.2023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FB4D95">
              <w:rPr>
                <w:sz w:val="20"/>
              </w:rPr>
              <w:t>Показатели очистки сточных вод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B4D95">
              <w:rPr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B4D95">
              <w:rPr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B4D95">
              <w:rPr>
                <w:sz w:val="20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B4D95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B4D95">
              <w:rPr>
                <w:sz w:val="20"/>
              </w:rPr>
              <w:t>0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lastRenderedPageBreak/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0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FB4D95">
              <w:rPr>
                <w:sz w:val="20"/>
              </w:rPr>
              <w:t>Показатели надежности и бесперебойности водоотведения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ед./</w:t>
            </w:r>
          </w:p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км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B4D95">
              <w:rPr>
                <w:sz w:val="20"/>
              </w:rPr>
              <w:t>1,8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B4D95">
              <w:rPr>
                <w:sz w:val="20"/>
              </w:rPr>
              <w:t>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B4D95">
              <w:rPr>
                <w:sz w:val="20"/>
              </w:rPr>
              <w:t>1,8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B4D95">
              <w:rPr>
                <w:sz w:val="20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FB4D95">
              <w:rPr>
                <w:sz w:val="20"/>
              </w:rPr>
              <w:t>1,8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FB4D95">
              <w:rPr>
                <w:sz w:val="20"/>
              </w:rPr>
              <w:t>Показатели энергетической эффективности</w:t>
            </w:r>
          </w:p>
        </w:tc>
      </w:tr>
      <w:tr w:rsidR="00FB4D95" w:rsidRPr="00FB4D95" w:rsidTr="008E075E">
        <w:trPr>
          <w:gridAfter w:val="1"/>
          <w:wAfter w:w="1878" w:type="dxa"/>
          <w:trHeight w:val="633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  <w:proofErr w:type="spellStart"/>
            <w:r w:rsidRPr="00FB4D95">
              <w:rPr>
                <w:sz w:val="20"/>
              </w:rPr>
              <w:t>кВт</w:t>
            </w:r>
            <w:proofErr w:type="gramStart"/>
            <w:r w:rsidRPr="00FB4D95">
              <w:rPr>
                <w:sz w:val="20"/>
              </w:rPr>
              <w:t>.ч</w:t>
            </w:r>
            <w:proofErr w:type="spellEnd"/>
            <w:proofErr w:type="gramEnd"/>
            <w:r w:rsidRPr="00FB4D95">
              <w:rPr>
                <w:sz w:val="20"/>
              </w:rPr>
              <w:t>/</w:t>
            </w:r>
          </w:p>
          <w:p w:rsidR="00FB4D95" w:rsidRPr="00FB4D95" w:rsidRDefault="00FB4D95" w:rsidP="00FB4D95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куб. м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FB4D95">
              <w:rPr>
                <w:color w:val="000000"/>
                <w:sz w:val="20"/>
              </w:rPr>
              <w:t>4,65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FB4D95">
              <w:rPr>
                <w:color w:val="000000"/>
                <w:sz w:val="20"/>
              </w:rPr>
              <w:t>4,65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FB4D95">
              <w:rPr>
                <w:color w:val="000000"/>
                <w:sz w:val="20"/>
              </w:rPr>
              <w:t>4,65</w:t>
            </w:r>
          </w:p>
        </w:tc>
        <w:tc>
          <w:tcPr>
            <w:tcW w:w="9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FB4D95">
              <w:rPr>
                <w:color w:val="000000"/>
                <w:sz w:val="20"/>
              </w:rPr>
              <w:t>4,65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  <w:r w:rsidRPr="00FB4D95">
              <w:rPr>
                <w:color w:val="000000"/>
                <w:sz w:val="20"/>
              </w:rPr>
              <w:t>4,65</w:t>
            </w:r>
          </w:p>
        </w:tc>
      </w:tr>
      <w:tr w:rsidR="00FB4D95" w:rsidRPr="00FB4D95" w:rsidTr="008E075E">
        <w:trPr>
          <w:gridAfter w:val="1"/>
          <w:wAfter w:w="1878" w:type="dxa"/>
          <w:trHeight w:val="632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</w:p>
        </w:tc>
        <w:tc>
          <w:tcPr>
            <w:tcW w:w="99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0"/>
              </w:rPr>
            </w:pP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FB4D95">
              <w:rPr>
                <w:b/>
                <w:sz w:val="20"/>
              </w:rPr>
              <w:t>6. Расчет эффективности производственной программы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на период с 01.01.2019 по 31.12.2019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на период с 01.01.2020 по 31.12.2020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на период с 01.01.2021 по 31.12.2021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на период с 01.01.2022 по 31.12.2022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на период с 01.01.2023 по 31.12.2023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</w:tr>
      <w:tr w:rsidR="00FB4D95" w:rsidRPr="00FB4D95" w:rsidTr="008E075E">
        <w:trPr>
          <w:gridAfter w:val="1"/>
          <w:wAfter w:w="1878" w:type="dxa"/>
          <w:trHeight w:val="383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Итого эффективность производственной программы за весь срок реализации: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-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FB4D95">
              <w:rPr>
                <w:b/>
                <w:sz w:val="20"/>
              </w:rPr>
              <w:t>7. Общий объем финансовых потребностей, направленных на реализацию производственной программы</w:t>
            </w:r>
          </w:p>
        </w:tc>
      </w:tr>
      <w:tr w:rsidR="00FB4D95" w:rsidRPr="00FB4D95" w:rsidTr="008E075E">
        <w:trPr>
          <w:gridAfter w:val="1"/>
          <w:wAfter w:w="1878" w:type="dxa"/>
          <w:trHeight w:val="540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B4D95">
              <w:rPr>
                <w:sz w:val="20"/>
              </w:rPr>
              <w:t>Всего сумма, тыс. руб.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на период с 01.01.2019 по 31.12.2019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FB4D95">
              <w:rPr>
                <w:sz w:val="20"/>
                <w:lang w:eastAsia="en-US"/>
              </w:rPr>
              <w:t>5693,40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на период с 01.01.2020 по 31.12.2020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FB4D95">
              <w:rPr>
                <w:sz w:val="20"/>
                <w:lang w:eastAsia="en-US"/>
              </w:rPr>
              <w:t>5859,01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lastRenderedPageBreak/>
              <w:t>на период с 01.01.2021 по 31.12.2021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FB4D95">
              <w:rPr>
                <w:sz w:val="20"/>
                <w:lang w:eastAsia="en-US"/>
              </w:rPr>
              <w:t>6025,87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на период с 01.01.2022 по 31.12.2022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FB4D95">
              <w:rPr>
                <w:sz w:val="20"/>
                <w:lang w:eastAsia="en-US"/>
              </w:rPr>
              <w:t>6176,90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sz w:val="20"/>
              </w:rPr>
              <w:t>на период с 01.01.2023 по 31.12.2023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FB4D95">
              <w:rPr>
                <w:sz w:val="20"/>
                <w:lang w:eastAsia="en-US"/>
              </w:rPr>
              <w:t>6333,25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4D95">
              <w:rPr>
                <w:bCs/>
                <w:sz w:val="20"/>
              </w:rPr>
              <w:t>Итого</w:t>
            </w:r>
            <w:r w:rsidRPr="00FB4D95">
              <w:rPr>
                <w:sz w:val="20"/>
              </w:rPr>
              <w:t xml:space="preserve"> объем финансовых потребностей за весь срок реализации программы</w:t>
            </w:r>
            <w:r w:rsidRPr="00FB4D95">
              <w:rPr>
                <w:bCs/>
                <w:sz w:val="20"/>
              </w:rPr>
              <w:t>: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30088,43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93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2018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FB4D95">
              <w:rPr>
                <w:sz w:val="20"/>
              </w:rPr>
              <w:t>Объем принятых сточных вод, тыс. куб. м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104,99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FB4D95">
              <w:rPr>
                <w:sz w:val="20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7991,09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FB4D95">
              <w:rPr>
                <w:sz w:val="20"/>
              </w:rPr>
              <w:t>Мероприятия, направленные на поддержание объектов водоотведения в состоянии, соответствующем установленным требованиям, 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361,74</w:t>
            </w:r>
          </w:p>
        </w:tc>
      </w:tr>
      <w:tr w:rsidR="00FB4D95" w:rsidRPr="00FB4D95" w:rsidTr="008E075E">
        <w:trPr>
          <w:gridAfter w:val="1"/>
          <w:wAfter w:w="1878" w:type="dxa"/>
        </w:trPr>
        <w:tc>
          <w:tcPr>
            <w:tcW w:w="77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FB4D95">
              <w:rPr>
                <w:sz w:val="20"/>
              </w:rPr>
              <w:t>Общий объем финансовых потребностей, 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95" w:rsidRPr="00FB4D95" w:rsidRDefault="00FB4D95" w:rsidP="00FB4D95">
            <w:pPr>
              <w:jc w:val="center"/>
              <w:rPr>
                <w:sz w:val="20"/>
              </w:rPr>
            </w:pPr>
            <w:r w:rsidRPr="00FB4D95">
              <w:rPr>
                <w:sz w:val="20"/>
              </w:rPr>
              <w:t>8352,83</w:t>
            </w:r>
          </w:p>
        </w:tc>
      </w:tr>
    </w:tbl>
    <w:p w:rsidR="00FB4D95" w:rsidRPr="00FB4D95" w:rsidRDefault="00FB4D95" w:rsidP="009E7ECA">
      <w:pPr>
        <w:jc w:val="center"/>
        <w:rPr>
          <w:szCs w:val="28"/>
          <w:lang w:eastAsia="en-US"/>
        </w:rPr>
      </w:pPr>
      <w:r w:rsidRPr="00FB4D95">
        <w:rPr>
          <w:szCs w:val="28"/>
          <w:lang w:eastAsia="en-US"/>
        </w:rPr>
        <w:t xml:space="preserve">                                                                                                </w:t>
      </w:r>
      <w:r>
        <w:rPr>
          <w:szCs w:val="28"/>
          <w:lang w:eastAsia="en-US"/>
        </w:rPr>
        <w:t xml:space="preserve">                          </w:t>
      </w:r>
      <w:r w:rsidRPr="00FB4D95">
        <w:rPr>
          <w:szCs w:val="28"/>
          <w:lang w:eastAsia="en-US"/>
        </w:rPr>
        <w:t>».</w:t>
      </w:r>
    </w:p>
    <w:p w:rsidR="00FB4D95" w:rsidRDefault="00FB4D95" w:rsidP="009E7ECA">
      <w:pPr>
        <w:jc w:val="center"/>
        <w:rPr>
          <w:sz w:val="24"/>
          <w:szCs w:val="24"/>
          <w:lang w:eastAsia="en-US"/>
        </w:rPr>
      </w:pPr>
    </w:p>
    <w:p w:rsidR="00FB4D95" w:rsidRPr="009E7ECA" w:rsidRDefault="00FB4D95" w:rsidP="009E7ECA">
      <w:pPr>
        <w:jc w:val="center"/>
        <w:rPr>
          <w:sz w:val="20"/>
          <w:szCs w:val="24"/>
          <w:lang w:eastAsia="en-US"/>
        </w:rPr>
      </w:pPr>
    </w:p>
    <w:sectPr w:rsidR="00FB4D95" w:rsidRPr="009E7ECA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E567D">
      <w:rPr>
        <w:rStyle w:val="a9"/>
        <w:noProof/>
      </w:rPr>
      <w:t>14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EA3" w:rsidRPr="00E52B15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0C3EA3" w:rsidRPr="002B6128" w:rsidRDefault="000C3EA3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0C3EA3" w:rsidRDefault="000C3EA3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0C3EA3" w:rsidRPr="001772E6" w:rsidRDefault="000C3EA3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C3EA3" w:rsidRDefault="000C3EA3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0C3EA3" w:rsidRPr="00E52B15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0C3EA3" w:rsidRPr="002B6128" w:rsidRDefault="000C3EA3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0C3EA3" w:rsidRDefault="000C3EA3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0C3EA3" w:rsidRPr="001772E6" w:rsidRDefault="000C3EA3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0C3EA3" w:rsidRDefault="000C3EA3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E7937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679F4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2F7F40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3FC6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567D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468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6EBB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E7ECA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0F37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C7E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2BC0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49C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4D95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EC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EC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16</TotalTime>
  <Pages>15</Pages>
  <Words>3476</Words>
  <Characters>22951</Characters>
  <Application>Microsoft Office Word</Application>
  <DocSecurity>0</DocSecurity>
  <Lines>191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26375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10</cp:revision>
  <cp:lastPrinted>2019-11-06T12:11:00Z</cp:lastPrinted>
  <dcterms:created xsi:type="dcterms:W3CDTF">2019-06-25T08:12:00Z</dcterms:created>
  <dcterms:modified xsi:type="dcterms:W3CDTF">2019-11-14T07:57:00Z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