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4754B5" w:rsidP="00E006BE">
            <w:pPr>
              <w:jc w:val="center"/>
            </w:pPr>
            <w:r>
              <w:t>14.11.2019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3C6D18" w:rsidP="00E20A3C">
            <w:pPr>
              <w:tabs>
                <w:tab w:val="center" w:pos="2160"/>
              </w:tabs>
              <w:ind w:left="-108"/>
              <w:jc w:val="center"/>
            </w:pPr>
            <w:r>
              <w:t>50/3</w:t>
            </w:r>
            <w:r w:rsidR="00375EFF">
              <w:t>3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23328" w:rsidRDefault="00823328" w:rsidP="00823328">
            <w:pPr>
              <w:jc w:val="center"/>
              <w:rPr>
                <w:szCs w:val="28"/>
              </w:rPr>
            </w:pPr>
            <w:r w:rsidRPr="00823328">
              <w:rPr>
                <w:szCs w:val="28"/>
              </w:rPr>
              <w:t>О внесении изменений в решение региональной службы по тарифам Нижегородской обла</w:t>
            </w:r>
            <w:r>
              <w:rPr>
                <w:szCs w:val="28"/>
              </w:rPr>
              <w:t>сти</w:t>
            </w:r>
          </w:p>
          <w:p w:rsidR="00823328" w:rsidRDefault="00823328" w:rsidP="00823328">
            <w:pPr>
              <w:jc w:val="center"/>
              <w:rPr>
                <w:szCs w:val="28"/>
              </w:rPr>
            </w:pPr>
            <w:r w:rsidRPr="00823328">
              <w:rPr>
                <w:szCs w:val="28"/>
              </w:rPr>
              <w:t xml:space="preserve">от 6 декабря 2018 г. № 50/44 «Об установлении МУНИЦИПАЛЬНОМУ ПРЕДПРИЯТИЮ ДИВЕЕВСКОГО МУНИЦИПАЛЬНОГО РАЙОНА НИЖЕГОРОДСКОЙ ОБЛАСТИ «ДИВЕЕВСКОЕ </w:t>
            </w:r>
            <w:r>
              <w:rPr>
                <w:szCs w:val="28"/>
              </w:rPr>
              <w:t>ЖИЛИЩНО-КОММУНАЛЬНОЕ ХОЗЯЙСТВО»</w:t>
            </w:r>
          </w:p>
          <w:p w:rsidR="0085764D" w:rsidRPr="00C72BC0" w:rsidRDefault="00823328" w:rsidP="00823328">
            <w:pPr>
              <w:jc w:val="center"/>
              <w:rPr>
                <w:bCs/>
                <w:szCs w:val="28"/>
              </w:rPr>
            </w:pPr>
            <w:r w:rsidRPr="00823328">
              <w:rPr>
                <w:szCs w:val="28"/>
              </w:rPr>
              <w:t xml:space="preserve">(ИНН 5216017133), с. Дивеево Нижегородской области, тарифов в сфере холодного водоснабжения и водоотведения для потребителей </w:t>
            </w:r>
            <w:proofErr w:type="spellStart"/>
            <w:r w:rsidRPr="00823328">
              <w:rPr>
                <w:szCs w:val="28"/>
              </w:rPr>
              <w:t>Дивеевского</w:t>
            </w:r>
            <w:proofErr w:type="spellEnd"/>
            <w:r w:rsidRPr="00823328">
              <w:rPr>
                <w:szCs w:val="28"/>
              </w:rPr>
              <w:t xml:space="preserve"> муниципального района Нижегородской области»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4754B5" w:rsidRDefault="00261BEB" w:rsidP="004754B5">
      <w:pPr>
        <w:pStyle w:val="ac"/>
        <w:jc w:val="center"/>
      </w:pPr>
    </w:p>
    <w:p w:rsidR="003C6D18" w:rsidRDefault="003C6D18" w:rsidP="00823328">
      <w:pPr>
        <w:spacing w:line="276" w:lineRule="auto"/>
        <w:ind w:firstLine="720"/>
        <w:jc w:val="both"/>
        <w:rPr>
          <w:szCs w:val="24"/>
        </w:rPr>
      </w:pPr>
    </w:p>
    <w:p w:rsidR="00823328" w:rsidRPr="00823328" w:rsidRDefault="00823328" w:rsidP="00823328">
      <w:pPr>
        <w:spacing w:line="276" w:lineRule="auto"/>
        <w:ind w:firstLine="720"/>
        <w:jc w:val="both"/>
        <w:rPr>
          <w:szCs w:val="24"/>
        </w:rPr>
      </w:pPr>
      <w:proofErr w:type="gramStart"/>
      <w:r w:rsidRPr="00823328">
        <w:rPr>
          <w:szCs w:val="24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823328">
        <w:rPr>
          <w:noProof/>
          <w:szCs w:val="24"/>
        </w:rPr>
        <w:t>МУНИЦИПАЛЬНЫМ ПРЕДПРИЯТИЕМ ДИВЕЕВСКОГО МУНИЦИПАЛЬНОГО РАЙОНА НИЖЕГОРОДСКОЙ ОБЛАСТИ «ДИВЕЕВСКОЕ ЖИЛИЩНО-КОММУНАЛЬН</w:t>
      </w:r>
      <w:r>
        <w:rPr>
          <w:noProof/>
          <w:szCs w:val="24"/>
        </w:rPr>
        <w:t>ОЕ ХОЗЯЙСТВО»</w:t>
      </w:r>
      <w:r>
        <w:rPr>
          <w:noProof/>
          <w:szCs w:val="24"/>
        </w:rPr>
        <w:br/>
        <w:t xml:space="preserve">(ИНН 5216017133), </w:t>
      </w:r>
      <w:r w:rsidRPr="00823328">
        <w:rPr>
          <w:noProof/>
          <w:szCs w:val="24"/>
        </w:rPr>
        <w:t>с. Дивеево Нижегородской области</w:t>
      </w:r>
      <w:r w:rsidRPr="00823328">
        <w:rPr>
          <w:szCs w:val="24"/>
        </w:rPr>
        <w:t>, экспертного заключения</w:t>
      </w:r>
      <w:proofErr w:type="gramEnd"/>
      <w:r w:rsidRPr="00823328">
        <w:rPr>
          <w:szCs w:val="24"/>
        </w:rPr>
        <w:t xml:space="preserve"> рег. </w:t>
      </w:r>
      <w:r w:rsidRPr="008040E2">
        <w:rPr>
          <w:szCs w:val="24"/>
        </w:rPr>
        <w:t>№ в-</w:t>
      </w:r>
      <w:r w:rsidR="008040E2" w:rsidRPr="008040E2">
        <w:rPr>
          <w:szCs w:val="24"/>
        </w:rPr>
        <w:t>605</w:t>
      </w:r>
      <w:r w:rsidRPr="004754B5">
        <w:rPr>
          <w:szCs w:val="24"/>
        </w:rPr>
        <w:t xml:space="preserve"> от </w:t>
      </w:r>
      <w:r w:rsidR="004754B5" w:rsidRPr="004754B5">
        <w:rPr>
          <w:szCs w:val="24"/>
        </w:rPr>
        <w:t xml:space="preserve">7 ноября </w:t>
      </w:r>
      <w:r w:rsidRPr="004754B5">
        <w:rPr>
          <w:szCs w:val="24"/>
        </w:rPr>
        <w:t>2019</w:t>
      </w:r>
      <w:r w:rsidRPr="00823328">
        <w:rPr>
          <w:szCs w:val="24"/>
        </w:rPr>
        <w:t xml:space="preserve"> г.:</w:t>
      </w:r>
    </w:p>
    <w:p w:rsidR="00823328" w:rsidRPr="00823328" w:rsidRDefault="00823328" w:rsidP="00823328">
      <w:pPr>
        <w:spacing w:line="276" w:lineRule="auto"/>
        <w:ind w:firstLine="709"/>
        <w:jc w:val="both"/>
        <w:rPr>
          <w:szCs w:val="24"/>
        </w:rPr>
      </w:pPr>
      <w:r w:rsidRPr="00823328">
        <w:rPr>
          <w:b/>
          <w:szCs w:val="24"/>
        </w:rPr>
        <w:t xml:space="preserve">1. </w:t>
      </w:r>
      <w:r w:rsidRPr="00823328">
        <w:rPr>
          <w:bCs/>
          <w:szCs w:val="24"/>
        </w:rPr>
        <w:t>Внести в решение региональной службы по тарифам Нижегородской области</w:t>
      </w:r>
      <w:r>
        <w:rPr>
          <w:bCs/>
          <w:szCs w:val="24"/>
        </w:rPr>
        <w:t xml:space="preserve"> </w:t>
      </w:r>
      <w:r w:rsidRPr="00823328">
        <w:rPr>
          <w:szCs w:val="24"/>
        </w:rPr>
        <w:t>от 6 декабря 2018 г. № 50/44 «Об установлении МУНИЦИПАЛЬНОМУ ПРЕДПРИЯТИЮ ДИВЕЕВСКОГО МУНИЦИПАЛЬНОГО РАЙОНА НИЖЕГОРОДСКОЙ ОБЛАСТИ «ДИВЕЕВСКОЕ ЖИЛИЩНО-КОММУНАЛЬН</w:t>
      </w:r>
      <w:r w:rsidR="004754B5">
        <w:rPr>
          <w:szCs w:val="24"/>
        </w:rPr>
        <w:t xml:space="preserve">ОЕ ХОЗЯЙСТВО» (ИНН 5216017133), </w:t>
      </w:r>
      <w:r w:rsidRPr="00823328">
        <w:rPr>
          <w:szCs w:val="24"/>
        </w:rPr>
        <w:t xml:space="preserve">с. Дивеево Нижегородской области, тарифов в сфере холодного водоснабжения и водоотведения для потребителей </w:t>
      </w:r>
      <w:proofErr w:type="spellStart"/>
      <w:r w:rsidRPr="00823328">
        <w:rPr>
          <w:szCs w:val="24"/>
        </w:rPr>
        <w:t>Дивеевского</w:t>
      </w:r>
      <w:proofErr w:type="spellEnd"/>
      <w:r w:rsidRPr="00823328">
        <w:rPr>
          <w:szCs w:val="24"/>
        </w:rPr>
        <w:t xml:space="preserve"> муниципального района Нижегородской области»</w:t>
      </w:r>
      <w:r w:rsidRPr="00823328">
        <w:rPr>
          <w:noProof/>
          <w:szCs w:val="24"/>
        </w:rPr>
        <w:t xml:space="preserve"> следующие изменения:</w:t>
      </w:r>
    </w:p>
    <w:p w:rsidR="00823328" w:rsidRPr="00823328" w:rsidRDefault="00823328" w:rsidP="00823328">
      <w:pPr>
        <w:spacing w:line="276" w:lineRule="auto"/>
        <w:jc w:val="both"/>
        <w:rPr>
          <w:szCs w:val="24"/>
        </w:rPr>
      </w:pPr>
      <w:r w:rsidRPr="00823328">
        <w:rPr>
          <w:b/>
          <w:i/>
          <w:szCs w:val="24"/>
        </w:rPr>
        <w:lastRenderedPageBreak/>
        <w:t>1.1.</w:t>
      </w:r>
      <w:r w:rsidRPr="00823328">
        <w:rPr>
          <w:szCs w:val="24"/>
        </w:rPr>
        <w:t xml:space="preserve"> Таблицу пункта 3 решения изложить в следующей редакции:</w:t>
      </w:r>
    </w:p>
    <w:p w:rsidR="00823328" w:rsidRPr="00823328" w:rsidRDefault="00823328" w:rsidP="00823328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823328">
        <w:rPr>
          <w:szCs w:val="24"/>
        </w:rPr>
        <w:t>«</w:t>
      </w:r>
    </w:p>
    <w:tbl>
      <w:tblPr>
        <w:tblW w:w="4941" w:type="pct"/>
        <w:jc w:val="center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1635"/>
        <w:gridCol w:w="743"/>
        <w:gridCol w:w="808"/>
        <w:gridCol w:w="743"/>
        <w:gridCol w:w="810"/>
        <w:gridCol w:w="743"/>
        <w:gridCol w:w="810"/>
        <w:gridCol w:w="743"/>
        <w:gridCol w:w="812"/>
        <w:gridCol w:w="743"/>
        <w:gridCol w:w="755"/>
      </w:tblGrid>
      <w:tr w:rsidR="00F96040" w:rsidRPr="00F96040" w:rsidTr="006B7325">
        <w:trPr>
          <w:trHeight w:val="281"/>
          <w:jc w:val="center"/>
        </w:trPr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F96040">
              <w:rPr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F96040">
              <w:rPr>
                <w:b/>
                <w:sz w:val="16"/>
                <w:szCs w:val="16"/>
                <w:lang w:eastAsia="en-US"/>
              </w:rPr>
              <w:t>п</w:t>
            </w:r>
            <w:proofErr w:type="gramEnd"/>
            <w:r w:rsidRPr="00F96040">
              <w:rPr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F96040">
              <w:rPr>
                <w:b/>
                <w:sz w:val="16"/>
                <w:szCs w:val="16"/>
                <w:lang w:eastAsia="en-US"/>
              </w:rPr>
              <w:t>Тарифы в сфере холодного водоснабжения и водоотведения</w:t>
            </w:r>
          </w:p>
        </w:tc>
        <w:tc>
          <w:tcPr>
            <w:tcW w:w="39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F96040"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F96040" w:rsidRPr="00F96040" w:rsidTr="006B7325">
        <w:trPr>
          <w:cantSplit/>
          <w:trHeight w:val="138"/>
          <w:jc w:val="center"/>
        </w:trPr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40" w:rsidRPr="00F96040" w:rsidRDefault="00F96040" w:rsidP="00F96040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40" w:rsidRPr="00F96040" w:rsidRDefault="00F96040" w:rsidP="00F96040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F96040">
              <w:rPr>
                <w:b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F96040">
              <w:rPr>
                <w:b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F96040">
              <w:rPr>
                <w:b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F96040">
              <w:rPr>
                <w:b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F96040">
              <w:rPr>
                <w:b/>
                <w:sz w:val="16"/>
                <w:szCs w:val="16"/>
                <w:lang w:eastAsia="en-US"/>
              </w:rPr>
              <w:t>2023 год</w:t>
            </w:r>
          </w:p>
        </w:tc>
      </w:tr>
      <w:tr w:rsidR="00F96040" w:rsidRPr="00F96040" w:rsidTr="006B7325">
        <w:trPr>
          <w:cantSplit/>
          <w:trHeight w:val="357"/>
          <w:jc w:val="center"/>
        </w:trPr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40" w:rsidRPr="00F96040" w:rsidRDefault="00F96040" w:rsidP="00F96040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40" w:rsidRPr="00F96040" w:rsidRDefault="00F96040" w:rsidP="00F96040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96040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center"/>
              <w:rPr>
                <w:b/>
                <w:sz w:val="14"/>
                <w:szCs w:val="14"/>
                <w:highlight w:val="yellow"/>
                <w:lang w:eastAsia="en-US"/>
              </w:rPr>
            </w:pPr>
            <w:r w:rsidRPr="00F96040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96040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96040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96040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96040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96040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96040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96040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96040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</w:tr>
      <w:tr w:rsidR="00F96040" w:rsidRPr="00F96040" w:rsidTr="006B7325">
        <w:trPr>
          <w:trHeight w:val="133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96040">
              <w:rPr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473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both"/>
              <w:rPr>
                <w:sz w:val="20"/>
                <w:highlight w:val="yellow"/>
                <w:lang w:eastAsia="en-US"/>
              </w:rPr>
            </w:pPr>
            <w:r w:rsidRPr="00F96040">
              <w:rPr>
                <w:rFonts w:eastAsia="Calibri"/>
                <w:sz w:val="20"/>
                <w:lang w:eastAsia="en-US"/>
              </w:rPr>
              <w:t xml:space="preserve">На территории </w:t>
            </w:r>
            <w:proofErr w:type="spellStart"/>
            <w:r w:rsidRPr="00F96040">
              <w:rPr>
                <w:rFonts w:eastAsia="Calibri"/>
                <w:sz w:val="20"/>
                <w:lang w:eastAsia="en-US"/>
              </w:rPr>
              <w:t>Дивеевского</w:t>
            </w:r>
            <w:proofErr w:type="spellEnd"/>
            <w:r w:rsidRPr="00F96040">
              <w:rPr>
                <w:rFonts w:eastAsia="Calibri"/>
                <w:sz w:val="20"/>
                <w:lang w:eastAsia="en-US"/>
              </w:rPr>
              <w:t xml:space="preserve"> муниципального района Нижегородской области</w:t>
            </w:r>
          </w:p>
        </w:tc>
      </w:tr>
      <w:tr w:rsidR="00F96040" w:rsidRPr="00F96040" w:rsidTr="006B7325">
        <w:trPr>
          <w:trHeight w:val="133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96040">
              <w:rPr>
                <w:b/>
                <w:bCs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rPr>
                <w:noProof/>
                <w:sz w:val="20"/>
                <w:lang w:eastAsia="en-US"/>
              </w:rPr>
            </w:pPr>
            <w:r w:rsidRPr="00F96040">
              <w:rPr>
                <w:sz w:val="20"/>
                <w:lang w:eastAsia="en-US"/>
              </w:rPr>
              <w:t>Питьевая вода, руб./м</w:t>
            </w:r>
            <w:r w:rsidRPr="00F96040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39,13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39,88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39,88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41,36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41,36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42,80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42,80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44,38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44,38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45,61</w:t>
            </w:r>
          </w:p>
        </w:tc>
      </w:tr>
      <w:tr w:rsidR="00F96040" w:rsidRPr="00F96040" w:rsidTr="006B7325">
        <w:trPr>
          <w:trHeight w:val="133"/>
          <w:jc w:val="center"/>
        </w:trPr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96040">
              <w:rPr>
                <w:b/>
                <w:bCs/>
                <w:sz w:val="18"/>
                <w:szCs w:val="18"/>
                <w:lang w:eastAsia="en-US"/>
              </w:rPr>
              <w:t>1.2.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rPr>
                <w:noProof/>
                <w:sz w:val="20"/>
                <w:lang w:eastAsia="en-US"/>
              </w:rPr>
            </w:pPr>
            <w:r w:rsidRPr="00F96040">
              <w:rPr>
                <w:sz w:val="20"/>
                <w:lang w:eastAsia="en-US"/>
              </w:rPr>
              <w:t>Питьевая вода, руб./м</w:t>
            </w:r>
            <w:r w:rsidRPr="00F96040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39,13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39,88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39,88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41,36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41,36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42,80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42,80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44,38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44,38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45,61</w:t>
            </w:r>
          </w:p>
        </w:tc>
      </w:tr>
      <w:tr w:rsidR="00F96040" w:rsidRPr="00F96040" w:rsidTr="006B7325">
        <w:trPr>
          <w:trHeight w:val="132"/>
          <w:jc w:val="center"/>
        </w:trPr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40" w:rsidRPr="00F96040" w:rsidRDefault="00F96040" w:rsidP="00F96040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rPr>
                <w:noProof/>
                <w:sz w:val="20"/>
                <w:lang w:eastAsia="en-US"/>
              </w:rPr>
            </w:pPr>
            <w:r w:rsidRPr="00F96040"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40" w:rsidRPr="00F96040" w:rsidRDefault="00F96040" w:rsidP="00F960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40" w:rsidRPr="00F96040" w:rsidRDefault="00F96040" w:rsidP="00F960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40" w:rsidRPr="00F96040" w:rsidRDefault="00F96040" w:rsidP="00F960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40" w:rsidRPr="00F96040" w:rsidRDefault="00F96040" w:rsidP="00F960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40" w:rsidRPr="00F96040" w:rsidRDefault="00F96040" w:rsidP="00F960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40" w:rsidRPr="00F96040" w:rsidRDefault="00F96040" w:rsidP="00F960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40" w:rsidRPr="00F96040" w:rsidRDefault="00F96040" w:rsidP="00F960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40" w:rsidRPr="00F96040" w:rsidRDefault="00F96040" w:rsidP="00F960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40" w:rsidRPr="00F96040" w:rsidRDefault="00F96040" w:rsidP="00F960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40" w:rsidRPr="00F96040" w:rsidRDefault="00F96040" w:rsidP="00F96040">
            <w:pPr>
              <w:rPr>
                <w:sz w:val="20"/>
              </w:rPr>
            </w:pPr>
          </w:p>
        </w:tc>
      </w:tr>
      <w:tr w:rsidR="00F96040" w:rsidRPr="00F96040" w:rsidTr="006B7325">
        <w:trPr>
          <w:trHeight w:val="133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96040">
              <w:rPr>
                <w:b/>
                <w:b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473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96040">
              <w:rPr>
                <w:rFonts w:eastAsia="Calibri"/>
                <w:sz w:val="20"/>
                <w:lang w:eastAsia="en-US"/>
              </w:rPr>
              <w:t xml:space="preserve">На территории с. </w:t>
            </w:r>
            <w:proofErr w:type="spellStart"/>
            <w:r w:rsidRPr="00F96040">
              <w:rPr>
                <w:rFonts w:eastAsia="Calibri"/>
                <w:sz w:val="20"/>
                <w:lang w:eastAsia="en-US"/>
              </w:rPr>
              <w:t>Кременки</w:t>
            </w:r>
            <w:proofErr w:type="spellEnd"/>
            <w:r w:rsidRPr="00F96040">
              <w:rPr>
                <w:rFonts w:eastAsia="Calibri"/>
                <w:sz w:val="20"/>
                <w:lang w:eastAsia="en-US"/>
              </w:rPr>
              <w:t xml:space="preserve"> </w:t>
            </w:r>
            <w:proofErr w:type="spellStart"/>
            <w:r w:rsidRPr="00F96040">
              <w:rPr>
                <w:rFonts w:eastAsia="Calibri"/>
                <w:sz w:val="20"/>
                <w:lang w:eastAsia="en-US"/>
              </w:rPr>
              <w:t>Дивеевского</w:t>
            </w:r>
            <w:proofErr w:type="spellEnd"/>
            <w:r w:rsidRPr="00F96040">
              <w:rPr>
                <w:rFonts w:eastAsia="Calibri"/>
                <w:sz w:val="20"/>
                <w:lang w:eastAsia="en-US"/>
              </w:rPr>
              <w:t xml:space="preserve"> муниципального района Нижегородской области</w:t>
            </w:r>
          </w:p>
        </w:tc>
      </w:tr>
      <w:tr w:rsidR="00F96040" w:rsidRPr="00F96040" w:rsidTr="006B7325">
        <w:trPr>
          <w:trHeight w:val="133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96040">
              <w:rPr>
                <w:b/>
                <w:bCs/>
                <w:sz w:val="18"/>
                <w:szCs w:val="18"/>
                <w:lang w:eastAsia="en-US"/>
              </w:rPr>
              <w:t>2.1.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rPr>
                <w:noProof/>
                <w:sz w:val="20"/>
                <w:lang w:eastAsia="en-US"/>
              </w:rPr>
            </w:pPr>
            <w:r w:rsidRPr="00F96040">
              <w:rPr>
                <w:sz w:val="20"/>
                <w:lang w:eastAsia="en-US"/>
              </w:rPr>
              <w:t>Водоотведение (без учета очистки сточных вод), руб./м</w:t>
            </w:r>
            <w:r w:rsidRPr="00F96040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44,68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45,55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45,55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46,53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46,53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48,31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48,31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49,98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49,98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51,22</w:t>
            </w:r>
          </w:p>
        </w:tc>
      </w:tr>
      <w:tr w:rsidR="00F96040" w:rsidRPr="00F96040" w:rsidTr="006B7325">
        <w:trPr>
          <w:trHeight w:val="133"/>
          <w:jc w:val="center"/>
        </w:trPr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96040">
              <w:rPr>
                <w:b/>
                <w:bCs/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rPr>
                <w:noProof/>
                <w:sz w:val="20"/>
                <w:lang w:eastAsia="en-US"/>
              </w:rPr>
            </w:pPr>
            <w:r w:rsidRPr="00F96040">
              <w:rPr>
                <w:sz w:val="20"/>
                <w:lang w:eastAsia="en-US"/>
              </w:rPr>
              <w:t>Водоотведение (без учета очистки сточных вод), руб./м</w:t>
            </w:r>
            <w:r w:rsidRPr="00F96040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44,68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45,55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45,55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46,53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46,53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48,31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48,31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49,98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49,98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51,22</w:t>
            </w:r>
          </w:p>
        </w:tc>
      </w:tr>
      <w:tr w:rsidR="00F96040" w:rsidRPr="00F96040" w:rsidTr="006B7325">
        <w:trPr>
          <w:trHeight w:val="132"/>
          <w:jc w:val="center"/>
        </w:trPr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40" w:rsidRPr="00F96040" w:rsidRDefault="00F96040" w:rsidP="00F96040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rPr>
                <w:noProof/>
                <w:sz w:val="20"/>
                <w:lang w:eastAsia="en-US"/>
              </w:rPr>
            </w:pPr>
            <w:r w:rsidRPr="00F96040"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40" w:rsidRPr="00F96040" w:rsidRDefault="00F96040" w:rsidP="00F960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40" w:rsidRPr="00F96040" w:rsidRDefault="00F96040" w:rsidP="00F960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40" w:rsidRPr="00F96040" w:rsidRDefault="00F96040" w:rsidP="00F960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40" w:rsidRPr="00F96040" w:rsidRDefault="00F96040" w:rsidP="00F960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40" w:rsidRPr="00F96040" w:rsidRDefault="00F96040" w:rsidP="00F960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40" w:rsidRPr="00F96040" w:rsidRDefault="00F96040" w:rsidP="00F960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40" w:rsidRPr="00F96040" w:rsidRDefault="00F96040" w:rsidP="00F960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40" w:rsidRPr="00F96040" w:rsidRDefault="00F96040" w:rsidP="00F960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40" w:rsidRPr="00F96040" w:rsidRDefault="00F96040" w:rsidP="00F960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40" w:rsidRPr="00F96040" w:rsidRDefault="00F96040" w:rsidP="00F96040">
            <w:pPr>
              <w:rPr>
                <w:sz w:val="20"/>
              </w:rPr>
            </w:pPr>
          </w:p>
        </w:tc>
      </w:tr>
      <w:tr w:rsidR="00F96040" w:rsidRPr="00F96040" w:rsidTr="006B7325">
        <w:trPr>
          <w:trHeight w:val="132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96040">
              <w:rPr>
                <w:b/>
                <w:b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473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rPr>
                <w:rFonts w:eastAsia="Calibri"/>
                <w:sz w:val="20"/>
                <w:lang w:eastAsia="en-US"/>
              </w:rPr>
            </w:pPr>
            <w:r w:rsidRPr="00F96040">
              <w:rPr>
                <w:rFonts w:eastAsia="Calibri"/>
                <w:sz w:val="20"/>
                <w:lang w:eastAsia="en-US"/>
              </w:rPr>
              <w:t>На территории с. Дивеево Нижегородской области</w:t>
            </w:r>
          </w:p>
        </w:tc>
      </w:tr>
      <w:tr w:rsidR="00F96040" w:rsidRPr="00F96040" w:rsidTr="006B7325">
        <w:trPr>
          <w:trHeight w:val="132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96040">
              <w:rPr>
                <w:b/>
                <w:bCs/>
                <w:sz w:val="18"/>
                <w:szCs w:val="18"/>
                <w:lang w:eastAsia="en-US"/>
              </w:rPr>
              <w:t>3.1.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rPr>
                <w:noProof/>
                <w:sz w:val="20"/>
                <w:lang w:eastAsia="en-US"/>
              </w:rPr>
            </w:pPr>
            <w:r w:rsidRPr="00F96040">
              <w:rPr>
                <w:sz w:val="20"/>
                <w:lang w:eastAsia="en-US"/>
              </w:rPr>
              <w:t>Водоотведение, руб./м</w:t>
            </w:r>
            <w:r w:rsidRPr="00F96040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60,53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61,38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61,38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61,62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61,62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64,04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64,04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66,75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66,75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69,28</w:t>
            </w:r>
          </w:p>
        </w:tc>
      </w:tr>
      <w:tr w:rsidR="00F96040" w:rsidRPr="00F96040" w:rsidTr="006B7325">
        <w:trPr>
          <w:trHeight w:val="132"/>
          <w:jc w:val="center"/>
        </w:trPr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96040">
              <w:rPr>
                <w:b/>
                <w:bCs/>
                <w:sz w:val="18"/>
                <w:szCs w:val="18"/>
                <w:lang w:eastAsia="en-US"/>
              </w:rPr>
              <w:t>3.2.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rPr>
                <w:noProof/>
                <w:sz w:val="20"/>
                <w:lang w:eastAsia="en-US"/>
              </w:rPr>
            </w:pPr>
            <w:r w:rsidRPr="00F96040">
              <w:rPr>
                <w:sz w:val="20"/>
                <w:lang w:eastAsia="en-US"/>
              </w:rPr>
              <w:t>Водоотведение, руб./м</w:t>
            </w:r>
            <w:r w:rsidRPr="00F96040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60,53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61,38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61,38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61,62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61,62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64,04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64,04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66,75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66,75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69,28</w:t>
            </w:r>
          </w:p>
        </w:tc>
      </w:tr>
      <w:tr w:rsidR="00F96040" w:rsidRPr="00F96040" w:rsidTr="006B7325">
        <w:trPr>
          <w:trHeight w:val="132"/>
          <w:jc w:val="center"/>
        </w:trPr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40" w:rsidRPr="00F96040" w:rsidRDefault="00F96040" w:rsidP="00F96040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rPr>
                <w:noProof/>
                <w:sz w:val="20"/>
                <w:lang w:eastAsia="en-US"/>
              </w:rPr>
            </w:pPr>
            <w:r w:rsidRPr="00F96040"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40" w:rsidRPr="00F96040" w:rsidRDefault="00F96040" w:rsidP="00F960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40" w:rsidRPr="00F96040" w:rsidRDefault="00F96040" w:rsidP="00F960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40" w:rsidRPr="00F96040" w:rsidRDefault="00F96040" w:rsidP="00F960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40" w:rsidRPr="00F96040" w:rsidRDefault="00F96040" w:rsidP="00F960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40" w:rsidRPr="00F96040" w:rsidRDefault="00F96040" w:rsidP="00F960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40" w:rsidRPr="00F96040" w:rsidRDefault="00F96040" w:rsidP="00F960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40" w:rsidRPr="00F96040" w:rsidRDefault="00F96040" w:rsidP="00F960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40" w:rsidRPr="00F96040" w:rsidRDefault="00F96040" w:rsidP="00F960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40" w:rsidRPr="00F96040" w:rsidRDefault="00F96040" w:rsidP="00F960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40" w:rsidRPr="00F96040" w:rsidRDefault="00F96040" w:rsidP="00F96040">
            <w:pPr>
              <w:rPr>
                <w:sz w:val="20"/>
              </w:rPr>
            </w:pPr>
          </w:p>
        </w:tc>
      </w:tr>
      <w:tr w:rsidR="00F96040" w:rsidRPr="00F96040" w:rsidTr="006B7325">
        <w:trPr>
          <w:trHeight w:val="132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96040">
              <w:rPr>
                <w:b/>
                <w:bCs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473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both"/>
              <w:rPr>
                <w:sz w:val="20"/>
                <w:highlight w:val="yellow"/>
                <w:lang w:eastAsia="en-US"/>
              </w:rPr>
            </w:pPr>
            <w:r w:rsidRPr="00F96040">
              <w:rPr>
                <w:rFonts w:eastAsia="Calibri"/>
                <w:sz w:val="20"/>
                <w:lang w:eastAsia="en-US"/>
              </w:rPr>
              <w:t xml:space="preserve">На территории с. </w:t>
            </w:r>
            <w:proofErr w:type="spellStart"/>
            <w:r w:rsidRPr="00F96040">
              <w:rPr>
                <w:rFonts w:eastAsia="Calibri"/>
                <w:sz w:val="20"/>
                <w:lang w:eastAsia="en-US"/>
              </w:rPr>
              <w:t>Глухово</w:t>
            </w:r>
            <w:proofErr w:type="spellEnd"/>
            <w:r w:rsidRPr="00F96040">
              <w:rPr>
                <w:rFonts w:eastAsia="Calibri"/>
                <w:sz w:val="20"/>
                <w:lang w:eastAsia="en-US"/>
              </w:rPr>
              <w:t xml:space="preserve"> и с. Суворово </w:t>
            </w:r>
            <w:proofErr w:type="spellStart"/>
            <w:r w:rsidRPr="00F96040">
              <w:rPr>
                <w:rFonts w:eastAsia="Calibri"/>
                <w:sz w:val="20"/>
                <w:lang w:eastAsia="en-US"/>
              </w:rPr>
              <w:t>Дивеевского</w:t>
            </w:r>
            <w:proofErr w:type="spellEnd"/>
            <w:r w:rsidRPr="00F96040">
              <w:rPr>
                <w:rFonts w:eastAsia="Calibri"/>
                <w:sz w:val="20"/>
                <w:lang w:eastAsia="en-US"/>
              </w:rPr>
              <w:t xml:space="preserve"> муниципального района Нижегородской области</w:t>
            </w:r>
          </w:p>
        </w:tc>
      </w:tr>
      <w:tr w:rsidR="00F96040" w:rsidRPr="00F96040" w:rsidTr="006B7325">
        <w:trPr>
          <w:trHeight w:val="132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96040">
              <w:rPr>
                <w:b/>
                <w:bCs/>
                <w:sz w:val="18"/>
                <w:szCs w:val="18"/>
                <w:lang w:eastAsia="en-US"/>
              </w:rPr>
              <w:t>4.1.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rPr>
                <w:noProof/>
                <w:sz w:val="20"/>
                <w:lang w:eastAsia="en-US"/>
              </w:rPr>
            </w:pPr>
            <w:r w:rsidRPr="00F96040">
              <w:rPr>
                <w:sz w:val="20"/>
                <w:lang w:eastAsia="en-US"/>
              </w:rPr>
              <w:t>Водоотведение (без учета очистки сточных вод),  руб./м</w:t>
            </w:r>
            <w:r w:rsidRPr="00F96040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27,04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27,58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27,58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28,17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28,17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29,23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29,23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30,31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30,31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31,00</w:t>
            </w:r>
          </w:p>
        </w:tc>
      </w:tr>
      <w:tr w:rsidR="00F96040" w:rsidRPr="00F96040" w:rsidTr="006B7325">
        <w:trPr>
          <w:trHeight w:val="132"/>
          <w:jc w:val="center"/>
        </w:trPr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96040">
              <w:rPr>
                <w:b/>
                <w:bCs/>
                <w:sz w:val="18"/>
                <w:szCs w:val="18"/>
                <w:lang w:eastAsia="en-US"/>
              </w:rPr>
              <w:t>4.2.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rPr>
                <w:noProof/>
                <w:sz w:val="20"/>
                <w:lang w:eastAsia="en-US"/>
              </w:rPr>
            </w:pPr>
            <w:r w:rsidRPr="00F96040">
              <w:rPr>
                <w:sz w:val="20"/>
                <w:lang w:eastAsia="en-US"/>
              </w:rPr>
              <w:t>Водоотведение (без учета очистки сточных вод),  руб./м</w:t>
            </w:r>
            <w:r w:rsidRPr="00F96040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27,04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27,58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27,58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28,17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28,17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29,23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29,23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30,31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30,31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040" w:rsidRPr="00F96040" w:rsidRDefault="00F96040" w:rsidP="00F96040">
            <w:pPr>
              <w:jc w:val="center"/>
              <w:rPr>
                <w:sz w:val="20"/>
              </w:rPr>
            </w:pPr>
            <w:r w:rsidRPr="00F96040">
              <w:rPr>
                <w:sz w:val="20"/>
              </w:rPr>
              <w:t>31,00</w:t>
            </w:r>
          </w:p>
        </w:tc>
      </w:tr>
      <w:tr w:rsidR="00F96040" w:rsidRPr="00F96040" w:rsidTr="006B7325">
        <w:trPr>
          <w:trHeight w:val="132"/>
          <w:jc w:val="center"/>
        </w:trPr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40" w:rsidRPr="00F96040" w:rsidRDefault="00F96040" w:rsidP="00F96040">
            <w:pPr>
              <w:rPr>
                <w:b/>
                <w:bCs/>
                <w:sz w:val="20"/>
                <w:szCs w:val="28"/>
                <w:lang w:eastAsia="en-US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40" w:rsidRPr="00F96040" w:rsidRDefault="00F96040" w:rsidP="00F96040">
            <w:pPr>
              <w:rPr>
                <w:noProof/>
                <w:sz w:val="18"/>
                <w:szCs w:val="18"/>
                <w:lang w:eastAsia="en-US"/>
              </w:rPr>
            </w:pPr>
            <w:r w:rsidRPr="00F96040">
              <w:rPr>
                <w:noProof/>
                <w:sz w:val="18"/>
                <w:szCs w:val="18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40" w:rsidRPr="00F96040" w:rsidRDefault="00F96040" w:rsidP="00F9604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40" w:rsidRPr="00F96040" w:rsidRDefault="00F96040" w:rsidP="00F9604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40" w:rsidRPr="00F96040" w:rsidRDefault="00F96040" w:rsidP="00F9604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40" w:rsidRPr="00F96040" w:rsidRDefault="00F96040" w:rsidP="00F9604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40" w:rsidRPr="00F96040" w:rsidRDefault="00F96040" w:rsidP="00F9604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40" w:rsidRPr="00F96040" w:rsidRDefault="00F96040" w:rsidP="00F9604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40" w:rsidRPr="00F96040" w:rsidRDefault="00F96040" w:rsidP="00F9604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40" w:rsidRPr="00F96040" w:rsidRDefault="00F96040" w:rsidP="00F9604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40" w:rsidRPr="00F96040" w:rsidRDefault="00F96040" w:rsidP="00F9604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40" w:rsidRPr="00F96040" w:rsidRDefault="00F96040" w:rsidP="00F96040">
            <w:pPr>
              <w:rPr>
                <w:sz w:val="18"/>
                <w:szCs w:val="18"/>
              </w:rPr>
            </w:pPr>
          </w:p>
        </w:tc>
      </w:tr>
    </w:tbl>
    <w:p w:rsidR="009E7ECA" w:rsidRPr="009E7ECA" w:rsidRDefault="009E7ECA" w:rsidP="009E7ECA">
      <w:pPr>
        <w:spacing w:line="276" w:lineRule="auto"/>
        <w:jc w:val="right"/>
        <w:rPr>
          <w:szCs w:val="28"/>
        </w:rPr>
      </w:pPr>
      <w:r w:rsidRPr="009E7ECA">
        <w:rPr>
          <w:szCs w:val="28"/>
        </w:rPr>
        <w:t>».</w:t>
      </w:r>
    </w:p>
    <w:p w:rsidR="009E7ECA" w:rsidRPr="009E7ECA" w:rsidRDefault="009E7ECA" w:rsidP="009E7ECA">
      <w:pPr>
        <w:spacing w:line="276" w:lineRule="auto"/>
        <w:jc w:val="both"/>
        <w:rPr>
          <w:szCs w:val="28"/>
        </w:rPr>
      </w:pPr>
      <w:r w:rsidRPr="009E7ECA">
        <w:rPr>
          <w:b/>
          <w:i/>
          <w:szCs w:val="28"/>
        </w:rPr>
        <w:t>1.2.</w:t>
      </w:r>
      <w:r w:rsidRPr="009E7ECA">
        <w:rPr>
          <w:szCs w:val="28"/>
        </w:rPr>
        <w:t xml:space="preserve"> </w:t>
      </w:r>
      <w:r w:rsidR="00082A81" w:rsidRPr="00082A81">
        <w:rPr>
          <w:noProof/>
          <w:szCs w:val="28"/>
        </w:rPr>
        <w:t xml:space="preserve">Приложения 1 - </w:t>
      </w:r>
      <w:r w:rsidR="00082A81">
        <w:rPr>
          <w:noProof/>
          <w:szCs w:val="28"/>
        </w:rPr>
        <w:t>4</w:t>
      </w:r>
      <w:r w:rsidR="00082A81" w:rsidRPr="00082A81">
        <w:rPr>
          <w:noProof/>
          <w:szCs w:val="28"/>
        </w:rPr>
        <w:t xml:space="preserve"> к решению изложить в новой редакции согласно Приложениям 1 - </w:t>
      </w:r>
      <w:r w:rsidR="00082A81">
        <w:rPr>
          <w:noProof/>
          <w:szCs w:val="28"/>
        </w:rPr>
        <w:t>4</w:t>
      </w:r>
      <w:r w:rsidR="00082A81" w:rsidRPr="00082A81">
        <w:rPr>
          <w:noProof/>
          <w:szCs w:val="28"/>
        </w:rPr>
        <w:t xml:space="preserve"> к настоящему решению</w:t>
      </w:r>
      <w:r w:rsidR="00082A81">
        <w:rPr>
          <w:noProof/>
          <w:szCs w:val="28"/>
        </w:rPr>
        <w:t>.</w:t>
      </w:r>
    </w:p>
    <w:p w:rsidR="006F7468" w:rsidRPr="009E7ECA" w:rsidRDefault="006F7468" w:rsidP="009E7ECA">
      <w:pPr>
        <w:spacing w:line="276" w:lineRule="auto"/>
        <w:ind w:firstLine="720"/>
        <w:jc w:val="both"/>
        <w:rPr>
          <w:szCs w:val="28"/>
        </w:rPr>
      </w:pPr>
      <w:r w:rsidRPr="009E7ECA">
        <w:rPr>
          <w:b/>
          <w:szCs w:val="28"/>
        </w:rPr>
        <w:t xml:space="preserve">2. </w:t>
      </w:r>
      <w:r w:rsidRPr="009E7ECA">
        <w:rPr>
          <w:szCs w:val="28"/>
        </w:rPr>
        <w:t>Настоящее решение вступает в силу с 1 января 2020 г.</w:t>
      </w:r>
    </w:p>
    <w:p w:rsidR="007D25C7" w:rsidRPr="004754B5" w:rsidRDefault="007D25C7" w:rsidP="004754B5">
      <w:pPr>
        <w:pStyle w:val="ac"/>
      </w:pPr>
    </w:p>
    <w:p w:rsidR="004754B5" w:rsidRPr="004754B5" w:rsidRDefault="004754B5" w:rsidP="004754B5">
      <w:pPr>
        <w:pStyle w:val="ac"/>
      </w:pPr>
    </w:p>
    <w:p w:rsidR="004754B5" w:rsidRPr="004754B5" w:rsidRDefault="004754B5" w:rsidP="004754B5">
      <w:pPr>
        <w:pStyle w:val="ac"/>
      </w:pPr>
    </w:p>
    <w:p w:rsidR="00C72BC0" w:rsidRDefault="003F7CA5" w:rsidP="00082A81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936EBB" w:rsidRPr="00936EBB">
        <w:rPr>
          <w:szCs w:val="28"/>
        </w:rPr>
        <w:t xml:space="preserve">         </w:t>
      </w:r>
      <w:r w:rsidR="00936EBB">
        <w:rPr>
          <w:szCs w:val="28"/>
        </w:rPr>
        <w:t xml:space="preserve">                                         </w:t>
      </w:r>
      <w:r w:rsidR="004754B5">
        <w:rPr>
          <w:szCs w:val="28"/>
        </w:rPr>
        <w:t xml:space="preserve">   </w:t>
      </w:r>
      <w:proofErr w:type="spellStart"/>
      <w:r w:rsidR="004754B5">
        <w:rPr>
          <w:szCs w:val="28"/>
        </w:rPr>
        <w:t>Ю.Л.Алешина</w:t>
      </w:r>
      <w:proofErr w:type="spellEnd"/>
      <w:r w:rsidRPr="003F7CA5">
        <w:rPr>
          <w:szCs w:val="28"/>
        </w:rPr>
        <w:t xml:space="preserve">              </w:t>
      </w: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9E7ECA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E7ECA" w:rsidRDefault="009E7ECA" w:rsidP="009E7ECA"/>
          <w:p w:rsidR="005C06DC" w:rsidRDefault="00E81283" w:rsidP="008305DC">
            <w:pPr>
              <w:ind w:left="3552"/>
              <w:jc w:val="center"/>
            </w:pPr>
            <w:r>
              <w:lastRenderedPageBreak/>
              <w:t xml:space="preserve">ПРИЛОЖЕНИЕ </w:t>
            </w:r>
            <w:r w:rsidR="00082A81">
              <w:t>1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4754B5">
              <w:t xml:space="preserve">от </w:t>
            </w:r>
            <w:r w:rsidR="004754B5" w:rsidRPr="004754B5">
              <w:t xml:space="preserve">14 ноября </w:t>
            </w:r>
            <w:r w:rsidR="00F1607E" w:rsidRPr="004754B5">
              <w:t xml:space="preserve">2019 </w:t>
            </w:r>
            <w:r w:rsidR="00CC03DF" w:rsidRPr="004754B5">
              <w:t>г.</w:t>
            </w:r>
            <w:r w:rsidRPr="004754B5">
              <w:t xml:space="preserve"> №</w:t>
            </w:r>
            <w:r w:rsidR="006B0802" w:rsidRPr="00D74902">
              <w:t xml:space="preserve"> </w:t>
            </w:r>
            <w:r w:rsidR="00375EFF">
              <w:t>50/33</w:t>
            </w:r>
          </w:p>
          <w:p w:rsidR="0056238E" w:rsidRPr="001D06AF" w:rsidRDefault="0056238E" w:rsidP="009E7ECA"/>
        </w:tc>
      </w:tr>
      <w:tr w:rsidR="009E7ECA" w:rsidTr="009E7ECA">
        <w:trPr>
          <w:gridAfter w:val="1"/>
          <w:wAfter w:w="11" w:type="dxa"/>
        </w:trPr>
        <w:tc>
          <w:tcPr>
            <w:tcW w:w="528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823328" w:rsidRDefault="00823328" w:rsidP="00823328">
            <w:pPr>
              <w:spacing w:line="276" w:lineRule="auto"/>
              <w:ind w:left="3552"/>
              <w:jc w:val="center"/>
            </w:pPr>
            <w:r>
              <w:t>«ПРИЛОЖЕНИЕ 1</w:t>
            </w:r>
          </w:p>
          <w:p w:rsidR="00823328" w:rsidRDefault="00823328" w:rsidP="00823328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E7ECA" w:rsidRPr="00CB1B90" w:rsidRDefault="00823328" w:rsidP="00823328">
            <w:pPr>
              <w:ind w:left="3552"/>
              <w:jc w:val="center"/>
              <w:rPr>
                <w:lang w:val="en-US"/>
              </w:rPr>
            </w:pPr>
            <w:r w:rsidRPr="00284DF7">
              <w:t>от 6 декабря 2018 г.</w:t>
            </w:r>
            <w:r w:rsidRPr="00D74902">
              <w:t xml:space="preserve"> № </w:t>
            </w:r>
            <w:r>
              <w:t>50/44</w:t>
            </w:r>
          </w:p>
        </w:tc>
      </w:tr>
      <w:tr w:rsidR="009E7ECA" w:rsidRPr="006161EA" w:rsidTr="009E7ECA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9E7ECA" w:rsidRDefault="009E7ECA" w:rsidP="009E7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9E7ECA" w:rsidRPr="003415C7" w:rsidRDefault="009E7ECA" w:rsidP="009E7E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15C7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9E7ECA" w:rsidRDefault="009E7ECA" w:rsidP="009E7E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3415C7">
              <w:rPr>
                <w:b/>
                <w:sz w:val="24"/>
                <w:szCs w:val="24"/>
              </w:rPr>
              <w:t>ПО ОКАЗАНИЮ УСЛУГ ХОЛОДНОГО ВОДОСНАБЖЕНИЯ</w:t>
            </w:r>
          </w:p>
          <w:p w:rsidR="004754B5" w:rsidRPr="00C15EF7" w:rsidRDefault="004754B5" w:rsidP="009E7E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9E7ECA" w:rsidRDefault="009E7ECA" w:rsidP="009E7ECA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</w:t>
      </w:r>
      <w:r w:rsidR="00E62523">
        <w:rPr>
          <w:sz w:val="24"/>
          <w:szCs w:val="24"/>
          <w:lang w:eastAsia="en-US"/>
        </w:rPr>
        <w:t>19</w:t>
      </w:r>
      <w:r>
        <w:rPr>
          <w:sz w:val="24"/>
          <w:szCs w:val="24"/>
          <w:lang w:eastAsia="en-US"/>
        </w:rPr>
        <w:t xml:space="preserve"> г. по 31.12.2023 г.</w:t>
      </w:r>
    </w:p>
    <w:tbl>
      <w:tblPr>
        <w:tblW w:w="1052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373"/>
        <w:gridCol w:w="23"/>
        <w:gridCol w:w="1034"/>
        <w:gridCol w:w="265"/>
        <w:gridCol w:w="30"/>
        <w:gridCol w:w="401"/>
        <w:gridCol w:w="42"/>
        <w:gridCol w:w="443"/>
        <w:gridCol w:w="383"/>
        <w:gridCol w:w="798"/>
        <w:gridCol w:w="63"/>
        <w:gridCol w:w="438"/>
        <w:gridCol w:w="89"/>
        <w:gridCol w:w="443"/>
        <w:gridCol w:w="442"/>
        <w:gridCol w:w="325"/>
        <w:gridCol w:w="266"/>
        <w:gridCol w:w="1034"/>
        <w:gridCol w:w="590"/>
        <w:gridCol w:w="44"/>
      </w:tblGrid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B43B61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B43B61" w:rsidRPr="00B43B61" w:rsidTr="00B43B61">
        <w:trPr>
          <w:gridAfter w:val="2"/>
          <w:wAfter w:w="634" w:type="dxa"/>
          <w:trHeight w:val="753"/>
        </w:trPr>
        <w:tc>
          <w:tcPr>
            <w:tcW w:w="3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 xml:space="preserve">Наименование </w:t>
            </w:r>
            <w:proofErr w:type="gramStart"/>
            <w:r w:rsidRPr="00B43B61">
              <w:rPr>
                <w:sz w:val="20"/>
              </w:rPr>
              <w:t>регулируемой</w:t>
            </w:r>
            <w:proofErr w:type="gramEnd"/>
            <w:r w:rsidRPr="00B43B61">
              <w:rPr>
                <w:sz w:val="20"/>
              </w:rPr>
              <w:t xml:space="preserve">  </w:t>
            </w:r>
          </w:p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организации (ИНН)</w:t>
            </w:r>
          </w:p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651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  <w:lang w:eastAsia="en-US"/>
              </w:rPr>
            </w:pPr>
            <w:r w:rsidRPr="00B43B61">
              <w:rPr>
                <w:sz w:val="20"/>
                <w:lang w:eastAsia="en-US"/>
              </w:rPr>
              <w:t xml:space="preserve">МУНИЦИПАЛЬНОЕ ПРЕДПРИЯТИЕ ДИВЕЕВСКОГО МУНИЦИПАЛЬНОГО РАЙОНА НИЖЕГОРОДСКОЙ ОБЛАСТИ «ДИВЕЕВСКОЕ ЖИЛИЩНО-КОММУНАЛЬНОЕ ХОЗЯЙСТВО» </w:t>
            </w:r>
            <w:r>
              <w:rPr>
                <w:sz w:val="20"/>
                <w:lang w:eastAsia="en-US"/>
              </w:rPr>
              <w:br/>
            </w:r>
            <w:r w:rsidRPr="00B43B61">
              <w:rPr>
                <w:sz w:val="20"/>
                <w:lang w:eastAsia="en-US"/>
              </w:rPr>
              <w:t>(ИНН 5216017133)</w:t>
            </w:r>
          </w:p>
        </w:tc>
      </w:tr>
      <w:tr w:rsidR="00B43B61" w:rsidRPr="00B43B61" w:rsidTr="00B43B61">
        <w:trPr>
          <w:gridAfter w:val="2"/>
          <w:wAfter w:w="634" w:type="dxa"/>
          <w:trHeight w:val="365"/>
        </w:trPr>
        <w:tc>
          <w:tcPr>
            <w:tcW w:w="3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 xml:space="preserve">Местонахождение            </w:t>
            </w:r>
          </w:p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51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4754B5">
              <w:rPr>
                <w:sz w:val="20"/>
                <w:szCs w:val="24"/>
                <w:lang w:eastAsia="en-US"/>
              </w:rPr>
              <w:t>607320, Нижегородская область, с. Дивеево, ул. Южная, д. 16 «Г»</w:t>
            </w:r>
          </w:p>
        </w:tc>
      </w:tr>
      <w:tr w:rsidR="00B43B61" w:rsidRPr="00B43B61" w:rsidTr="00B43B61">
        <w:trPr>
          <w:gridAfter w:val="2"/>
          <w:wAfter w:w="634" w:type="dxa"/>
          <w:trHeight w:val="729"/>
        </w:trPr>
        <w:tc>
          <w:tcPr>
            <w:tcW w:w="3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 xml:space="preserve">Наименование               </w:t>
            </w:r>
          </w:p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51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Региональная служба по тарифам Нижегородской области</w:t>
            </w:r>
          </w:p>
        </w:tc>
      </w:tr>
      <w:tr w:rsidR="00B43B61" w:rsidRPr="00B43B61" w:rsidTr="00B43B61">
        <w:trPr>
          <w:gridAfter w:val="2"/>
          <w:wAfter w:w="634" w:type="dxa"/>
          <w:trHeight w:val="365"/>
        </w:trPr>
        <w:tc>
          <w:tcPr>
            <w:tcW w:w="3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 xml:space="preserve">Местонахождение            </w:t>
            </w:r>
          </w:p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51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603082,</w:t>
            </w:r>
            <w:r>
              <w:rPr>
                <w:sz w:val="20"/>
              </w:rPr>
              <w:t xml:space="preserve"> г.</w:t>
            </w:r>
            <w:r w:rsidRPr="00B43B61">
              <w:rPr>
                <w:sz w:val="20"/>
              </w:rPr>
              <w:t xml:space="preserve"> Нижний Новгород, Кремль, корпус 1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B43B61">
              <w:rPr>
                <w:b/>
                <w:sz w:val="20"/>
              </w:rPr>
              <w:t>2. Объем подачи воды</w:t>
            </w:r>
          </w:p>
        </w:tc>
      </w:tr>
      <w:tr w:rsidR="00B43B61" w:rsidRPr="00B43B61" w:rsidTr="00B43B61">
        <w:trPr>
          <w:gridAfter w:val="2"/>
          <w:wAfter w:w="634" w:type="dxa"/>
          <w:trHeight w:val="272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 период с 01.01.2019 по 31.12.2019</w:t>
            </w:r>
          </w:p>
        </w:tc>
        <w:tc>
          <w:tcPr>
            <w:tcW w:w="1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</w:tr>
      <w:tr w:rsidR="00B43B61" w:rsidRPr="00B43B61" w:rsidTr="00B43B61">
        <w:trPr>
          <w:gridAfter w:val="2"/>
          <w:wAfter w:w="634" w:type="dxa"/>
          <w:trHeight w:val="300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B43B61">
              <w:rPr>
                <w:sz w:val="20"/>
              </w:rPr>
              <w:t>Подано воды всего, тыс. м</w:t>
            </w:r>
            <w:r w:rsidRPr="00B43B61">
              <w:rPr>
                <w:sz w:val="20"/>
                <w:vertAlign w:val="superscript"/>
              </w:rPr>
              <w:t>3</w:t>
            </w:r>
            <w:r w:rsidRPr="00B43B61">
              <w:rPr>
                <w:sz w:val="20"/>
              </w:rPr>
              <w:t xml:space="preserve"> в том числе: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578,58</w:t>
            </w:r>
          </w:p>
        </w:tc>
        <w:tc>
          <w:tcPr>
            <w:tcW w:w="1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578,58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578,58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578,58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578,58</w:t>
            </w:r>
          </w:p>
        </w:tc>
      </w:tr>
      <w:tr w:rsidR="00B43B61" w:rsidRPr="00B43B61" w:rsidTr="00B43B61">
        <w:trPr>
          <w:gridAfter w:val="2"/>
          <w:wAfter w:w="634" w:type="dxa"/>
          <w:trHeight w:val="300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B43B61">
              <w:rPr>
                <w:i/>
                <w:sz w:val="20"/>
              </w:rPr>
              <w:t>- населению,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503,88</w:t>
            </w:r>
          </w:p>
        </w:tc>
        <w:tc>
          <w:tcPr>
            <w:tcW w:w="1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503,88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503,88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503,88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503,88</w:t>
            </w:r>
          </w:p>
        </w:tc>
      </w:tr>
      <w:tr w:rsidR="00B43B61" w:rsidRPr="00B43B61" w:rsidTr="00B43B61">
        <w:trPr>
          <w:gridAfter w:val="2"/>
          <w:wAfter w:w="634" w:type="dxa"/>
          <w:trHeight w:val="300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B43B61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23,57</w:t>
            </w:r>
          </w:p>
        </w:tc>
        <w:tc>
          <w:tcPr>
            <w:tcW w:w="1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23,57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23,57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23,57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23,57</w:t>
            </w:r>
          </w:p>
        </w:tc>
      </w:tr>
      <w:tr w:rsidR="00B43B61" w:rsidRPr="00B43B61" w:rsidTr="00B43B61">
        <w:trPr>
          <w:gridAfter w:val="2"/>
          <w:wAfter w:w="634" w:type="dxa"/>
          <w:trHeight w:val="300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B43B61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48,97</w:t>
            </w:r>
          </w:p>
        </w:tc>
        <w:tc>
          <w:tcPr>
            <w:tcW w:w="1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48,97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48,97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48,97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48,97</w:t>
            </w:r>
          </w:p>
        </w:tc>
      </w:tr>
      <w:tr w:rsidR="00B43B61" w:rsidRPr="00B43B61" w:rsidTr="00B43B61">
        <w:trPr>
          <w:gridAfter w:val="2"/>
          <w:wAfter w:w="634" w:type="dxa"/>
          <w:trHeight w:val="300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B43B61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2,16</w:t>
            </w:r>
          </w:p>
        </w:tc>
        <w:tc>
          <w:tcPr>
            <w:tcW w:w="1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2,16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2,16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2,16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2,16</w:t>
            </w:r>
          </w:p>
        </w:tc>
      </w:tr>
      <w:tr w:rsidR="00B43B61" w:rsidRPr="00B43B61" w:rsidTr="00B43B61">
        <w:trPr>
          <w:gridAfter w:val="2"/>
          <w:wAfter w:w="634" w:type="dxa"/>
          <w:trHeight w:val="300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B43B61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B43B61" w:rsidRPr="00B43B61" w:rsidTr="00B43B61">
        <w:trPr>
          <w:gridAfter w:val="2"/>
          <w:wAfter w:w="634" w:type="dxa"/>
          <w:trHeight w:val="226"/>
        </w:trPr>
        <w:tc>
          <w:tcPr>
            <w:tcW w:w="339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72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График реализации мероприятий</w:t>
            </w:r>
          </w:p>
        </w:tc>
        <w:tc>
          <w:tcPr>
            <w:tcW w:w="309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25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Всего сумма, тыс. руб.  </w:t>
            </w:r>
          </w:p>
        </w:tc>
      </w:tr>
      <w:tr w:rsidR="00B43B61" w:rsidRPr="00B43B61" w:rsidTr="00B43B61">
        <w:trPr>
          <w:gridAfter w:val="2"/>
          <w:wAfter w:w="634" w:type="dxa"/>
          <w:trHeight w:val="258"/>
        </w:trPr>
        <w:tc>
          <w:tcPr>
            <w:tcW w:w="339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  <w:lang w:eastAsia="en-US"/>
              </w:rPr>
            </w:pPr>
          </w:p>
        </w:tc>
        <w:tc>
          <w:tcPr>
            <w:tcW w:w="1772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  <w:lang w:eastAsia="en-US"/>
              </w:rPr>
            </w:pP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Себестоимость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 xml:space="preserve">  Другие   </w:t>
            </w:r>
          </w:p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 источники </w:t>
            </w:r>
          </w:p>
        </w:tc>
        <w:tc>
          <w:tcPr>
            <w:tcW w:w="1625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  <w:lang w:eastAsia="en-US"/>
              </w:rPr>
            </w:pP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 период с 01.01.2019 по 31.12.2019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Производственные расходы</w:t>
            </w:r>
          </w:p>
        </w:tc>
        <w:tc>
          <w:tcPr>
            <w:tcW w:w="177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с 01.01.2019 по 31.12.2019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13045,10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13045,10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7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B61">
              <w:rPr>
                <w:rFonts w:ascii="Times New Roman" w:hAnsi="Times New Roman" w:cs="Times New Roman"/>
                <w:sz w:val="20"/>
                <w:szCs w:val="20"/>
              </w:rPr>
              <w:t>с 01.01.2019 по 31.12.2019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4194,30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4194,30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7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B61">
              <w:rPr>
                <w:rFonts w:ascii="Times New Roman" w:hAnsi="Times New Roman" w:cs="Times New Roman"/>
                <w:sz w:val="20"/>
                <w:szCs w:val="20"/>
              </w:rPr>
              <w:t>с 01.01.2019 по 31.12.2019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7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B61">
              <w:rPr>
                <w:rFonts w:ascii="Times New Roman" w:hAnsi="Times New Roman" w:cs="Times New Roman"/>
                <w:sz w:val="20"/>
                <w:szCs w:val="20"/>
              </w:rPr>
              <w:t>с 01.01.2019 по 31.12.2019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19,54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19,54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7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lang w:eastAsia="en-US"/>
              </w:rPr>
            </w:pPr>
            <w:r w:rsidRPr="00B43B61">
              <w:rPr>
                <w:bCs/>
                <w:sz w:val="20"/>
              </w:rPr>
              <w:t>с 01.01.2019 по 31.12.2019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7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B61">
              <w:rPr>
                <w:rFonts w:ascii="Times New Roman" w:hAnsi="Times New Roman" w:cs="Times New Roman"/>
                <w:sz w:val="20"/>
                <w:szCs w:val="20"/>
              </w:rPr>
              <w:t>с 01.01.2019 по 31.12.2019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350,22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350,22</w:t>
            </w:r>
          </w:p>
        </w:tc>
      </w:tr>
      <w:tr w:rsidR="00B43B61" w:rsidRPr="00B43B61" w:rsidTr="00B43B61">
        <w:trPr>
          <w:gridAfter w:val="1"/>
          <w:wAfter w:w="44" w:type="dxa"/>
          <w:trHeight w:val="146"/>
        </w:trPr>
        <w:tc>
          <w:tcPr>
            <w:tcW w:w="516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lastRenderedPageBreak/>
              <w:t xml:space="preserve">Итого на период с 01.01.2019 по 31.12.2019:                              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17609,16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17609,16</w:t>
            </w:r>
          </w:p>
        </w:tc>
        <w:tc>
          <w:tcPr>
            <w:tcW w:w="590" w:type="dxa"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Производственные расходы</w:t>
            </w:r>
          </w:p>
        </w:tc>
        <w:tc>
          <w:tcPr>
            <w:tcW w:w="1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с 01.01.2020 по 31.12.2020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13721,64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13721,64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B61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4276,93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4276,93</w:t>
            </w:r>
          </w:p>
        </w:tc>
      </w:tr>
      <w:tr w:rsidR="00B43B61" w:rsidRPr="00B43B61" w:rsidTr="00B43B61">
        <w:trPr>
          <w:gridAfter w:val="2"/>
          <w:wAfter w:w="634" w:type="dxa"/>
          <w:trHeight w:val="61"/>
        </w:trPr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B61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B61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19,54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19,54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B61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B61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377,23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377,23</w:t>
            </w:r>
          </w:p>
        </w:tc>
      </w:tr>
      <w:tr w:rsidR="00B43B61" w:rsidRPr="00B43B61" w:rsidTr="00B43B61">
        <w:trPr>
          <w:gridAfter w:val="1"/>
          <w:wAfter w:w="44" w:type="dxa"/>
          <w:trHeight w:val="146"/>
        </w:trPr>
        <w:tc>
          <w:tcPr>
            <w:tcW w:w="5168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18395,34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18395,34</w:t>
            </w:r>
          </w:p>
        </w:tc>
        <w:tc>
          <w:tcPr>
            <w:tcW w:w="590" w:type="dxa"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B43B61" w:rsidRPr="00B43B61" w:rsidTr="00B43B61">
        <w:trPr>
          <w:gridAfter w:val="2"/>
          <w:wAfter w:w="634" w:type="dxa"/>
          <w:trHeight w:val="180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Производственные расходы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с 01.01.2021 по 31.12.2021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14119,74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14119,74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B61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4390,83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4390,83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B61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B61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19,54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19,54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B61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B61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404,94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404,94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512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18935,05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18935,05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Производственные расходы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с 01.01.2022 по 31.12.2022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14541,69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14541,69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B61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4520,80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4520,80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B61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B61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19,54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19,54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B61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B61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436,55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436,55</w:t>
            </w:r>
          </w:p>
        </w:tc>
      </w:tr>
      <w:tr w:rsidR="00B43B61" w:rsidRPr="00B43B61" w:rsidTr="00B43B61">
        <w:trPr>
          <w:trHeight w:val="214"/>
        </w:trPr>
        <w:tc>
          <w:tcPr>
            <w:tcW w:w="512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19518,58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19518,58</w:t>
            </w:r>
          </w:p>
        </w:tc>
        <w:tc>
          <w:tcPr>
            <w:tcW w:w="634" w:type="dxa"/>
            <w:gridSpan w:val="2"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Производственные расходы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с 01.01.2023 по 31.12.2023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14976,22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14976,22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B61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4654,61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4654,61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B61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B61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19,54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19,54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B61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B61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471,93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471,93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512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20122,30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20122,30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512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lastRenderedPageBreak/>
              <w:t>Всего на период реализации программы: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94580,43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94580,43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B43B61">
              <w:rPr>
                <w:b/>
                <w:sz w:val="20"/>
              </w:rPr>
              <w:t>4. Мероприятия,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B43B61" w:rsidRPr="00B43B61" w:rsidTr="00B43B61">
        <w:trPr>
          <w:gridAfter w:val="2"/>
          <w:wAfter w:w="634" w:type="dxa"/>
          <w:trHeight w:val="365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B43B61">
              <w:rPr>
                <w:sz w:val="20"/>
              </w:rPr>
              <w:t xml:space="preserve">  </w:t>
            </w:r>
            <w:r w:rsidRPr="00B43B61">
              <w:rPr>
                <w:i/>
                <w:sz w:val="20"/>
              </w:rPr>
              <w:t>4.1. Перечень мероприятий по ремо</w:t>
            </w:r>
            <w:r>
              <w:rPr>
                <w:i/>
                <w:sz w:val="20"/>
              </w:rPr>
              <w:t xml:space="preserve">нту объектов централизованных </w:t>
            </w:r>
            <w:r w:rsidRPr="00B43B61">
              <w:rPr>
                <w:i/>
                <w:sz w:val="20"/>
              </w:rPr>
              <w:t xml:space="preserve">систем водоснабжения </w:t>
            </w:r>
          </w:p>
        </w:tc>
      </w:tr>
      <w:tr w:rsidR="00B43B61" w:rsidRPr="00B43B61" w:rsidTr="00B43B61">
        <w:trPr>
          <w:gridAfter w:val="2"/>
          <w:wAfter w:w="634" w:type="dxa"/>
          <w:trHeight w:val="226"/>
        </w:trPr>
        <w:tc>
          <w:tcPr>
            <w:tcW w:w="339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72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График реализации мероприятий</w:t>
            </w:r>
          </w:p>
        </w:tc>
        <w:tc>
          <w:tcPr>
            <w:tcW w:w="309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25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Всего сумма, тыс. руб.  </w:t>
            </w:r>
          </w:p>
        </w:tc>
      </w:tr>
      <w:tr w:rsidR="00B43B61" w:rsidRPr="00B43B61" w:rsidTr="00B43B61">
        <w:trPr>
          <w:gridAfter w:val="2"/>
          <w:wAfter w:w="634" w:type="dxa"/>
          <w:trHeight w:val="258"/>
        </w:trPr>
        <w:tc>
          <w:tcPr>
            <w:tcW w:w="339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  <w:lang w:eastAsia="en-US"/>
              </w:rPr>
            </w:pPr>
          </w:p>
        </w:tc>
        <w:tc>
          <w:tcPr>
            <w:tcW w:w="1772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  <w:lang w:eastAsia="en-US"/>
              </w:rPr>
            </w:pP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Себестоимость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 xml:space="preserve">  Другие   </w:t>
            </w:r>
          </w:p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 источники </w:t>
            </w:r>
          </w:p>
        </w:tc>
        <w:tc>
          <w:tcPr>
            <w:tcW w:w="1625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  <w:lang w:eastAsia="en-US"/>
              </w:rPr>
            </w:pP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 период с 01.01.2019 по 31.12.2019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Текущий ремонт водопроводных сетей</w:t>
            </w:r>
          </w:p>
        </w:tc>
        <w:tc>
          <w:tcPr>
            <w:tcW w:w="177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с 01.01.2019 по 31.12.2019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4905,37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4905,37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Замена погружных насосов на водозаборах</w:t>
            </w:r>
          </w:p>
        </w:tc>
        <w:tc>
          <w:tcPr>
            <w:tcW w:w="177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с 01.01.2019 по 31.12.2019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358,38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358,38</w:t>
            </w:r>
          </w:p>
        </w:tc>
      </w:tr>
      <w:tr w:rsidR="00B43B61" w:rsidRPr="00B43B61" w:rsidTr="00B43B61">
        <w:trPr>
          <w:gridAfter w:val="1"/>
          <w:wAfter w:w="44" w:type="dxa"/>
          <w:trHeight w:val="146"/>
        </w:trPr>
        <w:tc>
          <w:tcPr>
            <w:tcW w:w="516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5263,75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5263,75</w:t>
            </w:r>
          </w:p>
        </w:tc>
        <w:tc>
          <w:tcPr>
            <w:tcW w:w="590" w:type="dxa"/>
            <w:vAlign w:val="center"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</w:tr>
      <w:tr w:rsidR="00B43B61" w:rsidRPr="00B43B61" w:rsidTr="00B43B61">
        <w:trPr>
          <w:gridAfter w:val="2"/>
          <w:wAfter w:w="634" w:type="dxa"/>
          <w:trHeight w:val="319"/>
        </w:trPr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Текущий ремонт водопроводных сетей</w:t>
            </w:r>
          </w:p>
        </w:tc>
        <w:tc>
          <w:tcPr>
            <w:tcW w:w="1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с 01.01.2020 по 31.12.2020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5002,00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5002,00</w:t>
            </w:r>
          </w:p>
        </w:tc>
      </w:tr>
      <w:tr w:rsidR="00B43B61" w:rsidRPr="00B43B61" w:rsidTr="00B43B61">
        <w:trPr>
          <w:gridAfter w:val="2"/>
          <w:wAfter w:w="634" w:type="dxa"/>
          <w:trHeight w:val="319"/>
        </w:trPr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Замена погружных насосов на водозаборах</w:t>
            </w:r>
          </w:p>
        </w:tc>
        <w:tc>
          <w:tcPr>
            <w:tcW w:w="1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с 01.01.2020 по 31.12.2020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365,44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365,44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5168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5367,44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5367,44</w:t>
            </w:r>
          </w:p>
        </w:tc>
      </w:tr>
      <w:tr w:rsidR="00B43B61" w:rsidRPr="00B43B61" w:rsidTr="00B43B61">
        <w:trPr>
          <w:gridAfter w:val="2"/>
          <w:wAfter w:w="634" w:type="dxa"/>
          <w:trHeight w:val="180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Текущий ремонт водопроводных сетей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с 01.01.2021 по 31.12.2021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5135,21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5135,21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Замена погружных насосов на водозаборах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с 01.01.2021 по 31.12.2021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375,17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375,17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512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5510,38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5510,38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Текущий ремонт водопроводных сетей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с 01.01.2022 по 31.12.2022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5287,22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5287,22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Замена погружных насосов на водозаборах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с 01.01.2022 по 31.12.2022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386,27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386,27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512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5673,49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5673,49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Текущий ремонт водопроводных сетей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с 01.01.2023 по 31.12.2023-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5443,71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5443,71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Замена погружных насосов на водозаборах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с 01.01.2023 по 31.12.2023-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397,71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397,71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512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5841,42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5841,42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512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27656,48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27656,48</w:t>
            </w:r>
          </w:p>
        </w:tc>
      </w:tr>
      <w:tr w:rsidR="00B43B61" w:rsidRPr="00B43B61" w:rsidTr="00B43B61">
        <w:trPr>
          <w:gridAfter w:val="2"/>
          <w:wAfter w:w="634" w:type="dxa"/>
          <w:trHeight w:val="365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B43B61">
              <w:rPr>
                <w:i/>
                <w:sz w:val="20"/>
              </w:rPr>
              <w:t xml:space="preserve">   4.2. Перечень мероприятий, напра</w:t>
            </w:r>
            <w:r>
              <w:rPr>
                <w:i/>
                <w:sz w:val="20"/>
              </w:rPr>
              <w:t xml:space="preserve">вленных на улучшение качества </w:t>
            </w:r>
            <w:r w:rsidRPr="00B43B61">
              <w:rPr>
                <w:i/>
                <w:sz w:val="20"/>
              </w:rPr>
              <w:t xml:space="preserve">питьевой воды </w:t>
            </w:r>
          </w:p>
        </w:tc>
      </w:tr>
      <w:tr w:rsidR="00B43B61" w:rsidRPr="00B43B61" w:rsidTr="00B43B61">
        <w:trPr>
          <w:gridAfter w:val="2"/>
          <w:wAfter w:w="634" w:type="dxa"/>
          <w:trHeight w:val="226"/>
        </w:trPr>
        <w:tc>
          <w:tcPr>
            <w:tcW w:w="339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72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График реализации мероприятий</w:t>
            </w:r>
          </w:p>
        </w:tc>
        <w:tc>
          <w:tcPr>
            <w:tcW w:w="309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25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Всего сумма, тыс. руб.  </w:t>
            </w:r>
          </w:p>
        </w:tc>
      </w:tr>
      <w:tr w:rsidR="00B43B61" w:rsidRPr="00B43B61" w:rsidTr="00B43B61">
        <w:trPr>
          <w:gridAfter w:val="2"/>
          <w:wAfter w:w="634" w:type="dxa"/>
          <w:trHeight w:val="258"/>
        </w:trPr>
        <w:tc>
          <w:tcPr>
            <w:tcW w:w="339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  <w:lang w:eastAsia="en-US"/>
              </w:rPr>
            </w:pPr>
          </w:p>
        </w:tc>
        <w:tc>
          <w:tcPr>
            <w:tcW w:w="1772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  <w:lang w:eastAsia="en-US"/>
              </w:rPr>
            </w:pP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Себестоимость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 xml:space="preserve">  Другие   </w:t>
            </w:r>
          </w:p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 источники </w:t>
            </w:r>
          </w:p>
        </w:tc>
        <w:tc>
          <w:tcPr>
            <w:tcW w:w="1625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  <w:lang w:eastAsia="en-US"/>
              </w:rPr>
            </w:pP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 период с 01.01.2019 по 31.12.2019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77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516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5168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180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512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512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512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512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365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B43B61">
              <w:rPr>
                <w:sz w:val="20"/>
              </w:rPr>
              <w:lastRenderedPageBreak/>
              <w:t xml:space="preserve">    </w:t>
            </w:r>
            <w:r w:rsidRPr="00B43B61">
              <w:rPr>
                <w:i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B43B61">
              <w:rPr>
                <w:i/>
                <w:sz w:val="20"/>
              </w:rPr>
              <w:t>энергетической</w:t>
            </w:r>
            <w:proofErr w:type="gramEnd"/>
            <w:r w:rsidRPr="00B43B61">
              <w:rPr>
                <w:i/>
                <w:sz w:val="20"/>
              </w:rPr>
              <w:t xml:space="preserve">    </w:t>
            </w:r>
          </w:p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i/>
                <w:sz w:val="20"/>
              </w:rPr>
              <w:t xml:space="preserve">   эффективности, в том числе по снижению потерь воды при транспортировке</w:t>
            </w:r>
            <w:r w:rsidRPr="00B43B61">
              <w:rPr>
                <w:sz w:val="20"/>
              </w:rPr>
              <w:t xml:space="preserve">   </w:t>
            </w:r>
          </w:p>
        </w:tc>
      </w:tr>
      <w:tr w:rsidR="00B43B61" w:rsidRPr="00B43B61" w:rsidTr="00B43B61">
        <w:trPr>
          <w:gridAfter w:val="2"/>
          <w:wAfter w:w="634" w:type="dxa"/>
          <w:trHeight w:val="226"/>
        </w:trPr>
        <w:tc>
          <w:tcPr>
            <w:tcW w:w="339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72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График реализации мероприятий</w:t>
            </w:r>
          </w:p>
        </w:tc>
        <w:tc>
          <w:tcPr>
            <w:tcW w:w="309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25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Всего сумма, тыс. руб.  </w:t>
            </w:r>
          </w:p>
        </w:tc>
      </w:tr>
      <w:tr w:rsidR="00B43B61" w:rsidRPr="00B43B61" w:rsidTr="00B43B61">
        <w:trPr>
          <w:gridAfter w:val="2"/>
          <w:wAfter w:w="634" w:type="dxa"/>
          <w:trHeight w:val="276"/>
        </w:trPr>
        <w:tc>
          <w:tcPr>
            <w:tcW w:w="339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  <w:lang w:eastAsia="en-US"/>
              </w:rPr>
            </w:pPr>
          </w:p>
        </w:tc>
        <w:tc>
          <w:tcPr>
            <w:tcW w:w="1772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  <w:lang w:eastAsia="en-US"/>
              </w:rPr>
            </w:pP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Себестоимость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 xml:space="preserve">  Другие   </w:t>
            </w:r>
          </w:p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 источники </w:t>
            </w:r>
          </w:p>
        </w:tc>
        <w:tc>
          <w:tcPr>
            <w:tcW w:w="1625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  <w:lang w:eastAsia="en-US"/>
              </w:rPr>
            </w:pP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 период с 01.01.2019 по 31.12.2019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77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516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5168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180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512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512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512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512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  <w:lang w:eastAsia="en-US"/>
              </w:rPr>
            </w:pPr>
            <w:r w:rsidRPr="00B43B61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B43B61" w:rsidRPr="00B43B61" w:rsidTr="00B43B61">
        <w:trPr>
          <w:gridAfter w:val="2"/>
          <w:wAfter w:w="634" w:type="dxa"/>
          <w:trHeight w:val="226"/>
        </w:trPr>
        <w:tc>
          <w:tcPr>
            <w:tcW w:w="339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72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График реализации мероприятий</w:t>
            </w:r>
          </w:p>
        </w:tc>
        <w:tc>
          <w:tcPr>
            <w:tcW w:w="309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25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Всего сумма, тыс. руб.  </w:t>
            </w:r>
          </w:p>
        </w:tc>
      </w:tr>
      <w:tr w:rsidR="00B43B61" w:rsidRPr="00B43B61" w:rsidTr="00B43B61">
        <w:trPr>
          <w:gridAfter w:val="2"/>
          <w:wAfter w:w="634" w:type="dxa"/>
          <w:trHeight w:val="258"/>
        </w:trPr>
        <w:tc>
          <w:tcPr>
            <w:tcW w:w="339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  <w:lang w:eastAsia="en-US"/>
              </w:rPr>
            </w:pPr>
          </w:p>
        </w:tc>
        <w:tc>
          <w:tcPr>
            <w:tcW w:w="1772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  <w:lang w:eastAsia="en-US"/>
              </w:rPr>
            </w:pP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Себестоимость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 xml:space="preserve">  Другие   </w:t>
            </w:r>
          </w:p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 источники </w:t>
            </w:r>
          </w:p>
        </w:tc>
        <w:tc>
          <w:tcPr>
            <w:tcW w:w="1625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  <w:lang w:eastAsia="en-US"/>
              </w:rPr>
            </w:pP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 период с 01.01.2019 по 31.12.2019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77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516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5168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180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512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512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7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512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214"/>
        </w:trPr>
        <w:tc>
          <w:tcPr>
            <w:tcW w:w="512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4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        </w:t>
            </w:r>
            <w:r w:rsidRPr="00B43B61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B43B61" w:rsidRPr="00B43B61" w:rsidTr="00B43B61">
        <w:trPr>
          <w:gridAfter w:val="2"/>
          <w:wAfter w:w="634" w:type="dxa"/>
          <w:trHeight w:val="218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Наименование показателя</w:t>
            </w:r>
          </w:p>
        </w:tc>
        <w:tc>
          <w:tcPr>
            <w:tcW w:w="10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proofErr w:type="spellStart"/>
            <w:r w:rsidRPr="00B43B61">
              <w:rPr>
                <w:sz w:val="20"/>
              </w:rPr>
              <w:t>Ед</w:t>
            </w:r>
            <w:proofErr w:type="gramStart"/>
            <w:r w:rsidRPr="00B43B61">
              <w:rPr>
                <w:sz w:val="20"/>
              </w:rPr>
              <w:t>.и</w:t>
            </w:r>
            <w:proofErr w:type="gramEnd"/>
            <w:r w:rsidRPr="00B43B61">
              <w:rPr>
                <w:sz w:val="20"/>
              </w:rPr>
              <w:t>зм</w:t>
            </w:r>
            <w:proofErr w:type="spellEnd"/>
            <w:r w:rsidRPr="00B43B61">
              <w:rPr>
                <w:sz w:val="20"/>
              </w:rPr>
              <w:t>.</w:t>
            </w:r>
          </w:p>
        </w:tc>
        <w:tc>
          <w:tcPr>
            <w:tcW w:w="1181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43B61">
              <w:rPr>
                <w:sz w:val="18"/>
                <w:szCs w:val="18"/>
              </w:rPr>
              <w:t xml:space="preserve">На период </w:t>
            </w:r>
          </w:p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43B61">
              <w:rPr>
                <w:sz w:val="18"/>
                <w:szCs w:val="18"/>
              </w:rPr>
              <w:t>с 01.01.2019 по 31.12.2019</w:t>
            </w:r>
          </w:p>
        </w:tc>
        <w:tc>
          <w:tcPr>
            <w:tcW w:w="1181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43B61">
              <w:rPr>
                <w:sz w:val="18"/>
                <w:szCs w:val="18"/>
              </w:rPr>
              <w:t xml:space="preserve">На период </w:t>
            </w:r>
            <w:r w:rsidRPr="00B43B61">
              <w:rPr>
                <w:sz w:val="18"/>
                <w:szCs w:val="18"/>
              </w:rPr>
              <w:br/>
              <w:t>с 01.01.2020 по 31.12.2020</w:t>
            </w:r>
          </w:p>
        </w:tc>
        <w:tc>
          <w:tcPr>
            <w:tcW w:w="1033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43B61">
              <w:rPr>
                <w:sz w:val="18"/>
                <w:szCs w:val="18"/>
              </w:rPr>
              <w:t xml:space="preserve">На период </w:t>
            </w:r>
          </w:p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43B61">
              <w:rPr>
                <w:sz w:val="18"/>
                <w:szCs w:val="18"/>
              </w:rPr>
              <w:t>с 01.01.2021 по 31.12.2021</w:t>
            </w:r>
          </w:p>
        </w:tc>
        <w:tc>
          <w:tcPr>
            <w:tcW w:w="1033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43B61">
              <w:rPr>
                <w:sz w:val="18"/>
                <w:szCs w:val="18"/>
              </w:rPr>
              <w:t>На период с 01.01.2022 по 31.12.2022</w:t>
            </w:r>
          </w:p>
        </w:tc>
        <w:tc>
          <w:tcPr>
            <w:tcW w:w="10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43B61">
              <w:rPr>
                <w:sz w:val="18"/>
                <w:szCs w:val="18"/>
              </w:rPr>
              <w:t>На период с 01.01.2023 по 31.12.2023</w:t>
            </w:r>
          </w:p>
        </w:tc>
      </w:tr>
      <w:tr w:rsidR="00B43B61" w:rsidRPr="00B43B61" w:rsidTr="00B43B61">
        <w:trPr>
          <w:gridAfter w:val="2"/>
          <w:wAfter w:w="634" w:type="dxa"/>
          <w:trHeight w:val="215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Показатели качества воды</w:t>
            </w:r>
          </w:p>
        </w:tc>
      </w:tr>
      <w:tr w:rsidR="00B43B61" w:rsidRPr="00B43B61" w:rsidTr="00B43B61">
        <w:trPr>
          <w:gridAfter w:val="2"/>
          <w:wAfter w:w="634" w:type="dxa"/>
          <w:trHeight w:val="2138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</w:t>
            </w:r>
            <w:r w:rsidRPr="00B43B61">
              <w:rPr>
                <w:sz w:val="20"/>
              </w:rPr>
              <w:lastRenderedPageBreak/>
              <w:t>качества питьевой воды</w:t>
            </w:r>
          </w:p>
        </w:tc>
        <w:tc>
          <w:tcPr>
            <w:tcW w:w="10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lastRenderedPageBreak/>
              <w:t>%</w:t>
            </w:r>
          </w:p>
        </w:tc>
        <w:tc>
          <w:tcPr>
            <w:tcW w:w="1181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181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033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033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0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2"/>
          <w:wAfter w:w="634" w:type="dxa"/>
          <w:trHeight w:val="1052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lastRenderedPageBreak/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%</w:t>
            </w:r>
          </w:p>
        </w:tc>
        <w:tc>
          <w:tcPr>
            <w:tcW w:w="1181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181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033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033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0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2"/>
          <w:wAfter w:w="634" w:type="dxa"/>
          <w:trHeight w:val="279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B43B61" w:rsidRPr="00B43B61" w:rsidTr="00B43B61">
        <w:trPr>
          <w:gridAfter w:val="2"/>
          <w:wAfter w:w="634" w:type="dxa"/>
          <w:trHeight w:val="856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10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ед./</w:t>
            </w:r>
            <w:proofErr w:type="gramStart"/>
            <w:r w:rsidRPr="00B43B61">
              <w:rPr>
                <w:sz w:val="20"/>
              </w:rPr>
              <w:t>км</w:t>
            </w:r>
            <w:proofErr w:type="gramEnd"/>
          </w:p>
        </w:tc>
        <w:tc>
          <w:tcPr>
            <w:tcW w:w="1181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0,63</w:t>
            </w:r>
          </w:p>
        </w:tc>
        <w:tc>
          <w:tcPr>
            <w:tcW w:w="1181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0,63</w:t>
            </w:r>
          </w:p>
        </w:tc>
        <w:tc>
          <w:tcPr>
            <w:tcW w:w="1033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0,63</w:t>
            </w:r>
          </w:p>
        </w:tc>
        <w:tc>
          <w:tcPr>
            <w:tcW w:w="1033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0,63</w:t>
            </w:r>
          </w:p>
        </w:tc>
        <w:tc>
          <w:tcPr>
            <w:tcW w:w="10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0,63</w:t>
            </w:r>
          </w:p>
        </w:tc>
      </w:tr>
      <w:tr w:rsidR="00B43B61" w:rsidRPr="00B43B61" w:rsidTr="00B43B61">
        <w:trPr>
          <w:gridAfter w:val="2"/>
          <w:wAfter w:w="634" w:type="dxa"/>
          <w:trHeight w:val="215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Показатели энергетической эффективности</w:t>
            </w:r>
          </w:p>
        </w:tc>
      </w:tr>
      <w:tr w:rsidR="00B43B61" w:rsidRPr="00B43B61" w:rsidTr="00B43B61">
        <w:trPr>
          <w:gridAfter w:val="2"/>
          <w:wAfter w:w="634" w:type="dxa"/>
          <w:trHeight w:val="215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0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%</w:t>
            </w:r>
          </w:p>
        </w:tc>
        <w:tc>
          <w:tcPr>
            <w:tcW w:w="1181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181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033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033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0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2"/>
          <w:wAfter w:w="634" w:type="dxa"/>
          <w:trHeight w:val="714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кВт*</w:t>
            </w:r>
            <w:proofErr w:type="gramStart"/>
            <w:r w:rsidRPr="00B43B61">
              <w:rPr>
                <w:sz w:val="20"/>
              </w:rPr>
              <w:t>ч</w:t>
            </w:r>
            <w:proofErr w:type="gramEnd"/>
            <w:r w:rsidRPr="00B43B61">
              <w:rPr>
                <w:sz w:val="20"/>
              </w:rPr>
              <w:t>/</w:t>
            </w:r>
          </w:p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куб. м</w:t>
            </w:r>
          </w:p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</w:p>
        </w:tc>
        <w:tc>
          <w:tcPr>
            <w:tcW w:w="118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1,98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1,98</w:t>
            </w:r>
          </w:p>
        </w:tc>
        <w:tc>
          <w:tcPr>
            <w:tcW w:w="1033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1,98</w:t>
            </w:r>
          </w:p>
        </w:tc>
        <w:tc>
          <w:tcPr>
            <w:tcW w:w="103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1,98</w:t>
            </w:r>
          </w:p>
        </w:tc>
        <w:tc>
          <w:tcPr>
            <w:tcW w:w="1034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1,98</w:t>
            </w:r>
          </w:p>
        </w:tc>
      </w:tr>
      <w:tr w:rsidR="00B43B61" w:rsidRPr="00B43B61" w:rsidTr="00B43B61">
        <w:trPr>
          <w:gridAfter w:val="2"/>
          <w:wAfter w:w="634" w:type="dxa"/>
          <w:trHeight w:val="215"/>
        </w:trPr>
        <w:tc>
          <w:tcPr>
            <w:tcW w:w="3396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кВт*</w:t>
            </w:r>
            <w:proofErr w:type="gramStart"/>
            <w:r w:rsidRPr="00B43B61">
              <w:rPr>
                <w:sz w:val="20"/>
              </w:rPr>
              <w:t>ч</w:t>
            </w:r>
            <w:proofErr w:type="gramEnd"/>
            <w:r w:rsidRPr="00B43B61">
              <w:rPr>
                <w:sz w:val="20"/>
              </w:rPr>
              <w:t>/</w:t>
            </w:r>
          </w:p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куб. м</w:t>
            </w:r>
          </w:p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</w:p>
        </w:tc>
        <w:tc>
          <w:tcPr>
            <w:tcW w:w="1181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  <w:lang w:eastAsia="en-US"/>
              </w:rPr>
            </w:pPr>
          </w:p>
        </w:tc>
        <w:tc>
          <w:tcPr>
            <w:tcW w:w="118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  <w:lang w:eastAsia="en-US"/>
              </w:rPr>
            </w:pPr>
          </w:p>
        </w:tc>
        <w:tc>
          <w:tcPr>
            <w:tcW w:w="1033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  <w:lang w:eastAsia="en-US"/>
              </w:rPr>
            </w:pPr>
          </w:p>
        </w:tc>
        <w:tc>
          <w:tcPr>
            <w:tcW w:w="1033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  <w:lang w:eastAsia="en-US"/>
              </w:rPr>
            </w:pPr>
          </w:p>
        </w:tc>
        <w:tc>
          <w:tcPr>
            <w:tcW w:w="10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  <w:lang w:eastAsia="en-US"/>
              </w:rPr>
            </w:pP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9892" w:type="dxa"/>
            <w:gridSpan w:val="18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  <w:lang w:eastAsia="en-US"/>
              </w:rPr>
            </w:pPr>
            <w:r w:rsidRPr="00B43B61">
              <w:rPr>
                <w:b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B43B61" w:rsidRPr="00B43B61" w:rsidTr="00B43B61">
        <w:trPr>
          <w:gridAfter w:val="2"/>
          <w:wAfter w:w="634" w:type="dxa"/>
          <w:trHeight w:val="218"/>
        </w:trPr>
        <w:tc>
          <w:tcPr>
            <w:tcW w:w="4725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   За период с 01.01.2019 по 31.12.2019</w:t>
            </w:r>
          </w:p>
        </w:tc>
        <w:tc>
          <w:tcPr>
            <w:tcW w:w="5167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215"/>
        </w:trPr>
        <w:tc>
          <w:tcPr>
            <w:tcW w:w="4725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   За период с 01.01.2020 по 31.12.2020</w:t>
            </w:r>
          </w:p>
        </w:tc>
        <w:tc>
          <w:tcPr>
            <w:tcW w:w="5167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215"/>
        </w:trPr>
        <w:tc>
          <w:tcPr>
            <w:tcW w:w="4725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   За период с 01.01.2021 по 31.12.2021</w:t>
            </w:r>
          </w:p>
        </w:tc>
        <w:tc>
          <w:tcPr>
            <w:tcW w:w="5167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215"/>
        </w:trPr>
        <w:tc>
          <w:tcPr>
            <w:tcW w:w="4725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   За период с 01.01.2022 по 31.12.2022</w:t>
            </w:r>
          </w:p>
        </w:tc>
        <w:tc>
          <w:tcPr>
            <w:tcW w:w="5167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215"/>
        </w:trPr>
        <w:tc>
          <w:tcPr>
            <w:tcW w:w="4725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   За период с 01.01.2023 по 31.12.2023</w:t>
            </w:r>
          </w:p>
        </w:tc>
        <w:tc>
          <w:tcPr>
            <w:tcW w:w="5167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215"/>
        </w:trPr>
        <w:tc>
          <w:tcPr>
            <w:tcW w:w="4725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5167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2"/>
          <w:wAfter w:w="634" w:type="dxa"/>
          <w:trHeight w:val="365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B43B61">
              <w:rPr>
                <w:sz w:val="20"/>
              </w:rPr>
              <w:t xml:space="preserve">        </w:t>
            </w:r>
            <w:r w:rsidRPr="00B43B61">
              <w:rPr>
                <w:b/>
                <w:sz w:val="20"/>
              </w:rPr>
              <w:t xml:space="preserve">7. Общий объем финансовых потребностей, направленных на реализацию       </w:t>
            </w:r>
          </w:p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b/>
                <w:sz w:val="20"/>
              </w:rPr>
              <w:t xml:space="preserve">                         производственной программы</w:t>
            </w:r>
            <w:r w:rsidRPr="00B43B61">
              <w:rPr>
                <w:sz w:val="20"/>
              </w:rPr>
              <w:t xml:space="preserve">                         </w:t>
            </w:r>
          </w:p>
        </w:tc>
      </w:tr>
      <w:tr w:rsidR="00B43B61" w:rsidRPr="00B43B61" w:rsidTr="00B43B61">
        <w:trPr>
          <w:gridAfter w:val="2"/>
          <w:wAfter w:w="634" w:type="dxa"/>
          <w:trHeight w:val="484"/>
        </w:trPr>
        <w:tc>
          <w:tcPr>
            <w:tcW w:w="826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 xml:space="preserve">Всего сумма, </w:t>
            </w:r>
          </w:p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  тыс. руб.  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826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lastRenderedPageBreak/>
              <w:t xml:space="preserve">   На период с 01.01.2019 по 31.12.2019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22857,25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826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   На период с 01.01.2020 по 31.12.2020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23502,14</w:t>
            </w:r>
          </w:p>
        </w:tc>
      </w:tr>
      <w:tr w:rsidR="00B43B61" w:rsidRPr="00B43B61" w:rsidTr="00B43B61">
        <w:trPr>
          <w:gridAfter w:val="2"/>
          <w:wAfter w:w="634" w:type="dxa"/>
          <w:trHeight w:val="146"/>
        </w:trPr>
        <w:tc>
          <w:tcPr>
            <w:tcW w:w="826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   На период с 01.01.2021 по 31.12.2021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24345,42</w:t>
            </w:r>
          </w:p>
        </w:tc>
      </w:tr>
      <w:tr w:rsidR="00B43B61" w:rsidRPr="00B43B61" w:rsidTr="00B43B61">
        <w:trPr>
          <w:gridAfter w:val="2"/>
          <w:wAfter w:w="634" w:type="dxa"/>
          <w:trHeight w:val="250"/>
        </w:trPr>
        <w:tc>
          <w:tcPr>
            <w:tcW w:w="826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   На период с 01.01.2022 по 31.12.2022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25222,05</w:t>
            </w:r>
          </w:p>
        </w:tc>
      </w:tr>
      <w:tr w:rsidR="00B43B61" w:rsidRPr="00B43B61" w:rsidTr="00B43B61">
        <w:trPr>
          <w:gridAfter w:val="2"/>
          <w:wAfter w:w="634" w:type="dxa"/>
          <w:trHeight w:val="329"/>
        </w:trPr>
        <w:tc>
          <w:tcPr>
            <w:tcW w:w="826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   На период с 01.01.2023 по 31.12.2023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26033,74</w:t>
            </w:r>
          </w:p>
        </w:tc>
      </w:tr>
      <w:tr w:rsidR="00B43B61" w:rsidRPr="00B43B61" w:rsidTr="00B43B61">
        <w:trPr>
          <w:gridAfter w:val="2"/>
          <w:wAfter w:w="634" w:type="dxa"/>
          <w:trHeight w:val="562"/>
        </w:trPr>
        <w:tc>
          <w:tcPr>
            <w:tcW w:w="826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Итого на период реализации программы:</w:t>
            </w:r>
          </w:p>
        </w:tc>
        <w:tc>
          <w:tcPr>
            <w:tcW w:w="16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121960,60</w:t>
            </w:r>
          </w:p>
        </w:tc>
      </w:tr>
      <w:tr w:rsidR="00B43B61" w:rsidRPr="00B43B61" w:rsidTr="00B43B61">
        <w:trPr>
          <w:gridAfter w:val="2"/>
          <w:wAfter w:w="634" w:type="dxa"/>
          <w:trHeight w:val="365"/>
        </w:trPr>
        <w:tc>
          <w:tcPr>
            <w:tcW w:w="989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        </w:t>
            </w:r>
            <w:r w:rsidRPr="00B43B61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B43B61">
              <w:rPr>
                <w:sz w:val="20"/>
              </w:rPr>
              <w:t xml:space="preserve">                         </w:t>
            </w:r>
          </w:p>
        </w:tc>
      </w:tr>
      <w:tr w:rsidR="00B43B61" w:rsidRPr="00B43B61" w:rsidTr="00B43B61">
        <w:trPr>
          <w:gridAfter w:val="2"/>
          <w:wAfter w:w="634" w:type="dxa"/>
          <w:trHeight w:val="377"/>
        </w:trPr>
        <w:tc>
          <w:tcPr>
            <w:tcW w:w="7382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25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 xml:space="preserve">   2018 год</w:t>
            </w:r>
          </w:p>
        </w:tc>
      </w:tr>
      <w:tr w:rsidR="00B43B61" w:rsidRPr="00B43B61" w:rsidTr="00B43B61">
        <w:trPr>
          <w:gridAfter w:val="2"/>
          <w:wAfter w:w="634" w:type="dxa"/>
          <w:trHeight w:val="304"/>
        </w:trPr>
        <w:tc>
          <w:tcPr>
            <w:tcW w:w="7382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Объем подачи воды, тыс. куб. м</w:t>
            </w:r>
          </w:p>
        </w:tc>
        <w:tc>
          <w:tcPr>
            <w:tcW w:w="25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590,53</w:t>
            </w:r>
          </w:p>
        </w:tc>
      </w:tr>
      <w:tr w:rsidR="00B43B61" w:rsidRPr="00B43B61" w:rsidTr="00B43B61">
        <w:trPr>
          <w:gridAfter w:val="2"/>
          <w:wAfter w:w="634" w:type="dxa"/>
          <w:trHeight w:val="653"/>
        </w:trPr>
        <w:tc>
          <w:tcPr>
            <w:tcW w:w="7382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5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24485,88</w:t>
            </w:r>
          </w:p>
        </w:tc>
      </w:tr>
      <w:tr w:rsidR="00B43B61" w:rsidRPr="00B43B61" w:rsidTr="00B43B61">
        <w:trPr>
          <w:gridAfter w:val="2"/>
          <w:wAfter w:w="634" w:type="dxa"/>
          <w:trHeight w:val="957"/>
        </w:trPr>
        <w:tc>
          <w:tcPr>
            <w:tcW w:w="7382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5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4909,78</w:t>
            </w:r>
          </w:p>
        </w:tc>
      </w:tr>
      <w:tr w:rsidR="00B43B61" w:rsidRPr="00B43B61" w:rsidTr="00B43B61">
        <w:trPr>
          <w:gridAfter w:val="2"/>
          <w:wAfter w:w="634" w:type="dxa"/>
          <w:trHeight w:val="653"/>
        </w:trPr>
        <w:tc>
          <w:tcPr>
            <w:tcW w:w="7382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Общий объем финансовых потребностей за 2018 год, тыс. руб.</w:t>
            </w:r>
          </w:p>
        </w:tc>
        <w:tc>
          <w:tcPr>
            <w:tcW w:w="25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B43B61">
              <w:rPr>
                <w:sz w:val="20"/>
              </w:rPr>
              <w:t>29395,66</w:t>
            </w:r>
          </w:p>
        </w:tc>
      </w:tr>
    </w:tbl>
    <w:p w:rsidR="009E7ECA" w:rsidRPr="004754B5" w:rsidRDefault="004754B5" w:rsidP="004754B5">
      <w:pPr>
        <w:jc w:val="right"/>
        <w:rPr>
          <w:szCs w:val="28"/>
          <w:lang w:eastAsia="en-US"/>
        </w:rPr>
      </w:pPr>
      <w:r w:rsidRPr="004754B5">
        <w:rPr>
          <w:szCs w:val="28"/>
          <w:lang w:eastAsia="en-US"/>
        </w:rPr>
        <w:t>».</w:t>
      </w:r>
    </w:p>
    <w:p w:rsidR="009E7ECA" w:rsidRDefault="009E7ECA" w:rsidP="009E7ECA">
      <w:pPr>
        <w:rPr>
          <w:sz w:val="20"/>
          <w:szCs w:val="24"/>
          <w:lang w:eastAsia="en-US"/>
        </w:rPr>
      </w:pPr>
    </w:p>
    <w:p w:rsidR="009E7ECA" w:rsidRDefault="009E7ECA" w:rsidP="009E7ECA">
      <w:pPr>
        <w:rPr>
          <w:sz w:val="20"/>
          <w:szCs w:val="24"/>
          <w:lang w:eastAsia="en-US"/>
        </w:rPr>
      </w:pPr>
    </w:p>
    <w:p w:rsidR="009E7ECA" w:rsidRDefault="009E7ECA" w:rsidP="009E7ECA">
      <w:pPr>
        <w:rPr>
          <w:sz w:val="20"/>
          <w:szCs w:val="24"/>
          <w:lang w:eastAsia="en-US"/>
        </w:rPr>
      </w:pPr>
    </w:p>
    <w:p w:rsidR="00B43B61" w:rsidRDefault="00B43B61" w:rsidP="009E7ECA">
      <w:pPr>
        <w:rPr>
          <w:sz w:val="20"/>
          <w:szCs w:val="24"/>
          <w:lang w:eastAsia="en-US"/>
        </w:rPr>
      </w:pPr>
    </w:p>
    <w:p w:rsidR="00B43B61" w:rsidRDefault="00B43B61" w:rsidP="009E7ECA">
      <w:pPr>
        <w:rPr>
          <w:sz w:val="20"/>
          <w:szCs w:val="24"/>
          <w:lang w:eastAsia="en-US"/>
        </w:rPr>
      </w:pPr>
    </w:p>
    <w:p w:rsidR="00B43B61" w:rsidRDefault="00B43B61" w:rsidP="009E7ECA">
      <w:pPr>
        <w:rPr>
          <w:sz w:val="20"/>
          <w:szCs w:val="24"/>
          <w:lang w:eastAsia="en-US"/>
        </w:rPr>
      </w:pPr>
    </w:p>
    <w:p w:rsidR="00B43B61" w:rsidRDefault="00B43B61" w:rsidP="009E7ECA">
      <w:pPr>
        <w:rPr>
          <w:sz w:val="20"/>
          <w:szCs w:val="24"/>
          <w:lang w:eastAsia="en-US"/>
        </w:rPr>
      </w:pPr>
    </w:p>
    <w:p w:rsidR="00B43B61" w:rsidRDefault="00B43B61" w:rsidP="009E7ECA">
      <w:pPr>
        <w:rPr>
          <w:sz w:val="20"/>
          <w:szCs w:val="24"/>
          <w:lang w:eastAsia="en-US"/>
        </w:rPr>
      </w:pPr>
    </w:p>
    <w:p w:rsidR="00B43B61" w:rsidRDefault="00B43B61" w:rsidP="009E7ECA">
      <w:pPr>
        <w:rPr>
          <w:sz w:val="20"/>
          <w:szCs w:val="24"/>
          <w:lang w:eastAsia="en-US"/>
        </w:rPr>
      </w:pPr>
    </w:p>
    <w:p w:rsidR="00B43B61" w:rsidRDefault="00B43B61" w:rsidP="009E7ECA">
      <w:pPr>
        <w:rPr>
          <w:sz w:val="20"/>
          <w:szCs w:val="24"/>
          <w:lang w:eastAsia="en-US"/>
        </w:rPr>
      </w:pPr>
    </w:p>
    <w:p w:rsidR="00B43B61" w:rsidRDefault="00B43B61" w:rsidP="009E7ECA">
      <w:pPr>
        <w:rPr>
          <w:sz w:val="20"/>
          <w:szCs w:val="24"/>
          <w:lang w:eastAsia="en-US"/>
        </w:rPr>
      </w:pPr>
    </w:p>
    <w:p w:rsidR="00B43B61" w:rsidRDefault="00B43B61" w:rsidP="009E7ECA">
      <w:pPr>
        <w:rPr>
          <w:sz w:val="20"/>
          <w:szCs w:val="24"/>
          <w:lang w:eastAsia="en-US"/>
        </w:rPr>
      </w:pPr>
    </w:p>
    <w:p w:rsidR="00B43B61" w:rsidRDefault="00B43B61" w:rsidP="009E7ECA">
      <w:pPr>
        <w:rPr>
          <w:sz w:val="20"/>
          <w:szCs w:val="24"/>
          <w:lang w:eastAsia="en-US"/>
        </w:rPr>
      </w:pPr>
    </w:p>
    <w:p w:rsidR="00B43B61" w:rsidRDefault="00B43B61" w:rsidP="009E7ECA">
      <w:pPr>
        <w:rPr>
          <w:sz w:val="20"/>
          <w:szCs w:val="24"/>
          <w:lang w:eastAsia="en-US"/>
        </w:rPr>
      </w:pPr>
    </w:p>
    <w:p w:rsidR="00B43B61" w:rsidRDefault="00B43B61" w:rsidP="009E7ECA">
      <w:pPr>
        <w:rPr>
          <w:sz w:val="20"/>
          <w:szCs w:val="24"/>
          <w:lang w:eastAsia="en-US"/>
        </w:rPr>
      </w:pPr>
    </w:p>
    <w:p w:rsidR="00B43B61" w:rsidRDefault="00B43B61" w:rsidP="009E7ECA">
      <w:pPr>
        <w:rPr>
          <w:sz w:val="20"/>
          <w:szCs w:val="24"/>
          <w:lang w:eastAsia="en-US"/>
        </w:rPr>
      </w:pPr>
    </w:p>
    <w:p w:rsidR="00B43B61" w:rsidRDefault="00B43B61" w:rsidP="009E7ECA">
      <w:pPr>
        <w:rPr>
          <w:sz w:val="20"/>
          <w:szCs w:val="24"/>
          <w:lang w:eastAsia="en-US"/>
        </w:rPr>
      </w:pPr>
    </w:p>
    <w:p w:rsidR="00B43B61" w:rsidRDefault="00B43B61" w:rsidP="009E7ECA">
      <w:pPr>
        <w:rPr>
          <w:sz w:val="20"/>
          <w:szCs w:val="24"/>
          <w:lang w:eastAsia="en-US"/>
        </w:rPr>
      </w:pPr>
    </w:p>
    <w:p w:rsidR="00B43B61" w:rsidRDefault="00B43B61" w:rsidP="009E7ECA">
      <w:pPr>
        <w:rPr>
          <w:sz w:val="20"/>
          <w:szCs w:val="24"/>
          <w:lang w:eastAsia="en-US"/>
        </w:rPr>
      </w:pPr>
    </w:p>
    <w:p w:rsidR="00B43B61" w:rsidRDefault="00B43B61" w:rsidP="009E7ECA">
      <w:pPr>
        <w:rPr>
          <w:sz w:val="20"/>
          <w:szCs w:val="24"/>
          <w:lang w:eastAsia="en-US"/>
        </w:rPr>
      </w:pPr>
    </w:p>
    <w:p w:rsidR="00B43B61" w:rsidRDefault="00B43B61" w:rsidP="009E7ECA">
      <w:pPr>
        <w:rPr>
          <w:sz w:val="20"/>
          <w:szCs w:val="24"/>
          <w:lang w:eastAsia="en-US"/>
        </w:rPr>
      </w:pPr>
    </w:p>
    <w:p w:rsidR="00B43B61" w:rsidRDefault="00B43B61" w:rsidP="009E7ECA">
      <w:pPr>
        <w:rPr>
          <w:sz w:val="20"/>
          <w:szCs w:val="24"/>
          <w:lang w:eastAsia="en-US"/>
        </w:rPr>
      </w:pPr>
    </w:p>
    <w:p w:rsidR="00B43B61" w:rsidRDefault="00B43B61" w:rsidP="009E7ECA">
      <w:pPr>
        <w:rPr>
          <w:sz w:val="20"/>
          <w:szCs w:val="24"/>
          <w:lang w:eastAsia="en-US"/>
        </w:rPr>
      </w:pPr>
    </w:p>
    <w:p w:rsidR="00B43B61" w:rsidRDefault="00B43B61" w:rsidP="009E7ECA">
      <w:pPr>
        <w:rPr>
          <w:sz w:val="20"/>
          <w:szCs w:val="24"/>
          <w:lang w:eastAsia="en-US"/>
        </w:rPr>
      </w:pPr>
    </w:p>
    <w:p w:rsidR="00B43B61" w:rsidRDefault="00B43B61" w:rsidP="009E7ECA">
      <w:pPr>
        <w:rPr>
          <w:sz w:val="20"/>
          <w:szCs w:val="24"/>
          <w:lang w:eastAsia="en-US"/>
        </w:rPr>
      </w:pPr>
    </w:p>
    <w:p w:rsidR="00B43B61" w:rsidRDefault="00B43B61" w:rsidP="009E7ECA">
      <w:pPr>
        <w:rPr>
          <w:sz w:val="20"/>
          <w:szCs w:val="24"/>
          <w:lang w:eastAsia="en-US"/>
        </w:rPr>
      </w:pPr>
    </w:p>
    <w:p w:rsidR="00B43B61" w:rsidRDefault="00B43B61" w:rsidP="009E7ECA">
      <w:pPr>
        <w:rPr>
          <w:sz w:val="20"/>
          <w:szCs w:val="24"/>
          <w:lang w:eastAsia="en-US"/>
        </w:rPr>
      </w:pPr>
    </w:p>
    <w:p w:rsidR="00B43B61" w:rsidRDefault="00B43B61" w:rsidP="009E7ECA">
      <w:pPr>
        <w:rPr>
          <w:sz w:val="20"/>
          <w:szCs w:val="24"/>
          <w:lang w:eastAsia="en-US"/>
        </w:rPr>
      </w:pPr>
    </w:p>
    <w:p w:rsidR="00B43B61" w:rsidRDefault="00B43B61" w:rsidP="009E7ECA">
      <w:pPr>
        <w:rPr>
          <w:sz w:val="20"/>
          <w:szCs w:val="24"/>
          <w:lang w:eastAsia="en-US"/>
        </w:rPr>
      </w:pPr>
    </w:p>
    <w:p w:rsidR="00B43B61" w:rsidRDefault="00B43B61" w:rsidP="009E7ECA">
      <w:pPr>
        <w:rPr>
          <w:sz w:val="20"/>
          <w:szCs w:val="24"/>
          <w:lang w:eastAsia="en-US"/>
        </w:rPr>
      </w:pPr>
    </w:p>
    <w:p w:rsidR="00B43B61" w:rsidRDefault="00B43B61" w:rsidP="009E7ECA">
      <w:pPr>
        <w:rPr>
          <w:sz w:val="20"/>
          <w:szCs w:val="24"/>
          <w:lang w:eastAsia="en-US"/>
        </w:rPr>
      </w:pPr>
    </w:p>
    <w:p w:rsidR="00B43B61" w:rsidRDefault="00B43B61" w:rsidP="009E7ECA">
      <w:pPr>
        <w:rPr>
          <w:sz w:val="20"/>
          <w:szCs w:val="24"/>
          <w:lang w:eastAsia="en-US"/>
        </w:rPr>
      </w:pPr>
    </w:p>
    <w:p w:rsidR="009E7ECA" w:rsidRDefault="009E7ECA" w:rsidP="009E7ECA">
      <w:pPr>
        <w:framePr w:hSpace="180" w:wrap="around" w:vAnchor="text" w:hAnchor="text" w:y="1"/>
        <w:ind w:left="3552"/>
        <w:suppressOverlap/>
        <w:jc w:val="center"/>
      </w:pPr>
      <w:r>
        <w:lastRenderedPageBreak/>
        <w:t xml:space="preserve">ПРИЛОЖЕНИЕ </w:t>
      </w:r>
      <w:r w:rsidR="00082A81">
        <w:t>2</w:t>
      </w:r>
    </w:p>
    <w:p w:rsidR="009E7ECA" w:rsidRDefault="009E7ECA" w:rsidP="009E7ECA">
      <w:pPr>
        <w:framePr w:hSpace="180" w:wrap="around" w:vAnchor="text" w:hAnchor="text" w:y="1"/>
        <w:ind w:left="3552"/>
        <w:suppressOverlap/>
        <w:jc w:val="center"/>
      </w:pPr>
      <w:r>
        <w:t xml:space="preserve">к решению региональной службы </w:t>
      </w:r>
      <w:r>
        <w:br/>
        <w:t xml:space="preserve">по тарифам Нижегородской области </w:t>
      </w:r>
    </w:p>
    <w:p w:rsidR="004754B5" w:rsidRDefault="009E7ECA" w:rsidP="004754B5">
      <w:pPr>
        <w:ind w:left="3552"/>
        <w:jc w:val="center"/>
      </w:pPr>
      <w:r w:rsidRPr="009E7ECA">
        <w:t xml:space="preserve">      </w:t>
      </w:r>
      <w:r w:rsidR="004754B5">
        <w:t xml:space="preserve">  о</w:t>
      </w:r>
      <w:r w:rsidR="004754B5" w:rsidRPr="004754B5">
        <w:t>т 14 ноября 2019 г. №</w:t>
      </w:r>
      <w:r w:rsidR="004754B5" w:rsidRPr="00D74902">
        <w:t xml:space="preserve"> </w:t>
      </w:r>
      <w:r w:rsidR="00375EFF">
        <w:t>50/33</w:t>
      </w:r>
    </w:p>
    <w:p w:rsidR="009E7ECA" w:rsidRDefault="009E7ECA" w:rsidP="009E7ECA">
      <w:pPr>
        <w:rPr>
          <w:sz w:val="20"/>
          <w:szCs w:val="24"/>
          <w:lang w:eastAsia="en-US"/>
        </w:rPr>
      </w:pPr>
    </w:p>
    <w:p w:rsidR="00823328" w:rsidRDefault="00823328" w:rsidP="00823328">
      <w:pPr>
        <w:framePr w:hSpace="180" w:wrap="around" w:vAnchor="text" w:hAnchor="text" w:y="1"/>
        <w:spacing w:line="276" w:lineRule="auto"/>
        <w:ind w:left="3552"/>
        <w:suppressOverlap/>
        <w:jc w:val="center"/>
      </w:pPr>
      <w:r>
        <w:t>«ПРИЛОЖЕНИЕ 2</w:t>
      </w:r>
    </w:p>
    <w:p w:rsidR="00823328" w:rsidRDefault="00823328" w:rsidP="00823328">
      <w:pPr>
        <w:framePr w:hSpace="180" w:wrap="around" w:vAnchor="text" w:hAnchor="text" w:y="1"/>
        <w:ind w:left="3552"/>
        <w:suppressOverlap/>
        <w:jc w:val="center"/>
      </w:pPr>
      <w:r>
        <w:t xml:space="preserve">к решению региональной службы </w:t>
      </w:r>
      <w:r>
        <w:br/>
        <w:t xml:space="preserve">по тарифам Нижегородской области </w:t>
      </w:r>
    </w:p>
    <w:p w:rsidR="009E7ECA" w:rsidRDefault="00823328" w:rsidP="00823328">
      <w:pPr>
        <w:jc w:val="center"/>
      </w:pPr>
      <w:r>
        <w:t xml:space="preserve">                                             </w:t>
      </w:r>
      <w:r w:rsidRPr="00284DF7">
        <w:t>от 6 декабря 2018 г.</w:t>
      </w:r>
      <w:r w:rsidRPr="00D74902">
        <w:t xml:space="preserve"> № </w:t>
      </w:r>
      <w:r>
        <w:t>50/44</w:t>
      </w:r>
    </w:p>
    <w:p w:rsidR="009E7ECA" w:rsidRDefault="009E7ECA" w:rsidP="009E7ECA">
      <w:pPr>
        <w:jc w:val="center"/>
      </w:pPr>
    </w:p>
    <w:p w:rsidR="00823328" w:rsidRPr="00823328" w:rsidRDefault="00823328" w:rsidP="00823328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23328">
        <w:rPr>
          <w:b/>
          <w:sz w:val="24"/>
          <w:szCs w:val="24"/>
        </w:rPr>
        <w:t>ПРОИЗВОДСТВЕННАЯ ПРОГРАММА</w:t>
      </w:r>
    </w:p>
    <w:p w:rsidR="00823328" w:rsidRPr="00823328" w:rsidRDefault="00823328" w:rsidP="00823328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23328">
        <w:rPr>
          <w:b/>
          <w:sz w:val="24"/>
          <w:szCs w:val="24"/>
        </w:rPr>
        <w:t>ПО ОКАЗАНИЮ УСЛУГ ВОДООТВЕДЕНИЯ</w:t>
      </w:r>
    </w:p>
    <w:p w:rsidR="00823328" w:rsidRPr="00823328" w:rsidRDefault="00823328" w:rsidP="00823328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23328">
        <w:rPr>
          <w:b/>
          <w:sz w:val="24"/>
          <w:szCs w:val="24"/>
        </w:rPr>
        <w:t>(без учета очистки сточных вод)</w:t>
      </w:r>
    </w:p>
    <w:p w:rsidR="00823328" w:rsidRPr="00823328" w:rsidRDefault="00823328" w:rsidP="00823328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23328">
        <w:rPr>
          <w:b/>
          <w:sz w:val="24"/>
          <w:szCs w:val="24"/>
        </w:rPr>
        <w:t xml:space="preserve"> на территории с. </w:t>
      </w:r>
      <w:proofErr w:type="spellStart"/>
      <w:r w:rsidRPr="00823328">
        <w:rPr>
          <w:b/>
          <w:sz w:val="24"/>
          <w:szCs w:val="24"/>
        </w:rPr>
        <w:t>Кременки</w:t>
      </w:r>
      <w:proofErr w:type="spellEnd"/>
      <w:r w:rsidRPr="00823328">
        <w:rPr>
          <w:b/>
          <w:sz w:val="24"/>
          <w:szCs w:val="24"/>
        </w:rPr>
        <w:t xml:space="preserve"> </w:t>
      </w:r>
      <w:proofErr w:type="spellStart"/>
      <w:r w:rsidRPr="00823328">
        <w:rPr>
          <w:b/>
          <w:sz w:val="24"/>
          <w:szCs w:val="24"/>
        </w:rPr>
        <w:t>Дивеевского</w:t>
      </w:r>
      <w:proofErr w:type="spellEnd"/>
      <w:r w:rsidRPr="00823328">
        <w:rPr>
          <w:b/>
          <w:sz w:val="24"/>
          <w:szCs w:val="24"/>
        </w:rPr>
        <w:t xml:space="preserve"> муниципального района Нижегородской области</w:t>
      </w:r>
    </w:p>
    <w:p w:rsidR="009E7ECA" w:rsidRDefault="009E7ECA" w:rsidP="009E7EC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E7ECA" w:rsidRDefault="00E62523" w:rsidP="009E7ECA">
      <w:pPr>
        <w:jc w:val="center"/>
        <w:rPr>
          <w:sz w:val="20"/>
          <w:szCs w:val="24"/>
          <w:lang w:eastAsia="en-US"/>
        </w:rPr>
      </w:pPr>
      <w:r w:rsidRPr="00E62523">
        <w:rPr>
          <w:sz w:val="24"/>
          <w:szCs w:val="24"/>
          <w:lang w:eastAsia="en-US"/>
        </w:rPr>
        <w:t>Период реализации производственной программы с 01.01.2019 г. по 31.12.2023 г.</w:t>
      </w:r>
    </w:p>
    <w:tbl>
      <w:tblPr>
        <w:tblW w:w="1188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49"/>
        <w:gridCol w:w="28"/>
        <w:gridCol w:w="271"/>
        <w:gridCol w:w="900"/>
        <w:gridCol w:w="450"/>
        <w:gridCol w:w="150"/>
        <w:gridCol w:w="88"/>
        <w:gridCol w:w="961"/>
        <w:gridCol w:w="151"/>
        <w:gridCol w:w="871"/>
        <w:gridCol w:w="27"/>
        <w:gridCol w:w="451"/>
        <w:gridCol w:w="598"/>
        <w:gridCol w:w="452"/>
        <w:gridCol w:w="300"/>
        <w:gridCol w:w="159"/>
        <w:gridCol w:w="139"/>
        <w:gridCol w:w="1052"/>
        <w:gridCol w:w="1988"/>
      </w:tblGrid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B43B61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B43B61" w:rsidRPr="00B43B61" w:rsidTr="00B43B61">
        <w:trPr>
          <w:gridAfter w:val="1"/>
          <w:wAfter w:w="1988" w:type="dxa"/>
          <w:trHeight w:val="583"/>
        </w:trPr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Наименование регулируемой организации (ИНН)</w:t>
            </w:r>
          </w:p>
        </w:tc>
        <w:tc>
          <w:tcPr>
            <w:tcW w:w="6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  <w:lang w:eastAsia="en-US"/>
              </w:rPr>
            </w:pPr>
            <w:r w:rsidRPr="00B43B61">
              <w:rPr>
                <w:sz w:val="20"/>
                <w:lang w:eastAsia="en-US"/>
              </w:rPr>
              <w:t xml:space="preserve">МУНИЦИПАЛЬНОЕ ПРЕДПРИЯТИЕ ДИВЕЕВСКОГО МУНИЦИПАЛЬНОГО РАЙОНА НИЖЕГОРОДСКОЙ ОБЛАСТИ «ДИВЕЕВСКОЕ ЖИЛИЩНО-КОММУНАЛЬНОЕ ХОЗЯЙСТВО» </w:t>
            </w:r>
            <w:r>
              <w:rPr>
                <w:sz w:val="20"/>
                <w:lang w:eastAsia="en-US"/>
              </w:rPr>
              <w:br/>
            </w:r>
            <w:r w:rsidRPr="00B43B61">
              <w:rPr>
                <w:sz w:val="20"/>
                <w:lang w:eastAsia="en-US"/>
              </w:rPr>
              <w:t>(ИНН 5216017133)</w:t>
            </w:r>
          </w:p>
        </w:tc>
      </w:tr>
      <w:tr w:rsidR="00B43B61" w:rsidRPr="00B43B61" w:rsidTr="00B43B61">
        <w:trPr>
          <w:gridAfter w:val="1"/>
          <w:wAfter w:w="1988" w:type="dxa"/>
          <w:trHeight w:val="526"/>
        </w:trPr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Местонахождение регулируемой организации</w:t>
            </w:r>
          </w:p>
        </w:tc>
        <w:tc>
          <w:tcPr>
            <w:tcW w:w="6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754B5">
              <w:rPr>
                <w:sz w:val="20"/>
                <w:szCs w:val="24"/>
                <w:lang w:eastAsia="en-US"/>
              </w:rPr>
              <w:t>607320, Нижегородская область, с. Дивеево, ул. Южная, д. 16 «Г»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Наименование уполномоченного органа</w:t>
            </w:r>
          </w:p>
        </w:tc>
        <w:tc>
          <w:tcPr>
            <w:tcW w:w="6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Региональная служба по тарифам Нижегородской области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Местонахождение уполномоченного органа</w:t>
            </w:r>
          </w:p>
        </w:tc>
        <w:tc>
          <w:tcPr>
            <w:tcW w:w="6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 xml:space="preserve">603082, </w:t>
            </w:r>
            <w:r>
              <w:rPr>
                <w:sz w:val="20"/>
              </w:rPr>
              <w:t xml:space="preserve">г. </w:t>
            </w:r>
            <w:r w:rsidRPr="00B43B61">
              <w:rPr>
                <w:sz w:val="20"/>
              </w:rPr>
              <w:t>Нижний Новгород, Кремль, корпус 1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B43B61">
              <w:rPr>
                <w:b/>
                <w:sz w:val="20"/>
              </w:rPr>
              <w:t>2. Объем принимаемых сточных вод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Наименование услуги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01.01.2019 по 31.12.2019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Принято сточных вод всего, тыс. м</w:t>
            </w:r>
            <w:r w:rsidRPr="00B43B61">
              <w:rPr>
                <w:sz w:val="20"/>
                <w:vertAlign w:val="superscript"/>
              </w:rPr>
              <w:t>3</w:t>
            </w:r>
            <w:r w:rsidRPr="00B43B61">
              <w:rPr>
                <w:sz w:val="20"/>
              </w:rPr>
              <w:t>, в том числе: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12,36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12,36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12,36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12,36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12,36</w:t>
            </w:r>
          </w:p>
        </w:tc>
      </w:tr>
      <w:tr w:rsidR="00B43B61" w:rsidRPr="00B43B61" w:rsidTr="00B43B61">
        <w:trPr>
          <w:gridAfter w:val="1"/>
          <w:wAfter w:w="1988" w:type="dxa"/>
          <w:trHeight w:val="131"/>
        </w:trPr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i/>
                <w:iCs/>
                <w:sz w:val="20"/>
              </w:rPr>
            </w:pPr>
            <w:r w:rsidRPr="00B43B61">
              <w:rPr>
                <w:i/>
                <w:iCs/>
                <w:sz w:val="20"/>
              </w:rPr>
              <w:t>- население,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11,53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11,53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11,53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11,53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11,53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i/>
                <w:iCs/>
                <w:sz w:val="20"/>
              </w:rPr>
            </w:pPr>
            <w:r w:rsidRPr="00B43B61">
              <w:rPr>
                <w:i/>
                <w:iCs/>
                <w:sz w:val="20"/>
              </w:rPr>
              <w:t>- бюджетные потребители,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0,69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0,69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0,69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0,69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0,69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i/>
                <w:iCs/>
                <w:sz w:val="20"/>
              </w:rPr>
            </w:pPr>
            <w:r w:rsidRPr="00B43B61">
              <w:rPr>
                <w:i/>
                <w:iCs/>
                <w:sz w:val="20"/>
              </w:rPr>
              <w:t>- прочие потребители,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0,14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0,14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0,14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0,14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0,14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i/>
                <w:iCs/>
                <w:sz w:val="20"/>
              </w:rPr>
            </w:pPr>
            <w:r w:rsidRPr="00B43B61">
              <w:rPr>
                <w:i/>
                <w:iCs/>
                <w:sz w:val="20"/>
              </w:rPr>
              <w:t>- собственное потребление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B43B61">
              <w:rPr>
                <w:sz w:val="20"/>
              </w:rPr>
              <w:t>Пропущено через очистные сооружения, тыс. м</w:t>
            </w:r>
            <w:r w:rsidRPr="00B43B61">
              <w:rPr>
                <w:sz w:val="20"/>
                <w:vertAlign w:val="superscript"/>
              </w:rPr>
              <w:t>3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B43B61">
              <w:rPr>
                <w:sz w:val="20"/>
              </w:rPr>
              <w:t>Передано сточных вод на сторону, тыс. м</w:t>
            </w:r>
            <w:r w:rsidRPr="00B43B61">
              <w:rPr>
                <w:sz w:val="20"/>
                <w:vertAlign w:val="superscript"/>
              </w:rPr>
              <w:t>3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B43B61">
              <w:rPr>
                <w:b/>
                <w:sz w:val="20"/>
              </w:rPr>
              <w:lastRenderedPageBreak/>
              <w:t>3. Мероприятия, направленные на осуществление текущей (операционной) деятельности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Наименование мероприятий</w:t>
            </w:r>
          </w:p>
        </w:tc>
        <w:tc>
          <w:tcPr>
            <w:tcW w:w="18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График реализации мероприятий</w:t>
            </w:r>
          </w:p>
        </w:tc>
        <w:tc>
          <w:tcPr>
            <w:tcW w:w="3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 xml:space="preserve">Всего сумма, </w:t>
            </w:r>
          </w:p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тыс. руб.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  <w:tc>
          <w:tcPr>
            <w:tcW w:w="18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Себестоимость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Другие источники</w:t>
            </w:r>
          </w:p>
        </w:tc>
        <w:tc>
          <w:tcPr>
            <w:tcW w:w="1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B43B61">
              <w:rPr>
                <w:sz w:val="20"/>
              </w:rPr>
              <w:t>на период с 01.01.2019 по 31.12.2019</w:t>
            </w:r>
          </w:p>
        </w:tc>
      </w:tr>
      <w:tr w:rsidR="00B43B61" w:rsidRPr="00B43B61" w:rsidTr="00B43B61">
        <w:trPr>
          <w:gridAfter w:val="1"/>
          <w:wAfter w:w="1988" w:type="dxa"/>
          <w:trHeight w:val="567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Производственные расходы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01.01.2019 по 31.12.2019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334,72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334,72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Административные расходы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01.01.2019 по 31.12.2019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147,62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147,62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01.01.2019 по 31.12.2019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01.01.2019 по 31.12.2019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1,51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1,51</w:t>
            </w:r>
          </w:p>
        </w:tc>
      </w:tr>
      <w:tr w:rsidR="00B43B61" w:rsidRPr="00B43B61" w:rsidTr="00B43B61">
        <w:trPr>
          <w:gridAfter w:val="1"/>
          <w:wAfter w:w="1988" w:type="dxa"/>
          <w:trHeight w:val="737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01.01.2019 по 31.12.2019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8" w:type="dxa"/>
          <w:trHeight w:val="645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01.01.2019 по 31.12.2019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5,63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5,63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Итого за период с 01.01.2019 по 31.12.2019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489,48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489,48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Производственные расходы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01.01.2020 по 31.12.2020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343,59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343,59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Административные расходы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01.01.2020 по 31.12.2020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150,53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150,53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01.01.2020 по 31.12.2020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01.01.2020 по 31.12.2020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1,51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1,51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01.01.2020 по 31.12.2020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01.01.2020 по 31.12.2020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5,76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5,76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Итого за период с 01.01.2020 по 31.12.2020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501,39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501,39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Производственные расходы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01.01.2021 по 31.12.2021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353,01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353,01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Административные расходы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01.01.2021 по 31.12.2021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154,54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154,54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01.01.2021 по 31.12.2021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lastRenderedPageBreak/>
              <w:t>Расходы на амортизацию основных средств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01.01.2021 по 31.12.2021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1,51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1,51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01.01.2021 по 31.12.2021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01.01.2021 по 31.12.2021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5,92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5,92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Итого за период с 01.01.2021 по 31.12.2021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514,98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514,98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Производственные расходы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01.01.2022 по 31.12.2022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363,49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363,49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Административные расходы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01.01.2022 по 31.12.2022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159,12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159,12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01.01.2022 по 31.12.2022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01.01.2022 по 31.12.2022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1,51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1,51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01.01.2022 по 31.12.2022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01.01.2022 по 31.12.2022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6,09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6,09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Итого за период с 01.01.2022 по 31.12.2022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530,21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530,21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Производственные расходы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01.01.2023 по 31.12.2023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374,29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374,29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Административные расходы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01.01.2023 по 31.12.2023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163,83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163,83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01.01.2023 по 31.12.2023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01.01.2023 по 31.12.2023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1,51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1,51</w:t>
            </w:r>
          </w:p>
        </w:tc>
      </w:tr>
      <w:tr w:rsidR="00B43B61" w:rsidRPr="00B43B61" w:rsidTr="00B43B61">
        <w:trPr>
          <w:gridAfter w:val="1"/>
          <w:wAfter w:w="1988" w:type="dxa"/>
          <w:trHeight w:val="636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01.01.2023 по 31.12.2023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01.01.2023 по 31.12.2023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6,2</w:t>
            </w:r>
            <w:r w:rsidR="00015804">
              <w:rPr>
                <w:sz w:val="20"/>
              </w:rPr>
              <w:t>6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6,2</w:t>
            </w:r>
            <w:r w:rsidR="00015804">
              <w:rPr>
                <w:sz w:val="20"/>
              </w:rPr>
              <w:t>6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Итого за период с 01.01.2023 по 31.12.2023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545,8</w:t>
            </w:r>
            <w:r w:rsidR="00015804">
              <w:rPr>
                <w:sz w:val="20"/>
              </w:rPr>
              <w:t>9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545,8</w:t>
            </w:r>
            <w:r w:rsidR="00015804">
              <w:rPr>
                <w:sz w:val="20"/>
              </w:rPr>
              <w:t>9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2581,9</w:t>
            </w:r>
            <w:r w:rsidR="00015804">
              <w:rPr>
                <w:sz w:val="20"/>
              </w:rPr>
              <w:t>5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2581,9</w:t>
            </w:r>
            <w:r w:rsidR="00015804">
              <w:rPr>
                <w:sz w:val="20"/>
              </w:rPr>
              <w:t>5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B43B61">
              <w:rPr>
                <w:b/>
                <w:sz w:val="20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B43B61">
              <w:rPr>
                <w:sz w:val="20"/>
              </w:rPr>
              <w:lastRenderedPageBreak/>
              <w:t>4.1. Перечень мероприятий по ремонту объектов централизованных систем водоотведения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Наименование мероприятий</w:t>
            </w:r>
          </w:p>
        </w:tc>
        <w:tc>
          <w:tcPr>
            <w:tcW w:w="18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График реализации мероприятий</w:t>
            </w:r>
          </w:p>
        </w:tc>
        <w:tc>
          <w:tcPr>
            <w:tcW w:w="3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Всего сумма,</w:t>
            </w:r>
          </w:p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 xml:space="preserve"> тыс. руб.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  <w:tc>
          <w:tcPr>
            <w:tcW w:w="18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Себестоимость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Другие источники</w:t>
            </w:r>
          </w:p>
        </w:tc>
        <w:tc>
          <w:tcPr>
            <w:tcW w:w="1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01.01.2019 по 31.12.2019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Замена насоса на КНС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 01.01.2019 по 31.12.2019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73,52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73,52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Замена насоса на КНС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 01.01.2020 по 31.12.2020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74,97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74,97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Замена насоса на КНС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 01.01.2021 по 31.12.2021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76,96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76,96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Замена насоса на КНС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 01.01.2022 по 31.12.2022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79,24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79,24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Замена насоса на КНС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 01.01.2023 по 31.12.2023-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81,59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81,59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386,28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386,28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B43B61">
              <w:rPr>
                <w:sz w:val="20"/>
              </w:rPr>
              <w:t>4.2. Перечень мероприятий, направленных на улучшение качества очистки сточных вод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Наименование мероприятий</w:t>
            </w:r>
          </w:p>
        </w:tc>
        <w:tc>
          <w:tcPr>
            <w:tcW w:w="18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График реализации мероприятий</w:t>
            </w:r>
          </w:p>
        </w:tc>
        <w:tc>
          <w:tcPr>
            <w:tcW w:w="3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Всего сумма,</w:t>
            </w:r>
          </w:p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 xml:space="preserve"> тыс. руб.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  <w:tc>
          <w:tcPr>
            <w:tcW w:w="18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Себестоимость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Другие источники</w:t>
            </w:r>
          </w:p>
        </w:tc>
        <w:tc>
          <w:tcPr>
            <w:tcW w:w="1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01.01.2019 по 31.12.2019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B43B61">
              <w:rPr>
                <w:sz w:val="20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Наименование мероприятий</w:t>
            </w:r>
          </w:p>
        </w:tc>
        <w:tc>
          <w:tcPr>
            <w:tcW w:w="18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 xml:space="preserve">График реализации </w:t>
            </w:r>
            <w:r w:rsidRPr="00B43B61">
              <w:rPr>
                <w:sz w:val="20"/>
              </w:rPr>
              <w:lastRenderedPageBreak/>
              <w:t>мероприятий</w:t>
            </w:r>
          </w:p>
        </w:tc>
        <w:tc>
          <w:tcPr>
            <w:tcW w:w="3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lastRenderedPageBreak/>
              <w:t>Источники финансирования, тыс. руб.</w:t>
            </w:r>
          </w:p>
        </w:tc>
        <w:tc>
          <w:tcPr>
            <w:tcW w:w="1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 xml:space="preserve">Всего </w:t>
            </w:r>
            <w:r w:rsidRPr="00B43B61">
              <w:rPr>
                <w:sz w:val="20"/>
              </w:rPr>
              <w:lastRenderedPageBreak/>
              <w:t>сумма,</w:t>
            </w:r>
          </w:p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 xml:space="preserve"> тыс. руб.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  <w:tc>
          <w:tcPr>
            <w:tcW w:w="18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Себестоимость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Другие источники</w:t>
            </w:r>
          </w:p>
        </w:tc>
        <w:tc>
          <w:tcPr>
            <w:tcW w:w="1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lastRenderedPageBreak/>
              <w:t>на период с 01.01.2019 по 31.12.2019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</w:tr>
      <w:tr w:rsidR="00B43B61" w:rsidRPr="00B43B61" w:rsidTr="00B43B61">
        <w:trPr>
          <w:gridAfter w:val="1"/>
          <w:wAfter w:w="1988" w:type="dxa"/>
          <w:trHeight w:val="402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trHeight w:val="144"/>
        </w:trPr>
        <w:tc>
          <w:tcPr>
            <w:tcW w:w="4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8" w:type="dxa"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B43B61">
              <w:rPr>
                <w:sz w:val="20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Наименование мероприятий</w:t>
            </w:r>
          </w:p>
        </w:tc>
        <w:tc>
          <w:tcPr>
            <w:tcW w:w="18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График реализации мероприятий</w:t>
            </w:r>
          </w:p>
        </w:tc>
        <w:tc>
          <w:tcPr>
            <w:tcW w:w="3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 xml:space="preserve">Всего сумма, </w:t>
            </w:r>
          </w:p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тыс. руб.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  <w:tc>
          <w:tcPr>
            <w:tcW w:w="18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Себестоимость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Другие источники</w:t>
            </w:r>
          </w:p>
        </w:tc>
        <w:tc>
          <w:tcPr>
            <w:tcW w:w="1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01.01.2019 по 31.12.2019</w:t>
            </w:r>
          </w:p>
        </w:tc>
      </w:tr>
      <w:tr w:rsidR="00B43B61" w:rsidRPr="00B43B61" w:rsidTr="00B43B61">
        <w:trPr>
          <w:trHeight w:val="137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8" w:type="dxa"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</w:tr>
      <w:tr w:rsidR="00B43B61" w:rsidRPr="00B43B61" w:rsidTr="00B43B61">
        <w:trPr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8" w:type="dxa"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</w:tr>
      <w:tr w:rsidR="00B43B61" w:rsidRPr="00B43B61" w:rsidTr="00B43B61">
        <w:trPr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8" w:type="dxa"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</w:p>
        </w:tc>
      </w:tr>
      <w:tr w:rsidR="00B43B61" w:rsidRPr="00B43B61" w:rsidTr="00B43B61">
        <w:trPr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  <w:tc>
          <w:tcPr>
            <w:tcW w:w="1988" w:type="dxa"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</w:p>
        </w:tc>
      </w:tr>
      <w:tr w:rsidR="00B43B61" w:rsidRPr="00B43B61" w:rsidTr="00B43B61">
        <w:trPr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8" w:type="dxa"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</w:p>
        </w:tc>
      </w:tr>
      <w:tr w:rsidR="00B43B61" w:rsidRPr="00B43B61" w:rsidTr="00B43B61">
        <w:trPr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  <w:tc>
          <w:tcPr>
            <w:tcW w:w="1988" w:type="dxa"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</w:tr>
      <w:tr w:rsidR="00B43B61" w:rsidRPr="00B43B61" w:rsidTr="00B43B61">
        <w:trPr>
          <w:trHeight w:val="144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8" w:type="dxa"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</w:tr>
      <w:tr w:rsidR="00B43B61" w:rsidRPr="00B43B61" w:rsidTr="00B43B61">
        <w:trPr>
          <w:trHeight w:val="144"/>
        </w:trPr>
        <w:tc>
          <w:tcPr>
            <w:tcW w:w="4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8" w:type="dxa"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</w:p>
        </w:tc>
      </w:tr>
      <w:tr w:rsidR="00B43B61" w:rsidRPr="00B43B61" w:rsidTr="00B43B61">
        <w:trPr>
          <w:gridAfter w:val="1"/>
          <w:wAfter w:w="1988" w:type="dxa"/>
          <w:trHeight w:val="4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B43B61">
              <w:rPr>
                <w:b/>
                <w:sz w:val="20"/>
              </w:rPr>
              <w:t>5. Показатели надежности, качества, энергетической эффективности объектов централизованных систем водоотведения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Наименование показателя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Ед. изм.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01.01.2019 по 31.12.2019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01.01.2023  по  31.12.2023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B43B61">
              <w:rPr>
                <w:sz w:val="20"/>
              </w:rPr>
              <w:t>Показатели очистки сточных вод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lastRenderedPageBreak/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%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100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100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100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100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%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%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%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B43B61"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ед./</w:t>
            </w:r>
          </w:p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км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0,01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0,01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0,01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0,01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0,01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B43B61">
              <w:rPr>
                <w:sz w:val="20"/>
              </w:rPr>
              <w:t>Показатели энергетической эффективности</w:t>
            </w:r>
          </w:p>
        </w:tc>
      </w:tr>
      <w:tr w:rsidR="00B43B61" w:rsidRPr="00B43B61" w:rsidTr="00B43B61">
        <w:trPr>
          <w:gridAfter w:val="1"/>
          <w:wAfter w:w="1988" w:type="dxa"/>
          <w:trHeight w:val="1382"/>
        </w:trPr>
        <w:tc>
          <w:tcPr>
            <w:tcW w:w="4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proofErr w:type="spellStart"/>
            <w:r w:rsidRPr="00B43B61">
              <w:rPr>
                <w:sz w:val="20"/>
              </w:rPr>
              <w:t>кВт</w:t>
            </w:r>
            <w:proofErr w:type="gramStart"/>
            <w:r w:rsidRPr="00B43B61">
              <w:rPr>
                <w:sz w:val="20"/>
              </w:rPr>
              <w:t>.ч</w:t>
            </w:r>
            <w:proofErr w:type="spellEnd"/>
            <w:proofErr w:type="gramEnd"/>
            <w:r w:rsidRPr="00B43B61">
              <w:rPr>
                <w:sz w:val="20"/>
              </w:rPr>
              <w:t>/</w:t>
            </w:r>
          </w:p>
          <w:p w:rsidR="00B43B61" w:rsidRPr="00B43B61" w:rsidRDefault="00B43B61" w:rsidP="00B43B6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куб. м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0,80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0,80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0,80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0,80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0,80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B43B61"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 период с 01.01.2019 по 31.12.2019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382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Итого эффективность производственной программы за весь срок реализации: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B43B61">
              <w:rPr>
                <w:b/>
                <w:sz w:val="20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B43B61" w:rsidRPr="00B43B61" w:rsidTr="00B43B61">
        <w:trPr>
          <w:gridAfter w:val="1"/>
          <w:wAfter w:w="1988" w:type="dxa"/>
          <w:trHeight w:val="538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Всего сумма, тыс. руб.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 период с 01.01.2019 по 31.12.2019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557,66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569,12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lastRenderedPageBreak/>
              <w:t>на период с 01.01.2021 по 31.12.2021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586,16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607,45</w:t>
            </w:r>
          </w:p>
        </w:tc>
      </w:tr>
      <w:tr w:rsidR="00B43B61" w:rsidRPr="00B43B61" w:rsidTr="00B43B61">
        <w:trPr>
          <w:gridAfter w:val="1"/>
          <w:wAfter w:w="1988" w:type="dxa"/>
          <w:trHeight w:val="314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625,48</w:t>
            </w:r>
          </w:p>
        </w:tc>
      </w:tr>
      <w:tr w:rsidR="00B43B61" w:rsidRPr="00B43B61" w:rsidTr="00B43B61">
        <w:trPr>
          <w:gridAfter w:val="1"/>
          <w:wAfter w:w="1988" w:type="dxa"/>
          <w:trHeight w:val="658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bCs/>
                <w:sz w:val="20"/>
              </w:rPr>
              <w:t>Итого</w:t>
            </w:r>
            <w:r w:rsidRPr="00B43B61">
              <w:rPr>
                <w:sz w:val="20"/>
              </w:rPr>
              <w:t xml:space="preserve"> объем финансовых потребностей за весь срок реализации программы</w:t>
            </w:r>
            <w:r w:rsidRPr="00B43B61">
              <w:rPr>
                <w:bCs/>
                <w:sz w:val="20"/>
              </w:rPr>
              <w:t>: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2945,87</w:t>
            </w:r>
          </w:p>
        </w:tc>
      </w:tr>
      <w:tr w:rsidR="00B43B61" w:rsidRPr="00B43B61" w:rsidTr="00B43B61">
        <w:trPr>
          <w:gridAfter w:val="1"/>
          <w:wAfter w:w="1988" w:type="dxa"/>
          <w:trHeight w:val="643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B43B61" w:rsidRPr="00B43B61" w:rsidTr="00B43B61">
        <w:trPr>
          <w:gridAfter w:val="1"/>
          <w:wAfter w:w="1988" w:type="dxa"/>
          <w:trHeight w:val="314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B43B61">
              <w:rPr>
                <w:sz w:val="20"/>
              </w:rPr>
              <w:t>Объем принятых сточных вод, тыс. куб. м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12,46</w:t>
            </w:r>
          </w:p>
        </w:tc>
      </w:tr>
      <w:tr w:rsidR="00B43B61" w:rsidRPr="00B43B61" w:rsidTr="00B43B61">
        <w:trPr>
          <w:gridAfter w:val="1"/>
          <w:wAfter w:w="1988" w:type="dxa"/>
          <w:trHeight w:val="658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B43B61">
              <w:rPr>
                <w:sz w:val="20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598,94</w:t>
            </w:r>
          </w:p>
        </w:tc>
      </w:tr>
      <w:tr w:rsidR="00B43B61" w:rsidRPr="00B43B61" w:rsidTr="00B43B61">
        <w:trPr>
          <w:gridAfter w:val="1"/>
          <w:wAfter w:w="1988" w:type="dxa"/>
          <w:trHeight w:val="957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B43B61">
              <w:rPr>
                <w:sz w:val="20"/>
              </w:rPr>
              <w:t>Мероприятия, направленные на поддержание объектов водоотведения в состоянии, соответствующем установленным требованиям, тыс. руб.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18,15</w:t>
            </w:r>
          </w:p>
        </w:tc>
      </w:tr>
      <w:tr w:rsidR="00B43B61" w:rsidRPr="00B43B61" w:rsidTr="00B43B61">
        <w:trPr>
          <w:gridAfter w:val="1"/>
          <w:wAfter w:w="1988" w:type="dxa"/>
          <w:trHeight w:val="329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B43B61">
              <w:rPr>
                <w:sz w:val="20"/>
              </w:rPr>
              <w:t>Общий объем финансовых потребностей, тыс. руб.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617,09</w:t>
            </w:r>
          </w:p>
        </w:tc>
      </w:tr>
    </w:tbl>
    <w:p w:rsidR="00823328" w:rsidRDefault="00B43B61" w:rsidP="00B43B61">
      <w:pPr>
        <w:jc w:val="right"/>
        <w:rPr>
          <w:szCs w:val="28"/>
          <w:lang w:eastAsia="en-US"/>
        </w:rPr>
      </w:pPr>
      <w:r w:rsidRPr="00B43B61">
        <w:rPr>
          <w:szCs w:val="28"/>
          <w:lang w:eastAsia="en-US"/>
        </w:rPr>
        <w:t>».</w:t>
      </w:r>
    </w:p>
    <w:p w:rsidR="00B43B61" w:rsidRDefault="00B43B61" w:rsidP="00B43B61">
      <w:pPr>
        <w:jc w:val="right"/>
        <w:rPr>
          <w:szCs w:val="28"/>
          <w:lang w:eastAsia="en-US"/>
        </w:rPr>
      </w:pPr>
    </w:p>
    <w:p w:rsidR="00B43B61" w:rsidRDefault="00B43B61" w:rsidP="00B43B61">
      <w:pPr>
        <w:jc w:val="right"/>
        <w:rPr>
          <w:szCs w:val="28"/>
          <w:lang w:eastAsia="en-US"/>
        </w:rPr>
      </w:pPr>
    </w:p>
    <w:p w:rsidR="00B43B61" w:rsidRDefault="00B43B61" w:rsidP="00B43B61">
      <w:pPr>
        <w:jc w:val="right"/>
        <w:rPr>
          <w:szCs w:val="28"/>
          <w:lang w:eastAsia="en-US"/>
        </w:rPr>
      </w:pPr>
    </w:p>
    <w:p w:rsidR="00B43B61" w:rsidRDefault="00B43B61" w:rsidP="00B43B61">
      <w:pPr>
        <w:jc w:val="right"/>
        <w:rPr>
          <w:szCs w:val="28"/>
          <w:lang w:eastAsia="en-US"/>
        </w:rPr>
      </w:pPr>
    </w:p>
    <w:p w:rsidR="00B43B61" w:rsidRDefault="00B43B61" w:rsidP="00B43B61">
      <w:pPr>
        <w:jc w:val="right"/>
        <w:rPr>
          <w:szCs w:val="28"/>
          <w:lang w:eastAsia="en-US"/>
        </w:rPr>
      </w:pPr>
    </w:p>
    <w:p w:rsidR="00B43B61" w:rsidRDefault="00B43B61" w:rsidP="00B43B61">
      <w:pPr>
        <w:jc w:val="right"/>
        <w:rPr>
          <w:szCs w:val="28"/>
          <w:lang w:eastAsia="en-US"/>
        </w:rPr>
      </w:pPr>
    </w:p>
    <w:p w:rsidR="00B43B61" w:rsidRDefault="00B43B61" w:rsidP="00B43B61">
      <w:pPr>
        <w:jc w:val="right"/>
        <w:rPr>
          <w:szCs w:val="28"/>
          <w:lang w:eastAsia="en-US"/>
        </w:rPr>
      </w:pPr>
    </w:p>
    <w:p w:rsidR="00B43B61" w:rsidRDefault="00B43B61" w:rsidP="00B43B61">
      <w:pPr>
        <w:jc w:val="right"/>
        <w:rPr>
          <w:szCs w:val="28"/>
          <w:lang w:eastAsia="en-US"/>
        </w:rPr>
      </w:pPr>
    </w:p>
    <w:p w:rsidR="00B43B61" w:rsidRDefault="00B43B61" w:rsidP="00B43B61">
      <w:pPr>
        <w:jc w:val="right"/>
        <w:rPr>
          <w:szCs w:val="28"/>
          <w:lang w:eastAsia="en-US"/>
        </w:rPr>
      </w:pPr>
    </w:p>
    <w:p w:rsidR="00B43B61" w:rsidRDefault="00B43B61" w:rsidP="00B43B61">
      <w:pPr>
        <w:jc w:val="right"/>
        <w:rPr>
          <w:szCs w:val="28"/>
          <w:lang w:eastAsia="en-US"/>
        </w:rPr>
      </w:pPr>
    </w:p>
    <w:p w:rsidR="00B43B61" w:rsidRDefault="00B43B61" w:rsidP="00B43B61">
      <w:pPr>
        <w:jc w:val="right"/>
        <w:rPr>
          <w:szCs w:val="28"/>
          <w:lang w:eastAsia="en-US"/>
        </w:rPr>
      </w:pPr>
    </w:p>
    <w:p w:rsidR="00B43B61" w:rsidRDefault="00B43B61" w:rsidP="00B43B61">
      <w:pPr>
        <w:jc w:val="right"/>
        <w:rPr>
          <w:szCs w:val="28"/>
          <w:lang w:eastAsia="en-US"/>
        </w:rPr>
      </w:pPr>
    </w:p>
    <w:p w:rsidR="00B43B61" w:rsidRDefault="00B43B61" w:rsidP="00B43B61">
      <w:pPr>
        <w:jc w:val="right"/>
        <w:rPr>
          <w:szCs w:val="28"/>
          <w:lang w:eastAsia="en-US"/>
        </w:rPr>
      </w:pPr>
    </w:p>
    <w:p w:rsidR="00B43B61" w:rsidRDefault="00B43B61" w:rsidP="00B43B61">
      <w:pPr>
        <w:jc w:val="right"/>
        <w:rPr>
          <w:szCs w:val="28"/>
          <w:lang w:eastAsia="en-US"/>
        </w:rPr>
      </w:pPr>
    </w:p>
    <w:p w:rsidR="00B43B61" w:rsidRDefault="00B43B61" w:rsidP="00B43B61">
      <w:pPr>
        <w:jc w:val="right"/>
        <w:rPr>
          <w:szCs w:val="28"/>
          <w:lang w:eastAsia="en-US"/>
        </w:rPr>
      </w:pPr>
    </w:p>
    <w:p w:rsidR="00B43B61" w:rsidRDefault="00B43B61" w:rsidP="00B43B61">
      <w:pPr>
        <w:jc w:val="right"/>
        <w:rPr>
          <w:szCs w:val="28"/>
          <w:lang w:eastAsia="en-US"/>
        </w:rPr>
      </w:pPr>
    </w:p>
    <w:p w:rsidR="00B43B61" w:rsidRDefault="00B43B61" w:rsidP="00B43B61">
      <w:pPr>
        <w:jc w:val="right"/>
        <w:rPr>
          <w:szCs w:val="28"/>
          <w:lang w:eastAsia="en-US"/>
        </w:rPr>
      </w:pPr>
    </w:p>
    <w:p w:rsidR="00B43B61" w:rsidRDefault="00B43B61" w:rsidP="00B43B61">
      <w:pPr>
        <w:jc w:val="right"/>
        <w:rPr>
          <w:szCs w:val="28"/>
          <w:lang w:eastAsia="en-US"/>
        </w:rPr>
      </w:pPr>
    </w:p>
    <w:p w:rsidR="00B43B61" w:rsidRDefault="00B43B61" w:rsidP="00B43B61">
      <w:pPr>
        <w:jc w:val="right"/>
        <w:rPr>
          <w:szCs w:val="28"/>
          <w:lang w:eastAsia="en-US"/>
        </w:rPr>
      </w:pPr>
    </w:p>
    <w:p w:rsidR="00B43B61" w:rsidRDefault="00B43B61" w:rsidP="00B43B61">
      <w:pPr>
        <w:jc w:val="right"/>
        <w:rPr>
          <w:szCs w:val="28"/>
          <w:lang w:eastAsia="en-US"/>
        </w:rPr>
      </w:pPr>
    </w:p>
    <w:p w:rsidR="00B43B61" w:rsidRDefault="00B43B61" w:rsidP="00B43B61">
      <w:pPr>
        <w:jc w:val="right"/>
        <w:rPr>
          <w:szCs w:val="28"/>
          <w:lang w:eastAsia="en-US"/>
        </w:rPr>
      </w:pPr>
    </w:p>
    <w:p w:rsidR="00B43B61" w:rsidRPr="00B43B61" w:rsidRDefault="00B43B61" w:rsidP="00B43B61">
      <w:pPr>
        <w:jc w:val="right"/>
        <w:rPr>
          <w:szCs w:val="28"/>
          <w:lang w:eastAsia="en-US"/>
        </w:rPr>
      </w:pPr>
    </w:p>
    <w:p w:rsidR="00823328" w:rsidRDefault="00823328" w:rsidP="00823328">
      <w:pPr>
        <w:framePr w:hSpace="180" w:wrap="around" w:vAnchor="text" w:hAnchor="text" w:y="1"/>
        <w:ind w:left="3552"/>
        <w:suppressOverlap/>
        <w:jc w:val="center"/>
      </w:pPr>
      <w:r>
        <w:lastRenderedPageBreak/>
        <w:t xml:space="preserve">ПРИЛОЖЕНИЕ </w:t>
      </w:r>
      <w:r w:rsidR="00082A81">
        <w:t>3</w:t>
      </w:r>
    </w:p>
    <w:p w:rsidR="00823328" w:rsidRDefault="00823328" w:rsidP="00823328">
      <w:pPr>
        <w:framePr w:hSpace="180" w:wrap="around" w:vAnchor="text" w:hAnchor="text" w:y="1"/>
        <w:ind w:left="3552"/>
        <w:suppressOverlap/>
        <w:jc w:val="center"/>
      </w:pPr>
      <w:r>
        <w:t xml:space="preserve">к решению региональной службы </w:t>
      </w:r>
      <w:r>
        <w:br/>
        <w:t xml:space="preserve">по тарифам Нижегородской области </w:t>
      </w:r>
    </w:p>
    <w:p w:rsidR="004754B5" w:rsidRDefault="004754B5" w:rsidP="004754B5">
      <w:pPr>
        <w:ind w:left="3552"/>
        <w:jc w:val="center"/>
      </w:pPr>
      <w:r>
        <w:t xml:space="preserve"> </w:t>
      </w:r>
      <w:r w:rsidRPr="004754B5">
        <w:t>от 14 ноября 2019 г. №</w:t>
      </w:r>
      <w:r w:rsidRPr="00D74902">
        <w:t xml:space="preserve"> </w:t>
      </w:r>
      <w:r w:rsidR="00375EFF">
        <w:t>50/33</w:t>
      </w:r>
    </w:p>
    <w:p w:rsidR="00823328" w:rsidRDefault="00823328" w:rsidP="00823328">
      <w:pPr>
        <w:rPr>
          <w:sz w:val="20"/>
          <w:szCs w:val="24"/>
          <w:lang w:eastAsia="en-US"/>
        </w:rPr>
      </w:pPr>
    </w:p>
    <w:p w:rsidR="00823328" w:rsidRDefault="00823328" w:rsidP="00823328">
      <w:pPr>
        <w:rPr>
          <w:sz w:val="20"/>
          <w:szCs w:val="24"/>
          <w:lang w:eastAsia="en-US"/>
        </w:rPr>
      </w:pPr>
    </w:p>
    <w:p w:rsidR="00823328" w:rsidRDefault="00823328" w:rsidP="00823328">
      <w:pPr>
        <w:framePr w:hSpace="180" w:wrap="around" w:vAnchor="text" w:hAnchor="text" w:y="1"/>
        <w:spacing w:line="276" w:lineRule="auto"/>
        <w:ind w:left="3552"/>
        <w:suppressOverlap/>
        <w:jc w:val="center"/>
      </w:pPr>
      <w:r>
        <w:t>«ПРИЛОЖЕНИЕ 3</w:t>
      </w:r>
    </w:p>
    <w:p w:rsidR="00823328" w:rsidRDefault="00823328" w:rsidP="00823328">
      <w:pPr>
        <w:framePr w:hSpace="180" w:wrap="around" w:vAnchor="text" w:hAnchor="text" w:y="1"/>
        <w:ind w:left="3552"/>
        <w:suppressOverlap/>
        <w:jc w:val="center"/>
      </w:pPr>
      <w:r>
        <w:t xml:space="preserve">к решению региональной службы </w:t>
      </w:r>
      <w:r>
        <w:br/>
        <w:t xml:space="preserve">по тарифам Нижегородской области </w:t>
      </w:r>
    </w:p>
    <w:p w:rsidR="00823328" w:rsidRDefault="00823328" w:rsidP="00823328">
      <w:pPr>
        <w:jc w:val="center"/>
      </w:pPr>
      <w:r>
        <w:t xml:space="preserve">                                             </w:t>
      </w:r>
      <w:r w:rsidRPr="00284DF7">
        <w:t>от 6 декабря 2018 г.</w:t>
      </w:r>
      <w:r w:rsidRPr="00D74902">
        <w:t xml:space="preserve"> № </w:t>
      </w:r>
      <w:r>
        <w:t>50/44</w:t>
      </w:r>
    </w:p>
    <w:p w:rsidR="00823328" w:rsidRDefault="00823328" w:rsidP="00823328">
      <w:pPr>
        <w:jc w:val="center"/>
      </w:pPr>
    </w:p>
    <w:p w:rsidR="00823328" w:rsidRPr="00823328" w:rsidRDefault="00823328" w:rsidP="00823328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23328">
        <w:rPr>
          <w:b/>
          <w:sz w:val="24"/>
          <w:szCs w:val="24"/>
        </w:rPr>
        <w:t>ПРОИЗВОДСТВЕННАЯ ПРОГРАММА</w:t>
      </w:r>
    </w:p>
    <w:p w:rsidR="00823328" w:rsidRPr="00823328" w:rsidRDefault="00823328" w:rsidP="00823328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23328">
        <w:rPr>
          <w:b/>
          <w:sz w:val="24"/>
          <w:szCs w:val="24"/>
        </w:rPr>
        <w:t>ПО ОКАЗАНИЮ УСЛУГ ВОДООТВЕДЕНИЯ</w:t>
      </w:r>
    </w:p>
    <w:p w:rsidR="00823328" w:rsidRPr="00823328" w:rsidRDefault="00823328" w:rsidP="00823328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23328">
        <w:rPr>
          <w:b/>
          <w:sz w:val="24"/>
          <w:szCs w:val="24"/>
        </w:rPr>
        <w:t>на территории с. Дивеево Нижегородской области</w:t>
      </w:r>
    </w:p>
    <w:p w:rsidR="00823328" w:rsidRDefault="00823328" w:rsidP="00823328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23328" w:rsidRDefault="00E62523" w:rsidP="00823328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 w:rsidRPr="00E62523">
        <w:rPr>
          <w:sz w:val="24"/>
          <w:szCs w:val="24"/>
          <w:lang w:eastAsia="en-US"/>
        </w:rPr>
        <w:t>Период реализации производственной программы с 01.01.2019 г. по 31.12.2023 г.</w:t>
      </w:r>
    </w:p>
    <w:tbl>
      <w:tblPr>
        <w:tblW w:w="1188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49"/>
        <w:gridCol w:w="28"/>
        <w:gridCol w:w="271"/>
        <w:gridCol w:w="900"/>
        <w:gridCol w:w="450"/>
        <w:gridCol w:w="150"/>
        <w:gridCol w:w="88"/>
        <w:gridCol w:w="961"/>
        <w:gridCol w:w="151"/>
        <w:gridCol w:w="871"/>
        <w:gridCol w:w="27"/>
        <w:gridCol w:w="451"/>
        <w:gridCol w:w="598"/>
        <w:gridCol w:w="452"/>
        <w:gridCol w:w="300"/>
        <w:gridCol w:w="159"/>
        <w:gridCol w:w="139"/>
        <w:gridCol w:w="1052"/>
        <w:gridCol w:w="1988"/>
      </w:tblGrid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B43B61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B43B61" w:rsidRPr="00B43B61" w:rsidTr="00B43B61">
        <w:trPr>
          <w:gridAfter w:val="1"/>
          <w:wAfter w:w="1988" w:type="dxa"/>
          <w:trHeight w:val="585"/>
        </w:trPr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Наименование регулируемой организации (ИНН)</w:t>
            </w:r>
          </w:p>
        </w:tc>
        <w:tc>
          <w:tcPr>
            <w:tcW w:w="6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  <w:lang w:eastAsia="en-US"/>
              </w:rPr>
            </w:pPr>
            <w:r w:rsidRPr="00B43B61">
              <w:rPr>
                <w:sz w:val="20"/>
                <w:lang w:eastAsia="en-US"/>
              </w:rPr>
              <w:t xml:space="preserve">МУНИЦИПАЛЬНОЕ ПРЕДПРИЯТИЕ ДИВЕЕВСКОГО МУНИЦИПАЛЬНОГО РАЙОНА НИЖЕГОРОДСКОЙ ОБЛАСТИ «ДИВЕЕВСКОЕ ЖИЛИЩНО-КОММУНАЛЬНОЕ ХОЗЯЙСТВО» </w:t>
            </w:r>
            <w:r w:rsidRPr="00B43B61">
              <w:rPr>
                <w:sz w:val="20"/>
                <w:lang w:eastAsia="en-US"/>
              </w:rPr>
              <w:br/>
              <w:t>(ИНН 5216017133)</w:t>
            </w:r>
          </w:p>
        </w:tc>
      </w:tr>
      <w:tr w:rsidR="00B43B61" w:rsidRPr="00B43B61" w:rsidTr="00B43B61">
        <w:trPr>
          <w:gridAfter w:val="1"/>
          <w:wAfter w:w="1988" w:type="dxa"/>
          <w:trHeight w:val="527"/>
        </w:trPr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Местонахождение регулируемой организации</w:t>
            </w:r>
          </w:p>
        </w:tc>
        <w:tc>
          <w:tcPr>
            <w:tcW w:w="6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754B5">
              <w:rPr>
                <w:sz w:val="20"/>
                <w:szCs w:val="24"/>
                <w:lang w:eastAsia="en-US"/>
              </w:rPr>
              <w:t>607320, Нижегородская область, с. Дивеево, ул. Южная, д. 16 «Г»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Наименование уполномоченного органа</w:t>
            </w:r>
          </w:p>
        </w:tc>
        <w:tc>
          <w:tcPr>
            <w:tcW w:w="6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Региональная служба по тарифам Нижегородской области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Местонахождение уполномоченного органа</w:t>
            </w:r>
          </w:p>
        </w:tc>
        <w:tc>
          <w:tcPr>
            <w:tcW w:w="6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 xml:space="preserve">603082, </w:t>
            </w:r>
            <w:r>
              <w:rPr>
                <w:sz w:val="20"/>
              </w:rPr>
              <w:t xml:space="preserve">г. </w:t>
            </w:r>
            <w:r w:rsidRPr="00B43B61">
              <w:rPr>
                <w:sz w:val="20"/>
              </w:rPr>
              <w:t>Нижний Новгород, Кремль, корпус 1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B43B61">
              <w:rPr>
                <w:b/>
                <w:sz w:val="20"/>
              </w:rPr>
              <w:t>2. Объем принимаемых сточных вод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Наименование услуги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01.01.2019 по 31.12.2019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Принято сточных вод всего, тыс. м</w:t>
            </w:r>
            <w:r w:rsidRPr="00B43B61">
              <w:rPr>
                <w:sz w:val="20"/>
                <w:vertAlign w:val="superscript"/>
              </w:rPr>
              <w:t>3</w:t>
            </w:r>
            <w:r w:rsidRPr="00B43B61">
              <w:rPr>
                <w:sz w:val="20"/>
              </w:rPr>
              <w:t>, в том числе: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214,30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214,30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214,30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214,30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214,30</w:t>
            </w:r>
          </w:p>
        </w:tc>
      </w:tr>
      <w:tr w:rsidR="00B43B61" w:rsidRPr="00B43B61" w:rsidTr="00B43B61">
        <w:trPr>
          <w:gridAfter w:val="1"/>
          <w:wAfter w:w="1988" w:type="dxa"/>
          <w:trHeight w:val="131"/>
        </w:trPr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i/>
                <w:iCs/>
                <w:sz w:val="20"/>
              </w:rPr>
            </w:pPr>
            <w:r w:rsidRPr="00B43B61">
              <w:rPr>
                <w:i/>
                <w:iCs/>
                <w:sz w:val="20"/>
              </w:rPr>
              <w:t>- население,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126,91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126,91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126,91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126,91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126,91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i/>
                <w:iCs/>
                <w:sz w:val="20"/>
              </w:rPr>
            </w:pPr>
            <w:r w:rsidRPr="00B43B61">
              <w:rPr>
                <w:i/>
                <w:iCs/>
                <w:sz w:val="20"/>
              </w:rPr>
              <w:t>- бюджетные потребители,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16,61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16,61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16,61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16,61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16,61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i/>
                <w:iCs/>
                <w:sz w:val="20"/>
              </w:rPr>
            </w:pPr>
            <w:r w:rsidRPr="00B43B61">
              <w:rPr>
                <w:i/>
                <w:iCs/>
                <w:sz w:val="20"/>
              </w:rPr>
              <w:t>- прочие потребители,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70,78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70,78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70,78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70,78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70,78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i/>
                <w:iCs/>
                <w:sz w:val="20"/>
              </w:rPr>
            </w:pPr>
            <w:r w:rsidRPr="00B43B61">
              <w:rPr>
                <w:i/>
                <w:iCs/>
                <w:sz w:val="20"/>
              </w:rPr>
              <w:t>- собственное потребление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B43B61">
              <w:rPr>
                <w:sz w:val="20"/>
              </w:rPr>
              <w:t>Пропущено через очистные сооружения, тыс. м</w:t>
            </w:r>
            <w:r w:rsidRPr="00B43B61">
              <w:rPr>
                <w:sz w:val="20"/>
                <w:vertAlign w:val="superscript"/>
              </w:rPr>
              <w:t>3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214,30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214,30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214,30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214,30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214,30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B43B61">
              <w:rPr>
                <w:sz w:val="20"/>
              </w:rPr>
              <w:t>Передано сточных вод на сторону, тыс. м</w:t>
            </w:r>
            <w:r w:rsidRPr="00B43B61">
              <w:rPr>
                <w:sz w:val="20"/>
                <w:vertAlign w:val="superscript"/>
              </w:rPr>
              <w:t>3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B43B61">
              <w:rPr>
                <w:b/>
                <w:sz w:val="20"/>
              </w:rPr>
              <w:lastRenderedPageBreak/>
              <w:t>3. Мероприятия, направленные на осуществление текущей (операционной) деятельности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Наименование мероприятий</w:t>
            </w:r>
          </w:p>
        </w:tc>
        <w:tc>
          <w:tcPr>
            <w:tcW w:w="18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График реализации мероприятий</w:t>
            </w:r>
          </w:p>
        </w:tc>
        <w:tc>
          <w:tcPr>
            <w:tcW w:w="3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 xml:space="preserve">Всего сумма, </w:t>
            </w:r>
          </w:p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тыс. руб.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  <w:tc>
          <w:tcPr>
            <w:tcW w:w="18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Себестоимость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Другие источники</w:t>
            </w:r>
          </w:p>
        </w:tc>
        <w:tc>
          <w:tcPr>
            <w:tcW w:w="1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B43B61">
              <w:rPr>
                <w:sz w:val="20"/>
              </w:rPr>
              <w:t>на период с 01.01.2019 по 31.12.2019</w:t>
            </w:r>
          </w:p>
        </w:tc>
      </w:tr>
      <w:tr w:rsidR="00B43B61" w:rsidRPr="00B43B61" w:rsidTr="00B43B61">
        <w:trPr>
          <w:gridAfter w:val="1"/>
          <w:wAfter w:w="1988" w:type="dxa"/>
          <w:trHeight w:val="569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Производственные расходы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01.01.2019 по 31.12.2019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6576,20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6576,20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Административные расходы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01.01.2019 по 31.12.2019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3223,58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3223,58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01.01.2019 по 31.12.2019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01.01.2019 по 31.12.2019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193,83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193,83</w:t>
            </w:r>
          </w:p>
        </w:tc>
      </w:tr>
      <w:tr w:rsidR="00B43B61" w:rsidRPr="00B43B61" w:rsidTr="00B43B61">
        <w:trPr>
          <w:gridAfter w:val="1"/>
          <w:wAfter w:w="1988" w:type="dxa"/>
          <w:trHeight w:val="739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01.01.2019 по 31.12.2019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8" w:type="dxa"/>
          <w:trHeight w:val="647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01.01.2019 по 31.12.2019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146,07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146,07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Итого за период с 01.01.2019 по 31.12.2019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10139,68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10139,68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Производственные расходы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01.01.2020 по 31.12.2020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6936,56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6936,56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Административные расходы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01.01.2020 по 31.12.2020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3287,08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3287,08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01.01.2020 по 31.12.2020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01.01.2020 по 31.12.2020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128,57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128,57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01.01.2020 по 31.12.2020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01.01.2020 по 31.12.2020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148,79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148,79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Итого за период с 01.01.2020 по 31.12.2020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10501,00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10501,00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Производственные расходы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01.01.2021 по 31.12.2021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7132,02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7132,02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Административные расходы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01.01.2021 по 31.12.2021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3374,62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3374,62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01.01.2021 по 31.12.2021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lastRenderedPageBreak/>
              <w:t>Расходы на амортизацию основных средств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01.01.2021 по 31.12.2021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128,57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128,57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01.01.2021 по 31.12.2021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01.01.2021 по 31.12.2021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153,68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153,68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Итого за период с 01.01.2021 по 31.12.2021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10778,89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10778,89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Производственные расходы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01.01.2022 по 31.12.2022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7344,44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7344,44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Административные расходы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01.01.2022 по 31.12.2022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3474,51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3474,51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01.01.2022 по 31.12.2022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01.01.2022 по 31.12.2022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128,57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128,57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01.01.2022 по 31.12.2022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01.01.2022 по 31.12.2022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157,68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157,68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Итого за период с 01.01.2022 по 31.12.2022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11105,20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11105,20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Производственные расходы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01.01.2023 по 31.12.2023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7563,18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7563,18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Административные расходы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01.01.2023 по 31.12.2023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3577,35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3577,35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01.01.2023 по 31.12.2023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01.01.2023 по 31.12.2023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128,57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128,57</w:t>
            </w:r>
          </w:p>
        </w:tc>
      </w:tr>
      <w:tr w:rsidR="00B43B61" w:rsidRPr="00B43B61" w:rsidTr="00B43B61">
        <w:trPr>
          <w:gridAfter w:val="1"/>
          <w:wAfter w:w="1988" w:type="dxa"/>
          <w:trHeight w:val="638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01.01.2023 по 31.12.2023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01.01.2023 по 31.12.2023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161,8</w:t>
            </w:r>
            <w:r w:rsidR="00015804">
              <w:rPr>
                <w:sz w:val="20"/>
              </w:rPr>
              <w:t>1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161,8</w:t>
            </w:r>
            <w:r w:rsidR="00015804">
              <w:rPr>
                <w:sz w:val="20"/>
              </w:rPr>
              <w:t>1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  <w:r w:rsidRPr="00B43B61">
              <w:rPr>
                <w:sz w:val="20"/>
              </w:rPr>
              <w:t>Итого за период с 01.01.2023 по 31.12.2023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11430,91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11430,91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53965,68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53965,68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B43B61">
              <w:rPr>
                <w:b/>
                <w:sz w:val="20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B43B61">
              <w:rPr>
                <w:sz w:val="20"/>
              </w:rPr>
              <w:lastRenderedPageBreak/>
              <w:t>4.1. Перечень мероприятий по ремонту объектов централизованных систем водоотведения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Наименование мероприятий</w:t>
            </w:r>
          </w:p>
        </w:tc>
        <w:tc>
          <w:tcPr>
            <w:tcW w:w="18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График реализации мероприятий</w:t>
            </w:r>
          </w:p>
        </w:tc>
        <w:tc>
          <w:tcPr>
            <w:tcW w:w="3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Всего сумма,</w:t>
            </w:r>
          </w:p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 xml:space="preserve"> тыс. руб.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  <w:tc>
          <w:tcPr>
            <w:tcW w:w="18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Себестоимость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Другие источники</w:t>
            </w:r>
          </w:p>
        </w:tc>
        <w:tc>
          <w:tcPr>
            <w:tcW w:w="1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01.01.2019 по 31.12.2019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Текущий ремонт канализационных сетей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 01.01.2019 по 31.12.2019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1702,51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1702,51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Ремонт канализационных колодцев, замена насосов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 01.01.2019 по 31.12.2019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995,92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995,92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2698,43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2698,43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Текущий ремонт канализационных сетей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 01.01.2020 по 31.12.2020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1736,05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1736,05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Ремонт канализационных колодцев, замена насосов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 01.01.2020 по 31.12.2020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1015,54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1015,54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2751,59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2751,59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Текущий ремонт канализационных сетей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 01.01.2021 по 31.12.2021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1782,28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1782,28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Ремонт канализационных колодцев, замена насосов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 01.01.2021 по 31.12.2021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1042,58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1042,58</w:t>
            </w:r>
          </w:p>
        </w:tc>
      </w:tr>
      <w:tr w:rsidR="00B43B61" w:rsidRPr="00B43B61" w:rsidTr="00B43B61">
        <w:trPr>
          <w:gridAfter w:val="1"/>
          <w:wAfter w:w="1988" w:type="dxa"/>
          <w:trHeight w:val="32"/>
        </w:trPr>
        <w:tc>
          <w:tcPr>
            <w:tcW w:w="4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2824,86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2824,86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Текущий ремонт канализационных сетей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 01.01.2022 по 31.12.2022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1835,04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1835,04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Ремонт канализационных колодцев, замена насосов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 01.01.2022 по 31.12.2022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1073,44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1073,44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2908,48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2908,48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Текущий ремонт канализационных сетей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 01.01.2023 по 31.12.2023-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1889,36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1889,36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Ремонт канализационных колодцев, замена насосов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 01.01.2023 по 31.12.2023-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1105,21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1105,21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2994,57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2994,57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14177,93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14177,93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B43B61">
              <w:rPr>
                <w:sz w:val="20"/>
              </w:rPr>
              <w:t>4.2. Перечень мероприятий, направленных на улучшение качества очистки сточных вод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Наименование мероприятий</w:t>
            </w:r>
          </w:p>
        </w:tc>
        <w:tc>
          <w:tcPr>
            <w:tcW w:w="18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График реализации мероприятий</w:t>
            </w:r>
          </w:p>
        </w:tc>
        <w:tc>
          <w:tcPr>
            <w:tcW w:w="3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Всего сумма,</w:t>
            </w:r>
          </w:p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 xml:space="preserve"> тыс. руб.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  <w:tc>
          <w:tcPr>
            <w:tcW w:w="18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Себестоимость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Другие источники</w:t>
            </w:r>
          </w:p>
        </w:tc>
        <w:tc>
          <w:tcPr>
            <w:tcW w:w="1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lastRenderedPageBreak/>
              <w:t>на период с 01.01.2019 по 31.12.2019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B43B61">
              <w:rPr>
                <w:sz w:val="20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Наименование мероприятий</w:t>
            </w:r>
          </w:p>
        </w:tc>
        <w:tc>
          <w:tcPr>
            <w:tcW w:w="18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График реализации мероприятий</w:t>
            </w:r>
          </w:p>
        </w:tc>
        <w:tc>
          <w:tcPr>
            <w:tcW w:w="3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Всего сумма,</w:t>
            </w:r>
          </w:p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 xml:space="preserve"> тыс. руб.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  <w:tc>
          <w:tcPr>
            <w:tcW w:w="18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Себестоимость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Другие источники</w:t>
            </w:r>
          </w:p>
        </w:tc>
        <w:tc>
          <w:tcPr>
            <w:tcW w:w="1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01.01.2019 по 31.12.2019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</w:tr>
      <w:tr w:rsidR="00B43B61" w:rsidRPr="00B43B61" w:rsidTr="00B43B61">
        <w:trPr>
          <w:gridAfter w:val="1"/>
          <w:wAfter w:w="1988" w:type="dxa"/>
          <w:trHeight w:val="403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trHeight w:val="144"/>
        </w:trPr>
        <w:tc>
          <w:tcPr>
            <w:tcW w:w="4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8" w:type="dxa"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B43B61">
              <w:rPr>
                <w:sz w:val="20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Наименование мероприятий</w:t>
            </w:r>
          </w:p>
        </w:tc>
        <w:tc>
          <w:tcPr>
            <w:tcW w:w="18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График реализации мероприятий</w:t>
            </w:r>
          </w:p>
        </w:tc>
        <w:tc>
          <w:tcPr>
            <w:tcW w:w="3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 xml:space="preserve">Всего сумма, </w:t>
            </w:r>
          </w:p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тыс. руб.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2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  <w:tc>
          <w:tcPr>
            <w:tcW w:w="18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Себестоимость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Другие источники</w:t>
            </w:r>
          </w:p>
        </w:tc>
        <w:tc>
          <w:tcPr>
            <w:tcW w:w="1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01.01.2019 по 31.12.2019</w:t>
            </w:r>
          </w:p>
        </w:tc>
      </w:tr>
      <w:tr w:rsidR="00B43B61" w:rsidRPr="00B43B61" w:rsidTr="00B43B61">
        <w:trPr>
          <w:trHeight w:val="137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8" w:type="dxa"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</w:tr>
      <w:tr w:rsidR="00B43B61" w:rsidRPr="00B43B61" w:rsidTr="00B43B61">
        <w:trPr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8" w:type="dxa"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lastRenderedPageBreak/>
              <w:t>на период с 01.01.2021 по 31.12.2021</w:t>
            </w:r>
          </w:p>
        </w:tc>
      </w:tr>
      <w:tr w:rsidR="00B43B61" w:rsidRPr="00B43B61" w:rsidTr="00B43B61">
        <w:trPr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8" w:type="dxa"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</w:p>
        </w:tc>
      </w:tr>
      <w:tr w:rsidR="00B43B61" w:rsidRPr="00B43B61" w:rsidTr="00B43B61">
        <w:trPr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  <w:tc>
          <w:tcPr>
            <w:tcW w:w="1988" w:type="dxa"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</w:p>
        </w:tc>
      </w:tr>
      <w:tr w:rsidR="00B43B61" w:rsidRPr="00B43B61" w:rsidTr="00B43B61">
        <w:trPr>
          <w:trHeight w:val="144"/>
        </w:trPr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8" w:type="dxa"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</w:p>
        </w:tc>
      </w:tr>
      <w:tr w:rsidR="00B43B61" w:rsidRPr="00B43B61" w:rsidTr="00B43B61">
        <w:trPr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  <w:tc>
          <w:tcPr>
            <w:tcW w:w="1988" w:type="dxa"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</w:tr>
      <w:tr w:rsidR="00B43B61" w:rsidRPr="00B43B61" w:rsidTr="00B43B61">
        <w:trPr>
          <w:trHeight w:val="144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8" w:type="dxa"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</w:tr>
      <w:tr w:rsidR="00B43B61" w:rsidRPr="00B43B61" w:rsidTr="00B43B61">
        <w:trPr>
          <w:trHeight w:val="144"/>
        </w:trPr>
        <w:tc>
          <w:tcPr>
            <w:tcW w:w="4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8" w:type="dxa"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</w:p>
        </w:tc>
      </w:tr>
      <w:tr w:rsidR="00B43B61" w:rsidRPr="00B43B61" w:rsidTr="00B43B61">
        <w:trPr>
          <w:gridAfter w:val="1"/>
          <w:wAfter w:w="1988" w:type="dxa"/>
          <w:trHeight w:val="445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B43B61">
              <w:rPr>
                <w:b/>
                <w:sz w:val="20"/>
              </w:rPr>
              <w:t>5. Показатели надежности, качества, энергетической эффективности объектов централизованных систем водоотведения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Наименование показателя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Ед. изм.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01.01.2019 по 31.12.2019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01.01.2020</w:t>
            </w:r>
            <w:r>
              <w:rPr>
                <w:sz w:val="20"/>
              </w:rPr>
              <w:t xml:space="preserve"> </w:t>
            </w:r>
            <w:r w:rsidRPr="00B43B61">
              <w:rPr>
                <w:sz w:val="20"/>
              </w:rPr>
              <w:t>по 31.12.2020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B43B61">
              <w:rPr>
                <w:sz w:val="20"/>
              </w:rPr>
              <w:t>Показатели очистки сточных вод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%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%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%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%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B43B61"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4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ед./</w:t>
            </w:r>
          </w:p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км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0,01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0,01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0,01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0,01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0,01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B43B61">
              <w:rPr>
                <w:sz w:val="20"/>
              </w:rPr>
              <w:t>Показатели энергетической эффективности</w:t>
            </w:r>
          </w:p>
        </w:tc>
      </w:tr>
      <w:tr w:rsidR="00B43B61" w:rsidRPr="00B43B61" w:rsidTr="00B43B61">
        <w:trPr>
          <w:gridAfter w:val="1"/>
          <w:wAfter w:w="1988" w:type="dxa"/>
          <w:trHeight w:val="633"/>
        </w:trPr>
        <w:tc>
          <w:tcPr>
            <w:tcW w:w="4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proofErr w:type="spellStart"/>
            <w:r w:rsidRPr="00B43B61">
              <w:rPr>
                <w:sz w:val="20"/>
              </w:rPr>
              <w:t>кВт</w:t>
            </w:r>
            <w:proofErr w:type="gramStart"/>
            <w:r w:rsidRPr="00B43B61">
              <w:rPr>
                <w:sz w:val="20"/>
              </w:rPr>
              <w:t>.ч</w:t>
            </w:r>
            <w:proofErr w:type="spellEnd"/>
            <w:proofErr w:type="gramEnd"/>
            <w:r w:rsidRPr="00B43B61">
              <w:rPr>
                <w:sz w:val="20"/>
              </w:rPr>
              <w:t>/</w:t>
            </w:r>
          </w:p>
          <w:p w:rsidR="00B43B61" w:rsidRPr="00B43B61" w:rsidRDefault="00B43B61" w:rsidP="00B43B6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куб. м</w:t>
            </w:r>
          </w:p>
        </w:tc>
        <w:tc>
          <w:tcPr>
            <w:tcW w:w="10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1,79</w:t>
            </w:r>
          </w:p>
        </w:tc>
        <w:tc>
          <w:tcPr>
            <w:tcW w:w="10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1,79</w:t>
            </w:r>
          </w:p>
        </w:tc>
        <w:tc>
          <w:tcPr>
            <w:tcW w:w="10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1,79</w:t>
            </w:r>
          </w:p>
        </w:tc>
        <w:tc>
          <w:tcPr>
            <w:tcW w:w="10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1,79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1,79</w:t>
            </w:r>
          </w:p>
        </w:tc>
      </w:tr>
      <w:tr w:rsidR="00B43B61" w:rsidRPr="00B43B61" w:rsidTr="00B43B61">
        <w:trPr>
          <w:gridAfter w:val="1"/>
          <w:wAfter w:w="1988" w:type="dxa"/>
          <w:trHeight w:val="632"/>
        </w:trPr>
        <w:tc>
          <w:tcPr>
            <w:tcW w:w="4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lastRenderedPageBreak/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  <w:tc>
          <w:tcPr>
            <w:tcW w:w="10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  <w:tc>
          <w:tcPr>
            <w:tcW w:w="10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  <w:tc>
          <w:tcPr>
            <w:tcW w:w="10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  <w:tc>
          <w:tcPr>
            <w:tcW w:w="105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</w:rPr>
            </w:pP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B43B61"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 период с 01.01.2019 по 31.12.2019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383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Итого эффективность производственной программы за весь срок реализации: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B43B61">
              <w:rPr>
                <w:b/>
                <w:sz w:val="20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B43B61" w:rsidRPr="00B43B61" w:rsidTr="00B43B61">
        <w:trPr>
          <w:gridAfter w:val="1"/>
          <w:wAfter w:w="1988" w:type="dxa"/>
          <w:trHeight w:val="540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Всего сумма, тыс. руб.</w:t>
            </w:r>
          </w:p>
        </w:tc>
      </w:tr>
      <w:tr w:rsidR="00B43B61" w:rsidRPr="00B43B61" w:rsidTr="00B43B61">
        <w:trPr>
          <w:gridAfter w:val="1"/>
          <w:wAfter w:w="1988" w:type="dxa"/>
          <w:trHeight w:val="144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 период с 01.01.2019 по 31.12.2019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13062,22</w:t>
            </w:r>
          </w:p>
        </w:tc>
      </w:tr>
      <w:tr w:rsidR="00B43B61" w:rsidRPr="00B43B61" w:rsidTr="00B43B61">
        <w:trPr>
          <w:gridAfter w:val="1"/>
          <w:wAfter w:w="1988" w:type="dxa"/>
          <w:trHeight w:val="315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13178,66</w:t>
            </w:r>
          </w:p>
        </w:tc>
      </w:tr>
      <w:tr w:rsidR="00B43B61" w:rsidRPr="00B43B61" w:rsidTr="00B43B61">
        <w:trPr>
          <w:gridAfter w:val="1"/>
          <w:wAfter w:w="1988" w:type="dxa"/>
          <w:trHeight w:val="330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13463,75</w:t>
            </w:r>
          </w:p>
        </w:tc>
      </w:tr>
      <w:tr w:rsidR="00B43B61" w:rsidRPr="00B43B61" w:rsidTr="00B43B61">
        <w:trPr>
          <w:gridAfter w:val="1"/>
          <w:wAfter w:w="1988" w:type="dxa"/>
          <w:trHeight w:val="330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14013,68</w:t>
            </w:r>
          </w:p>
        </w:tc>
      </w:tr>
      <w:tr w:rsidR="00B43B61" w:rsidRPr="00B43B61" w:rsidTr="00B43B61">
        <w:trPr>
          <w:gridAfter w:val="1"/>
          <w:wAfter w:w="1988" w:type="dxa"/>
          <w:trHeight w:val="330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14575,48</w:t>
            </w:r>
          </w:p>
        </w:tc>
      </w:tr>
      <w:tr w:rsidR="00B43B61" w:rsidRPr="00B43B61" w:rsidTr="00B43B61">
        <w:trPr>
          <w:gridAfter w:val="1"/>
          <w:wAfter w:w="1988" w:type="dxa"/>
          <w:trHeight w:val="645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bCs/>
                <w:sz w:val="20"/>
              </w:rPr>
              <w:t>Итого</w:t>
            </w:r>
            <w:r w:rsidRPr="00B43B61">
              <w:rPr>
                <w:sz w:val="20"/>
              </w:rPr>
              <w:t xml:space="preserve"> объем финансовых потребностей за весь срок реализации программы</w:t>
            </w:r>
            <w:r w:rsidRPr="00B43B61">
              <w:rPr>
                <w:bCs/>
                <w:sz w:val="20"/>
              </w:rPr>
              <w:t>: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68293,79</w:t>
            </w:r>
          </w:p>
        </w:tc>
      </w:tr>
      <w:tr w:rsidR="00B43B61" w:rsidRPr="00B43B61" w:rsidTr="00B43B61">
        <w:trPr>
          <w:gridAfter w:val="1"/>
          <w:wAfter w:w="1988" w:type="dxa"/>
          <w:trHeight w:val="645"/>
        </w:trPr>
        <w:tc>
          <w:tcPr>
            <w:tcW w:w="98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B43B61" w:rsidRPr="00B43B61" w:rsidTr="00B43B61">
        <w:trPr>
          <w:gridAfter w:val="1"/>
          <w:wAfter w:w="1988" w:type="dxa"/>
          <w:trHeight w:val="330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2018 год</w:t>
            </w:r>
          </w:p>
        </w:tc>
      </w:tr>
      <w:tr w:rsidR="00B43B61" w:rsidRPr="00B43B61" w:rsidTr="00B43B61">
        <w:trPr>
          <w:gridAfter w:val="1"/>
          <w:wAfter w:w="1988" w:type="dxa"/>
          <w:trHeight w:val="315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B43B61">
              <w:rPr>
                <w:sz w:val="20"/>
              </w:rPr>
              <w:t>Объем принятых сточных вод, тыс. куб. м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222,70</w:t>
            </w:r>
          </w:p>
        </w:tc>
      </w:tr>
      <w:tr w:rsidR="00B43B61" w:rsidRPr="00B43B61" w:rsidTr="00B43B61">
        <w:trPr>
          <w:gridAfter w:val="1"/>
          <w:wAfter w:w="1988" w:type="dxa"/>
          <w:trHeight w:val="660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B43B61">
              <w:rPr>
                <w:sz w:val="20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10013,03</w:t>
            </w:r>
          </w:p>
        </w:tc>
      </w:tr>
      <w:tr w:rsidR="00B43B61" w:rsidRPr="00B43B61" w:rsidTr="00B43B61">
        <w:trPr>
          <w:gridAfter w:val="1"/>
          <w:wAfter w:w="1988" w:type="dxa"/>
          <w:trHeight w:val="649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B43B61">
              <w:rPr>
                <w:sz w:val="20"/>
              </w:rPr>
              <w:t>Мероприятия, направленные на поддержание объектов водоотведения в состоянии, соответствующем установленным требованиям, тыс. руб.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</w:p>
        </w:tc>
      </w:tr>
      <w:tr w:rsidR="00B43B61" w:rsidRPr="00B43B61" w:rsidTr="00B43B61">
        <w:trPr>
          <w:gridAfter w:val="1"/>
          <w:wAfter w:w="1988" w:type="dxa"/>
          <w:trHeight w:val="330"/>
        </w:trPr>
        <w:tc>
          <w:tcPr>
            <w:tcW w:w="8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B43B61">
              <w:rPr>
                <w:sz w:val="20"/>
              </w:rPr>
              <w:t>Общий объем финансовых потребностей, тыс. руб.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11060,87</w:t>
            </w:r>
          </w:p>
        </w:tc>
      </w:tr>
    </w:tbl>
    <w:p w:rsidR="00823328" w:rsidRPr="00B43B61" w:rsidRDefault="00B43B61" w:rsidP="00B43B61">
      <w:pPr>
        <w:jc w:val="right"/>
        <w:rPr>
          <w:szCs w:val="28"/>
          <w:lang w:eastAsia="en-US"/>
        </w:rPr>
      </w:pPr>
      <w:r w:rsidRPr="00B43B61">
        <w:rPr>
          <w:szCs w:val="28"/>
          <w:lang w:eastAsia="en-US"/>
        </w:rPr>
        <w:t>».</w:t>
      </w:r>
    </w:p>
    <w:p w:rsidR="00823328" w:rsidRDefault="00823328" w:rsidP="009E7ECA">
      <w:pPr>
        <w:jc w:val="center"/>
        <w:rPr>
          <w:sz w:val="20"/>
          <w:szCs w:val="24"/>
          <w:lang w:eastAsia="en-US"/>
        </w:rPr>
      </w:pPr>
    </w:p>
    <w:p w:rsidR="00823328" w:rsidRDefault="00823328" w:rsidP="00823328">
      <w:pPr>
        <w:framePr w:hSpace="180" w:wrap="around" w:vAnchor="text" w:hAnchor="text" w:y="1"/>
        <w:ind w:left="3552"/>
        <w:suppressOverlap/>
        <w:jc w:val="center"/>
      </w:pPr>
      <w:r>
        <w:lastRenderedPageBreak/>
        <w:t xml:space="preserve">ПРИЛОЖЕНИЕ </w:t>
      </w:r>
      <w:r w:rsidR="00082A81">
        <w:t>4</w:t>
      </w:r>
    </w:p>
    <w:p w:rsidR="00823328" w:rsidRDefault="00823328" w:rsidP="00823328">
      <w:pPr>
        <w:framePr w:hSpace="180" w:wrap="around" w:vAnchor="text" w:hAnchor="text" w:y="1"/>
        <w:ind w:left="3552"/>
        <w:suppressOverlap/>
        <w:jc w:val="center"/>
      </w:pPr>
      <w:r>
        <w:t xml:space="preserve">к решению региональной службы </w:t>
      </w:r>
      <w:r>
        <w:br/>
        <w:t xml:space="preserve">по тарифам Нижегородской области </w:t>
      </w:r>
    </w:p>
    <w:p w:rsidR="004754B5" w:rsidRDefault="004754B5" w:rsidP="004754B5">
      <w:pPr>
        <w:ind w:left="3552"/>
        <w:jc w:val="center"/>
      </w:pPr>
      <w:r w:rsidRPr="004754B5">
        <w:t>от 14 ноября 2019 г. №</w:t>
      </w:r>
      <w:r w:rsidRPr="00D74902">
        <w:t xml:space="preserve"> </w:t>
      </w:r>
      <w:r w:rsidR="00375EFF">
        <w:t>50/33</w:t>
      </w:r>
      <w:bookmarkStart w:id="0" w:name="_GoBack"/>
      <w:bookmarkEnd w:id="0"/>
    </w:p>
    <w:p w:rsidR="00823328" w:rsidRDefault="00823328" w:rsidP="00B43B61">
      <w:pPr>
        <w:rPr>
          <w:sz w:val="20"/>
          <w:szCs w:val="24"/>
          <w:lang w:eastAsia="en-US"/>
        </w:rPr>
      </w:pPr>
    </w:p>
    <w:p w:rsidR="00823328" w:rsidRDefault="00823328" w:rsidP="00823328">
      <w:pPr>
        <w:framePr w:hSpace="180" w:wrap="around" w:vAnchor="text" w:hAnchor="text" w:y="1"/>
        <w:spacing w:line="276" w:lineRule="auto"/>
        <w:ind w:left="3552"/>
        <w:suppressOverlap/>
        <w:jc w:val="center"/>
      </w:pPr>
      <w:r>
        <w:t>«ПРИЛОЖЕНИЕ 4</w:t>
      </w:r>
    </w:p>
    <w:p w:rsidR="00823328" w:rsidRDefault="00823328" w:rsidP="00823328">
      <w:pPr>
        <w:framePr w:hSpace="180" w:wrap="around" w:vAnchor="text" w:hAnchor="text" w:y="1"/>
        <w:ind w:left="3552"/>
        <w:suppressOverlap/>
        <w:jc w:val="center"/>
      </w:pPr>
      <w:r>
        <w:t xml:space="preserve">к решению региональной службы </w:t>
      </w:r>
      <w:r>
        <w:br/>
        <w:t xml:space="preserve">по тарифам Нижегородской области </w:t>
      </w:r>
    </w:p>
    <w:p w:rsidR="00823328" w:rsidRDefault="00823328" w:rsidP="00823328">
      <w:pPr>
        <w:jc w:val="center"/>
      </w:pPr>
      <w:r>
        <w:t xml:space="preserve">                                             </w:t>
      </w:r>
      <w:r w:rsidRPr="00284DF7">
        <w:t>от 6 декабря 2018 г.</w:t>
      </w:r>
      <w:r w:rsidRPr="00D74902">
        <w:t xml:space="preserve"> № </w:t>
      </w:r>
      <w:r>
        <w:t>50/44</w:t>
      </w:r>
    </w:p>
    <w:p w:rsidR="00823328" w:rsidRDefault="00823328" w:rsidP="00823328">
      <w:pPr>
        <w:jc w:val="center"/>
      </w:pPr>
    </w:p>
    <w:p w:rsidR="00823328" w:rsidRPr="00823328" w:rsidRDefault="00823328" w:rsidP="00823328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23328">
        <w:rPr>
          <w:b/>
          <w:sz w:val="24"/>
          <w:szCs w:val="24"/>
        </w:rPr>
        <w:t>ПРОИЗВОДСТВЕННАЯ ПРОГРАММА</w:t>
      </w:r>
    </w:p>
    <w:p w:rsidR="00823328" w:rsidRPr="00823328" w:rsidRDefault="00823328" w:rsidP="00823328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23328">
        <w:rPr>
          <w:b/>
          <w:sz w:val="24"/>
          <w:szCs w:val="24"/>
        </w:rPr>
        <w:t>ПО ОКАЗАНИЮ УСЛУГ ВОДООТВЕДЕНИЯ</w:t>
      </w:r>
    </w:p>
    <w:p w:rsidR="00823328" w:rsidRPr="00823328" w:rsidRDefault="00823328" w:rsidP="00823328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23328">
        <w:rPr>
          <w:b/>
          <w:sz w:val="24"/>
          <w:szCs w:val="24"/>
        </w:rPr>
        <w:t xml:space="preserve">(без учета очистки сточных вод) </w:t>
      </w:r>
    </w:p>
    <w:p w:rsidR="00823328" w:rsidRPr="00823328" w:rsidRDefault="00823328" w:rsidP="00823328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23328">
        <w:rPr>
          <w:b/>
          <w:sz w:val="24"/>
          <w:szCs w:val="24"/>
        </w:rPr>
        <w:t xml:space="preserve">на территории с. </w:t>
      </w:r>
      <w:proofErr w:type="spellStart"/>
      <w:r w:rsidRPr="00823328">
        <w:rPr>
          <w:b/>
          <w:sz w:val="24"/>
          <w:szCs w:val="24"/>
        </w:rPr>
        <w:t>Глухово</w:t>
      </w:r>
      <w:proofErr w:type="spellEnd"/>
      <w:r w:rsidRPr="00823328">
        <w:rPr>
          <w:b/>
          <w:sz w:val="24"/>
          <w:szCs w:val="24"/>
        </w:rPr>
        <w:t xml:space="preserve"> и с. Суворово </w:t>
      </w:r>
      <w:proofErr w:type="spellStart"/>
      <w:r w:rsidRPr="00823328">
        <w:rPr>
          <w:b/>
          <w:sz w:val="24"/>
          <w:szCs w:val="24"/>
        </w:rPr>
        <w:t>Дивеевского</w:t>
      </w:r>
      <w:proofErr w:type="spellEnd"/>
      <w:r w:rsidRPr="00823328">
        <w:rPr>
          <w:b/>
          <w:sz w:val="24"/>
          <w:szCs w:val="24"/>
        </w:rPr>
        <w:t xml:space="preserve"> муниципального района Нижегородской области</w:t>
      </w:r>
    </w:p>
    <w:p w:rsidR="00823328" w:rsidRDefault="00823328" w:rsidP="00823328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23328" w:rsidRDefault="00E62523" w:rsidP="00823328">
      <w:pPr>
        <w:jc w:val="center"/>
        <w:rPr>
          <w:sz w:val="20"/>
          <w:szCs w:val="24"/>
          <w:lang w:eastAsia="en-US"/>
        </w:rPr>
      </w:pPr>
      <w:r w:rsidRPr="00E62523">
        <w:rPr>
          <w:sz w:val="24"/>
          <w:szCs w:val="24"/>
          <w:lang w:eastAsia="en-US"/>
        </w:rPr>
        <w:t>Период реализации производственной программы с 01.01.2019 г. по 31.12.2023 г.</w:t>
      </w:r>
    </w:p>
    <w:tbl>
      <w:tblPr>
        <w:tblW w:w="118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40"/>
        <w:gridCol w:w="28"/>
        <w:gridCol w:w="270"/>
        <w:gridCol w:w="897"/>
        <w:gridCol w:w="449"/>
        <w:gridCol w:w="149"/>
        <w:gridCol w:w="88"/>
        <w:gridCol w:w="958"/>
        <w:gridCol w:w="151"/>
        <w:gridCol w:w="868"/>
        <w:gridCol w:w="27"/>
        <w:gridCol w:w="450"/>
        <w:gridCol w:w="596"/>
        <w:gridCol w:w="450"/>
        <w:gridCol w:w="300"/>
        <w:gridCol w:w="158"/>
        <w:gridCol w:w="139"/>
        <w:gridCol w:w="1049"/>
        <w:gridCol w:w="1981"/>
      </w:tblGrid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B43B61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B43B61" w:rsidRPr="00B43B61" w:rsidTr="00B43B61">
        <w:trPr>
          <w:gridAfter w:val="1"/>
          <w:wAfter w:w="1981" w:type="dxa"/>
          <w:trHeight w:val="584"/>
        </w:trPr>
        <w:tc>
          <w:tcPr>
            <w:tcW w:w="3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Наименование регулируемой организации (ИНН)</w:t>
            </w:r>
          </w:p>
        </w:tc>
        <w:tc>
          <w:tcPr>
            <w:tcW w:w="67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rPr>
                <w:sz w:val="20"/>
                <w:lang w:eastAsia="en-US"/>
              </w:rPr>
            </w:pPr>
            <w:r w:rsidRPr="00B43B61">
              <w:rPr>
                <w:sz w:val="20"/>
                <w:lang w:eastAsia="en-US"/>
              </w:rPr>
              <w:t xml:space="preserve">МУНИЦИПАЛЬНОЕ ПРЕДПРИЯТИЕ ДИВЕЕВСКОГО МУНИЦИПАЛЬНОГО РАЙОНА НИЖЕГОРОДСКОЙ ОБЛАСТИ «ДИВЕЕВСКОЕ ЖИЛИЩНО-КОММУНАЛЬНОЕ ХОЗЯЙСТВО» </w:t>
            </w:r>
            <w:r w:rsidRPr="00B43B61">
              <w:rPr>
                <w:sz w:val="20"/>
                <w:lang w:eastAsia="en-US"/>
              </w:rPr>
              <w:br/>
              <w:t>(ИНН 5216017133)</w:t>
            </w:r>
          </w:p>
        </w:tc>
      </w:tr>
      <w:tr w:rsidR="00B43B61" w:rsidRPr="00B43B61" w:rsidTr="00B43B61">
        <w:trPr>
          <w:gridAfter w:val="1"/>
          <w:wAfter w:w="1981" w:type="dxa"/>
          <w:trHeight w:val="526"/>
        </w:trPr>
        <w:tc>
          <w:tcPr>
            <w:tcW w:w="3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Местонахождение регулируемой организации</w:t>
            </w:r>
          </w:p>
        </w:tc>
        <w:tc>
          <w:tcPr>
            <w:tcW w:w="67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754B5">
              <w:rPr>
                <w:sz w:val="20"/>
                <w:szCs w:val="24"/>
                <w:lang w:eastAsia="en-US"/>
              </w:rPr>
              <w:t>607320, Нижегородская область, с. Дивеево, ул. Южная, д. 16 «Г»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3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Наименование уполномоченного органа</w:t>
            </w:r>
          </w:p>
        </w:tc>
        <w:tc>
          <w:tcPr>
            <w:tcW w:w="67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Региональная служба по тарифам Нижегородской области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3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Местонахождение уполномоченного органа</w:t>
            </w:r>
          </w:p>
        </w:tc>
        <w:tc>
          <w:tcPr>
            <w:tcW w:w="67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 w:rsidP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 xml:space="preserve">603082, </w:t>
            </w:r>
            <w:r>
              <w:rPr>
                <w:sz w:val="20"/>
              </w:rPr>
              <w:t xml:space="preserve">г. </w:t>
            </w:r>
            <w:r w:rsidRPr="00B43B61">
              <w:rPr>
                <w:sz w:val="20"/>
              </w:rPr>
              <w:t>Нижний Новгород, Кремль, корпус 1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B43B61">
              <w:rPr>
                <w:b/>
                <w:sz w:val="20"/>
              </w:rPr>
              <w:t>2. Объем принимаемых сточных вод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3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Наименование услуги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01.01.2019 по 31.12.2019</w:t>
            </w:r>
          </w:p>
        </w:tc>
        <w:tc>
          <w:tcPr>
            <w:tcW w:w="1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3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Принято сточных вод всего, тыс. м</w:t>
            </w:r>
            <w:r w:rsidRPr="00B43B61">
              <w:rPr>
                <w:sz w:val="20"/>
                <w:vertAlign w:val="superscript"/>
              </w:rPr>
              <w:t>3</w:t>
            </w:r>
            <w:r w:rsidRPr="00B43B61">
              <w:rPr>
                <w:sz w:val="20"/>
              </w:rPr>
              <w:t>, в том числе: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9,12</w:t>
            </w:r>
          </w:p>
        </w:tc>
        <w:tc>
          <w:tcPr>
            <w:tcW w:w="1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9,12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9,12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9,12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9,12</w:t>
            </w:r>
          </w:p>
        </w:tc>
      </w:tr>
      <w:tr w:rsidR="00B43B61" w:rsidRPr="00B43B61" w:rsidTr="00B43B61">
        <w:trPr>
          <w:gridAfter w:val="1"/>
          <w:wAfter w:w="1981" w:type="dxa"/>
          <w:trHeight w:val="131"/>
        </w:trPr>
        <w:tc>
          <w:tcPr>
            <w:tcW w:w="3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rPr>
                <w:i/>
                <w:iCs/>
                <w:sz w:val="20"/>
              </w:rPr>
            </w:pPr>
            <w:r w:rsidRPr="00B43B61">
              <w:rPr>
                <w:i/>
                <w:iCs/>
                <w:sz w:val="20"/>
              </w:rPr>
              <w:t>- население,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9,00</w:t>
            </w:r>
          </w:p>
        </w:tc>
        <w:tc>
          <w:tcPr>
            <w:tcW w:w="1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9,00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9,00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9,00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9,00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3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rPr>
                <w:i/>
                <w:iCs/>
                <w:sz w:val="20"/>
              </w:rPr>
            </w:pPr>
            <w:r w:rsidRPr="00B43B61">
              <w:rPr>
                <w:i/>
                <w:iCs/>
                <w:sz w:val="20"/>
              </w:rPr>
              <w:t>- бюджетные потребители,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0,07</w:t>
            </w:r>
          </w:p>
        </w:tc>
        <w:tc>
          <w:tcPr>
            <w:tcW w:w="1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0,07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0,07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0,07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0,07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3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rPr>
                <w:i/>
                <w:iCs/>
                <w:sz w:val="20"/>
              </w:rPr>
            </w:pPr>
            <w:r w:rsidRPr="00B43B61">
              <w:rPr>
                <w:i/>
                <w:iCs/>
                <w:sz w:val="20"/>
              </w:rPr>
              <w:t>- прочие потребители,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0,05</w:t>
            </w:r>
          </w:p>
        </w:tc>
        <w:tc>
          <w:tcPr>
            <w:tcW w:w="1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0,05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0,05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0,05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0,05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3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rPr>
                <w:i/>
                <w:iCs/>
                <w:sz w:val="20"/>
              </w:rPr>
            </w:pPr>
            <w:r w:rsidRPr="00B43B61">
              <w:rPr>
                <w:i/>
                <w:iCs/>
                <w:sz w:val="20"/>
              </w:rPr>
              <w:t>- собственное потребление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3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B43B61">
              <w:rPr>
                <w:sz w:val="20"/>
              </w:rPr>
              <w:t>Пропущено через очистные сооружения, тыс. м</w:t>
            </w:r>
            <w:r w:rsidRPr="00B43B61">
              <w:rPr>
                <w:sz w:val="20"/>
                <w:vertAlign w:val="superscript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3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B43B61">
              <w:rPr>
                <w:sz w:val="20"/>
              </w:rPr>
              <w:lastRenderedPageBreak/>
              <w:t>Передано сточных вод на сторону, тыс. м</w:t>
            </w:r>
            <w:r w:rsidRPr="00B43B61">
              <w:rPr>
                <w:sz w:val="20"/>
                <w:vertAlign w:val="superscript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B43B61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Наименование мероприятий</w:t>
            </w:r>
          </w:p>
        </w:tc>
        <w:tc>
          <w:tcPr>
            <w:tcW w:w="18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График реализации мероприятий</w:t>
            </w:r>
          </w:p>
        </w:tc>
        <w:tc>
          <w:tcPr>
            <w:tcW w:w="39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 xml:space="preserve">Всего сумма, </w:t>
            </w:r>
          </w:p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тыс. руб.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rPr>
                <w:sz w:val="20"/>
              </w:rPr>
            </w:pPr>
          </w:p>
        </w:tc>
        <w:tc>
          <w:tcPr>
            <w:tcW w:w="185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rPr>
                <w:sz w:val="20"/>
              </w:rPr>
            </w:pP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Себестоимость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Другие источники</w:t>
            </w:r>
          </w:p>
        </w:tc>
        <w:tc>
          <w:tcPr>
            <w:tcW w:w="1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rPr>
                <w:sz w:val="20"/>
              </w:rPr>
            </w:pP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B43B61">
              <w:rPr>
                <w:sz w:val="20"/>
              </w:rPr>
              <w:t>на период с 01.01.2019 по 31.12.2019</w:t>
            </w:r>
          </w:p>
        </w:tc>
      </w:tr>
      <w:tr w:rsidR="00B43B61" w:rsidRPr="00B43B61" w:rsidTr="00B43B61">
        <w:trPr>
          <w:gridAfter w:val="1"/>
          <w:wAfter w:w="1981" w:type="dxa"/>
          <w:trHeight w:val="568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Производственные расходы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01.01.2019 по 31.12.2019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182,79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182,79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Административные расходы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01.01.2019 по 31.12.2019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66,61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66,61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01.01.2019 по 31.12.2019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01.01.2019 по 31.12.2019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1" w:type="dxa"/>
          <w:trHeight w:val="738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01.01.2019 по 31.12.2019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1" w:type="dxa"/>
          <w:trHeight w:val="646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01.01.2019 по 31.12.2019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2,53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2,53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4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Итого за период с 01.01.2019 по 31.12.2019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251,93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251,93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Производственные расходы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01.01.2020 по 31.12.2020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186,39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186,39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Административные расходы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01.01.2020 по 31.12.2020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67,93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67,93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01.01.2020 по 31.12.2020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01.01.2020 по 31.12.2020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01.01.2020 по 31.12.2020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01.01.2020 по 31.12.2020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2,58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2,58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4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Итого за период с 01.01.2020 по 31.12.2020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256,90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256,90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Производственные расходы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01.01.2021 по 31.12.2021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191,35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191,35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Административные расходы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01.01.2021 по 31.12.2021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69,74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69,74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lastRenderedPageBreak/>
              <w:t>Сбытовые расходы гарантирующих организаций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01.01.2021 по 31.12.2021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01.01.2021 по 31.12.2021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01.01.2021 по 31.12.2021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01.01.2021 по 31.12.2021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2,65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2,65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4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Итого за период с 01.01.2021 по 31.12.2021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263,74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263,74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Производственные расходы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01.01.2022 по 31.12.2022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197,02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197,02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Административные расходы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01.01.2022 по 31.12.2022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71,80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71,80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01.01.2022 по 31.12.2022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01.01.2022 по 31.12.2022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01.01.2022 по 31.12.2022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01.01.2022 по 31.12.2022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2,72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2,72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4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Итого за период с 01.01.2022 по 31.12.2022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271,54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271,54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Производственные расходы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01.01.2023 по 31.12.2023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202,85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202,85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Административные расходы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01.01.2023 по 31.12.2023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73,93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73,93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01.01.2023 по 31.12.2023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01.01.2023 по 31.12.2023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1" w:type="dxa"/>
          <w:trHeight w:val="637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01.01.2023 по 31.12.2023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с 01.01.2023 по 31.12.2023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2,80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2,80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4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rPr>
                <w:sz w:val="20"/>
              </w:rPr>
            </w:pPr>
            <w:r w:rsidRPr="00B43B61">
              <w:rPr>
                <w:sz w:val="20"/>
              </w:rPr>
              <w:t>Итого за период с 01.01.2023 по 31.12.2023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279,58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279,58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4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1323,69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spacing w:after="20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1323,69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B43B61">
              <w:rPr>
                <w:b/>
                <w:sz w:val="20"/>
              </w:rPr>
              <w:lastRenderedPageBreak/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B43B61">
              <w:rPr>
                <w:sz w:val="20"/>
              </w:rPr>
              <w:t>4.1. Перечень мероприятий по ремонту объектов централизованных систем водоотведения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Наименование мероприятий</w:t>
            </w:r>
          </w:p>
        </w:tc>
        <w:tc>
          <w:tcPr>
            <w:tcW w:w="18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График реализации мероприятий</w:t>
            </w:r>
          </w:p>
        </w:tc>
        <w:tc>
          <w:tcPr>
            <w:tcW w:w="39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Всего сумма,</w:t>
            </w:r>
          </w:p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 xml:space="preserve"> тыс. руб.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rPr>
                <w:sz w:val="20"/>
              </w:rPr>
            </w:pPr>
          </w:p>
        </w:tc>
        <w:tc>
          <w:tcPr>
            <w:tcW w:w="185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rPr>
                <w:sz w:val="20"/>
              </w:rPr>
            </w:pP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Себестоимость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Другие источники</w:t>
            </w:r>
          </w:p>
        </w:tc>
        <w:tc>
          <w:tcPr>
            <w:tcW w:w="1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rPr>
                <w:sz w:val="20"/>
              </w:rPr>
            </w:pP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01.01.2019 по 31.12.2019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Текущий ремонт канализационных сетей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 01.01.2019 по 31.12.2019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0,82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0,82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Текущий ремонт канализационных сетей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 01.01.2020 по 31.12.2020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0,84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0,84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Текущий ремонт канализационных сетей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 01.01.2021 по 31.12.2021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0,86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0,86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Текущий ремонт канализационных сетей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 01.01.2022 по 31.12.2022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0,89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0,89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Текущий ремонт канализационных сетей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 01.01.2023 по 31.12.2023-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0,91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0,91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4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4,32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4,32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B43B61">
              <w:rPr>
                <w:sz w:val="20"/>
              </w:rPr>
              <w:t>4.2. Перечень мероприятий, направленных на улучшение качества очистки сточных вод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Наименование мероприятий</w:t>
            </w:r>
          </w:p>
        </w:tc>
        <w:tc>
          <w:tcPr>
            <w:tcW w:w="18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График реализации мероприятий</w:t>
            </w:r>
          </w:p>
        </w:tc>
        <w:tc>
          <w:tcPr>
            <w:tcW w:w="39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Всего сумма,</w:t>
            </w:r>
          </w:p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 xml:space="preserve"> тыс. руб.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rPr>
                <w:sz w:val="20"/>
              </w:rPr>
            </w:pPr>
          </w:p>
        </w:tc>
        <w:tc>
          <w:tcPr>
            <w:tcW w:w="185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rPr>
                <w:sz w:val="20"/>
              </w:rPr>
            </w:pP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Себестоимость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Другие источники</w:t>
            </w:r>
          </w:p>
        </w:tc>
        <w:tc>
          <w:tcPr>
            <w:tcW w:w="1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rPr>
                <w:sz w:val="20"/>
              </w:rPr>
            </w:pP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01.01.2019 по 31.12.2019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4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B43B61">
              <w:rPr>
                <w:sz w:val="20"/>
              </w:rPr>
              <w:lastRenderedPageBreak/>
              <w:t>4.3. Перечень мероприятий по энергосбережению и повышению энергетической эффективности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Наименование мероприятий</w:t>
            </w:r>
          </w:p>
        </w:tc>
        <w:tc>
          <w:tcPr>
            <w:tcW w:w="18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График реализации мероприятий</w:t>
            </w:r>
          </w:p>
        </w:tc>
        <w:tc>
          <w:tcPr>
            <w:tcW w:w="39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Всего сумма,</w:t>
            </w:r>
          </w:p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 xml:space="preserve"> тыс. руб.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rPr>
                <w:sz w:val="20"/>
              </w:rPr>
            </w:pPr>
          </w:p>
        </w:tc>
        <w:tc>
          <w:tcPr>
            <w:tcW w:w="185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rPr>
                <w:sz w:val="20"/>
              </w:rPr>
            </w:pP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Себестоимость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Другие источники</w:t>
            </w:r>
          </w:p>
        </w:tc>
        <w:tc>
          <w:tcPr>
            <w:tcW w:w="1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rPr>
                <w:sz w:val="20"/>
              </w:rPr>
            </w:pP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01.01.2019 по 31.12.2019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</w:tr>
      <w:tr w:rsidR="00B43B61" w:rsidRPr="00B43B61" w:rsidTr="00B43B61">
        <w:trPr>
          <w:gridAfter w:val="1"/>
          <w:wAfter w:w="1981" w:type="dxa"/>
          <w:trHeight w:val="402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trHeight w:val="144"/>
        </w:trPr>
        <w:tc>
          <w:tcPr>
            <w:tcW w:w="4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1" w:type="dxa"/>
          </w:tcPr>
          <w:p w:rsidR="00B43B61" w:rsidRPr="00B43B61" w:rsidRDefault="00B43B61">
            <w:pPr>
              <w:jc w:val="center"/>
              <w:rPr>
                <w:sz w:val="20"/>
              </w:rPr>
            </w:pP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B43B61">
              <w:rPr>
                <w:sz w:val="20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Наименование мероприятий</w:t>
            </w:r>
          </w:p>
        </w:tc>
        <w:tc>
          <w:tcPr>
            <w:tcW w:w="18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График реализации мероприятий</w:t>
            </w:r>
          </w:p>
        </w:tc>
        <w:tc>
          <w:tcPr>
            <w:tcW w:w="39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 xml:space="preserve">Всего сумма, </w:t>
            </w:r>
          </w:p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тыс. руб.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28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rPr>
                <w:sz w:val="20"/>
              </w:rPr>
            </w:pPr>
          </w:p>
        </w:tc>
        <w:tc>
          <w:tcPr>
            <w:tcW w:w="185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rPr>
                <w:sz w:val="20"/>
              </w:rPr>
            </w:pP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Себестоимость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Другие источники</w:t>
            </w:r>
          </w:p>
        </w:tc>
        <w:tc>
          <w:tcPr>
            <w:tcW w:w="1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rPr>
                <w:sz w:val="20"/>
              </w:rPr>
            </w:pP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01.01.2019 по 31.12.2019</w:t>
            </w:r>
          </w:p>
        </w:tc>
      </w:tr>
      <w:tr w:rsidR="00B43B61" w:rsidRPr="00B43B61" w:rsidTr="00B43B61">
        <w:trPr>
          <w:trHeight w:val="137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1" w:type="dxa"/>
          </w:tcPr>
          <w:p w:rsidR="00B43B61" w:rsidRPr="00B43B61" w:rsidRDefault="00B43B61">
            <w:pPr>
              <w:jc w:val="center"/>
              <w:rPr>
                <w:sz w:val="20"/>
              </w:rPr>
            </w:pP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</w:tr>
      <w:tr w:rsidR="00B43B61" w:rsidRPr="00B43B61" w:rsidTr="00B43B61">
        <w:trPr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1" w:type="dxa"/>
          </w:tcPr>
          <w:p w:rsidR="00B43B61" w:rsidRPr="00B43B61" w:rsidRDefault="00B43B61">
            <w:pPr>
              <w:jc w:val="center"/>
              <w:rPr>
                <w:sz w:val="20"/>
              </w:rPr>
            </w:pP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</w:tr>
      <w:tr w:rsidR="00B43B61" w:rsidRPr="00B43B61" w:rsidTr="00B43B61">
        <w:trPr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1" w:type="dxa"/>
          </w:tcPr>
          <w:p w:rsidR="00B43B61" w:rsidRPr="00B43B61" w:rsidRDefault="00B43B61">
            <w:pPr>
              <w:jc w:val="center"/>
              <w:rPr>
                <w:sz w:val="20"/>
              </w:rPr>
            </w:pPr>
          </w:p>
        </w:tc>
      </w:tr>
      <w:tr w:rsidR="00B43B61" w:rsidRPr="00B43B61" w:rsidTr="00B43B61">
        <w:trPr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  <w:tc>
          <w:tcPr>
            <w:tcW w:w="1981" w:type="dxa"/>
          </w:tcPr>
          <w:p w:rsidR="00B43B61" w:rsidRPr="00B43B61" w:rsidRDefault="00B43B61">
            <w:pPr>
              <w:jc w:val="center"/>
              <w:rPr>
                <w:sz w:val="20"/>
              </w:rPr>
            </w:pPr>
          </w:p>
        </w:tc>
      </w:tr>
      <w:tr w:rsidR="00B43B61" w:rsidRPr="00B43B61" w:rsidTr="00B43B61">
        <w:trPr>
          <w:trHeight w:val="144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1" w:type="dxa"/>
          </w:tcPr>
          <w:p w:rsidR="00B43B61" w:rsidRPr="00B43B61" w:rsidRDefault="00B43B61">
            <w:pPr>
              <w:jc w:val="center"/>
              <w:rPr>
                <w:sz w:val="20"/>
              </w:rPr>
            </w:pPr>
          </w:p>
        </w:tc>
      </w:tr>
      <w:tr w:rsidR="00B43B61" w:rsidRPr="00B43B61" w:rsidTr="00B43B61">
        <w:trPr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  <w:tc>
          <w:tcPr>
            <w:tcW w:w="1981" w:type="dxa"/>
          </w:tcPr>
          <w:p w:rsidR="00B43B61" w:rsidRPr="00B43B61" w:rsidRDefault="00B43B61">
            <w:pPr>
              <w:rPr>
                <w:sz w:val="20"/>
              </w:rPr>
            </w:pPr>
          </w:p>
        </w:tc>
      </w:tr>
      <w:tr w:rsidR="00B43B61" w:rsidRPr="00B43B61" w:rsidTr="00B43B61">
        <w:trPr>
          <w:trHeight w:val="144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Мероприятия отсутствуют</w:t>
            </w:r>
          </w:p>
        </w:tc>
        <w:tc>
          <w:tcPr>
            <w:tcW w:w="18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1" w:type="dxa"/>
          </w:tcPr>
          <w:p w:rsidR="00B43B61" w:rsidRPr="00B43B61" w:rsidRDefault="00B43B61">
            <w:pPr>
              <w:rPr>
                <w:sz w:val="20"/>
              </w:rPr>
            </w:pPr>
          </w:p>
        </w:tc>
      </w:tr>
      <w:tr w:rsidR="00B43B61" w:rsidRPr="00B43B61" w:rsidTr="00B43B61">
        <w:trPr>
          <w:trHeight w:val="144"/>
        </w:trPr>
        <w:tc>
          <w:tcPr>
            <w:tcW w:w="4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981" w:type="dxa"/>
          </w:tcPr>
          <w:p w:rsidR="00B43B61" w:rsidRPr="00B43B61" w:rsidRDefault="00B43B61">
            <w:pPr>
              <w:jc w:val="center"/>
              <w:rPr>
                <w:sz w:val="20"/>
              </w:rPr>
            </w:pPr>
          </w:p>
        </w:tc>
      </w:tr>
      <w:tr w:rsidR="00B43B61" w:rsidRPr="00B43B61" w:rsidTr="00B43B61">
        <w:trPr>
          <w:gridAfter w:val="1"/>
          <w:wAfter w:w="1981" w:type="dxa"/>
          <w:trHeight w:val="4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B43B61">
              <w:rPr>
                <w:b/>
                <w:sz w:val="20"/>
              </w:rPr>
              <w:t>5. Показатели надежности, качества, энергетической эффективности объектов централизованных систем водоотведения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4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Наименование показателя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Ед. изм.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01.01.2019 по 31.12.2019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01.01.2020</w:t>
            </w:r>
            <w:r>
              <w:rPr>
                <w:sz w:val="20"/>
              </w:rPr>
              <w:t xml:space="preserve"> </w:t>
            </w:r>
            <w:r w:rsidRPr="00B43B61">
              <w:rPr>
                <w:sz w:val="20"/>
              </w:rPr>
              <w:t>по 31.12.2020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B43B61">
              <w:rPr>
                <w:sz w:val="20"/>
              </w:rPr>
              <w:lastRenderedPageBreak/>
              <w:t>Показатели очистки сточных вод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4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%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100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100</w:t>
            </w:r>
          </w:p>
        </w:tc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100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4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%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4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%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4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%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B43B61"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4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ед./</w:t>
            </w:r>
          </w:p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км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0,01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0,01</w:t>
            </w:r>
          </w:p>
        </w:tc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0,01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0,01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B43B61">
              <w:rPr>
                <w:sz w:val="20"/>
              </w:rPr>
              <w:t>Показатели энергетической эффективности</w:t>
            </w:r>
          </w:p>
        </w:tc>
      </w:tr>
      <w:tr w:rsidR="00B43B61" w:rsidRPr="00B43B61" w:rsidTr="00B43B61">
        <w:trPr>
          <w:gridAfter w:val="1"/>
          <w:wAfter w:w="1981" w:type="dxa"/>
          <w:trHeight w:val="1384"/>
        </w:trPr>
        <w:tc>
          <w:tcPr>
            <w:tcW w:w="4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proofErr w:type="spellStart"/>
            <w:r w:rsidRPr="00B43B61">
              <w:rPr>
                <w:sz w:val="20"/>
              </w:rPr>
              <w:t>кВт</w:t>
            </w:r>
            <w:proofErr w:type="gramStart"/>
            <w:r w:rsidRPr="00B43B61">
              <w:rPr>
                <w:sz w:val="20"/>
              </w:rPr>
              <w:t>.ч</w:t>
            </w:r>
            <w:proofErr w:type="spellEnd"/>
            <w:proofErr w:type="gramEnd"/>
            <w:r w:rsidRPr="00B43B61">
              <w:rPr>
                <w:sz w:val="20"/>
              </w:rPr>
              <w:t>/</w:t>
            </w:r>
          </w:p>
          <w:p w:rsidR="00B43B61" w:rsidRPr="00B43B61" w:rsidRDefault="00B43B6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куб. м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color w:val="000000"/>
                <w:sz w:val="20"/>
              </w:rPr>
            </w:pPr>
            <w:r w:rsidRPr="00B43B61">
              <w:rPr>
                <w:color w:val="000000"/>
                <w:sz w:val="20"/>
              </w:rPr>
              <w:t>-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color w:val="000000"/>
                <w:sz w:val="20"/>
              </w:rPr>
            </w:pPr>
            <w:r w:rsidRPr="00B43B61">
              <w:rPr>
                <w:color w:val="000000"/>
                <w:sz w:val="20"/>
              </w:rPr>
              <w:t>-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color w:val="000000"/>
                <w:sz w:val="20"/>
              </w:rPr>
            </w:pPr>
            <w:r w:rsidRPr="00B43B61">
              <w:rPr>
                <w:color w:val="000000"/>
                <w:sz w:val="20"/>
              </w:rPr>
              <w:t>-</w:t>
            </w:r>
          </w:p>
        </w:tc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color w:val="000000"/>
                <w:sz w:val="20"/>
              </w:rPr>
            </w:pPr>
            <w:r w:rsidRPr="00B43B61">
              <w:rPr>
                <w:color w:val="000000"/>
                <w:sz w:val="20"/>
              </w:rPr>
              <w:t>-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color w:val="000000"/>
                <w:sz w:val="20"/>
              </w:rPr>
            </w:pPr>
            <w:r w:rsidRPr="00B43B61">
              <w:rPr>
                <w:color w:val="000000"/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B43B61"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82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 период с 01.01.2019 по 31.12.2019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82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82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82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1" w:type="dxa"/>
          <w:trHeight w:val="144"/>
        </w:trPr>
        <w:tc>
          <w:tcPr>
            <w:tcW w:w="82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1" w:type="dxa"/>
          <w:trHeight w:val="382"/>
        </w:trPr>
        <w:tc>
          <w:tcPr>
            <w:tcW w:w="82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Итого эффективность производственной программы за весь срок реализации: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1" w:type="dxa"/>
          <w:trHeight w:val="644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B43B61">
              <w:rPr>
                <w:b/>
                <w:sz w:val="20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B43B61" w:rsidRPr="00B43B61" w:rsidTr="00B43B61">
        <w:trPr>
          <w:gridAfter w:val="1"/>
          <w:wAfter w:w="1981" w:type="dxa"/>
          <w:trHeight w:val="539"/>
        </w:trPr>
        <w:tc>
          <w:tcPr>
            <w:tcW w:w="82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Всего сумма, тыс. руб.</w:t>
            </w:r>
          </w:p>
        </w:tc>
      </w:tr>
      <w:tr w:rsidR="00B43B61" w:rsidRPr="00B43B61" w:rsidTr="00B43B61">
        <w:trPr>
          <w:gridAfter w:val="1"/>
          <w:wAfter w:w="1981" w:type="dxa"/>
          <w:trHeight w:val="330"/>
        </w:trPr>
        <w:tc>
          <w:tcPr>
            <w:tcW w:w="82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lastRenderedPageBreak/>
              <w:t>на период с 01.01.2019 по 31.12.2019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43B61">
              <w:rPr>
                <w:sz w:val="20"/>
              </w:rPr>
              <w:t>249,03</w:t>
            </w:r>
          </w:p>
        </w:tc>
      </w:tr>
      <w:tr w:rsidR="00B43B61" w:rsidRPr="00B43B61" w:rsidTr="00B43B61">
        <w:trPr>
          <w:gridAfter w:val="1"/>
          <w:wAfter w:w="1981" w:type="dxa"/>
          <w:trHeight w:val="330"/>
        </w:trPr>
        <w:tc>
          <w:tcPr>
            <w:tcW w:w="82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 период с 01.01.2020 по 31.12.2020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254,19</w:t>
            </w:r>
          </w:p>
        </w:tc>
      </w:tr>
      <w:tr w:rsidR="00B43B61" w:rsidRPr="00B43B61" w:rsidTr="00B43B61">
        <w:trPr>
          <w:gridAfter w:val="1"/>
          <w:wAfter w:w="1981" w:type="dxa"/>
          <w:trHeight w:val="330"/>
        </w:trPr>
        <w:tc>
          <w:tcPr>
            <w:tcW w:w="82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 период с 01.01.2021 по 31.12.2021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261,71</w:t>
            </w:r>
          </w:p>
        </w:tc>
      </w:tr>
      <w:tr w:rsidR="00B43B61" w:rsidRPr="00B43B61" w:rsidTr="00B43B61">
        <w:trPr>
          <w:gridAfter w:val="1"/>
          <w:wAfter w:w="1981" w:type="dxa"/>
          <w:trHeight w:val="315"/>
        </w:trPr>
        <w:tc>
          <w:tcPr>
            <w:tcW w:w="82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 период с 01.01.2022 по 31.12.2022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271,43</w:t>
            </w:r>
          </w:p>
        </w:tc>
      </w:tr>
      <w:tr w:rsidR="00B43B61" w:rsidRPr="00B43B61" w:rsidTr="00B43B61">
        <w:trPr>
          <w:gridAfter w:val="1"/>
          <w:wAfter w:w="1981" w:type="dxa"/>
          <w:trHeight w:val="330"/>
        </w:trPr>
        <w:tc>
          <w:tcPr>
            <w:tcW w:w="82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sz w:val="20"/>
              </w:rPr>
              <w:t>на период с 01.01.2023 по 31.12.2023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279,49</w:t>
            </w:r>
          </w:p>
        </w:tc>
      </w:tr>
      <w:tr w:rsidR="00B43B61" w:rsidRPr="00B43B61" w:rsidTr="00B43B61">
        <w:trPr>
          <w:gridAfter w:val="1"/>
          <w:wAfter w:w="1981" w:type="dxa"/>
          <w:trHeight w:val="644"/>
        </w:trPr>
        <w:tc>
          <w:tcPr>
            <w:tcW w:w="82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3B61">
              <w:rPr>
                <w:bCs/>
                <w:sz w:val="20"/>
              </w:rPr>
              <w:t>Итого</w:t>
            </w:r>
            <w:r w:rsidRPr="00B43B61">
              <w:rPr>
                <w:sz w:val="20"/>
              </w:rPr>
              <w:t xml:space="preserve"> объем финансовых потребностей за весь срок реализации программы</w:t>
            </w:r>
            <w:r w:rsidRPr="00B43B61">
              <w:rPr>
                <w:bCs/>
                <w:sz w:val="20"/>
              </w:rPr>
              <w:t>: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1315,85</w:t>
            </w:r>
          </w:p>
        </w:tc>
      </w:tr>
      <w:tr w:rsidR="00B43B61" w:rsidRPr="00B43B61" w:rsidTr="00B43B61">
        <w:trPr>
          <w:gridAfter w:val="1"/>
          <w:wAfter w:w="1981" w:type="dxa"/>
          <w:trHeight w:val="659"/>
        </w:trPr>
        <w:tc>
          <w:tcPr>
            <w:tcW w:w="98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B43B61" w:rsidRPr="00B43B61" w:rsidTr="00B43B61">
        <w:trPr>
          <w:gridAfter w:val="1"/>
          <w:wAfter w:w="1981" w:type="dxa"/>
          <w:trHeight w:val="315"/>
        </w:trPr>
        <w:tc>
          <w:tcPr>
            <w:tcW w:w="82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2018 год</w:t>
            </w:r>
          </w:p>
        </w:tc>
      </w:tr>
      <w:tr w:rsidR="00B43B61" w:rsidRPr="00B43B61" w:rsidTr="00B43B61">
        <w:trPr>
          <w:gridAfter w:val="1"/>
          <w:wAfter w:w="1981" w:type="dxa"/>
          <w:trHeight w:val="330"/>
        </w:trPr>
        <w:tc>
          <w:tcPr>
            <w:tcW w:w="82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B43B61">
              <w:rPr>
                <w:sz w:val="20"/>
              </w:rPr>
              <w:t>Объем принятых сточных вод, тыс. куб. м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8,75</w:t>
            </w:r>
          </w:p>
        </w:tc>
      </w:tr>
      <w:tr w:rsidR="00B43B61" w:rsidRPr="00B43B61" w:rsidTr="00B43B61">
        <w:trPr>
          <w:gridAfter w:val="1"/>
          <w:wAfter w:w="1981" w:type="dxa"/>
          <w:trHeight w:val="644"/>
        </w:trPr>
        <w:tc>
          <w:tcPr>
            <w:tcW w:w="82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B43B61">
              <w:rPr>
                <w:sz w:val="20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400,63</w:t>
            </w:r>
          </w:p>
        </w:tc>
      </w:tr>
      <w:tr w:rsidR="00B43B61" w:rsidRPr="00B43B61" w:rsidTr="00B43B61">
        <w:trPr>
          <w:gridAfter w:val="1"/>
          <w:wAfter w:w="1981" w:type="dxa"/>
          <w:trHeight w:val="974"/>
        </w:trPr>
        <w:tc>
          <w:tcPr>
            <w:tcW w:w="82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B43B61">
              <w:rPr>
                <w:sz w:val="20"/>
              </w:rPr>
              <w:t>Мероприятия, направленные на поддержание объектов водоотведения в состоянии, соответствующем установленным требованиям, тыс. руб.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-</w:t>
            </w:r>
          </w:p>
        </w:tc>
      </w:tr>
      <w:tr w:rsidR="00B43B61" w:rsidRPr="00B43B61" w:rsidTr="00B43B61">
        <w:trPr>
          <w:gridAfter w:val="1"/>
          <w:wAfter w:w="1981" w:type="dxa"/>
          <w:trHeight w:val="315"/>
        </w:trPr>
        <w:tc>
          <w:tcPr>
            <w:tcW w:w="82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B43B61">
              <w:rPr>
                <w:sz w:val="20"/>
              </w:rPr>
              <w:t>Общий объем финансовых потребностей, тыс. руб.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61" w:rsidRPr="00B43B61" w:rsidRDefault="00B43B61">
            <w:pPr>
              <w:jc w:val="center"/>
              <w:rPr>
                <w:sz w:val="20"/>
              </w:rPr>
            </w:pPr>
            <w:r w:rsidRPr="00B43B61">
              <w:rPr>
                <w:sz w:val="20"/>
              </w:rPr>
              <w:t>400,63</w:t>
            </w:r>
          </w:p>
        </w:tc>
      </w:tr>
    </w:tbl>
    <w:p w:rsidR="00823328" w:rsidRPr="00B43B61" w:rsidRDefault="00B43B61" w:rsidP="00B43B61">
      <w:pPr>
        <w:jc w:val="right"/>
        <w:rPr>
          <w:szCs w:val="28"/>
          <w:lang w:eastAsia="en-US"/>
        </w:rPr>
      </w:pPr>
      <w:r w:rsidRPr="00B43B61">
        <w:rPr>
          <w:szCs w:val="28"/>
          <w:lang w:eastAsia="en-US"/>
        </w:rPr>
        <w:t>».</w:t>
      </w:r>
    </w:p>
    <w:sectPr w:rsidR="00823328" w:rsidRPr="00B43B61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75EFF">
      <w:rPr>
        <w:rStyle w:val="a9"/>
        <w:noProof/>
      </w:rPr>
      <w:t>28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EA3" w:rsidRPr="00E52B15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C3EA3" w:rsidRPr="002B6128" w:rsidRDefault="000C3EA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C3EA3" w:rsidRDefault="000C3EA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C3EA3" w:rsidRPr="001772E6" w:rsidRDefault="000C3EA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C3EA3" w:rsidRDefault="000C3EA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C3EA3" w:rsidRPr="00E52B15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C3EA3" w:rsidRPr="002B6128" w:rsidRDefault="000C3EA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C3EA3" w:rsidRDefault="000C3EA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C3EA3" w:rsidRPr="001772E6" w:rsidRDefault="000C3EA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C3EA3" w:rsidRDefault="000C3EA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5804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2A81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5EFF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C6D18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4B5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E7F34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468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0E2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328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6EBB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E7ECA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3B61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C7E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2BC0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49C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523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040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EC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EC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22</TotalTime>
  <Pages>29</Pages>
  <Words>6683</Words>
  <Characters>42810</Characters>
  <Application>Microsoft Office Word</Application>
  <DocSecurity>0</DocSecurity>
  <Lines>356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49395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11</cp:revision>
  <cp:lastPrinted>2019-11-07T07:52:00Z</cp:lastPrinted>
  <dcterms:created xsi:type="dcterms:W3CDTF">2019-06-25T08:40:00Z</dcterms:created>
  <dcterms:modified xsi:type="dcterms:W3CDTF">2019-11-14T07:58:00Z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