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F45980" w:rsidP="00E006BE">
            <w:pPr>
              <w:jc w:val="center"/>
            </w:pPr>
            <w:r>
              <w:t>14.11.2019 г.</w:t>
            </w:r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8476B" w:rsidP="00E20A3C">
            <w:pPr>
              <w:tabs>
                <w:tab w:val="center" w:pos="2160"/>
              </w:tabs>
              <w:ind w:left="-108"/>
              <w:jc w:val="center"/>
            </w:pPr>
            <w:r>
              <w:t>50/3</w:t>
            </w:r>
            <w:r w:rsidR="000C136F">
              <w:t>7</w:t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6648EA">
        <w:trPr>
          <w:trHeight w:val="244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9D0937" w:rsidRDefault="009D0937" w:rsidP="00823328">
            <w:pPr>
              <w:jc w:val="center"/>
              <w:rPr>
                <w:szCs w:val="28"/>
              </w:rPr>
            </w:pPr>
            <w:r w:rsidRPr="009D0937">
              <w:rPr>
                <w:szCs w:val="28"/>
              </w:rPr>
              <w:t>О внесении изменений в решение региональной службы п</w:t>
            </w:r>
            <w:r>
              <w:rPr>
                <w:szCs w:val="28"/>
              </w:rPr>
              <w:t>о тарифам Нижегородской области</w:t>
            </w:r>
          </w:p>
          <w:p w:rsidR="0085764D" w:rsidRPr="00C72BC0" w:rsidRDefault="009D0937" w:rsidP="00823328">
            <w:pPr>
              <w:jc w:val="center"/>
              <w:rPr>
                <w:bCs/>
                <w:szCs w:val="28"/>
              </w:rPr>
            </w:pPr>
            <w:r w:rsidRPr="009D0937">
              <w:rPr>
                <w:szCs w:val="28"/>
              </w:rPr>
              <w:t>от 4 декабря 2018 г. № 49/47 «Об установлении МУНИЦИПАЛЬНОМУ УНИ</w:t>
            </w:r>
            <w:r>
              <w:rPr>
                <w:szCs w:val="28"/>
              </w:rPr>
              <w:t>ТАРНОМУ ПРЕДПРИЯТИЮ «ВОДОКАНАЛ»</w:t>
            </w:r>
            <w:r>
              <w:rPr>
                <w:szCs w:val="28"/>
              </w:rPr>
              <w:br/>
            </w:r>
            <w:r w:rsidRPr="009D0937">
              <w:rPr>
                <w:szCs w:val="28"/>
              </w:rPr>
              <w:t>(ИНН 5239010720), г. Шахунья  Нижегородской области, тарифов в сфере холодного водоснабжения и водоотведения для потребителей городского округа город Шахунья Нижегородской области»</w:t>
            </w:r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61BEB" w:rsidRDefault="00261BEB" w:rsidP="00C72BC0">
      <w:pPr>
        <w:pStyle w:val="ac"/>
        <w:jc w:val="center"/>
        <w:rPr>
          <w:sz w:val="32"/>
        </w:rPr>
      </w:pPr>
    </w:p>
    <w:p w:rsidR="000C3EA3" w:rsidRDefault="000C3EA3" w:rsidP="00C72BC0">
      <w:pPr>
        <w:pStyle w:val="ac"/>
        <w:jc w:val="center"/>
        <w:rPr>
          <w:sz w:val="32"/>
        </w:rPr>
      </w:pPr>
    </w:p>
    <w:p w:rsidR="0018476B" w:rsidRPr="00521285" w:rsidRDefault="0018476B" w:rsidP="00C72BC0">
      <w:pPr>
        <w:pStyle w:val="ac"/>
        <w:jc w:val="center"/>
        <w:rPr>
          <w:sz w:val="32"/>
        </w:rPr>
      </w:pPr>
    </w:p>
    <w:p w:rsidR="009D0937" w:rsidRPr="009D0937" w:rsidRDefault="009D0937" w:rsidP="009D0937">
      <w:pPr>
        <w:spacing w:line="276" w:lineRule="auto"/>
        <w:ind w:firstLine="720"/>
        <w:jc w:val="both"/>
        <w:rPr>
          <w:szCs w:val="24"/>
        </w:rPr>
      </w:pPr>
      <w:r w:rsidRPr="009D0937">
        <w:rPr>
          <w:szCs w:val="24"/>
        </w:rPr>
        <w:t xml:space="preserve">В соответствии с Федеральным законом от 7 декабря 2011 г. № 416-ФЗ «О водоснабжении и водоотведении», постановлением Правительства Российской Федерации от 13 мая 2013 г.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9D0937">
        <w:rPr>
          <w:noProof/>
          <w:szCs w:val="24"/>
        </w:rPr>
        <w:t>МУНИЦИПАЛЬНЫМ УНИТАРНЫМ ПРЕДПРИЯТИЕМ «ВОДОКАНАЛ» (ИНН 5239010720), г. Шахунья  Нижегородской области</w:t>
      </w:r>
      <w:r w:rsidRPr="009D0937">
        <w:rPr>
          <w:szCs w:val="24"/>
        </w:rPr>
        <w:t>, экспертного заключения рег</w:t>
      </w:r>
      <w:r w:rsidRPr="00D352BC">
        <w:rPr>
          <w:szCs w:val="24"/>
        </w:rPr>
        <w:t>. № в-</w:t>
      </w:r>
      <w:r w:rsidR="00D352BC" w:rsidRPr="00D352BC">
        <w:rPr>
          <w:szCs w:val="24"/>
        </w:rPr>
        <w:t>609</w:t>
      </w:r>
      <w:r w:rsidRPr="00D352BC">
        <w:rPr>
          <w:szCs w:val="24"/>
        </w:rPr>
        <w:t xml:space="preserve"> от </w:t>
      </w:r>
      <w:r w:rsidR="00D352BC" w:rsidRPr="00D352BC">
        <w:rPr>
          <w:szCs w:val="24"/>
        </w:rPr>
        <w:t>7 ноября</w:t>
      </w:r>
      <w:r w:rsidRPr="00D352BC">
        <w:rPr>
          <w:szCs w:val="24"/>
        </w:rPr>
        <w:t xml:space="preserve"> 2019 г.:</w:t>
      </w:r>
    </w:p>
    <w:p w:rsidR="009D0937" w:rsidRPr="009D0937" w:rsidRDefault="009D0937" w:rsidP="009D0937">
      <w:pPr>
        <w:spacing w:line="276" w:lineRule="auto"/>
        <w:ind w:firstLine="709"/>
        <w:jc w:val="both"/>
        <w:rPr>
          <w:szCs w:val="24"/>
        </w:rPr>
      </w:pPr>
      <w:r w:rsidRPr="009D0937">
        <w:rPr>
          <w:b/>
          <w:szCs w:val="24"/>
        </w:rPr>
        <w:t xml:space="preserve">1. </w:t>
      </w:r>
      <w:r w:rsidRPr="009D0937">
        <w:rPr>
          <w:bCs/>
          <w:szCs w:val="24"/>
        </w:rPr>
        <w:t xml:space="preserve">Внести в решение региональной службы по тарифам Нижегородской области </w:t>
      </w:r>
      <w:r w:rsidRPr="009D0937">
        <w:rPr>
          <w:szCs w:val="24"/>
        </w:rPr>
        <w:t>от 4 декабря 2018 г. № 49/47 «Об установлении МУНИЦИПАЛЬНОМУ УНИТАРНОМУ ПРЕДПРИЯТИ</w:t>
      </w:r>
      <w:r>
        <w:rPr>
          <w:szCs w:val="24"/>
        </w:rPr>
        <w:t>Ю «ВОДОКАНАЛ» (ИНН 5239010720),</w:t>
      </w:r>
      <w:r>
        <w:rPr>
          <w:szCs w:val="24"/>
        </w:rPr>
        <w:br/>
      </w:r>
      <w:r w:rsidRPr="009D0937">
        <w:rPr>
          <w:szCs w:val="24"/>
        </w:rPr>
        <w:t xml:space="preserve">г. Шахунья  Нижегородской области, тарифов в сфере холодного водоснабжения и водоотведения для потребителей городского округа город Шахунья Нижегородской области» </w:t>
      </w:r>
      <w:r w:rsidRPr="009D0937">
        <w:rPr>
          <w:noProof/>
          <w:szCs w:val="24"/>
        </w:rPr>
        <w:t>следующие изменения:</w:t>
      </w:r>
    </w:p>
    <w:p w:rsidR="009D0937" w:rsidRPr="009D0937" w:rsidRDefault="009D0937" w:rsidP="009D0937">
      <w:pPr>
        <w:spacing w:line="276" w:lineRule="auto"/>
        <w:jc w:val="both"/>
        <w:rPr>
          <w:szCs w:val="24"/>
        </w:rPr>
      </w:pPr>
      <w:r w:rsidRPr="009D0937">
        <w:rPr>
          <w:b/>
          <w:i/>
          <w:szCs w:val="24"/>
        </w:rPr>
        <w:t>1.1.</w:t>
      </w:r>
      <w:r w:rsidRPr="009D0937">
        <w:rPr>
          <w:szCs w:val="24"/>
        </w:rPr>
        <w:t xml:space="preserve"> Таблицу пункта 3 решения изложить в следующей редакции:</w:t>
      </w:r>
    </w:p>
    <w:p w:rsidR="009D0937" w:rsidRPr="009D0937" w:rsidRDefault="009D0937" w:rsidP="009D0937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9D0937">
        <w:rPr>
          <w:szCs w:val="24"/>
        </w:rPr>
        <w:t>«</w:t>
      </w: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1649"/>
        <w:gridCol w:w="746"/>
        <w:gridCol w:w="812"/>
        <w:gridCol w:w="747"/>
        <w:gridCol w:w="812"/>
        <w:gridCol w:w="749"/>
        <w:gridCol w:w="812"/>
        <w:gridCol w:w="749"/>
        <w:gridCol w:w="814"/>
        <w:gridCol w:w="712"/>
        <w:gridCol w:w="731"/>
      </w:tblGrid>
      <w:tr w:rsidR="009D0937" w:rsidRPr="00E15145" w:rsidTr="00F45980">
        <w:trPr>
          <w:trHeight w:val="281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6"/>
                <w:szCs w:val="16"/>
              </w:rPr>
            </w:pPr>
            <w:r w:rsidRPr="00E15145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6"/>
                <w:szCs w:val="16"/>
              </w:rPr>
            </w:pPr>
            <w:r w:rsidRPr="00E15145">
              <w:rPr>
                <w:b/>
                <w:sz w:val="16"/>
                <w:szCs w:val="16"/>
              </w:rPr>
              <w:t>Тарифы в сфере холодного водоснабжения и водоотведения</w:t>
            </w:r>
          </w:p>
        </w:tc>
        <w:tc>
          <w:tcPr>
            <w:tcW w:w="388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6"/>
                <w:szCs w:val="16"/>
              </w:rPr>
            </w:pPr>
            <w:r w:rsidRPr="00E15145">
              <w:rPr>
                <w:b/>
                <w:sz w:val="16"/>
                <w:szCs w:val="16"/>
              </w:rPr>
              <w:t>Периоды регулирования</w:t>
            </w:r>
          </w:p>
        </w:tc>
      </w:tr>
      <w:tr w:rsidR="009D0937" w:rsidRPr="00E15145" w:rsidTr="00F45980">
        <w:trPr>
          <w:cantSplit/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E15145" w:rsidRDefault="009D0937" w:rsidP="007021F1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E15145" w:rsidRDefault="009D0937" w:rsidP="007021F1">
            <w:pPr>
              <w:rPr>
                <w:b/>
                <w:sz w:val="16"/>
                <w:szCs w:val="16"/>
              </w:rPr>
            </w:pPr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6"/>
                <w:szCs w:val="16"/>
              </w:rPr>
            </w:pPr>
            <w:r w:rsidRPr="00E15145">
              <w:rPr>
                <w:b/>
                <w:sz w:val="16"/>
                <w:szCs w:val="16"/>
              </w:rPr>
              <w:t>2019 год</w:t>
            </w:r>
          </w:p>
        </w:tc>
        <w:tc>
          <w:tcPr>
            <w:tcW w:w="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6"/>
                <w:szCs w:val="16"/>
              </w:rPr>
            </w:pPr>
            <w:r w:rsidRPr="00E15145">
              <w:rPr>
                <w:b/>
                <w:sz w:val="16"/>
                <w:szCs w:val="16"/>
              </w:rPr>
              <w:t>2020 год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6"/>
                <w:szCs w:val="16"/>
              </w:rPr>
            </w:pPr>
            <w:r w:rsidRPr="00E15145">
              <w:rPr>
                <w:b/>
                <w:sz w:val="16"/>
                <w:szCs w:val="16"/>
              </w:rPr>
              <w:t>2021 год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6"/>
                <w:szCs w:val="16"/>
              </w:rPr>
            </w:pPr>
            <w:r w:rsidRPr="00E15145">
              <w:rPr>
                <w:b/>
                <w:sz w:val="16"/>
                <w:szCs w:val="16"/>
              </w:rPr>
              <w:t>2022 год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6"/>
                <w:szCs w:val="16"/>
              </w:rPr>
            </w:pPr>
            <w:r w:rsidRPr="00E15145">
              <w:rPr>
                <w:b/>
                <w:sz w:val="16"/>
                <w:szCs w:val="16"/>
              </w:rPr>
              <w:t>2023 год</w:t>
            </w:r>
          </w:p>
        </w:tc>
      </w:tr>
      <w:tr w:rsidR="009D0937" w:rsidRPr="00E15145" w:rsidTr="00F45980">
        <w:trPr>
          <w:cantSplit/>
          <w:trHeight w:val="3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E15145" w:rsidRDefault="009D0937" w:rsidP="007021F1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E15145" w:rsidRDefault="009D0937" w:rsidP="007021F1">
            <w:pPr>
              <w:rPr>
                <w:b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</w:rPr>
            </w:pPr>
            <w:r w:rsidRPr="00E15145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  <w:highlight w:val="yellow"/>
              </w:rPr>
            </w:pPr>
            <w:r w:rsidRPr="00E15145">
              <w:rPr>
                <w:b/>
                <w:sz w:val="14"/>
                <w:szCs w:val="14"/>
              </w:rPr>
              <w:t>С 1 июля по 31 декабря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</w:rPr>
            </w:pPr>
            <w:r w:rsidRPr="00E15145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</w:rPr>
            </w:pPr>
            <w:r w:rsidRPr="00E15145">
              <w:rPr>
                <w:b/>
                <w:sz w:val="14"/>
                <w:szCs w:val="14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</w:rPr>
            </w:pPr>
            <w:r w:rsidRPr="00E15145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</w:rPr>
            </w:pPr>
            <w:r w:rsidRPr="00E15145">
              <w:rPr>
                <w:b/>
                <w:sz w:val="14"/>
                <w:szCs w:val="14"/>
              </w:rPr>
              <w:t>С 1 июля по 31 декабря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</w:rPr>
            </w:pPr>
            <w:r w:rsidRPr="00E15145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</w:rPr>
            </w:pPr>
            <w:r w:rsidRPr="00E15145">
              <w:rPr>
                <w:b/>
                <w:sz w:val="14"/>
                <w:szCs w:val="14"/>
              </w:rPr>
              <w:t>С 1 июля по 31 декабря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</w:rPr>
            </w:pPr>
            <w:r w:rsidRPr="00E15145">
              <w:rPr>
                <w:b/>
                <w:sz w:val="14"/>
                <w:szCs w:val="14"/>
              </w:rPr>
              <w:t>С 1 января по 30 июня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E15145" w:rsidRDefault="009D0937" w:rsidP="007021F1">
            <w:pPr>
              <w:jc w:val="center"/>
              <w:rPr>
                <w:b/>
                <w:sz w:val="14"/>
                <w:szCs w:val="14"/>
              </w:rPr>
            </w:pPr>
            <w:r w:rsidRPr="00E15145">
              <w:rPr>
                <w:b/>
                <w:sz w:val="14"/>
                <w:szCs w:val="14"/>
              </w:rPr>
              <w:t>С 1 июля по 31 декабря</w:t>
            </w:r>
          </w:p>
        </w:tc>
      </w:tr>
      <w:tr w:rsidR="009D0937" w:rsidRPr="00870A7D" w:rsidTr="00F45980">
        <w:trPr>
          <w:trHeight w:val="133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870A7D" w:rsidRDefault="009D0937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72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870A7D" w:rsidRDefault="009D0937" w:rsidP="007021F1">
            <w:pPr>
              <w:rPr>
                <w:b/>
                <w:sz w:val="19"/>
                <w:szCs w:val="19"/>
                <w:highlight w:val="yellow"/>
              </w:rPr>
            </w:pPr>
            <w:r w:rsidRPr="00870A7D">
              <w:rPr>
                <w:rFonts w:eastAsia="Calibri"/>
                <w:b/>
                <w:bCs/>
                <w:iCs/>
                <w:sz w:val="19"/>
                <w:szCs w:val="19"/>
                <w:lang w:eastAsia="en-US"/>
              </w:rPr>
              <w:t>На территории городского округа город Шахунья Нижегородской области</w:t>
            </w:r>
          </w:p>
        </w:tc>
      </w:tr>
      <w:tr w:rsidR="00F45980" w:rsidRPr="00870A7D" w:rsidTr="00F45980">
        <w:trPr>
          <w:trHeight w:val="133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lastRenderedPageBreak/>
              <w:t>1.1.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Питьевая вода,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29,56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30,15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30,15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31,29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31,29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32,54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32,54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33,84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33,84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35,09</w:t>
            </w:r>
          </w:p>
        </w:tc>
      </w:tr>
      <w:tr w:rsidR="00F45980" w:rsidRPr="00870A7D" w:rsidTr="00F45980">
        <w:trPr>
          <w:trHeight w:val="133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Питьевая вода,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29,56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30,15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30,15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31,29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31,29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32,54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32,54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33,84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33,84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35,09</w:t>
            </w:r>
          </w:p>
        </w:tc>
      </w:tr>
      <w:tr w:rsidR="00F45980" w:rsidRPr="00870A7D" w:rsidTr="00F45980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80" w:rsidRPr="00870A7D" w:rsidRDefault="00F45980" w:rsidP="007021F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noProof/>
                <w:sz w:val="19"/>
                <w:szCs w:val="19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F45980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F45980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F45980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F45980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F45980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F45980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F45980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F45980" w:rsidRPr="00870A7D" w:rsidTr="00F45980">
        <w:trPr>
          <w:trHeight w:val="132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Водоотведение (</w:t>
            </w:r>
            <w:r w:rsidRPr="00870A7D">
              <w:rPr>
                <w:rFonts w:eastAsia="Calibri"/>
                <w:sz w:val="19"/>
                <w:szCs w:val="19"/>
                <w:lang w:eastAsia="en-US"/>
              </w:rPr>
              <w:t>без учета очистки сточных вод)</w:t>
            </w:r>
            <w:r w:rsidRPr="00870A7D">
              <w:rPr>
                <w:sz w:val="19"/>
                <w:szCs w:val="19"/>
              </w:rPr>
              <w:t>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14,49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14,78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14,78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15,06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15,06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15,57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15,57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15,97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15,97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16,50</w:t>
            </w:r>
          </w:p>
        </w:tc>
      </w:tr>
      <w:tr w:rsidR="00F45980" w:rsidRPr="00870A7D" w:rsidTr="00F45980">
        <w:trPr>
          <w:trHeight w:val="132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Водоотведение (</w:t>
            </w:r>
            <w:r w:rsidRPr="00870A7D">
              <w:rPr>
                <w:rFonts w:eastAsia="Calibri"/>
                <w:sz w:val="19"/>
                <w:szCs w:val="19"/>
                <w:lang w:eastAsia="en-US"/>
              </w:rPr>
              <w:t>без учета очистки сточных вод)</w:t>
            </w:r>
            <w:r w:rsidRPr="00870A7D">
              <w:rPr>
                <w:sz w:val="19"/>
                <w:szCs w:val="19"/>
              </w:rPr>
              <w:t>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14,49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14,78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F45980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14,78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15,06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15,06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15,57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15,57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15,97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15,97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F45980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16,50</w:t>
            </w:r>
          </w:p>
        </w:tc>
      </w:tr>
      <w:tr w:rsidR="009D0937" w:rsidRPr="00870A7D" w:rsidTr="00F45980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870A7D" w:rsidRDefault="009D0937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noProof/>
                <w:sz w:val="19"/>
                <w:szCs w:val="19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</w:tr>
      <w:tr w:rsidR="009D0937" w:rsidRPr="00870A7D" w:rsidTr="00F45980">
        <w:trPr>
          <w:trHeight w:val="133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870A7D" w:rsidRDefault="009D0937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72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870A7D" w:rsidRDefault="009D0937" w:rsidP="007021F1">
            <w:pPr>
              <w:rPr>
                <w:b/>
                <w:sz w:val="19"/>
                <w:szCs w:val="19"/>
                <w:highlight w:val="yellow"/>
              </w:rPr>
            </w:pPr>
            <w:r w:rsidRPr="00870A7D">
              <w:rPr>
                <w:rFonts w:eastAsia="Calibri"/>
                <w:b/>
                <w:bCs/>
                <w:iCs/>
                <w:sz w:val="19"/>
                <w:szCs w:val="19"/>
                <w:lang w:eastAsia="en-US"/>
              </w:rPr>
              <w:t>На территории р.п. Вахтан городского округа город Шахунья Нижегородской области</w:t>
            </w:r>
          </w:p>
        </w:tc>
      </w:tr>
      <w:tr w:rsidR="00F45980" w:rsidRPr="00870A7D" w:rsidTr="00F45980">
        <w:trPr>
          <w:trHeight w:val="133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Питьевая вода,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26,15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26,67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26,67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27,56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27,56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28,27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28,27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29,29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29,29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30,07</w:t>
            </w:r>
          </w:p>
        </w:tc>
      </w:tr>
      <w:tr w:rsidR="00F45980" w:rsidRPr="00870A7D" w:rsidTr="00F45980">
        <w:trPr>
          <w:trHeight w:val="133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Питьевая вода,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26,15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26,67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26,67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27,56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27,56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28,27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28,27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29,29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29,29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30,07</w:t>
            </w:r>
          </w:p>
        </w:tc>
      </w:tr>
      <w:tr w:rsidR="00F45980" w:rsidRPr="00870A7D" w:rsidTr="00F45980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80" w:rsidRPr="00870A7D" w:rsidRDefault="00F45980" w:rsidP="007021F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noProof/>
                <w:sz w:val="19"/>
                <w:szCs w:val="19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F45980" w:rsidRPr="00870A7D" w:rsidTr="00F45980">
        <w:trPr>
          <w:trHeight w:val="132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Водоотведение,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22,56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23,01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23,01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23,85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23,85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24,29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24,29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25,28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25,28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25,76</w:t>
            </w:r>
          </w:p>
        </w:tc>
      </w:tr>
      <w:tr w:rsidR="00F45980" w:rsidRPr="00870A7D" w:rsidTr="00F45980">
        <w:trPr>
          <w:trHeight w:val="132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2.4.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Водоотведение,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22,56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23,01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23,01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23,85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23,85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24,29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24,29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25,28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25,28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25,76</w:t>
            </w:r>
          </w:p>
        </w:tc>
      </w:tr>
      <w:tr w:rsidR="009D0937" w:rsidRPr="00870A7D" w:rsidTr="00F45980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870A7D" w:rsidRDefault="009D0937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noProof/>
                <w:sz w:val="19"/>
                <w:szCs w:val="19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</w:tr>
      <w:tr w:rsidR="009D0937" w:rsidRPr="00870A7D" w:rsidTr="00F45980">
        <w:trPr>
          <w:trHeight w:val="133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870A7D" w:rsidRDefault="009D0937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72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870A7D" w:rsidRDefault="009D0937" w:rsidP="007021F1">
            <w:pPr>
              <w:rPr>
                <w:b/>
                <w:sz w:val="19"/>
                <w:szCs w:val="19"/>
                <w:highlight w:val="yellow"/>
              </w:rPr>
            </w:pPr>
            <w:r w:rsidRPr="00870A7D">
              <w:rPr>
                <w:rFonts w:eastAsia="Calibri"/>
                <w:b/>
                <w:bCs/>
                <w:iCs/>
                <w:sz w:val="19"/>
                <w:szCs w:val="19"/>
                <w:lang w:eastAsia="en-US"/>
              </w:rPr>
              <w:t>На территории г. Шахунья Нижегородской области</w:t>
            </w:r>
          </w:p>
        </w:tc>
      </w:tr>
      <w:tr w:rsidR="00F45980" w:rsidRPr="00870A7D" w:rsidTr="00F45980">
        <w:trPr>
          <w:trHeight w:val="133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3.1.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Водоотведение,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23,58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24,05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24,05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24,89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24,89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25,41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25,41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26,14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26,14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27,05</w:t>
            </w:r>
          </w:p>
        </w:tc>
      </w:tr>
      <w:tr w:rsidR="00F45980" w:rsidRPr="00870A7D" w:rsidTr="00F45980">
        <w:trPr>
          <w:trHeight w:val="133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3.2.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Водоотведение,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23,58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24,05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24,05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24,89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24,89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25,41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25,41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26,14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26,14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27,05</w:t>
            </w:r>
          </w:p>
        </w:tc>
      </w:tr>
      <w:tr w:rsidR="00F45980" w:rsidRPr="00870A7D" w:rsidTr="00F45980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80" w:rsidRPr="00870A7D" w:rsidRDefault="00F45980" w:rsidP="007021F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noProof/>
                <w:sz w:val="19"/>
                <w:szCs w:val="19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74E7D" w:rsidRDefault="00F45980" w:rsidP="007021F1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F45980" w:rsidRPr="00870A7D" w:rsidTr="00F45980">
        <w:trPr>
          <w:trHeight w:val="132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3.3.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Водоотведение (очистка сточных вод),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11,76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12,05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12,05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12,50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12,50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12,76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12,76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13,02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13,02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13,53</w:t>
            </w:r>
          </w:p>
        </w:tc>
      </w:tr>
      <w:tr w:rsidR="00F45980" w:rsidRPr="00870A7D" w:rsidTr="00F45980">
        <w:trPr>
          <w:trHeight w:val="132"/>
          <w:jc w:val="center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jc w:val="center"/>
              <w:rPr>
                <w:b/>
                <w:bCs/>
                <w:sz w:val="18"/>
                <w:szCs w:val="18"/>
              </w:rPr>
            </w:pPr>
            <w:r w:rsidRPr="00870A7D">
              <w:rPr>
                <w:b/>
                <w:bCs/>
                <w:sz w:val="18"/>
                <w:szCs w:val="18"/>
              </w:rPr>
              <w:t>3.4.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980" w:rsidRPr="00870A7D" w:rsidRDefault="00F45980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Водоотведение (очистка сточных вод), руб./м</w:t>
            </w:r>
            <w:r w:rsidRPr="00870A7D">
              <w:rPr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-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-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870A7D" w:rsidRDefault="00F45980" w:rsidP="007021F1">
            <w:pPr>
              <w:jc w:val="center"/>
              <w:rPr>
                <w:sz w:val="19"/>
                <w:szCs w:val="19"/>
              </w:rPr>
            </w:pPr>
            <w:r w:rsidRPr="00870A7D">
              <w:rPr>
                <w:sz w:val="19"/>
                <w:szCs w:val="19"/>
              </w:rPr>
              <w:t>-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-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-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-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-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-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-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5980" w:rsidRPr="0091592D" w:rsidRDefault="00F45980" w:rsidP="007021F1">
            <w:pPr>
              <w:jc w:val="center"/>
              <w:rPr>
                <w:sz w:val="19"/>
                <w:szCs w:val="19"/>
              </w:rPr>
            </w:pPr>
            <w:r w:rsidRPr="0091592D">
              <w:rPr>
                <w:sz w:val="19"/>
                <w:szCs w:val="19"/>
              </w:rPr>
              <w:t>-</w:t>
            </w:r>
          </w:p>
        </w:tc>
      </w:tr>
      <w:tr w:rsidR="009D0937" w:rsidRPr="00870A7D" w:rsidTr="00F45980">
        <w:trPr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E15145" w:rsidRDefault="009D0937" w:rsidP="007021F1">
            <w:pPr>
              <w:rPr>
                <w:b/>
                <w:bCs/>
                <w:sz w:val="19"/>
                <w:szCs w:val="19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937" w:rsidRPr="00870A7D" w:rsidRDefault="009D0937" w:rsidP="007021F1">
            <w:pPr>
              <w:rPr>
                <w:noProof/>
                <w:sz w:val="19"/>
                <w:szCs w:val="19"/>
              </w:rPr>
            </w:pPr>
            <w:r w:rsidRPr="00870A7D">
              <w:rPr>
                <w:noProof/>
                <w:sz w:val="19"/>
                <w:szCs w:val="19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937" w:rsidRPr="00870A7D" w:rsidRDefault="009D0937" w:rsidP="007021F1">
            <w:pPr>
              <w:rPr>
                <w:sz w:val="19"/>
                <w:szCs w:val="19"/>
              </w:rPr>
            </w:pPr>
          </w:p>
        </w:tc>
      </w:tr>
    </w:tbl>
    <w:p w:rsidR="009E7ECA" w:rsidRPr="009E7ECA" w:rsidRDefault="009E7ECA" w:rsidP="009E7ECA">
      <w:pPr>
        <w:spacing w:line="276" w:lineRule="auto"/>
        <w:jc w:val="right"/>
        <w:rPr>
          <w:szCs w:val="28"/>
        </w:rPr>
      </w:pPr>
      <w:r w:rsidRPr="009E7ECA">
        <w:rPr>
          <w:szCs w:val="28"/>
        </w:rPr>
        <w:t>».</w:t>
      </w:r>
    </w:p>
    <w:p w:rsidR="009E7ECA" w:rsidRPr="009E7ECA" w:rsidRDefault="009E7ECA" w:rsidP="009E7ECA">
      <w:pPr>
        <w:spacing w:line="276" w:lineRule="auto"/>
        <w:jc w:val="both"/>
        <w:rPr>
          <w:szCs w:val="28"/>
        </w:rPr>
      </w:pPr>
      <w:r w:rsidRPr="009E7ECA">
        <w:rPr>
          <w:b/>
          <w:i/>
          <w:szCs w:val="28"/>
        </w:rPr>
        <w:t>1.2.</w:t>
      </w:r>
      <w:r w:rsidRPr="009E7ECA">
        <w:rPr>
          <w:szCs w:val="28"/>
        </w:rPr>
        <w:t xml:space="preserve"> </w:t>
      </w:r>
      <w:r w:rsidR="008D5D1B">
        <w:rPr>
          <w:noProof/>
          <w:szCs w:val="28"/>
        </w:rPr>
        <w:t>Приложения 1 - 6</w:t>
      </w:r>
      <w:r w:rsidRPr="009E7ECA">
        <w:rPr>
          <w:noProof/>
          <w:szCs w:val="28"/>
        </w:rPr>
        <w:t xml:space="preserve"> </w:t>
      </w:r>
      <w:r w:rsidRPr="009E7ECA">
        <w:rPr>
          <w:szCs w:val="28"/>
        </w:rPr>
        <w:t xml:space="preserve"> к решению изложить в новой редакции согласно </w:t>
      </w:r>
      <w:r w:rsidR="008D5D1B">
        <w:rPr>
          <w:noProof/>
          <w:szCs w:val="28"/>
        </w:rPr>
        <w:t xml:space="preserve">Приложениям 1 – 6 </w:t>
      </w:r>
      <w:r w:rsidRPr="009E7ECA">
        <w:rPr>
          <w:szCs w:val="28"/>
        </w:rPr>
        <w:t>к настоящему решению.</w:t>
      </w:r>
    </w:p>
    <w:p w:rsidR="006F7468" w:rsidRPr="009E7ECA" w:rsidRDefault="006F7468" w:rsidP="009E7ECA">
      <w:pPr>
        <w:spacing w:line="276" w:lineRule="auto"/>
        <w:ind w:firstLine="720"/>
        <w:jc w:val="both"/>
        <w:rPr>
          <w:szCs w:val="28"/>
        </w:rPr>
      </w:pPr>
      <w:r w:rsidRPr="009E7ECA">
        <w:rPr>
          <w:b/>
          <w:szCs w:val="28"/>
        </w:rPr>
        <w:t xml:space="preserve">2. </w:t>
      </w:r>
      <w:r w:rsidRPr="009E7ECA">
        <w:rPr>
          <w:szCs w:val="28"/>
        </w:rPr>
        <w:t>Настоящее решение вступает в силу с 1 января 2020 г.</w:t>
      </w:r>
    </w:p>
    <w:p w:rsidR="007D25C7" w:rsidRDefault="007D25C7" w:rsidP="00C60C7E">
      <w:pPr>
        <w:pStyle w:val="ac"/>
        <w:spacing w:line="276" w:lineRule="auto"/>
      </w:pPr>
    </w:p>
    <w:p w:rsidR="007016A7" w:rsidRDefault="007016A7" w:rsidP="00C60C7E">
      <w:pPr>
        <w:pStyle w:val="ac"/>
        <w:spacing w:line="276" w:lineRule="auto"/>
      </w:pPr>
    </w:p>
    <w:p w:rsidR="007016A7" w:rsidRPr="007D25C7" w:rsidRDefault="007016A7" w:rsidP="00C60C7E">
      <w:pPr>
        <w:pStyle w:val="ac"/>
        <w:spacing w:line="276" w:lineRule="auto"/>
      </w:pPr>
    </w:p>
    <w:p w:rsidR="003F7CA5" w:rsidRDefault="003F7CA5" w:rsidP="003F7CA5">
      <w:pPr>
        <w:tabs>
          <w:tab w:val="left" w:pos="1897"/>
        </w:tabs>
        <w:spacing w:line="276" w:lineRule="auto"/>
        <w:rPr>
          <w:szCs w:val="28"/>
        </w:rPr>
      </w:pPr>
      <w:r w:rsidRPr="003F7CA5">
        <w:rPr>
          <w:szCs w:val="28"/>
        </w:rPr>
        <w:t>Руководитель службы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="00936EBB" w:rsidRPr="00936EBB">
        <w:rPr>
          <w:szCs w:val="28"/>
        </w:rPr>
        <w:t xml:space="preserve">         </w:t>
      </w:r>
      <w:r w:rsidR="00936EBB">
        <w:rPr>
          <w:szCs w:val="28"/>
        </w:rPr>
        <w:t xml:space="preserve">                                         </w:t>
      </w:r>
      <w:r w:rsidR="00936EBB" w:rsidRPr="00936EBB">
        <w:rPr>
          <w:szCs w:val="28"/>
        </w:rPr>
        <w:t xml:space="preserve">   Ю.Л.Алешина</w:t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</w:r>
      <w:r w:rsidRPr="003F7CA5">
        <w:rPr>
          <w:szCs w:val="28"/>
        </w:rPr>
        <w:tab/>
        <w:t xml:space="preserve">              </w:t>
      </w:r>
    </w:p>
    <w:p w:rsidR="00C72BC0" w:rsidRDefault="00C72BC0" w:rsidP="006B717F">
      <w:pPr>
        <w:spacing w:line="276" w:lineRule="auto"/>
        <w:rPr>
          <w:szCs w:val="28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5C06DC" w:rsidTr="009E7ECA">
        <w:trPr>
          <w:gridAfter w:val="1"/>
          <w:wAfter w:w="11" w:type="dxa"/>
        </w:trPr>
        <w:tc>
          <w:tcPr>
            <w:tcW w:w="528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5C06DC" w:rsidRDefault="005C06DC" w:rsidP="005C1C7D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E7ECA" w:rsidRDefault="009E7ECA" w:rsidP="009E7ECA"/>
          <w:p w:rsidR="009E7ECA" w:rsidRDefault="009E7ECA" w:rsidP="008305DC">
            <w:pPr>
              <w:ind w:left="3552"/>
              <w:jc w:val="center"/>
            </w:pPr>
          </w:p>
          <w:p w:rsidR="007016A7" w:rsidRDefault="007016A7" w:rsidP="007016A7"/>
          <w:p w:rsidR="005C06DC" w:rsidRDefault="00E81283" w:rsidP="008305DC">
            <w:pPr>
              <w:ind w:left="3552"/>
              <w:jc w:val="center"/>
            </w:pPr>
            <w:r>
              <w:lastRenderedPageBreak/>
              <w:t xml:space="preserve">ПРИЛОЖЕНИЕ </w:t>
            </w:r>
            <w:r w:rsidR="009D0937">
              <w:t>1</w:t>
            </w:r>
          </w:p>
          <w:p w:rsidR="005C06DC" w:rsidRDefault="005C06DC" w:rsidP="008305DC">
            <w:pPr>
              <w:ind w:left="3552"/>
              <w:jc w:val="center"/>
            </w:pPr>
            <w:r>
              <w:t xml:space="preserve">к решению региональной службы </w:t>
            </w:r>
            <w:r w:rsidR="005C1C7D">
              <w:br/>
            </w:r>
            <w:r>
              <w:t xml:space="preserve">по тарифам Нижегородской области </w:t>
            </w:r>
          </w:p>
          <w:p w:rsidR="005C06DC" w:rsidRDefault="005C06DC" w:rsidP="0056238E">
            <w:pPr>
              <w:ind w:left="3552"/>
              <w:jc w:val="center"/>
            </w:pPr>
            <w:r w:rsidRPr="007021F1">
              <w:t>от</w:t>
            </w:r>
            <w:r w:rsidR="007021F1" w:rsidRPr="007021F1">
              <w:t xml:space="preserve"> 14 ноября</w:t>
            </w:r>
            <w:r w:rsidRPr="007021F1">
              <w:t xml:space="preserve"> </w:t>
            </w:r>
            <w:r w:rsidR="00F1607E" w:rsidRPr="007021F1">
              <w:t xml:space="preserve">2019 </w:t>
            </w:r>
            <w:r w:rsidR="00CC03DF" w:rsidRPr="007021F1">
              <w:t>г.</w:t>
            </w:r>
            <w:r w:rsidRPr="007021F1">
              <w:t xml:space="preserve"> №</w:t>
            </w:r>
            <w:r w:rsidR="006B0802" w:rsidRPr="00D74902">
              <w:t xml:space="preserve"> </w:t>
            </w:r>
            <w:r w:rsidR="000C136F">
              <w:t>50/37</w:t>
            </w:r>
          </w:p>
          <w:p w:rsidR="0056238E" w:rsidRPr="001D06AF" w:rsidRDefault="0056238E" w:rsidP="009E7ECA"/>
        </w:tc>
      </w:tr>
      <w:tr w:rsidR="009E7ECA" w:rsidTr="009E7ECA">
        <w:trPr>
          <w:gridAfter w:val="1"/>
          <w:wAfter w:w="11" w:type="dxa"/>
        </w:trPr>
        <w:tc>
          <w:tcPr>
            <w:tcW w:w="528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E7ECA" w:rsidRDefault="009E7ECA" w:rsidP="009E7ECA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823328" w:rsidRDefault="00823328" w:rsidP="00823328">
            <w:pPr>
              <w:spacing w:line="276" w:lineRule="auto"/>
              <w:ind w:left="3552"/>
              <w:jc w:val="center"/>
            </w:pPr>
            <w:r>
              <w:t xml:space="preserve">«ПРИЛОЖЕНИЕ </w:t>
            </w:r>
            <w:r w:rsidR="009D0937">
              <w:t>1</w:t>
            </w:r>
          </w:p>
          <w:p w:rsidR="00823328" w:rsidRDefault="00823328" w:rsidP="00823328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E7ECA" w:rsidRPr="00CB1B90" w:rsidRDefault="009D0937" w:rsidP="007016A7">
            <w:pPr>
              <w:ind w:left="3552"/>
              <w:jc w:val="center"/>
              <w:rPr>
                <w:lang w:val="en-US"/>
              </w:rPr>
            </w:pPr>
            <w:r w:rsidRPr="009D0937">
              <w:t>от 4 декабря 2018 г. № 49/47</w:t>
            </w:r>
          </w:p>
        </w:tc>
      </w:tr>
      <w:tr w:rsidR="009E7ECA" w:rsidRPr="006161EA" w:rsidTr="009E7ECA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E7ECA" w:rsidRDefault="009E7ECA" w:rsidP="009E7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F25DDE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>потребителям на территории городского округа город Шахунья Нижегородской области</w:t>
            </w:r>
          </w:p>
          <w:p w:rsidR="009D0937" w:rsidRPr="00C15EF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7021F1" w:rsidRPr="007021F1" w:rsidRDefault="009E7ECA" w:rsidP="007021F1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853B20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9356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27"/>
        <w:gridCol w:w="536"/>
        <w:gridCol w:w="212"/>
        <w:gridCol w:w="567"/>
        <w:gridCol w:w="335"/>
        <w:gridCol w:w="34"/>
        <w:gridCol w:w="13"/>
        <w:gridCol w:w="397"/>
        <w:gridCol w:w="214"/>
        <w:gridCol w:w="524"/>
        <w:gridCol w:w="468"/>
        <w:gridCol w:w="18"/>
        <w:gridCol w:w="479"/>
        <w:gridCol w:w="66"/>
        <w:gridCol w:w="117"/>
        <w:gridCol w:w="312"/>
        <w:gridCol w:w="382"/>
        <w:gridCol w:w="454"/>
        <w:gridCol w:w="156"/>
        <w:gridCol w:w="993"/>
      </w:tblGrid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7021F1" w:rsidRPr="007021F1" w:rsidTr="0065167E">
        <w:trPr>
          <w:trHeight w:val="542"/>
          <w:tblCellSpacing w:w="5" w:type="nil"/>
          <w:jc w:val="center"/>
        </w:trPr>
        <w:tc>
          <w:tcPr>
            <w:tcW w:w="3052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304" w:type="dxa"/>
            <w:gridSpan w:val="20"/>
          </w:tcPr>
          <w:p w:rsidR="007021F1" w:rsidRPr="007021F1" w:rsidRDefault="007021F1" w:rsidP="007021F1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МУНИЦИПАЛЬНОЕ УНИТАРНОЕ ПРЕДПРИЯТИЕ «ВОДОКАНАЛ» (ИНН 5239010720)</w:t>
            </w:r>
          </w:p>
        </w:tc>
      </w:tr>
      <w:tr w:rsidR="007021F1" w:rsidRPr="007021F1" w:rsidTr="0065167E">
        <w:trPr>
          <w:trHeight w:val="360"/>
          <w:tblCellSpacing w:w="5" w:type="nil"/>
          <w:jc w:val="center"/>
        </w:trPr>
        <w:tc>
          <w:tcPr>
            <w:tcW w:w="3052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304" w:type="dxa"/>
            <w:gridSpan w:val="20"/>
          </w:tcPr>
          <w:p w:rsidR="007021F1" w:rsidRPr="007021F1" w:rsidRDefault="007021F1" w:rsidP="007021F1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606910, Нижегородская область, г. Шахунья, ул. Советская, д. 100</w:t>
            </w:r>
          </w:p>
        </w:tc>
      </w:tr>
      <w:tr w:rsidR="007021F1" w:rsidRPr="007021F1" w:rsidTr="0065167E">
        <w:trPr>
          <w:trHeight w:val="458"/>
          <w:tblCellSpacing w:w="5" w:type="nil"/>
          <w:jc w:val="center"/>
        </w:trPr>
        <w:tc>
          <w:tcPr>
            <w:tcW w:w="3052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304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7021F1" w:rsidRPr="007021F1" w:rsidTr="0065167E">
        <w:trPr>
          <w:trHeight w:val="360"/>
          <w:tblCellSpacing w:w="5" w:type="nil"/>
          <w:jc w:val="center"/>
        </w:trPr>
        <w:tc>
          <w:tcPr>
            <w:tcW w:w="3052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304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603082,  г. Нижний Новгород, Кремль, корпус 1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7021F1" w:rsidRPr="007021F1" w:rsidTr="000C136F">
        <w:trPr>
          <w:trHeight w:val="1170"/>
          <w:tblCellSpacing w:w="5" w:type="nil"/>
          <w:jc w:val="center"/>
        </w:trPr>
        <w:tc>
          <w:tcPr>
            <w:tcW w:w="3615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148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1148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148" w:type="dxa"/>
            <w:gridSpan w:val="5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148" w:type="dxa"/>
            <w:gridSpan w:val="3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149" w:type="dxa"/>
            <w:gridSpan w:val="2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0C136F">
        <w:trPr>
          <w:trHeight w:val="296"/>
          <w:tblCellSpacing w:w="5" w:type="nil"/>
          <w:jc w:val="center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Подано воды всего, тыс.м</w:t>
            </w:r>
            <w:r w:rsidRPr="007021F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983,80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983,80</w:t>
            </w:r>
          </w:p>
        </w:tc>
        <w:tc>
          <w:tcPr>
            <w:tcW w:w="1148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983,80</w:t>
            </w:r>
          </w:p>
        </w:tc>
        <w:tc>
          <w:tcPr>
            <w:tcW w:w="1148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983,80</w:t>
            </w:r>
          </w:p>
        </w:tc>
        <w:tc>
          <w:tcPr>
            <w:tcW w:w="1149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983,80</w:t>
            </w:r>
          </w:p>
        </w:tc>
      </w:tr>
      <w:tr w:rsidR="007021F1" w:rsidRPr="007021F1" w:rsidTr="000C136F">
        <w:trPr>
          <w:trHeight w:val="296"/>
          <w:tblCellSpacing w:w="5" w:type="nil"/>
          <w:jc w:val="center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536,20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536,20</w:t>
            </w:r>
          </w:p>
        </w:tc>
        <w:tc>
          <w:tcPr>
            <w:tcW w:w="1148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536,20</w:t>
            </w:r>
          </w:p>
        </w:tc>
        <w:tc>
          <w:tcPr>
            <w:tcW w:w="1148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536,20</w:t>
            </w:r>
          </w:p>
        </w:tc>
        <w:tc>
          <w:tcPr>
            <w:tcW w:w="1149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536,20</w:t>
            </w:r>
          </w:p>
        </w:tc>
      </w:tr>
      <w:tr w:rsidR="007021F1" w:rsidRPr="007021F1" w:rsidTr="000C136F">
        <w:trPr>
          <w:trHeight w:val="296"/>
          <w:tblCellSpacing w:w="5" w:type="nil"/>
          <w:jc w:val="center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95,60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95,60</w:t>
            </w:r>
          </w:p>
        </w:tc>
        <w:tc>
          <w:tcPr>
            <w:tcW w:w="1148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95,60</w:t>
            </w:r>
          </w:p>
        </w:tc>
        <w:tc>
          <w:tcPr>
            <w:tcW w:w="1148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95,60</w:t>
            </w:r>
          </w:p>
        </w:tc>
        <w:tc>
          <w:tcPr>
            <w:tcW w:w="1149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95,60</w:t>
            </w:r>
          </w:p>
        </w:tc>
      </w:tr>
      <w:tr w:rsidR="007021F1" w:rsidRPr="007021F1" w:rsidTr="000C136F">
        <w:trPr>
          <w:trHeight w:val="296"/>
          <w:tblCellSpacing w:w="5" w:type="nil"/>
          <w:jc w:val="center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352,00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352,00</w:t>
            </w:r>
          </w:p>
        </w:tc>
        <w:tc>
          <w:tcPr>
            <w:tcW w:w="1148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352,00</w:t>
            </w:r>
          </w:p>
        </w:tc>
        <w:tc>
          <w:tcPr>
            <w:tcW w:w="1148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352,00</w:t>
            </w:r>
          </w:p>
        </w:tc>
        <w:tc>
          <w:tcPr>
            <w:tcW w:w="1149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352,00</w:t>
            </w:r>
          </w:p>
        </w:tc>
      </w:tr>
      <w:tr w:rsidR="007021F1" w:rsidRPr="007021F1" w:rsidTr="000C136F">
        <w:trPr>
          <w:trHeight w:val="296"/>
          <w:tblCellSpacing w:w="5" w:type="nil"/>
          <w:jc w:val="center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</w:t>
            </w:r>
          </w:p>
        </w:tc>
        <w:tc>
          <w:tcPr>
            <w:tcW w:w="1148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</w:t>
            </w:r>
          </w:p>
        </w:tc>
        <w:tc>
          <w:tcPr>
            <w:tcW w:w="1148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</w:t>
            </w:r>
          </w:p>
        </w:tc>
        <w:tc>
          <w:tcPr>
            <w:tcW w:w="1148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</w:t>
            </w:r>
          </w:p>
        </w:tc>
        <w:tc>
          <w:tcPr>
            <w:tcW w:w="1149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96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021F1" w:rsidRPr="007021F1" w:rsidTr="0065167E">
        <w:trPr>
          <w:trHeight w:val="223"/>
          <w:tblCellSpacing w:w="5" w:type="nil"/>
          <w:jc w:val="center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6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  <w:jc w:val="center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6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22 253,58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22 253,58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2 714,02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2 714,02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01.01.2019 по </w:t>
            </w:r>
            <w:r w:rsidRPr="007021F1">
              <w:rPr>
                <w:rFonts w:eastAsia="Calibri"/>
                <w:sz w:val="20"/>
                <w:lang w:eastAsia="en-US"/>
              </w:rPr>
              <w:lastRenderedPageBreak/>
              <w:t>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1 815,72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1 815,72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lastRenderedPageBreak/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604,72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604,72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27 388,04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27 388,04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23 192,09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23 192,09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2 706,27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2 706,27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1 815,72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1 815,72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54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646,09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646,09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28 360,17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23 360,17</w:t>
            </w:r>
          </w:p>
        </w:tc>
      </w:tr>
      <w:tr w:rsidR="007021F1" w:rsidRPr="007021F1" w:rsidTr="0065167E">
        <w:trPr>
          <w:trHeight w:val="178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23 849,18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23 849,18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2 778,35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2 778,35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1 815,72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1 815,72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667,78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667,78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29 111,03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29 111,03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24 559,95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24 559,95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2 886,98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2 886,98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lastRenderedPageBreak/>
              <w:t>Расходы на амортизацию основных средств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1 815,72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1 815,72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690,71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690,71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29 953,36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29 953,36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25 291,89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25 291,89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2 945,26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2 945,26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1 815,72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1 815,72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713,40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713,40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 </w:t>
            </w:r>
          </w:p>
        </w:tc>
        <w:tc>
          <w:tcPr>
            <w:tcW w:w="1668" w:type="dxa"/>
            <w:gridSpan w:val="7"/>
          </w:tcPr>
          <w:p w:rsidR="007021F1" w:rsidRPr="007021F1" w:rsidRDefault="0031424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30 76</w:t>
            </w:r>
            <w:r w:rsidR="007021F1" w:rsidRPr="007021F1">
              <w:rPr>
                <w:rFonts w:eastAsia="Calibri"/>
                <w:sz w:val="20"/>
                <w:lang w:eastAsia="en-US"/>
              </w:rPr>
              <w:t>6,27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31424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30 76</w:t>
            </w:r>
            <w:r w:rsidR="007021F1" w:rsidRPr="007021F1">
              <w:rPr>
                <w:rFonts w:eastAsia="Calibri"/>
                <w:sz w:val="20"/>
                <w:lang w:eastAsia="en-US"/>
              </w:rPr>
              <w:t>6,27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7"/>
          </w:tcPr>
          <w:p w:rsidR="007021F1" w:rsidRPr="007021F1" w:rsidRDefault="0031424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145 57</w:t>
            </w:r>
            <w:r w:rsidR="007021F1" w:rsidRPr="007021F1">
              <w:rPr>
                <w:rFonts w:eastAsia="Calibri"/>
                <w:sz w:val="20"/>
                <w:lang w:eastAsia="en-US"/>
              </w:rPr>
              <w:t>8,87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31424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145 57</w:t>
            </w:r>
            <w:r w:rsidR="007021F1" w:rsidRPr="007021F1">
              <w:rPr>
                <w:rFonts w:eastAsia="Calibri"/>
                <w:sz w:val="20"/>
                <w:lang w:eastAsia="en-US"/>
              </w:rPr>
              <w:t>8,87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7021F1" w:rsidRPr="007021F1" w:rsidTr="0065167E">
        <w:trPr>
          <w:trHeight w:val="360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</w:t>
            </w:r>
            <w:r w:rsidRPr="007021F1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систем водоснабжения </w:t>
            </w:r>
          </w:p>
        </w:tc>
      </w:tr>
      <w:tr w:rsidR="007021F1" w:rsidRPr="007021F1" w:rsidTr="0065167E">
        <w:trPr>
          <w:trHeight w:val="223"/>
          <w:tblCellSpacing w:w="5" w:type="nil"/>
          <w:jc w:val="center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6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  <w:jc w:val="center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6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1 647,78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1 647,78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01.01.2019 по 31.12.2019 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851,90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851,90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                           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2 499,68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2 499,68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1 680,24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1 680,24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868,68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868,68</w:t>
            </w:r>
          </w:p>
        </w:tc>
      </w:tr>
      <w:tr w:rsidR="007021F1" w:rsidRPr="007021F1" w:rsidTr="0065167E">
        <w:trPr>
          <w:trHeight w:val="238"/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                          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2 548,92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2 548,92</w:t>
            </w:r>
          </w:p>
        </w:tc>
      </w:tr>
      <w:tr w:rsidR="007021F1" w:rsidRPr="007021F1" w:rsidTr="0065167E">
        <w:trPr>
          <w:trHeight w:val="178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1 724,99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1 724,99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891,81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891,81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2 616,80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2 616,80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1 776,05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1 776,05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891,81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891,81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2 667,86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2 667,86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1 828,62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1 828,62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945,39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945,39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2 774,01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2 774,01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13 107,27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13 107,27</w:t>
            </w:r>
          </w:p>
        </w:tc>
      </w:tr>
      <w:tr w:rsidR="007021F1" w:rsidRPr="007021F1" w:rsidTr="0065167E">
        <w:trPr>
          <w:trHeight w:val="360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питьевой воды </w:t>
            </w:r>
          </w:p>
        </w:tc>
      </w:tr>
      <w:tr w:rsidR="007021F1" w:rsidRPr="007021F1" w:rsidTr="0065167E">
        <w:trPr>
          <w:trHeight w:val="223"/>
          <w:tblCellSpacing w:w="5" w:type="nil"/>
          <w:jc w:val="center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Наименование мероприятий      </w:t>
            </w:r>
          </w:p>
        </w:tc>
        <w:tc>
          <w:tcPr>
            <w:tcW w:w="1697" w:type="dxa"/>
            <w:gridSpan w:val="6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  <w:jc w:val="center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6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год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178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год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Всего на период реализации программы: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360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</w:t>
            </w:r>
            <w:r w:rsidRPr="007021F1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7021F1" w:rsidRPr="007021F1" w:rsidTr="0065167E">
        <w:trPr>
          <w:trHeight w:val="223"/>
          <w:tblCellSpacing w:w="5" w:type="nil"/>
          <w:jc w:val="center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6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  <w:jc w:val="center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6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31.12.2020: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178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 период с 01.01.2023 по 31.12.2023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7021F1" w:rsidRPr="007021F1" w:rsidTr="0065167E">
        <w:trPr>
          <w:trHeight w:val="223"/>
          <w:tblCellSpacing w:w="5" w:type="nil"/>
          <w:jc w:val="center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Наименование мероприятий      </w:t>
            </w:r>
          </w:p>
        </w:tc>
        <w:tc>
          <w:tcPr>
            <w:tcW w:w="1697" w:type="dxa"/>
            <w:gridSpan w:val="6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  <w:jc w:val="center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6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01.01.2019 по 31.12.2019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697" w:type="dxa"/>
            <w:gridSpan w:val="6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01.01.2020 по 31.12.2020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4776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178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</w:t>
            </w: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31.12.2023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01.01.2023 по 31.12.2023 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  <w:jc w:val="center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7021F1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7021F1" w:rsidRPr="007021F1" w:rsidTr="000C136F">
        <w:trPr>
          <w:trHeight w:val="215"/>
          <w:tblCellSpacing w:w="5" w:type="nil"/>
          <w:jc w:val="center"/>
        </w:trPr>
        <w:tc>
          <w:tcPr>
            <w:tcW w:w="3827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993" w:type="dxa"/>
            <w:gridSpan w:val="5"/>
          </w:tcPr>
          <w:p w:rsidR="007021F1" w:rsidRPr="000C136F" w:rsidRDefault="007021F1" w:rsidP="000C13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01.01.2019 по 31.12.2019</w:t>
            </w:r>
          </w:p>
        </w:tc>
        <w:tc>
          <w:tcPr>
            <w:tcW w:w="992" w:type="dxa"/>
            <w:gridSpan w:val="2"/>
          </w:tcPr>
          <w:p w:rsidR="007021F1" w:rsidRPr="000C136F" w:rsidRDefault="007021F1" w:rsidP="000C136F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01.01.2020 по 31.12.2020</w:t>
            </w:r>
          </w:p>
        </w:tc>
        <w:tc>
          <w:tcPr>
            <w:tcW w:w="992" w:type="dxa"/>
            <w:gridSpan w:val="5"/>
          </w:tcPr>
          <w:p w:rsidR="007021F1" w:rsidRPr="000C136F" w:rsidRDefault="007021F1" w:rsidP="000C136F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01.01.2021 по 31.12.2021</w:t>
            </w:r>
          </w:p>
        </w:tc>
        <w:tc>
          <w:tcPr>
            <w:tcW w:w="992" w:type="dxa"/>
            <w:gridSpan w:val="3"/>
          </w:tcPr>
          <w:p w:rsidR="007021F1" w:rsidRPr="000C136F" w:rsidRDefault="007021F1" w:rsidP="000C136F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01.01.2022 по 31.12.2022</w:t>
            </w:r>
          </w:p>
        </w:tc>
        <w:tc>
          <w:tcPr>
            <w:tcW w:w="993" w:type="dxa"/>
          </w:tcPr>
          <w:p w:rsidR="007021F1" w:rsidRPr="000C136F" w:rsidRDefault="007021F1" w:rsidP="000C136F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01.01.2023 по 31.12.2023</w:t>
            </w:r>
          </w:p>
        </w:tc>
      </w:tr>
      <w:tr w:rsidR="007021F1" w:rsidRPr="007021F1" w:rsidTr="0065167E">
        <w:trPr>
          <w:trHeight w:val="212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7021F1" w:rsidRPr="007021F1" w:rsidTr="0065167E">
        <w:trPr>
          <w:trHeight w:val="1398"/>
          <w:tblCellSpacing w:w="5" w:type="nil"/>
          <w:jc w:val="center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2,3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2,1</w:t>
            </w:r>
          </w:p>
        </w:tc>
        <w:tc>
          <w:tcPr>
            <w:tcW w:w="992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2,06</w:t>
            </w:r>
          </w:p>
        </w:tc>
        <w:tc>
          <w:tcPr>
            <w:tcW w:w="992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2,02</w:t>
            </w:r>
          </w:p>
        </w:tc>
        <w:tc>
          <w:tcPr>
            <w:tcW w:w="993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1,98</w:t>
            </w:r>
          </w:p>
        </w:tc>
      </w:tr>
      <w:tr w:rsidR="007021F1" w:rsidRPr="007021F1" w:rsidTr="0065167E">
        <w:trPr>
          <w:trHeight w:val="836"/>
          <w:tblCellSpacing w:w="5" w:type="nil"/>
          <w:jc w:val="center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0 </w:t>
            </w:r>
          </w:p>
        </w:tc>
        <w:tc>
          <w:tcPr>
            <w:tcW w:w="992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021F1" w:rsidRPr="007021F1" w:rsidTr="0065167E">
        <w:trPr>
          <w:trHeight w:val="276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7021F1" w:rsidRPr="007021F1" w:rsidTr="0065167E">
        <w:trPr>
          <w:trHeight w:val="845"/>
          <w:tblCellSpacing w:w="5" w:type="nil"/>
          <w:jc w:val="center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ед./км</w:t>
            </w:r>
          </w:p>
        </w:tc>
        <w:tc>
          <w:tcPr>
            <w:tcW w:w="993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0 </w:t>
            </w:r>
          </w:p>
        </w:tc>
        <w:tc>
          <w:tcPr>
            <w:tcW w:w="992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021F1" w:rsidRPr="007021F1" w:rsidTr="0065167E">
        <w:trPr>
          <w:trHeight w:val="212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7021F1" w:rsidRPr="007021F1" w:rsidTr="0065167E">
        <w:trPr>
          <w:trHeight w:val="212"/>
          <w:tblCellSpacing w:w="5" w:type="nil"/>
          <w:jc w:val="center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0,4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0,4</w:t>
            </w:r>
          </w:p>
        </w:tc>
        <w:tc>
          <w:tcPr>
            <w:tcW w:w="992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0,4</w:t>
            </w:r>
          </w:p>
        </w:tc>
        <w:tc>
          <w:tcPr>
            <w:tcW w:w="992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0,4</w:t>
            </w:r>
          </w:p>
        </w:tc>
        <w:tc>
          <w:tcPr>
            <w:tcW w:w="993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0,4</w:t>
            </w:r>
          </w:p>
        </w:tc>
      </w:tr>
      <w:tr w:rsidR="007021F1" w:rsidRPr="007021F1" w:rsidTr="0065167E">
        <w:trPr>
          <w:trHeight w:val="516"/>
          <w:tblCellSpacing w:w="5" w:type="nil"/>
          <w:jc w:val="center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кВт*ч/куб. м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5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1,48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1,48</w:t>
            </w:r>
          </w:p>
        </w:tc>
        <w:tc>
          <w:tcPr>
            <w:tcW w:w="992" w:type="dxa"/>
            <w:gridSpan w:val="5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1,48 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1,48</w:t>
            </w:r>
          </w:p>
        </w:tc>
        <w:tc>
          <w:tcPr>
            <w:tcW w:w="993" w:type="dxa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1,48</w:t>
            </w:r>
          </w:p>
        </w:tc>
      </w:tr>
      <w:tr w:rsidR="007021F1" w:rsidRPr="007021F1" w:rsidTr="0065167E">
        <w:trPr>
          <w:trHeight w:val="212"/>
          <w:tblCellSpacing w:w="5" w:type="nil"/>
          <w:jc w:val="center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кВт*ч/куб. м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 xml:space="preserve"> 6. Расчет эффективности производственной программы        </w:t>
            </w:r>
          </w:p>
        </w:tc>
      </w:tr>
      <w:tr w:rsidR="007021F1" w:rsidRPr="007021F1" w:rsidTr="0065167E">
        <w:trPr>
          <w:trHeight w:val="215"/>
          <w:tblCellSpacing w:w="5" w:type="nil"/>
          <w:jc w:val="center"/>
        </w:trPr>
        <w:tc>
          <w:tcPr>
            <w:tcW w:w="5173" w:type="dxa"/>
            <w:gridSpan w:val="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2"/>
          <w:tblCellSpacing w:w="5" w:type="nil"/>
          <w:jc w:val="center"/>
        </w:trPr>
        <w:tc>
          <w:tcPr>
            <w:tcW w:w="5173" w:type="dxa"/>
            <w:gridSpan w:val="9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На период с 01.01.2020 по 31.12.2020 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2"/>
          <w:tblCellSpacing w:w="5" w:type="nil"/>
          <w:jc w:val="center"/>
        </w:trPr>
        <w:tc>
          <w:tcPr>
            <w:tcW w:w="5173" w:type="dxa"/>
            <w:gridSpan w:val="9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2"/>
          <w:tblCellSpacing w:w="5" w:type="nil"/>
          <w:jc w:val="center"/>
        </w:trPr>
        <w:tc>
          <w:tcPr>
            <w:tcW w:w="5173" w:type="dxa"/>
            <w:gridSpan w:val="9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437"/>
          <w:tblCellSpacing w:w="5" w:type="nil"/>
          <w:jc w:val="center"/>
        </w:trPr>
        <w:tc>
          <w:tcPr>
            <w:tcW w:w="5173" w:type="dxa"/>
            <w:gridSpan w:val="9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2"/>
          <w:tblCellSpacing w:w="5" w:type="nil"/>
          <w:jc w:val="center"/>
        </w:trPr>
        <w:tc>
          <w:tcPr>
            <w:tcW w:w="5173" w:type="dxa"/>
            <w:gridSpan w:val="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360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7021F1" w:rsidRPr="007021F1" w:rsidTr="0065167E">
        <w:trPr>
          <w:trHeight w:val="478"/>
          <w:tblCellSpacing w:w="5" w:type="nil"/>
          <w:jc w:val="center"/>
        </w:trPr>
        <w:tc>
          <w:tcPr>
            <w:tcW w:w="6942" w:type="dxa"/>
            <w:gridSpan w:val="1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4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7021F1" w:rsidRPr="007021F1" w:rsidTr="0065167E">
        <w:trPr>
          <w:trHeight w:val="390"/>
          <w:tblCellSpacing w:w="5" w:type="nil"/>
          <w:jc w:val="center"/>
        </w:trPr>
        <w:tc>
          <w:tcPr>
            <w:tcW w:w="6942" w:type="dxa"/>
            <w:gridSpan w:val="1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 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29 371,51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6942" w:type="dxa"/>
            <w:gridSpan w:val="15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30 223,81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6942" w:type="dxa"/>
            <w:gridSpan w:val="15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31 397,82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6942" w:type="dxa"/>
            <w:gridSpan w:val="15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 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32 649,22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6942" w:type="dxa"/>
            <w:gridSpan w:val="15"/>
          </w:tcPr>
          <w:p w:rsidR="007021F1" w:rsidRPr="007021F1" w:rsidRDefault="007021F1" w:rsidP="007021F1">
            <w:pPr>
              <w:spacing w:after="200" w:line="276" w:lineRule="auto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33 842,28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6942" w:type="dxa"/>
            <w:gridSpan w:val="1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Итого: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157 484,64</w:t>
            </w:r>
          </w:p>
        </w:tc>
      </w:tr>
      <w:tr w:rsidR="007021F1" w:rsidRPr="007021F1" w:rsidTr="0065167E">
        <w:trPr>
          <w:trHeight w:val="360"/>
          <w:tblCellSpacing w:w="5" w:type="nil"/>
          <w:jc w:val="center"/>
        </w:trPr>
        <w:tc>
          <w:tcPr>
            <w:tcW w:w="9356" w:type="dxa"/>
            <w:gridSpan w:val="21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7021F1" w:rsidRPr="007021F1" w:rsidTr="0065167E">
        <w:trPr>
          <w:trHeight w:val="105"/>
          <w:tblCellSpacing w:w="5" w:type="nil"/>
          <w:jc w:val="center"/>
        </w:trPr>
        <w:tc>
          <w:tcPr>
            <w:tcW w:w="6876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80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2018 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6876" w:type="dxa"/>
            <w:gridSpan w:val="1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Объем подачи воды,  тыс.куб.м</w:t>
            </w:r>
          </w:p>
        </w:tc>
        <w:tc>
          <w:tcPr>
            <w:tcW w:w="2480" w:type="dxa"/>
            <w:gridSpan w:val="7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958,60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6876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480" w:type="dxa"/>
            <w:gridSpan w:val="7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15 371,18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6876" w:type="dxa"/>
            <w:gridSpan w:val="1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2480" w:type="dxa"/>
            <w:gridSpan w:val="7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16 198,03</w:t>
            </w:r>
          </w:p>
        </w:tc>
      </w:tr>
      <w:tr w:rsidR="007021F1" w:rsidRPr="007021F1" w:rsidTr="0065167E">
        <w:trPr>
          <w:tblCellSpacing w:w="5" w:type="nil"/>
          <w:jc w:val="center"/>
        </w:trPr>
        <w:tc>
          <w:tcPr>
            <w:tcW w:w="6876" w:type="dxa"/>
            <w:gridSpan w:val="1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Общий объем финансовых потребностей, тыс.руб.</w:t>
            </w:r>
          </w:p>
        </w:tc>
        <w:tc>
          <w:tcPr>
            <w:tcW w:w="2480" w:type="dxa"/>
            <w:gridSpan w:val="7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31 569,21</w:t>
            </w:r>
          </w:p>
        </w:tc>
      </w:tr>
    </w:tbl>
    <w:p w:rsidR="007021F1" w:rsidRPr="007021F1" w:rsidRDefault="007021F1" w:rsidP="009D0937">
      <w:pPr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  </w:t>
      </w:r>
      <w:r w:rsidRPr="007021F1">
        <w:rPr>
          <w:szCs w:val="28"/>
          <w:lang w:eastAsia="en-US"/>
        </w:rPr>
        <w:t>».</w:t>
      </w:r>
    </w:p>
    <w:p w:rsidR="007021F1" w:rsidRDefault="007021F1" w:rsidP="009D0937">
      <w:pPr>
        <w:rPr>
          <w:sz w:val="20"/>
          <w:szCs w:val="24"/>
          <w:lang w:eastAsia="en-US"/>
        </w:rPr>
      </w:pPr>
    </w:p>
    <w:p w:rsidR="007021F1" w:rsidRDefault="007021F1" w:rsidP="009D0937">
      <w:pPr>
        <w:rPr>
          <w:sz w:val="20"/>
          <w:szCs w:val="24"/>
          <w:lang w:eastAsia="en-US"/>
        </w:rPr>
      </w:pPr>
    </w:p>
    <w:p w:rsidR="007021F1" w:rsidRDefault="007021F1" w:rsidP="009D0937">
      <w:pPr>
        <w:rPr>
          <w:sz w:val="20"/>
          <w:szCs w:val="24"/>
          <w:lang w:eastAsia="en-US"/>
        </w:rPr>
      </w:pPr>
    </w:p>
    <w:p w:rsidR="007021F1" w:rsidRDefault="007021F1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0C136F" w:rsidRDefault="000C136F" w:rsidP="009D0937">
      <w:pPr>
        <w:rPr>
          <w:sz w:val="20"/>
          <w:szCs w:val="24"/>
          <w:lang w:eastAsia="en-US"/>
        </w:rPr>
      </w:pPr>
    </w:p>
    <w:p w:rsidR="000C136F" w:rsidRDefault="000C136F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65167E" w:rsidRDefault="0065167E" w:rsidP="009D0937">
      <w:pPr>
        <w:rPr>
          <w:sz w:val="20"/>
          <w:szCs w:val="24"/>
          <w:lang w:eastAsia="en-US"/>
        </w:rPr>
      </w:pPr>
    </w:p>
    <w:p w:rsidR="007021F1" w:rsidRPr="009E7ECA" w:rsidRDefault="007021F1" w:rsidP="009D0937">
      <w:pPr>
        <w:rPr>
          <w:sz w:val="20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>
            <w:pPr>
              <w:ind w:left="3552"/>
              <w:jc w:val="center"/>
            </w:pPr>
            <w:r>
              <w:t>ПРИЛОЖЕНИЕ 2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Default="007021F1" w:rsidP="007021F1">
            <w:pPr>
              <w:ind w:left="3552"/>
              <w:jc w:val="center"/>
            </w:pPr>
            <w:r w:rsidRPr="007021F1">
              <w:t xml:space="preserve">от 14 ноября </w:t>
            </w:r>
            <w:r w:rsidR="009D0937" w:rsidRPr="007021F1">
              <w:t>2019 г. №</w:t>
            </w:r>
            <w:r w:rsidR="009D0937" w:rsidRPr="00D74902">
              <w:t xml:space="preserve"> </w:t>
            </w:r>
            <w:r w:rsidR="000C136F">
              <w:t>50/37</w:t>
            </w:r>
          </w:p>
          <w:p w:rsidR="009D0937" w:rsidRPr="001D06AF" w:rsidRDefault="009D0937" w:rsidP="007021F1"/>
        </w:tc>
      </w:tr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>
            <w:pPr>
              <w:spacing w:line="276" w:lineRule="auto"/>
              <w:ind w:left="3552"/>
              <w:jc w:val="center"/>
            </w:pPr>
            <w:r>
              <w:t>«ПРИЛОЖЕНИЕ 2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Pr="00CB1B90" w:rsidRDefault="009D0937" w:rsidP="007021F1">
            <w:pPr>
              <w:ind w:left="3552"/>
              <w:jc w:val="center"/>
              <w:rPr>
                <w:lang w:val="en-US"/>
              </w:rPr>
            </w:pPr>
            <w:r w:rsidRPr="009D0937">
              <w:t>от 4 декабря 2018 г. № 49/47</w:t>
            </w:r>
          </w:p>
        </w:tc>
      </w:tr>
      <w:tr w:rsidR="009D0937" w:rsidRPr="006161EA" w:rsidTr="007021F1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D0937" w:rsidRDefault="009D0937" w:rsidP="007021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D0937" w:rsidRDefault="009D0937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>ПО ОКАЗАНИЮ УСЛУГ ВОДООТВЕДЕНИЯ</w:t>
            </w: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>(без учета очистки сточных вод)</w:t>
            </w:r>
          </w:p>
          <w:p w:rsid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 на территории городского округа город Шахунья Нижегородской области</w:t>
            </w:r>
          </w:p>
          <w:p w:rsidR="009D0937" w:rsidRPr="00C15EF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D1B2F" w:rsidRPr="00ED1B2F" w:rsidRDefault="009D0937" w:rsidP="00ED1B2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853B20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  <w:r w:rsidR="007021F1">
        <w:rPr>
          <w:szCs w:val="28"/>
          <w:lang w:eastAsia="en-US"/>
        </w:rPr>
        <w:t xml:space="preserve">                                                                                     </w:t>
      </w:r>
    </w:p>
    <w:tbl>
      <w:tblPr>
        <w:tblW w:w="141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0"/>
        <w:gridCol w:w="552"/>
        <w:gridCol w:w="15"/>
        <w:gridCol w:w="709"/>
        <w:gridCol w:w="142"/>
        <w:gridCol w:w="272"/>
        <w:gridCol w:w="8"/>
        <w:gridCol w:w="571"/>
        <w:gridCol w:w="559"/>
        <w:gridCol w:w="433"/>
        <w:gridCol w:w="64"/>
        <w:gridCol w:w="641"/>
        <w:gridCol w:w="145"/>
        <w:gridCol w:w="142"/>
        <w:gridCol w:w="422"/>
        <w:gridCol w:w="6"/>
        <w:gridCol w:w="423"/>
        <w:gridCol w:w="141"/>
        <w:gridCol w:w="998"/>
        <w:gridCol w:w="1561"/>
        <w:gridCol w:w="1560"/>
        <w:gridCol w:w="1560"/>
      </w:tblGrid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ED1B2F" w:rsidRPr="00C45C35" w:rsidTr="0065167E">
        <w:trPr>
          <w:gridAfter w:val="3"/>
          <w:wAfter w:w="4681" w:type="dxa"/>
          <w:trHeight w:val="574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243" w:type="dxa"/>
            <w:gridSpan w:val="18"/>
          </w:tcPr>
          <w:p w:rsidR="00ED1B2F" w:rsidRPr="007021F1" w:rsidRDefault="00ED1B2F" w:rsidP="00E503C4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МУНИЦИПАЛЬНОЕ УНИТАРНОЕ ПРЕДПРИЯТИЕ «ВОДОКАНАЛ» (ИНН 5239010720)</w:t>
            </w:r>
          </w:p>
        </w:tc>
      </w:tr>
      <w:tr w:rsidR="00ED1B2F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43" w:type="dxa"/>
            <w:gridSpan w:val="18"/>
          </w:tcPr>
          <w:p w:rsidR="00ED1B2F" w:rsidRPr="007021F1" w:rsidRDefault="00ED1B2F" w:rsidP="00E503C4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606910, Нижегородская область, г. Шахунья, ул. Советская, д. 100</w:t>
            </w:r>
          </w:p>
        </w:tc>
      </w:tr>
      <w:tr w:rsidR="00ED1B2F" w:rsidRPr="00C45C35" w:rsidTr="0065167E">
        <w:trPr>
          <w:gridAfter w:val="3"/>
          <w:wAfter w:w="4681" w:type="dxa"/>
          <w:trHeight w:val="564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43" w:type="dxa"/>
            <w:gridSpan w:val="18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ED1B2F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43" w:type="dxa"/>
            <w:gridSpan w:val="18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Нижний Новгород, Кремль, корпус 1      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ED1B2F" w:rsidRPr="00C45C35" w:rsidTr="000C136F">
        <w:trPr>
          <w:gridAfter w:val="3"/>
          <w:wAfter w:w="4681" w:type="dxa"/>
          <w:trHeight w:val="269"/>
          <w:tblCellSpacing w:w="5" w:type="nil"/>
        </w:trPr>
        <w:tc>
          <w:tcPr>
            <w:tcW w:w="3812" w:type="dxa"/>
            <w:gridSpan w:val="2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138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1138" w:type="dxa"/>
            <w:gridSpan w:val="3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138" w:type="dxa"/>
            <w:gridSpan w:val="3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138" w:type="dxa"/>
            <w:gridSpan w:val="5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139" w:type="dxa"/>
            <w:gridSpan w:val="2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период 01.01.2023 по 31.12.2023</w:t>
            </w:r>
          </w:p>
        </w:tc>
      </w:tr>
      <w:tr w:rsidR="00ED1B2F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C45C35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138" w:type="dxa"/>
            <w:gridSpan w:val="4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107,20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107,20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107,20</w:t>
            </w:r>
          </w:p>
        </w:tc>
        <w:tc>
          <w:tcPr>
            <w:tcW w:w="1138" w:type="dxa"/>
            <w:gridSpan w:val="5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107,20</w:t>
            </w:r>
          </w:p>
        </w:tc>
        <w:tc>
          <w:tcPr>
            <w:tcW w:w="1139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107,20</w:t>
            </w:r>
          </w:p>
        </w:tc>
      </w:tr>
      <w:tr w:rsidR="00ED1B2F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138" w:type="dxa"/>
            <w:gridSpan w:val="4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95,00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95,00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95,00</w:t>
            </w:r>
          </w:p>
        </w:tc>
        <w:tc>
          <w:tcPr>
            <w:tcW w:w="1138" w:type="dxa"/>
            <w:gridSpan w:val="5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95,00</w:t>
            </w:r>
          </w:p>
        </w:tc>
        <w:tc>
          <w:tcPr>
            <w:tcW w:w="1139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95,00</w:t>
            </w:r>
          </w:p>
        </w:tc>
      </w:tr>
      <w:tr w:rsidR="00ED1B2F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138" w:type="dxa"/>
            <w:gridSpan w:val="4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11,40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11,40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11,40</w:t>
            </w:r>
          </w:p>
        </w:tc>
        <w:tc>
          <w:tcPr>
            <w:tcW w:w="1138" w:type="dxa"/>
            <w:gridSpan w:val="5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11,40</w:t>
            </w:r>
          </w:p>
        </w:tc>
        <w:tc>
          <w:tcPr>
            <w:tcW w:w="1139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11,40</w:t>
            </w:r>
          </w:p>
        </w:tc>
      </w:tr>
      <w:tr w:rsidR="00ED1B2F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138" w:type="dxa"/>
            <w:gridSpan w:val="4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0,80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0,80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0,80</w:t>
            </w:r>
          </w:p>
        </w:tc>
        <w:tc>
          <w:tcPr>
            <w:tcW w:w="1138" w:type="dxa"/>
            <w:gridSpan w:val="5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0,80</w:t>
            </w:r>
          </w:p>
        </w:tc>
        <w:tc>
          <w:tcPr>
            <w:tcW w:w="1139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0,80</w:t>
            </w:r>
          </w:p>
        </w:tc>
      </w:tr>
      <w:tr w:rsidR="00ED1B2F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138" w:type="dxa"/>
            <w:gridSpan w:val="4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5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9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</w:tr>
      <w:tr w:rsidR="0065167E" w:rsidRPr="00C45C35" w:rsidTr="000C136F">
        <w:trPr>
          <w:gridAfter w:val="3"/>
          <w:wAfter w:w="4681" w:type="dxa"/>
          <w:trHeight w:val="455"/>
          <w:tblCellSpacing w:w="5" w:type="nil"/>
        </w:trPr>
        <w:tc>
          <w:tcPr>
            <w:tcW w:w="3812" w:type="dxa"/>
            <w:gridSpan w:val="2"/>
          </w:tcPr>
          <w:p w:rsidR="0065167E" w:rsidRPr="00C45C35" w:rsidRDefault="0065167E" w:rsidP="00E503C4">
            <w:pPr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Пропущено через очистные сооружения, тыс. м3</w:t>
            </w:r>
          </w:p>
        </w:tc>
        <w:tc>
          <w:tcPr>
            <w:tcW w:w="1138" w:type="dxa"/>
            <w:gridSpan w:val="4"/>
            <w:vAlign w:val="center"/>
          </w:tcPr>
          <w:p w:rsidR="0065167E" w:rsidRPr="00C45C35" w:rsidRDefault="0065167E" w:rsidP="00F27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65167E" w:rsidRPr="00C45C35" w:rsidRDefault="0065167E" w:rsidP="00F27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65167E" w:rsidRPr="00C45C35" w:rsidRDefault="0065167E" w:rsidP="00F27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5"/>
            <w:vAlign w:val="center"/>
          </w:tcPr>
          <w:p w:rsidR="0065167E" w:rsidRPr="00C45C35" w:rsidRDefault="0065167E" w:rsidP="00F27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9" w:type="dxa"/>
            <w:gridSpan w:val="2"/>
            <w:vAlign w:val="center"/>
          </w:tcPr>
          <w:p w:rsidR="0065167E" w:rsidRPr="00C45C35" w:rsidRDefault="0065167E" w:rsidP="00F277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0C136F">
        <w:trPr>
          <w:gridAfter w:val="3"/>
          <w:wAfter w:w="4681" w:type="dxa"/>
          <w:trHeight w:val="253"/>
          <w:tblCellSpacing w:w="5" w:type="nil"/>
        </w:trPr>
        <w:tc>
          <w:tcPr>
            <w:tcW w:w="3812" w:type="dxa"/>
            <w:gridSpan w:val="2"/>
          </w:tcPr>
          <w:p w:rsidR="00ED1B2F" w:rsidRPr="00C45C35" w:rsidRDefault="00ED1B2F" w:rsidP="00E503C4">
            <w:pPr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Передано сточных вод на сторону, тыс. м3</w:t>
            </w:r>
          </w:p>
        </w:tc>
        <w:tc>
          <w:tcPr>
            <w:tcW w:w="1138" w:type="dxa"/>
            <w:gridSpan w:val="4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5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9" w:type="dxa"/>
            <w:gridSpan w:val="2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65167E">
        <w:trPr>
          <w:gridAfter w:val="3"/>
          <w:wAfter w:w="4681" w:type="dxa"/>
          <w:trHeight w:val="296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ED1B2F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8" w:type="dxa"/>
            <w:gridSpan w:val="6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562" w:type="dxa"/>
            <w:gridSpan w:val="3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ED1B2F" w:rsidRPr="00C45C35" w:rsidTr="0065167E">
        <w:trPr>
          <w:gridAfter w:val="3"/>
          <w:wAfter w:w="4681" w:type="dxa"/>
          <w:trHeight w:val="534"/>
          <w:tblCellSpacing w:w="5" w:type="nil"/>
        </w:trPr>
        <w:tc>
          <w:tcPr>
            <w:tcW w:w="3260" w:type="dxa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1 197,84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1 197,84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6,13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6,13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Расходы на амортизацию основных </w:t>
            </w:r>
            <w:r w:rsidRPr="00C45C35">
              <w:rPr>
                <w:rFonts w:eastAsia="Calibri"/>
                <w:sz w:val="20"/>
                <w:lang w:eastAsia="en-US"/>
              </w:rPr>
              <w:lastRenderedPageBreak/>
              <w:t>средств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 xml:space="preserve">с 01.01.2019 по </w:t>
            </w:r>
            <w:r w:rsidRPr="00C45C35">
              <w:rPr>
                <w:rFonts w:eastAsia="Calibri"/>
                <w:sz w:val="20"/>
                <w:lang w:eastAsia="en-US"/>
              </w:rPr>
              <w:lastRenderedPageBreak/>
              <w:t>31.12.2019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>7,94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7,94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15,69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15,69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01.01.2019 по 31.12.2019                           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1 227,60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1 227,60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1 221,62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1 221,62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6,07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6,07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7,94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7,94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16,00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16,00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1 251,63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1 251,6</w:t>
            </w:r>
            <w:r w:rsidR="004B5024">
              <w:rPr>
                <w:rFonts w:eastAsia="Calibri"/>
                <w:sz w:val="20"/>
                <w:lang w:eastAsia="en-US"/>
              </w:rPr>
              <w:t>3</w:t>
            </w:r>
          </w:p>
        </w:tc>
      </w:tr>
      <w:tr w:rsidR="00ED1B2F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1 254,1</w:t>
            </w:r>
            <w:r w:rsidR="00314241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1 254,1</w:t>
            </w:r>
            <w:r w:rsidR="00314241">
              <w:rPr>
                <w:rFonts w:eastAsia="Calibri"/>
                <w:sz w:val="20"/>
                <w:lang w:eastAsia="en-US"/>
              </w:rPr>
              <w:t>4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6,24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6,24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7,94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7,94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65167E">
        <w:trPr>
          <w:gridAfter w:val="3"/>
          <w:wAfter w:w="4681" w:type="dxa"/>
          <w:trHeight w:val="414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16,42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16,42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1 284,74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1284,74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1 322,53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1 322,53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1 329,50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1 329,50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6,61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6,61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7,94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7,94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17,40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17,40</w:t>
            </w:r>
          </w:p>
        </w:tc>
      </w:tr>
      <w:tr w:rsidR="00ED1B2F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01.01.2023 по 31.12.2023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1 361,45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1 361,45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6 447,95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6 447,95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ED1B2F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</w:t>
            </w:r>
            <w:r w:rsidRPr="00C45C35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ED1B2F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6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2" w:type="dxa"/>
            <w:gridSpan w:val="3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D1B2F" w:rsidRPr="00C45C35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 xml:space="preserve">На период с 01.01.2019 по 31.12.2019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с 01.01.2019 по 31.12.2019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341,19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341,19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01.01.2019 по 31.12.2019 год 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341,19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341,19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 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347,91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347,91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347,91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347,9</w:t>
            </w:r>
          </w:p>
        </w:tc>
      </w:tr>
      <w:tr w:rsidR="00ED1B2F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357,18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357,18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357,18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357,18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367,75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367,75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367,75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367,75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378,63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378,63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01.01.2023 по 31.12.2023 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378,63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378,63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1 792,66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1 792,66</w:t>
            </w:r>
          </w:p>
        </w:tc>
      </w:tr>
      <w:tr w:rsidR="00ED1B2F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            </w:t>
            </w:r>
          </w:p>
        </w:tc>
      </w:tr>
      <w:tr w:rsidR="00ED1B2F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6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2" w:type="dxa"/>
            <w:gridSpan w:val="3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D1B2F" w:rsidRPr="00C45C35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ED1B2F" w:rsidRPr="00C45C35" w:rsidTr="0065167E">
        <w:trPr>
          <w:gridAfter w:val="3"/>
          <w:wAfter w:w="4681" w:type="dxa"/>
          <w:trHeight w:val="269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ab/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01.01.2023 по 31.12.2023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</w:t>
            </w:r>
            <w:r w:rsidRPr="00C45C35">
              <w:rPr>
                <w:rFonts w:eastAsia="Calibri"/>
                <w:i/>
                <w:sz w:val="20"/>
                <w:lang w:eastAsia="en-US"/>
              </w:rPr>
              <w:t xml:space="preserve">4.3. Перечень мероприятий по энергосбережению и повышению энергетической 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 xml:space="preserve">   эффективности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6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2" w:type="dxa"/>
            <w:gridSpan w:val="3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D1B2F" w:rsidRPr="00C45C35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с 01.01.2019 по </w:t>
            </w:r>
            <w:r w:rsidRPr="00C45C35">
              <w:rPr>
                <w:rFonts w:eastAsia="Calibri"/>
                <w:sz w:val="20"/>
                <w:lang w:eastAsia="en-US"/>
              </w:rPr>
              <w:lastRenderedPageBreak/>
              <w:t>31.12.2019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06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01.01.2020 по 31.12.2020 год: 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0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8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01.01.2023 по 31.12.2023                         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ED1B2F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8" w:type="dxa"/>
            <w:gridSpan w:val="6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562" w:type="dxa"/>
            <w:gridSpan w:val="3"/>
            <w:vMerge w:val="restart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ED1B2F" w:rsidRPr="00C45C35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01.01.2020 по 31.12.2020 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ED1B2F" w:rsidRPr="00C45C35" w:rsidTr="0065167E">
        <w:trPr>
          <w:gridAfter w:val="2"/>
          <w:wAfter w:w="3120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01.01.2022 по 31.12.2022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ED1B2F" w:rsidRPr="00C45C35" w:rsidTr="0065167E">
        <w:trPr>
          <w:gridAfter w:val="2"/>
          <w:wAfter w:w="3120" w:type="dxa"/>
          <w:trHeight w:val="211"/>
          <w:tblCellSpacing w:w="5" w:type="nil"/>
        </w:trPr>
        <w:tc>
          <w:tcPr>
            <w:tcW w:w="3260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ED1B2F" w:rsidRPr="00C45C35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01.01.2023 по 31.12.2023 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533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C45C35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      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 xml:space="preserve">централизованных систем водоотведения </w:t>
            </w:r>
          </w:p>
        </w:tc>
      </w:tr>
      <w:tr w:rsidR="00ED1B2F" w:rsidRPr="00C45C35" w:rsidTr="0065167E">
        <w:trPr>
          <w:gridAfter w:val="3"/>
          <w:wAfter w:w="4681" w:type="dxa"/>
          <w:trHeight w:val="215"/>
          <w:tblCellSpacing w:w="5" w:type="nil"/>
        </w:trPr>
        <w:tc>
          <w:tcPr>
            <w:tcW w:w="3827" w:type="dxa"/>
            <w:gridSpan w:val="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993" w:type="dxa"/>
            <w:gridSpan w:val="4"/>
            <w:vAlign w:val="center"/>
          </w:tcPr>
          <w:p w:rsidR="00ED1B2F" w:rsidRPr="000C136F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01.01.2019 по 31.12.2019</w:t>
            </w:r>
          </w:p>
        </w:tc>
        <w:tc>
          <w:tcPr>
            <w:tcW w:w="992" w:type="dxa"/>
            <w:gridSpan w:val="2"/>
          </w:tcPr>
          <w:p w:rsidR="00ED1B2F" w:rsidRPr="000C136F" w:rsidRDefault="00ED1B2F" w:rsidP="00E503C4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01.01.2020 по 31.12.2020 </w:t>
            </w:r>
          </w:p>
        </w:tc>
        <w:tc>
          <w:tcPr>
            <w:tcW w:w="992" w:type="dxa"/>
            <w:gridSpan w:val="4"/>
          </w:tcPr>
          <w:p w:rsidR="00ED1B2F" w:rsidRPr="000C136F" w:rsidRDefault="00ED1B2F" w:rsidP="00E503C4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01.01.2021 по 31.12.2021 </w:t>
            </w:r>
          </w:p>
        </w:tc>
        <w:tc>
          <w:tcPr>
            <w:tcW w:w="992" w:type="dxa"/>
            <w:gridSpan w:val="4"/>
          </w:tcPr>
          <w:p w:rsidR="00ED1B2F" w:rsidRPr="000C136F" w:rsidRDefault="00ED1B2F" w:rsidP="00E503C4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01.01.2022 по 31.12.2022 </w:t>
            </w:r>
          </w:p>
        </w:tc>
        <w:tc>
          <w:tcPr>
            <w:tcW w:w="998" w:type="dxa"/>
          </w:tcPr>
          <w:p w:rsidR="00ED1B2F" w:rsidRPr="000C136F" w:rsidRDefault="00ED1B2F" w:rsidP="00E503C4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01.01.2023 по 31.12.2023 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C45C35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709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100</w:t>
            </w:r>
          </w:p>
        </w:tc>
        <w:tc>
          <w:tcPr>
            <w:tcW w:w="992" w:type="dxa"/>
            <w:gridSpan w:val="2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ED1B2F"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ED1B2F"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ED1B2F"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ED1B2F"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C45C35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Доля поверхностных сточных вод, не подвергающихся очистке, в общем объеме поверхностных сточных вод, принимаемых в централизованную </w:t>
            </w:r>
            <w:r w:rsidRPr="00C45C35">
              <w:rPr>
                <w:rFonts w:eastAsia="Calibri"/>
                <w:sz w:val="20"/>
                <w:lang w:eastAsia="en-US"/>
              </w:rPr>
              <w:lastRenderedPageBreak/>
              <w:t>ливневую систему водоотведения</w:t>
            </w:r>
          </w:p>
        </w:tc>
        <w:tc>
          <w:tcPr>
            <w:tcW w:w="709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8" w:type="dxa"/>
          </w:tcPr>
          <w:p w:rsidR="00ED1B2F" w:rsidRPr="00C45C35" w:rsidRDefault="0065167E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bookmarkStart w:id="0" w:name="_GoBack"/>
        <w:bookmarkEnd w:id="0"/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C45C35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bCs/>
                <w:sz w:val="20"/>
                <w:lang w:eastAsia="en-US"/>
              </w:rPr>
              <w:lastRenderedPageBreak/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709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C45C35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709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C45C35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709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ед./км</w:t>
            </w:r>
          </w:p>
        </w:tc>
        <w:tc>
          <w:tcPr>
            <w:tcW w:w="993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C45C35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709" w:type="dxa"/>
          </w:tcPr>
          <w:p w:rsidR="00ED1B2F" w:rsidRPr="00C45C35" w:rsidRDefault="00ED1B2F" w:rsidP="00E503C4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кВт*ч/куб. м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ED1B2F" w:rsidRPr="00C45C35" w:rsidTr="0065167E">
        <w:trPr>
          <w:gridAfter w:val="3"/>
          <w:wAfter w:w="4681" w:type="dxa"/>
          <w:trHeight w:val="215"/>
          <w:tblCellSpacing w:w="5" w:type="nil"/>
        </w:trPr>
        <w:tc>
          <w:tcPr>
            <w:tcW w:w="4678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4825" w:type="dxa"/>
            <w:gridSpan w:val="1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ED1B2F" w:rsidRPr="00C45C35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4825" w:type="dxa"/>
            <w:gridSpan w:val="1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ED1B2F" w:rsidRPr="00C45C35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4825" w:type="dxa"/>
            <w:gridSpan w:val="1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ED1B2F" w:rsidRPr="00C45C35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4825" w:type="dxa"/>
            <w:gridSpan w:val="1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ED1B2F" w:rsidRPr="00C45C35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4825" w:type="dxa"/>
            <w:gridSpan w:val="1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825" w:type="dxa"/>
            <w:gridSpan w:val="14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ED1B2F" w:rsidRPr="00C45C35" w:rsidTr="0065167E">
        <w:trPr>
          <w:gridAfter w:val="3"/>
          <w:wAfter w:w="4681" w:type="dxa"/>
          <w:trHeight w:val="478"/>
          <w:tblCellSpacing w:w="5" w:type="nil"/>
        </w:trPr>
        <w:tc>
          <w:tcPr>
            <w:tcW w:w="7371" w:type="dxa"/>
            <w:gridSpan w:val="1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32" w:type="dxa"/>
            <w:gridSpan w:val="6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1 568,79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C45C35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1 599,54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C45C35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1 641,92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C45C35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1 690,28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C45C35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1 740,08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Итого: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8 240,61</w:t>
            </w:r>
          </w:p>
        </w:tc>
      </w:tr>
      <w:tr w:rsidR="00ED1B2F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503" w:type="dxa"/>
            <w:gridSpan w:val="19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</w:t>
            </w:r>
            <w:r w:rsidRPr="00C45C35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D1B2F" w:rsidRPr="00C45C35" w:rsidTr="0065167E">
        <w:trPr>
          <w:gridAfter w:val="3"/>
          <w:wAfter w:w="4681" w:type="dxa"/>
          <w:trHeight w:val="204"/>
          <w:tblCellSpacing w:w="5" w:type="nil"/>
        </w:trPr>
        <w:tc>
          <w:tcPr>
            <w:tcW w:w="7371" w:type="dxa"/>
            <w:gridSpan w:val="1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32" w:type="dxa"/>
            <w:gridSpan w:val="6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2018 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104,31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2 404,08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182,83</w:t>
            </w:r>
          </w:p>
        </w:tc>
      </w:tr>
      <w:tr w:rsidR="00ED1B2F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Общий объем финансовых потребностей, тыс.руб.</w:t>
            </w:r>
          </w:p>
        </w:tc>
        <w:tc>
          <w:tcPr>
            <w:tcW w:w="2132" w:type="dxa"/>
            <w:gridSpan w:val="6"/>
            <w:vAlign w:val="center"/>
          </w:tcPr>
          <w:p w:rsidR="00ED1B2F" w:rsidRPr="00C45C35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2 586,91</w:t>
            </w:r>
          </w:p>
        </w:tc>
      </w:tr>
    </w:tbl>
    <w:p w:rsidR="007021F1" w:rsidRPr="007021F1" w:rsidRDefault="007021F1" w:rsidP="009D0937">
      <w:pPr>
        <w:tabs>
          <w:tab w:val="left" w:pos="1897"/>
        </w:tabs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</w:t>
      </w:r>
      <w:r w:rsidR="00ED1B2F">
        <w:rPr>
          <w:szCs w:val="28"/>
          <w:lang w:eastAsia="en-US"/>
        </w:rPr>
        <w:t xml:space="preserve">                                                                                   </w:t>
      </w:r>
      <w:r>
        <w:rPr>
          <w:szCs w:val="28"/>
          <w:lang w:eastAsia="en-US"/>
        </w:rPr>
        <w:t xml:space="preserve"> </w:t>
      </w:r>
      <w:r w:rsidRPr="007021F1">
        <w:rPr>
          <w:szCs w:val="28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/>
          <w:p w:rsidR="00ED1B2F" w:rsidRDefault="00ED1B2F" w:rsidP="007021F1"/>
          <w:p w:rsidR="00ED1B2F" w:rsidRDefault="00ED1B2F" w:rsidP="007021F1"/>
          <w:p w:rsidR="00ED1B2F" w:rsidRDefault="00ED1B2F" w:rsidP="007021F1"/>
          <w:p w:rsidR="00ED1B2F" w:rsidRDefault="00ED1B2F" w:rsidP="007021F1"/>
          <w:p w:rsidR="00ED1B2F" w:rsidRDefault="00ED1B2F" w:rsidP="007021F1"/>
          <w:p w:rsidR="000C136F" w:rsidRDefault="000C136F" w:rsidP="007021F1"/>
          <w:p w:rsidR="009D0937" w:rsidRDefault="000C136F" w:rsidP="007021F1">
            <w:pPr>
              <w:ind w:left="3552"/>
              <w:jc w:val="center"/>
            </w:pPr>
            <w:r>
              <w:lastRenderedPageBreak/>
              <w:t>П</w:t>
            </w:r>
            <w:r w:rsidR="009D0937">
              <w:t>РИЛОЖЕНИЕ 3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Default="009D0937" w:rsidP="007021F1">
            <w:pPr>
              <w:ind w:left="3552"/>
              <w:jc w:val="center"/>
            </w:pPr>
            <w:r w:rsidRPr="007021F1">
              <w:t>от</w:t>
            </w:r>
            <w:r w:rsidR="007021F1" w:rsidRPr="007021F1">
              <w:t xml:space="preserve"> 14 ноября</w:t>
            </w:r>
            <w:r w:rsidRPr="007021F1">
              <w:t xml:space="preserve"> 2019 г. №</w:t>
            </w:r>
            <w:r w:rsidRPr="00D74902">
              <w:t xml:space="preserve"> </w:t>
            </w:r>
            <w:r w:rsidR="000C136F">
              <w:t>50/37</w:t>
            </w:r>
          </w:p>
          <w:p w:rsidR="009D0937" w:rsidRPr="001D06AF" w:rsidRDefault="009D0937" w:rsidP="007021F1"/>
        </w:tc>
      </w:tr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>
            <w:pPr>
              <w:spacing w:line="276" w:lineRule="auto"/>
              <w:ind w:left="3552"/>
              <w:jc w:val="center"/>
            </w:pPr>
            <w:r>
              <w:t>«ПРИЛОЖЕНИЕ 3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Pr="00CB1B90" w:rsidRDefault="009D0937" w:rsidP="007021F1">
            <w:pPr>
              <w:ind w:left="3552"/>
              <w:jc w:val="center"/>
              <w:rPr>
                <w:lang w:val="en-US"/>
              </w:rPr>
            </w:pPr>
            <w:r w:rsidRPr="009D0937">
              <w:t>от 4 декабря 2018 г. № 49/47</w:t>
            </w:r>
          </w:p>
        </w:tc>
      </w:tr>
      <w:tr w:rsidR="009D0937" w:rsidRPr="006161EA" w:rsidTr="007021F1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D0937" w:rsidRDefault="009D0937" w:rsidP="007021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D0937" w:rsidRDefault="009D0937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ПРОИЗВОДСТВЕННАЯ ПРОГРАММА </w:t>
            </w: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9D0937" w:rsidRPr="00C15EF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9D0937">
              <w:rPr>
                <w:b/>
                <w:sz w:val="24"/>
                <w:szCs w:val="24"/>
              </w:rPr>
              <w:t xml:space="preserve">потребителям на территории р.п. Вахтан городского округа город Шахунья </w:t>
            </w:r>
            <w:r w:rsidR="000C136F">
              <w:rPr>
                <w:b/>
                <w:sz w:val="24"/>
                <w:szCs w:val="24"/>
              </w:rPr>
              <w:br/>
            </w:r>
            <w:r w:rsidRPr="009D0937">
              <w:rPr>
                <w:b/>
                <w:sz w:val="24"/>
                <w:szCs w:val="24"/>
              </w:rPr>
              <w:t>Нижегородской области</w:t>
            </w:r>
            <w:r w:rsidRPr="009D093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7021F1" w:rsidRDefault="009D0937" w:rsidP="007021F1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853B20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9356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27"/>
        <w:gridCol w:w="536"/>
        <w:gridCol w:w="212"/>
        <w:gridCol w:w="567"/>
        <w:gridCol w:w="335"/>
        <w:gridCol w:w="47"/>
        <w:gridCol w:w="397"/>
        <w:gridCol w:w="214"/>
        <w:gridCol w:w="538"/>
        <w:gridCol w:w="454"/>
        <w:gridCol w:w="18"/>
        <w:gridCol w:w="479"/>
        <w:gridCol w:w="66"/>
        <w:gridCol w:w="120"/>
        <w:gridCol w:w="309"/>
        <w:gridCol w:w="382"/>
        <w:gridCol w:w="445"/>
        <w:gridCol w:w="165"/>
        <w:gridCol w:w="993"/>
      </w:tblGrid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7021F1" w:rsidRPr="007021F1" w:rsidTr="0065167E">
        <w:trPr>
          <w:trHeight w:val="542"/>
          <w:tblCellSpacing w:w="5" w:type="nil"/>
        </w:trPr>
        <w:tc>
          <w:tcPr>
            <w:tcW w:w="3052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304" w:type="dxa"/>
            <w:gridSpan w:val="19"/>
          </w:tcPr>
          <w:p w:rsidR="007021F1" w:rsidRPr="007021F1" w:rsidRDefault="007021F1" w:rsidP="007021F1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МУНИЦИПАЛЬНОЕ УНИТАРНОЕ ПРЕДПРИЯТИЕ «ВОДОКАНАЛ» (ИНН 5239010720)</w:t>
            </w:r>
          </w:p>
        </w:tc>
      </w:tr>
      <w:tr w:rsidR="007021F1" w:rsidRPr="007021F1" w:rsidTr="0065167E">
        <w:trPr>
          <w:trHeight w:val="360"/>
          <w:tblCellSpacing w:w="5" w:type="nil"/>
        </w:trPr>
        <w:tc>
          <w:tcPr>
            <w:tcW w:w="3052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304" w:type="dxa"/>
            <w:gridSpan w:val="19"/>
          </w:tcPr>
          <w:p w:rsidR="007021F1" w:rsidRPr="007021F1" w:rsidRDefault="007021F1" w:rsidP="007021F1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606910, Нижегородская область, г. Шахунья, ул. Советская, д. 100</w:t>
            </w:r>
          </w:p>
        </w:tc>
      </w:tr>
      <w:tr w:rsidR="007021F1" w:rsidRPr="007021F1" w:rsidTr="0065167E">
        <w:trPr>
          <w:trHeight w:val="458"/>
          <w:tblCellSpacing w:w="5" w:type="nil"/>
        </w:trPr>
        <w:tc>
          <w:tcPr>
            <w:tcW w:w="3052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304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Региональная служба по тарифам Нижегородской области</w:t>
            </w:r>
          </w:p>
        </w:tc>
      </w:tr>
      <w:tr w:rsidR="007021F1" w:rsidRPr="007021F1" w:rsidTr="0065167E">
        <w:trPr>
          <w:trHeight w:val="360"/>
          <w:tblCellSpacing w:w="5" w:type="nil"/>
        </w:trPr>
        <w:tc>
          <w:tcPr>
            <w:tcW w:w="3052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304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Нижний Новгород, Кремль, корпус 1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2. Объем подачи воды</w:t>
            </w:r>
          </w:p>
        </w:tc>
      </w:tr>
      <w:tr w:rsidR="007021F1" w:rsidRPr="007021F1" w:rsidTr="0065167E">
        <w:trPr>
          <w:trHeight w:val="269"/>
          <w:tblCellSpacing w:w="5" w:type="nil"/>
        </w:trPr>
        <w:tc>
          <w:tcPr>
            <w:tcW w:w="3615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161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1149" w:type="dxa"/>
            <w:gridSpan w:val="3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113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1136" w:type="dxa"/>
            <w:gridSpan w:val="3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158" w:type="dxa"/>
            <w:gridSpan w:val="2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trHeight w:val="296"/>
          <w:tblCellSpacing w:w="5" w:type="nil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Подано воды всего, тыс.м</w:t>
            </w:r>
            <w:r w:rsidRPr="007021F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161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136,50</w:t>
            </w:r>
          </w:p>
        </w:tc>
        <w:tc>
          <w:tcPr>
            <w:tcW w:w="1149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136,50</w:t>
            </w:r>
          </w:p>
        </w:tc>
        <w:tc>
          <w:tcPr>
            <w:tcW w:w="1137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136,50</w:t>
            </w:r>
          </w:p>
        </w:tc>
        <w:tc>
          <w:tcPr>
            <w:tcW w:w="113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136,50</w:t>
            </w:r>
          </w:p>
        </w:tc>
        <w:tc>
          <w:tcPr>
            <w:tcW w:w="1158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136,50</w:t>
            </w:r>
          </w:p>
        </w:tc>
      </w:tr>
      <w:tr w:rsidR="007021F1" w:rsidRPr="007021F1" w:rsidTr="0065167E">
        <w:trPr>
          <w:trHeight w:val="296"/>
          <w:tblCellSpacing w:w="5" w:type="nil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населению,</w:t>
            </w:r>
          </w:p>
        </w:tc>
        <w:tc>
          <w:tcPr>
            <w:tcW w:w="1161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92,00</w:t>
            </w:r>
          </w:p>
        </w:tc>
        <w:tc>
          <w:tcPr>
            <w:tcW w:w="1149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92,00</w:t>
            </w:r>
          </w:p>
        </w:tc>
        <w:tc>
          <w:tcPr>
            <w:tcW w:w="1137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92,00</w:t>
            </w:r>
          </w:p>
        </w:tc>
        <w:tc>
          <w:tcPr>
            <w:tcW w:w="113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92,00</w:t>
            </w:r>
          </w:p>
        </w:tc>
        <w:tc>
          <w:tcPr>
            <w:tcW w:w="1158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92,00</w:t>
            </w:r>
          </w:p>
        </w:tc>
      </w:tr>
      <w:tr w:rsidR="007021F1" w:rsidRPr="007021F1" w:rsidTr="0065167E">
        <w:trPr>
          <w:trHeight w:val="296"/>
          <w:tblCellSpacing w:w="5" w:type="nil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бюджетным потребителям,</w:t>
            </w:r>
          </w:p>
        </w:tc>
        <w:tc>
          <w:tcPr>
            <w:tcW w:w="1161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16,50</w:t>
            </w:r>
          </w:p>
        </w:tc>
        <w:tc>
          <w:tcPr>
            <w:tcW w:w="1149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16,50</w:t>
            </w:r>
          </w:p>
        </w:tc>
        <w:tc>
          <w:tcPr>
            <w:tcW w:w="1137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16,50</w:t>
            </w:r>
          </w:p>
        </w:tc>
        <w:tc>
          <w:tcPr>
            <w:tcW w:w="113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16,50</w:t>
            </w:r>
          </w:p>
        </w:tc>
        <w:tc>
          <w:tcPr>
            <w:tcW w:w="1158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16,50</w:t>
            </w:r>
          </w:p>
        </w:tc>
      </w:tr>
      <w:tr w:rsidR="007021F1" w:rsidRPr="007021F1" w:rsidTr="0065167E">
        <w:trPr>
          <w:trHeight w:val="296"/>
          <w:tblCellSpacing w:w="5" w:type="nil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прочим потребителям,</w:t>
            </w:r>
          </w:p>
        </w:tc>
        <w:tc>
          <w:tcPr>
            <w:tcW w:w="1161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28,00</w:t>
            </w:r>
          </w:p>
        </w:tc>
        <w:tc>
          <w:tcPr>
            <w:tcW w:w="1149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28,00</w:t>
            </w:r>
          </w:p>
        </w:tc>
        <w:tc>
          <w:tcPr>
            <w:tcW w:w="1137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28,00</w:t>
            </w:r>
          </w:p>
        </w:tc>
        <w:tc>
          <w:tcPr>
            <w:tcW w:w="113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28,00</w:t>
            </w:r>
          </w:p>
        </w:tc>
        <w:tc>
          <w:tcPr>
            <w:tcW w:w="1158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28,00</w:t>
            </w:r>
          </w:p>
        </w:tc>
      </w:tr>
      <w:tr w:rsidR="007021F1" w:rsidRPr="007021F1" w:rsidTr="0065167E">
        <w:trPr>
          <w:trHeight w:val="296"/>
          <w:tblCellSpacing w:w="5" w:type="nil"/>
        </w:trPr>
        <w:tc>
          <w:tcPr>
            <w:tcW w:w="3615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- собственное потребление </w:t>
            </w:r>
          </w:p>
        </w:tc>
        <w:tc>
          <w:tcPr>
            <w:tcW w:w="1161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49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7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58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96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021F1" w:rsidRPr="007021F1" w:rsidTr="0065167E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2 981,17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2 981,17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251,90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251,90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79,07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79,07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01.01.2019 по 31.12.2019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3 383,72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3 383,72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val="en-US" w:eastAsia="en-US"/>
              </w:rPr>
              <w:t>3061</w:t>
            </w:r>
            <w:r w:rsidRPr="007021F1">
              <w:rPr>
                <w:rFonts w:eastAsia="Calibri"/>
                <w:sz w:val="20"/>
                <w:lang w:eastAsia="en-US"/>
              </w:rPr>
              <w:t>,10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val="en-US" w:eastAsia="en-US"/>
              </w:rPr>
              <w:t>3061</w:t>
            </w:r>
            <w:r w:rsidRPr="007021F1">
              <w:rPr>
                <w:rFonts w:eastAsia="Calibri"/>
                <w:sz w:val="20"/>
                <w:lang w:eastAsia="en-US"/>
              </w:rPr>
              <w:t>,10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256,33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256,33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86,45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86,45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3 475,46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3 475,46</w:t>
            </w:r>
          </w:p>
        </w:tc>
      </w:tr>
      <w:tr w:rsidR="007021F1" w:rsidRPr="007021F1" w:rsidTr="0065167E">
        <w:trPr>
          <w:trHeight w:val="178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3 149,13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3 149,13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263,16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263,16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94,99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94,99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3 578,86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3 578,86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3 243,14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3 243,14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270,95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270,95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104,73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104,73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3 690,40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3 690,40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3 339,95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3 339,95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278,97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278,97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Сбытовые расходы гарантирующих организаций 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71,58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115,78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115,78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3 806,28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3 806,28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Всего на период реализации программы: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17 934,72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17 934,72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7021F1" w:rsidRPr="007021F1" w:rsidTr="0065167E">
        <w:trPr>
          <w:trHeight w:val="109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</w:t>
            </w:r>
            <w:r w:rsidRPr="007021F1">
              <w:rPr>
                <w:rFonts w:eastAsia="Calibri"/>
                <w:i/>
                <w:sz w:val="20"/>
                <w:lang w:eastAsia="en-US"/>
              </w:rPr>
              <w:t xml:space="preserve">4.1. Перечень мероприятий по ремонту объектов централизованных систем водоснабжения </w:t>
            </w:r>
          </w:p>
        </w:tc>
      </w:tr>
      <w:tr w:rsidR="007021F1" w:rsidRPr="007021F1" w:rsidTr="0065167E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215,13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215,13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5,86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5,86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31.12.2019:                            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220,99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220,99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219,37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219,37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5,97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5,97</w:t>
            </w:r>
          </w:p>
        </w:tc>
      </w:tr>
      <w:tr w:rsidR="007021F1" w:rsidRPr="007021F1" w:rsidTr="0065167E">
        <w:trPr>
          <w:trHeight w:val="403"/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                           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225,34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225,34</w:t>
            </w:r>
          </w:p>
        </w:tc>
      </w:tr>
      <w:tr w:rsidR="007021F1" w:rsidRPr="007021F1" w:rsidTr="0065167E">
        <w:trPr>
          <w:trHeight w:val="178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225,21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225,21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6,13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6,13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231,34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231,34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231,87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231,87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6,32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6,32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238,19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238,19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 ремонт централизованных систем водоснабжения  либо объектов, входящих в состав таких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238,74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238,74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оплату труда и отчисления на социальные нужды ремонтного персонала, в том числе налоги и сборы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6,50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6,50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245,24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245,24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1 161,10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1 161,10</w:t>
            </w:r>
          </w:p>
        </w:tc>
      </w:tr>
      <w:tr w:rsidR="007021F1" w:rsidRPr="007021F1" w:rsidTr="0065167E">
        <w:trPr>
          <w:trHeight w:val="173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питьевой воды </w:t>
            </w:r>
          </w:p>
        </w:tc>
      </w:tr>
      <w:tr w:rsidR="007021F1" w:rsidRPr="007021F1" w:rsidTr="0065167E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 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178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01.01.2023 по 31.12.2023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347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</w:t>
            </w:r>
            <w:r w:rsidRPr="007021F1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</w:t>
            </w:r>
          </w:p>
        </w:tc>
      </w:tr>
      <w:tr w:rsidR="007021F1" w:rsidRPr="007021F1" w:rsidTr="0065167E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178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 период с 01.01.2023 по 31.12.2023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7021F1" w:rsidRPr="007021F1" w:rsidTr="0065167E">
        <w:trPr>
          <w:trHeight w:val="223"/>
          <w:tblCellSpacing w:w="5" w:type="nil"/>
        </w:trPr>
        <w:tc>
          <w:tcPr>
            <w:tcW w:w="3079" w:type="dxa"/>
            <w:gridSpan w:val="2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7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77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 тыс. руб.        </w:t>
            </w:r>
          </w:p>
        </w:tc>
        <w:tc>
          <w:tcPr>
            <w:tcW w:w="1603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trHeight w:val="255"/>
          <w:tblCellSpacing w:w="5" w:type="nil"/>
        </w:trPr>
        <w:tc>
          <w:tcPr>
            <w:tcW w:w="3079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7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03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год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На период с 01.01.2020 по 31.12.2020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4776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 </w:t>
            </w:r>
          </w:p>
        </w:tc>
        <w:tc>
          <w:tcPr>
            <w:tcW w:w="1621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178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3079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50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729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03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 централизованных систем холодного водоснабжения</w:t>
            </w:r>
          </w:p>
        </w:tc>
      </w:tr>
      <w:tr w:rsidR="007021F1" w:rsidRPr="007021F1" w:rsidTr="0065167E">
        <w:trPr>
          <w:trHeight w:val="215"/>
          <w:tblCellSpacing w:w="5" w:type="nil"/>
        </w:trPr>
        <w:tc>
          <w:tcPr>
            <w:tcW w:w="3827" w:type="dxa"/>
            <w:gridSpan w:val="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993" w:type="dxa"/>
            <w:gridSpan w:val="4"/>
            <w:vAlign w:val="center"/>
          </w:tcPr>
          <w:p w:rsidR="007021F1" w:rsidRPr="000C136F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01.01.2019 по 31.12.2019 </w:t>
            </w:r>
          </w:p>
        </w:tc>
        <w:tc>
          <w:tcPr>
            <w:tcW w:w="992" w:type="dxa"/>
            <w:gridSpan w:val="2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01.01.2020 по 31.12.2020</w:t>
            </w:r>
          </w:p>
        </w:tc>
        <w:tc>
          <w:tcPr>
            <w:tcW w:w="992" w:type="dxa"/>
            <w:gridSpan w:val="5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01.01.2021 по 31.12.2021</w:t>
            </w:r>
          </w:p>
        </w:tc>
        <w:tc>
          <w:tcPr>
            <w:tcW w:w="992" w:type="dxa"/>
            <w:gridSpan w:val="3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01.01.2022 по 31.12.2022</w:t>
            </w:r>
          </w:p>
        </w:tc>
        <w:tc>
          <w:tcPr>
            <w:tcW w:w="993" w:type="dxa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01.01.2023 по 31.12.2023</w:t>
            </w:r>
          </w:p>
        </w:tc>
      </w:tr>
      <w:tr w:rsidR="007021F1" w:rsidRPr="007021F1" w:rsidTr="0065167E">
        <w:trPr>
          <w:trHeight w:val="212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качества воды</w:t>
            </w:r>
          </w:p>
        </w:tc>
      </w:tr>
      <w:tr w:rsidR="007021F1" w:rsidRPr="007021F1" w:rsidTr="0065167E">
        <w:trPr>
          <w:trHeight w:val="1398"/>
          <w:tblCellSpacing w:w="5" w:type="nil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16</w:t>
            </w:r>
          </w:p>
        </w:tc>
        <w:tc>
          <w:tcPr>
            <w:tcW w:w="992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14</w:t>
            </w:r>
          </w:p>
        </w:tc>
        <w:tc>
          <w:tcPr>
            <w:tcW w:w="992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14</w:t>
            </w:r>
          </w:p>
        </w:tc>
        <w:tc>
          <w:tcPr>
            <w:tcW w:w="993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14</w:t>
            </w:r>
          </w:p>
        </w:tc>
      </w:tr>
      <w:tr w:rsidR="007021F1" w:rsidRPr="007021F1" w:rsidTr="0065167E">
        <w:trPr>
          <w:trHeight w:val="836"/>
          <w:tblCellSpacing w:w="5" w:type="nil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992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4 </w:t>
            </w:r>
          </w:p>
        </w:tc>
        <w:tc>
          <w:tcPr>
            <w:tcW w:w="992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993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</w:t>
            </w:r>
          </w:p>
        </w:tc>
      </w:tr>
      <w:tr w:rsidR="007021F1" w:rsidRPr="007021F1" w:rsidTr="0065167E">
        <w:trPr>
          <w:trHeight w:val="75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водоснабжения</w:t>
            </w:r>
          </w:p>
        </w:tc>
      </w:tr>
      <w:tr w:rsidR="007021F1" w:rsidRPr="007021F1" w:rsidTr="0065167E">
        <w:trPr>
          <w:trHeight w:val="845"/>
          <w:tblCellSpacing w:w="5" w:type="nil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ед./км</w:t>
            </w:r>
          </w:p>
        </w:tc>
        <w:tc>
          <w:tcPr>
            <w:tcW w:w="993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0 </w:t>
            </w:r>
          </w:p>
        </w:tc>
        <w:tc>
          <w:tcPr>
            <w:tcW w:w="992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021F1" w:rsidRPr="007021F1" w:rsidTr="0065167E">
        <w:trPr>
          <w:trHeight w:val="212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7021F1" w:rsidRPr="007021F1" w:rsidTr="0065167E">
        <w:trPr>
          <w:trHeight w:val="212"/>
          <w:tblCellSpacing w:w="5" w:type="nil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3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021F1" w:rsidRPr="007021F1" w:rsidTr="0065167E">
        <w:trPr>
          <w:trHeight w:val="705"/>
          <w:tblCellSpacing w:w="5" w:type="nil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кВт*ч/куб. м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4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1,70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1,70</w:t>
            </w:r>
          </w:p>
        </w:tc>
        <w:tc>
          <w:tcPr>
            <w:tcW w:w="992" w:type="dxa"/>
            <w:gridSpan w:val="5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1,70 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1,70</w:t>
            </w:r>
          </w:p>
        </w:tc>
        <w:tc>
          <w:tcPr>
            <w:tcW w:w="993" w:type="dxa"/>
            <w:vMerge w:val="restart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1,70</w:t>
            </w:r>
          </w:p>
        </w:tc>
      </w:tr>
      <w:tr w:rsidR="007021F1" w:rsidRPr="007021F1" w:rsidTr="0065167E">
        <w:trPr>
          <w:trHeight w:val="212"/>
          <w:tblCellSpacing w:w="5" w:type="nil"/>
        </w:trPr>
        <w:tc>
          <w:tcPr>
            <w:tcW w:w="3827" w:type="dxa"/>
            <w:gridSpan w:val="4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567" w:type="dxa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кВт*ч/куб. м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4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2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 xml:space="preserve"> 6. Расчет эффективности производственной программы        </w:t>
            </w:r>
          </w:p>
        </w:tc>
      </w:tr>
      <w:tr w:rsidR="007021F1" w:rsidRPr="007021F1" w:rsidTr="0065167E">
        <w:trPr>
          <w:trHeight w:val="215"/>
          <w:tblCellSpacing w:w="5" w:type="nil"/>
        </w:trPr>
        <w:tc>
          <w:tcPr>
            <w:tcW w:w="5173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2"/>
          <w:tblCellSpacing w:w="5" w:type="nil"/>
        </w:trPr>
        <w:tc>
          <w:tcPr>
            <w:tcW w:w="5173" w:type="dxa"/>
            <w:gridSpan w:val="8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2"/>
          <w:tblCellSpacing w:w="5" w:type="nil"/>
        </w:trPr>
        <w:tc>
          <w:tcPr>
            <w:tcW w:w="5173" w:type="dxa"/>
            <w:gridSpan w:val="8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2"/>
          <w:tblCellSpacing w:w="5" w:type="nil"/>
        </w:trPr>
        <w:tc>
          <w:tcPr>
            <w:tcW w:w="5173" w:type="dxa"/>
            <w:gridSpan w:val="8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2"/>
          <w:tblCellSpacing w:w="5" w:type="nil"/>
        </w:trPr>
        <w:tc>
          <w:tcPr>
            <w:tcW w:w="5173" w:type="dxa"/>
            <w:gridSpan w:val="8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2"/>
          <w:tblCellSpacing w:w="5" w:type="nil"/>
        </w:trPr>
        <w:tc>
          <w:tcPr>
            <w:tcW w:w="5173" w:type="dxa"/>
            <w:gridSpan w:val="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183" w:type="dxa"/>
            <w:gridSpan w:val="1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360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7021F1" w:rsidRPr="007021F1" w:rsidTr="0065167E">
        <w:trPr>
          <w:trHeight w:val="478"/>
          <w:tblCellSpacing w:w="5" w:type="nil"/>
        </w:trPr>
        <w:tc>
          <w:tcPr>
            <w:tcW w:w="6942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4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7021F1" w:rsidRPr="007021F1" w:rsidTr="0065167E">
        <w:trPr>
          <w:trHeight w:val="390"/>
          <w:tblCellSpacing w:w="5" w:type="nil"/>
        </w:trPr>
        <w:tc>
          <w:tcPr>
            <w:tcW w:w="6942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3 604,71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6942" w:type="dxa"/>
            <w:gridSpan w:val="1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3 700,81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6942" w:type="dxa"/>
            <w:gridSpan w:val="1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 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3 810,20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6942" w:type="dxa"/>
            <w:gridSpan w:val="1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3 928,59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6942" w:type="dxa"/>
            <w:gridSpan w:val="14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  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4 051,53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6942" w:type="dxa"/>
            <w:gridSpan w:val="14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Итого:</w:t>
            </w:r>
          </w:p>
        </w:tc>
        <w:tc>
          <w:tcPr>
            <w:tcW w:w="2414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19 095,84</w:t>
            </w:r>
          </w:p>
        </w:tc>
      </w:tr>
      <w:tr w:rsidR="007021F1" w:rsidRPr="007021F1" w:rsidTr="0065167E">
        <w:trPr>
          <w:trHeight w:val="75"/>
          <w:tblCellSpacing w:w="5" w:type="nil"/>
        </w:trPr>
        <w:tc>
          <w:tcPr>
            <w:tcW w:w="9356" w:type="dxa"/>
            <w:gridSpan w:val="2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7021F1" w:rsidRPr="007021F1" w:rsidTr="0065167E">
        <w:trPr>
          <w:trHeight w:val="105"/>
          <w:tblCellSpacing w:w="5" w:type="nil"/>
        </w:trPr>
        <w:tc>
          <w:tcPr>
            <w:tcW w:w="6876" w:type="dxa"/>
            <w:gridSpan w:val="1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80" w:type="dxa"/>
            <w:gridSpan w:val="7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2018 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6876" w:type="dxa"/>
            <w:gridSpan w:val="1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Объем подачи воды,  тыс.куб.м</w:t>
            </w:r>
          </w:p>
        </w:tc>
        <w:tc>
          <w:tcPr>
            <w:tcW w:w="2480" w:type="dxa"/>
            <w:gridSpan w:val="7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131,43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6876" w:type="dxa"/>
            <w:gridSpan w:val="1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480" w:type="dxa"/>
            <w:gridSpan w:val="7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2 128,53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6876" w:type="dxa"/>
            <w:gridSpan w:val="1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2480" w:type="dxa"/>
            <w:gridSpan w:val="7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2 073,87</w:t>
            </w:r>
          </w:p>
        </w:tc>
      </w:tr>
      <w:tr w:rsidR="007021F1" w:rsidRPr="007021F1" w:rsidTr="0065167E">
        <w:trPr>
          <w:tblCellSpacing w:w="5" w:type="nil"/>
        </w:trPr>
        <w:tc>
          <w:tcPr>
            <w:tcW w:w="6876" w:type="dxa"/>
            <w:gridSpan w:val="1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Общий объем финансовых потребностей, тыс.руб.</w:t>
            </w:r>
          </w:p>
        </w:tc>
        <w:tc>
          <w:tcPr>
            <w:tcW w:w="2480" w:type="dxa"/>
            <w:gridSpan w:val="7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4 202,40</w:t>
            </w:r>
          </w:p>
        </w:tc>
      </w:tr>
    </w:tbl>
    <w:p w:rsidR="007021F1" w:rsidRPr="007021F1" w:rsidRDefault="007021F1" w:rsidP="009D0937">
      <w:pPr>
        <w:tabs>
          <w:tab w:val="left" w:pos="1897"/>
        </w:tabs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Pr="007021F1">
        <w:rPr>
          <w:szCs w:val="28"/>
          <w:lang w:eastAsia="en-US"/>
        </w:rPr>
        <w:t>».</w:t>
      </w:r>
    </w:p>
    <w:p w:rsidR="007021F1" w:rsidRDefault="007021F1" w:rsidP="009D093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7021F1" w:rsidRDefault="007021F1" w:rsidP="009D0937">
      <w:pPr>
        <w:tabs>
          <w:tab w:val="left" w:pos="1897"/>
        </w:tabs>
        <w:jc w:val="center"/>
        <w:rPr>
          <w:sz w:val="24"/>
          <w:szCs w:val="24"/>
          <w:lang w:eastAsia="en-US"/>
        </w:rPr>
      </w:pPr>
    </w:p>
    <w:p w:rsidR="009D0937" w:rsidRDefault="009D0937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p w:rsidR="0065167E" w:rsidRDefault="0065167E" w:rsidP="009D0937">
      <w:pPr>
        <w:pStyle w:val="ac"/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>
            <w:pPr>
              <w:ind w:left="3552"/>
              <w:jc w:val="center"/>
            </w:pPr>
            <w:r>
              <w:t>ПРИЛОЖЕНИЕ 4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Default="009D0937" w:rsidP="007021F1">
            <w:pPr>
              <w:ind w:left="3552"/>
              <w:jc w:val="center"/>
            </w:pPr>
            <w:r w:rsidRPr="007021F1">
              <w:t>от</w:t>
            </w:r>
            <w:r w:rsidR="007021F1" w:rsidRPr="007021F1">
              <w:t xml:space="preserve"> 14 ноября</w:t>
            </w:r>
            <w:r w:rsidRPr="007021F1">
              <w:t xml:space="preserve"> 2019 г. №</w:t>
            </w:r>
            <w:r w:rsidRPr="00D74902">
              <w:t xml:space="preserve"> </w:t>
            </w:r>
            <w:r w:rsidR="000C136F">
              <w:t>50/37</w:t>
            </w:r>
          </w:p>
          <w:p w:rsidR="009D0937" w:rsidRPr="001D06AF" w:rsidRDefault="009D0937" w:rsidP="007021F1"/>
        </w:tc>
      </w:tr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>
            <w:pPr>
              <w:spacing w:line="276" w:lineRule="auto"/>
              <w:ind w:left="3552"/>
              <w:jc w:val="center"/>
            </w:pPr>
            <w:r>
              <w:t>«ПРИЛОЖЕНИЕ 4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Pr="00CB1B90" w:rsidRDefault="009D0937" w:rsidP="007021F1">
            <w:pPr>
              <w:ind w:left="3552"/>
              <w:jc w:val="center"/>
              <w:rPr>
                <w:lang w:val="en-US"/>
              </w:rPr>
            </w:pPr>
            <w:r w:rsidRPr="009D0937">
              <w:t>от 4 декабря 2018 г. № 49/47</w:t>
            </w:r>
          </w:p>
        </w:tc>
      </w:tr>
      <w:tr w:rsidR="009D0937" w:rsidRPr="006161EA" w:rsidTr="007021F1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D0937" w:rsidRDefault="009D0937" w:rsidP="007021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 ПО ОКАЗАНИЮУСЛУГ ВОДООТВЕДЕНИЯ </w:t>
            </w:r>
          </w:p>
          <w:p w:rsid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>на территории р.п. Вахтан городского округа город Шахунья Нижегородской области</w:t>
            </w:r>
          </w:p>
          <w:p w:rsidR="009D0937" w:rsidRPr="00C15EF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D0937" w:rsidRPr="007021F1" w:rsidRDefault="009D0937" w:rsidP="007021F1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853B20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432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0"/>
        <w:gridCol w:w="552"/>
        <w:gridCol w:w="15"/>
        <w:gridCol w:w="709"/>
        <w:gridCol w:w="142"/>
        <w:gridCol w:w="280"/>
        <w:gridCol w:w="19"/>
        <w:gridCol w:w="552"/>
        <w:gridCol w:w="613"/>
        <w:gridCol w:w="379"/>
        <w:gridCol w:w="64"/>
        <w:gridCol w:w="723"/>
        <w:gridCol w:w="63"/>
        <w:gridCol w:w="142"/>
        <w:gridCol w:w="422"/>
        <w:gridCol w:w="6"/>
        <w:gridCol w:w="532"/>
        <w:gridCol w:w="32"/>
        <w:gridCol w:w="1134"/>
        <w:gridCol w:w="1561"/>
        <w:gridCol w:w="1560"/>
        <w:gridCol w:w="1560"/>
      </w:tblGrid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7021F1" w:rsidRPr="007021F1" w:rsidTr="000C136F">
        <w:trPr>
          <w:gridAfter w:val="3"/>
          <w:wAfter w:w="4681" w:type="dxa"/>
          <w:trHeight w:val="397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379" w:type="dxa"/>
            <w:gridSpan w:val="18"/>
          </w:tcPr>
          <w:p w:rsidR="007021F1" w:rsidRPr="007021F1" w:rsidRDefault="007021F1" w:rsidP="007021F1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МУНИЦИПАЛЬНОЕ УНИТАРНОЕ ПРЕДПРИЯТИЕ «ВОДОКАНАЛ» (ИНН 5239010720)</w:t>
            </w:r>
          </w:p>
        </w:tc>
      </w:tr>
      <w:tr w:rsidR="007021F1" w:rsidRPr="007021F1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379" w:type="dxa"/>
            <w:gridSpan w:val="18"/>
          </w:tcPr>
          <w:p w:rsidR="007021F1" w:rsidRPr="007021F1" w:rsidRDefault="007021F1" w:rsidP="007021F1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606910, Нижегородская область, г. Шахунья, ул. Советская, д. 100</w:t>
            </w:r>
          </w:p>
        </w:tc>
      </w:tr>
      <w:tr w:rsidR="007021F1" w:rsidRPr="007021F1" w:rsidTr="000C136F">
        <w:trPr>
          <w:gridAfter w:val="3"/>
          <w:wAfter w:w="4681" w:type="dxa"/>
          <w:trHeight w:val="440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379" w:type="dxa"/>
            <w:gridSpan w:val="1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7021F1" w:rsidRPr="007021F1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379" w:type="dxa"/>
            <w:gridSpan w:val="18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7021F1">
              <w:rPr>
                <w:rFonts w:eastAsia="Calibri"/>
                <w:sz w:val="20"/>
                <w:lang w:eastAsia="en-US"/>
              </w:rPr>
              <w:t xml:space="preserve">Нижний Новгород, Кремль, корпус 1      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7021F1" w:rsidRPr="007021F1" w:rsidTr="000C136F">
        <w:trPr>
          <w:gridAfter w:val="3"/>
          <w:wAfter w:w="4681" w:type="dxa"/>
          <w:trHeight w:val="269"/>
          <w:tblCellSpacing w:w="5" w:type="nil"/>
        </w:trPr>
        <w:tc>
          <w:tcPr>
            <w:tcW w:w="381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165" w:type="dxa"/>
            <w:gridSpan w:val="5"/>
          </w:tcPr>
          <w:p w:rsidR="007021F1" w:rsidRPr="000C136F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На период с 01.01.2019 по 31.12.2019 </w:t>
            </w:r>
          </w:p>
        </w:tc>
        <w:tc>
          <w:tcPr>
            <w:tcW w:w="1165" w:type="dxa"/>
            <w:gridSpan w:val="2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На период с 01.01.2020 по 31.12.2020 </w:t>
            </w:r>
          </w:p>
        </w:tc>
        <w:tc>
          <w:tcPr>
            <w:tcW w:w="1166" w:type="dxa"/>
            <w:gridSpan w:val="3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На период с 01.01.2021 по 31.12.2021 </w:t>
            </w:r>
          </w:p>
        </w:tc>
        <w:tc>
          <w:tcPr>
            <w:tcW w:w="1165" w:type="dxa"/>
            <w:gridSpan w:val="5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На период с 01.01.2022 по 31.12.2022 </w:t>
            </w:r>
          </w:p>
        </w:tc>
        <w:tc>
          <w:tcPr>
            <w:tcW w:w="1166" w:type="dxa"/>
            <w:gridSpan w:val="2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7021F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93,71</w:t>
            </w:r>
          </w:p>
        </w:tc>
        <w:tc>
          <w:tcPr>
            <w:tcW w:w="1165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93,71</w:t>
            </w:r>
          </w:p>
        </w:tc>
        <w:tc>
          <w:tcPr>
            <w:tcW w:w="116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93,71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93,71</w:t>
            </w:r>
          </w:p>
        </w:tc>
        <w:tc>
          <w:tcPr>
            <w:tcW w:w="1166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93,71</w:t>
            </w:r>
          </w:p>
        </w:tc>
      </w:tr>
      <w:tr w:rsidR="007021F1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73,01</w:t>
            </w:r>
          </w:p>
        </w:tc>
        <w:tc>
          <w:tcPr>
            <w:tcW w:w="1165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73,01</w:t>
            </w:r>
          </w:p>
        </w:tc>
        <w:tc>
          <w:tcPr>
            <w:tcW w:w="116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73,01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73,01</w:t>
            </w:r>
          </w:p>
        </w:tc>
        <w:tc>
          <w:tcPr>
            <w:tcW w:w="1166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73,01</w:t>
            </w:r>
          </w:p>
        </w:tc>
      </w:tr>
      <w:tr w:rsidR="007021F1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20,19</w:t>
            </w:r>
          </w:p>
        </w:tc>
        <w:tc>
          <w:tcPr>
            <w:tcW w:w="1165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20,19</w:t>
            </w:r>
          </w:p>
        </w:tc>
        <w:tc>
          <w:tcPr>
            <w:tcW w:w="116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20,19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20,19</w:t>
            </w:r>
          </w:p>
        </w:tc>
        <w:tc>
          <w:tcPr>
            <w:tcW w:w="1166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20,19</w:t>
            </w:r>
          </w:p>
        </w:tc>
      </w:tr>
      <w:tr w:rsidR="007021F1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0,51</w:t>
            </w:r>
          </w:p>
        </w:tc>
        <w:tc>
          <w:tcPr>
            <w:tcW w:w="1165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0,51</w:t>
            </w:r>
          </w:p>
        </w:tc>
        <w:tc>
          <w:tcPr>
            <w:tcW w:w="116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0,51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0,51</w:t>
            </w:r>
          </w:p>
        </w:tc>
        <w:tc>
          <w:tcPr>
            <w:tcW w:w="1166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0,51</w:t>
            </w:r>
          </w:p>
        </w:tc>
      </w:tr>
      <w:tr w:rsidR="007021F1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</w:tr>
      <w:tr w:rsidR="007021F1" w:rsidRPr="007021F1" w:rsidTr="000C136F">
        <w:trPr>
          <w:gridAfter w:val="3"/>
          <w:wAfter w:w="4681" w:type="dxa"/>
          <w:trHeight w:val="455"/>
          <w:tblCellSpacing w:w="5" w:type="nil"/>
        </w:trPr>
        <w:tc>
          <w:tcPr>
            <w:tcW w:w="3812" w:type="dxa"/>
            <w:gridSpan w:val="2"/>
          </w:tcPr>
          <w:p w:rsidR="007021F1" w:rsidRPr="007021F1" w:rsidRDefault="007021F1" w:rsidP="007021F1">
            <w:pPr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Пропущено через очистные сооружения, тыс. м3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0C136F">
        <w:trPr>
          <w:gridAfter w:val="3"/>
          <w:wAfter w:w="4681" w:type="dxa"/>
          <w:trHeight w:val="253"/>
          <w:tblCellSpacing w:w="5" w:type="nil"/>
        </w:trPr>
        <w:tc>
          <w:tcPr>
            <w:tcW w:w="3812" w:type="dxa"/>
            <w:gridSpan w:val="2"/>
          </w:tcPr>
          <w:p w:rsidR="007021F1" w:rsidRPr="007021F1" w:rsidRDefault="007021F1" w:rsidP="007021F1">
            <w:pPr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Передано сточных вод на сторону, тыс. м3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5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2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rHeight w:val="296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7021F1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8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698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7021F1" w:rsidRPr="007021F1" w:rsidTr="0065167E">
        <w:trPr>
          <w:gridAfter w:val="3"/>
          <w:wAfter w:w="4681" w:type="dxa"/>
          <w:trHeight w:val="534"/>
          <w:tblCellSpacing w:w="5" w:type="nil"/>
        </w:trPr>
        <w:tc>
          <w:tcPr>
            <w:tcW w:w="3260" w:type="dxa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1585,97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1585,97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349,90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349,90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21,35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21,35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                           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1 957,22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1 957,22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1 635,24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1 635,24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356,79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356,79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21,96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21,96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2 013,99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2 013,99</w:t>
            </w:r>
          </w:p>
        </w:tc>
      </w:tr>
      <w:tr w:rsidR="007021F1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1 680,28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1 680,28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366,29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366,29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rHeight w:val="414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22,56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22,56</w:t>
            </w: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2 069,13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2 069,13</w:t>
            </w: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1 730,20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1 730,20</w:t>
            </w:r>
          </w:p>
        </w:tc>
        <w:tc>
          <w:tcPr>
            <w:tcW w:w="1561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377,1</w:t>
            </w:r>
            <w:r w:rsidR="00314241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377,1</w:t>
            </w:r>
            <w:r w:rsidR="00314241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1561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561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561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561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23,22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23,22</w:t>
            </w:r>
          </w:p>
        </w:tc>
        <w:tc>
          <w:tcPr>
            <w:tcW w:w="1561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01.01.2022 по 31.12.2022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2 130,57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2 130,57</w:t>
            </w: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1 781,60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1 781,60</w:t>
            </w: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388,31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388,31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Расходы, связанные с оплатой </w:t>
            </w:r>
            <w:r w:rsidRPr="007021F1">
              <w:rPr>
                <w:rFonts w:eastAsia="Calibri"/>
                <w:sz w:val="20"/>
                <w:lang w:eastAsia="en-US"/>
              </w:rPr>
              <w:lastRenderedPageBreak/>
              <w:t>налогов и сборов</w:t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с 01.01.2023 по </w:t>
            </w:r>
            <w:r w:rsidRPr="007021F1">
              <w:rPr>
                <w:rFonts w:eastAsia="Calibri"/>
                <w:sz w:val="20"/>
                <w:lang w:eastAsia="en-US"/>
              </w:rPr>
              <w:lastRenderedPageBreak/>
              <w:t>31.12.2023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23,91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23,91</w:t>
            </w:r>
          </w:p>
        </w:tc>
      </w:tr>
      <w:tr w:rsidR="007021F1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01.01.2023 по 31.12.2023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2 193,82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2 193,82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10 364,73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10 364,73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7021F1" w:rsidRPr="007021F1" w:rsidTr="000C136F">
        <w:trPr>
          <w:gridAfter w:val="3"/>
          <w:wAfter w:w="4681" w:type="dxa"/>
          <w:trHeight w:val="218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</w:t>
            </w:r>
            <w:r w:rsidRPr="007021F1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7021F1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98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178,03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178,03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178,03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178,03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01.01.2020 по 31.12.2020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181,54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181,54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181,54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181,54</w:t>
            </w:r>
          </w:p>
        </w:tc>
      </w:tr>
      <w:tr w:rsidR="007021F1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186,37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186,37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186,37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186,37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191,89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191,89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191,89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191,89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197,57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197,57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197,57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197,57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935,40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935,40</w:t>
            </w:r>
          </w:p>
        </w:tc>
      </w:tr>
      <w:tr w:rsidR="007021F1" w:rsidRPr="007021F1" w:rsidTr="000C136F">
        <w:trPr>
          <w:gridAfter w:val="3"/>
          <w:wAfter w:w="4681" w:type="dxa"/>
          <w:trHeight w:val="266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</w:t>
            </w:r>
          </w:p>
        </w:tc>
      </w:tr>
      <w:tr w:rsidR="007021F1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98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gridAfter w:val="3"/>
          <w:wAfter w:w="4681" w:type="dxa"/>
          <w:trHeight w:val="269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</w:tr>
      <w:tr w:rsidR="007021F1" w:rsidRPr="007021F1" w:rsidTr="0065167E">
        <w:trPr>
          <w:gridAfter w:val="3"/>
          <w:wAfter w:w="4681" w:type="dxa"/>
          <w:trHeight w:val="700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01.01.2023 по 31.12.2023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0C136F">
        <w:trPr>
          <w:gridAfter w:val="3"/>
          <w:wAfter w:w="4681" w:type="dxa"/>
          <w:trHeight w:val="218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</w:t>
            </w:r>
            <w:r w:rsidRPr="007021F1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</w:tr>
      <w:tr w:rsidR="007021F1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98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7021F1" w:rsidRPr="007021F1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01.01.2019 по 31.12.2019 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06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01.01.2021 по 31.12.2021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0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4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                       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7021F1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8" w:type="dxa"/>
            <w:gridSpan w:val="5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Источники финансирования,  тыс. руб.</w:t>
            </w:r>
          </w:p>
        </w:tc>
        <w:tc>
          <w:tcPr>
            <w:tcW w:w="1698" w:type="dxa"/>
            <w:gridSpan w:val="3"/>
            <w:vMerge w:val="restart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7021F1" w:rsidRPr="007021F1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01.01.2019 по 31.12.2019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01.01.2020 по 31.12.2020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01.01.2021 по 31.12.2021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7021F1" w:rsidRPr="007021F1" w:rsidTr="0065167E">
        <w:trPr>
          <w:gridAfter w:val="2"/>
          <w:wAfter w:w="3120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7021F1" w:rsidRPr="007021F1" w:rsidTr="0065167E">
        <w:trPr>
          <w:gridAfter w:val="2"/>
          <w:wAfter w:w="3120" w:type="dxa"/>
          <w:trHeight w:val="211"/>
          <w:tblCellSpacing w:w="5" w:type="nil"/>
        </w:trPr>
        <w:tc>
          <w:tcPr>
            <w:tcW w:w="3260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31.12.2023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533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5. Показатели надежности, качества, энергетической эффективности объектов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централизованных систем водоотведения</w:t>
            </w:r>
          </w:p>
        </w:tc>
      </w:tr>
      <w:tr w:rsidR="007021F1" w:rsidRPr="007021F1" w:rsidTr="0065167E">
        <w:trPr>
          <w:gridAfter w:val="3"/>
          <w:wAfter w:w="4681" w:type="dxa"/>
          <w:trHeight w:val="215"/>
          <w:tblCellSpacing w:w="5" w:type="nil"/>
        </w:trPr>
        <w:tc>
          <w:tcPr>
            <w:tcW w:w="3827" w:type="dxa"/>
            <w:gridSpan w:val="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993" w:type="dxa"/>
            <w:gridSpan w:val="4"/>
            <w:vAlign w:val="center"/>
          </w:tcPr>
          <w:p w:rsidR="007021F1" w:rsidRPr="000C136F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01.01.2019 по 31.12.2019</w:t>
            </w:r>
          </w:p>
        </w:tc>
        <w:tc>
          <w:tcPr>
            <w:tcW w:w="992" w:type="dxa"/>
            <w:gridSpan w:val="2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01.01.2020 по 31.12.2020</w:t>
            </w:r>
          </w:p>
        </w:tc>
        <w:tc>
          <w:tcPr>
            <w:tcW w:w="992" w:type="dxa"/>
            <w:gridSpan w:val="4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01.01.2021 по 31.12.2021</w:t>
            </w:r>
          </w:p>
        </w:tc>
        <w:tc>
          <w:tcPr>
            <w:tcW w:w="992" w:type="dxa"/>
            <w:gridSpan w:val="4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01.01.2022 по 31.12.2022</w:t>
            </w:r>
          </w:p>
        </w:tc>
        <w:tc>
          <w:tcPr>
            <w:tcW w:w="1134" w:type="dxa"/>
          </w:tcPr>
          <w:p w:rsidR="007021F1" w:rsidRPr="000C136F" w:rsidRDefault="007021F1" w:rsidP="007021F1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01.01.2023 по 31.12.2023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очистки сточных вод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709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7021F1"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7021F1"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7021F1"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7021F1"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10</w:t>
            </w:r>
            <w:r w:rsidR="007021F1"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9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</w:tcPr>
          <w:p w:rsidR="007021F1" w:rsidRPr="007021F1" w:rsidRDefault="0065167E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709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709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709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ед./км</w:t>
            </w:r>
          </w:p>
        </w:tc>
        <w:tc>
          <w:tcPr>
            <w:tcW w:w="993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709" w:type="dxa"/>
          </w:tcPr>
          <w:p w:rsidR="007021F1" w:rsidRPr="007021F1" w:rsidRDefault="007021F1" w:rsidP="007021F1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кВт*ч/куб. м</w:t>
            </w:r>
          </w:p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0,55</w:t>
            </w:r>
          </w:p>
        </w:tc>
        <w:tc>
          <w:tcPr>
            <w:tcW w:w="992" w:type="dxa"/>
            <w:gridSpan w:val="2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0,55</w:t>
            </w:r>
          </w:p>
        </w:tc>
        <w:tc>
          <w:tcPr>
            <w:tcW w:w="992" w:type="dxa"/>
            <w:gridSpan w:val="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0,55</w:t>
            </w:r>
          </w:p>
        </w:tc>
        <w:tc>
          <w:tcPr>
            <w:tcW w:w="992" w:type="dxa"/>
            <w:gridSpan w:val="4"/>
          </w:tcPr>
          <w:p w:rsidR="007021F1" w:rsidRPr="007021F1" w:rsidRDefault="007021F1" w:rsidP="007021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0,55</w:t>
            </w:r>
          </w:p>
        </w:tc>
        <w:tc>
          <w:tcPr>
            <w:tcW w:w="1134" w:type="dxa"/>
          </w:tcPr>
          <w:p w:rsidR="007021F1" w:rsidRPr="007021F1" w:rsidRDefault="007021F1" w:rsidP="007021F1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0,55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7021F1" w:rsidRPr="007021F1" w:rsidTr="0065167E">
        <w:trPr>
          <w:gridAfter w:val="3"/>
          <w:wAfter w:w="4681" w:type="dxa"/>
          <w:trHeight w:val="215"/>
          <w:tblCellSpacing w:w="5" w:type="nil"/>
        </w:trPr>
        <w:tc>
          <w:tcPr>
            <w:tcW w:w="4678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4961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4961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4961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4961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4961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1" w:type="dxa"/>
            <w:gridSpan w:val="14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7021F1" w:rsidRPr="007021F1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7021F1" w:rsidRPr="007021F1" w:rsidTr="000C136F">
        <w:trPr>
          <w:gridAfter w:val="3"/>
          <w:wAfter w:w="4681" w:type="dxa"/>
          <w:trHeight w:val="83"/>
          <w:tblCellSpacing w:w="5" w:type="nil"/>
        </w:trPr>
        <w:tc>
          <w:tcPr>
            <w:tcW w:w="7371" w:type="dxa"/>
            <w:gridSpan w:val="1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268" w:type="dxa"/>
            <w:gridSpan w:val="6"/>
          </w:tcPr>
          <w:p w:rsidR="007021F1" w:rsidRPr="007021F1" w:rsidRDefault="007021F1" w:rsidP="000C13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сумма,</w:t>
            </w:r>
            <w:r w:rsidR="000C136F">
              <w:rPr>
                <w:rFonts w:eastAsia="Calibri"/>
                <w:sz w:val="20"/>
                <w:lang w:eastAsia="en-US"/>
              </w:rPr>
              <w:t xml:space="preserve"> </w:t>
            </w:r>
            <w:r w:rsidRPr="007021F1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2 135,25</w:t>
            </w:r>
          </w:p>
        </w:tc>
      </w:tr>
      <w:tr w:rsidR="007021F1" w:rsidRPr="007021F1" w:rsidTr="0065167E">
        <w:trPr>
          <w:gridAfter w:val="3"/>
          <w:wAfter w:w="4681" w:type="dxa"/>
          <w:trHeight w:val="261"/>
          <w:tblCellSpacing w:w="5" w:type="nil"/>
        </w:trPr>
        <w:tc>
          <w:tcPr>
            <w:tcW w:w="7371" w:type="dxa"/>
            <w:gridSpan w:val="13"/>
            <w:vAlign w:val="center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2 195,53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2 255,50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2 322,45</w:t>
            </w:r>
          </w:p>
        </w:tc>
      </w:tr>
      <w:tr w:rsidR="007021F1" w:rsidRPr="007021F1" w:rsidTr="0065167E">
        <w:trPr>
          <w:gridAfter w:val="3"/>
          <w:wAfter w:w="4681" w:type="dxa"/>
          <w:trHeight w:val="185"/>
          <w:tblCellSpacing w:w="5" w:type="nil"/>
        </w:trPr>
        <w:tc>
          <w:tcPr>
            <w:tcW w:w="7371" w:type="dxa"/>
            <w:gridSpan w:val="13"/>
            <w:vAlign w:val="center"/>
          </w:tcPr>
          <w:p w:rsidR="007021F1" w:rsidRPr="007021F1" w:rsidRDefault="007021F1" w:rsidP="007021F1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2 391,39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Итого: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11 300,12</w:t>
            </w:r>
          </w:p>
        </w:tc>
      </w:tr>
      <w:tr w:rsidR="007021F1" w:rsidRPr="007021F1" w:rsidTr="000C136F">
        <w:trPr>
          <w:gridAfter w:val="3"/>
          <w:wAfter w:w="4681" w:type="dxa"/>
          <w:trHeight w:val="207"/>
          <w:tblCellSpacing w:w="5" w:type="nil"/>
        </w:trPr>
        <w:tc>
          <w:tcPr>
            <w:tcW w:w="9639" w:type="dxa"/>
            <w:gridSpan w:val="19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</w:t>
            </w:r>
            <w:r w:rsidRPr="007021F1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7021F1" w:rsidRPr="007021F1" w:rsidTr="0065167E">
        <w:trPr>
          <w:gridAfter w:val="3"/>
          <w:wAfter w:w="4681" w:type="dxa"/>
          <w:trHeight w:val="204"/>
          <w:tblCellSpacing w:w="5" w:type="nil"/>
        </w:trPr>
        <w:tc>
          <w:tcPr>
            <w:tcW w:w="7371" w:type="dxa"/>
            <w:gridSpan w:val="1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268" w:type="dxa"/>
            <w:gridSpan w:val="6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2018 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Объем принятых сточных вод, тыс. куб.м.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68,49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2 237,46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834,57</w:t>
            </w:r>
          </w:p>
        </w:tc>
      </w:tr>
      <w:tr w:rsidR="007021F1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Общий объем финансовых потребностей, тыс.руб.</w:t>
            </w:r>
          </w:p>
        </w:tc>
        <w:tc>
          <w:tcPr>
            <w:tcW w:w="2268" w:type="dxa"/>
            <w:gridSpan w:val="6"/>
            <w:vAlign w:val="center"/>
          </w:tcPr>
          <w:p w:rsidR="007021F1" w:rsidRPr="007021F1" w:rsidRDefault="007021F1" w:rsidP="007021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3 072,03</w:t>
            </w:r>
          </w:p>
        </w:tc>
      </w:tr>
    </w:tbl>
    <w:p w:rsidR="009E54A8" w:rsidRPr="007021F1" w:rsidRDefault="007021F1" w:rsidP="009D0937">
      <w:pPr>
        <w:rPr>
          <w:szCs w:val="28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   </w:t>
      </w:r>
      <w:r w:rsidRPr="007021F1">
        <w:rPr>
          <w:szCs w:val="28"/>
          <w:lang w:eastAsia="en-US"/>
        </w:rPr>
        <w:t>».</w:t>
      </w:r>
    </w:p>
    <w:p w:rsidR="009D0937" w:rsidRDefault="009D0937" w:rsidP="009D0937">
      <w:pPr>
        <w:rPr>
          <w:sz w:val="20"/>
          <w:szCs w:val="24"/>
          <w:lang w:eastAsia="en-US"/>
        </w:rPr>
      </w:pPr>
    </w:p>
    <w:p w:rsidR="009D0937" w:rsidRDefault="009D0937" w:rsidP="009D0937">
      <w:pPr>
        <w:rPr>
          <w:sz w:val="20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/>
          <w:p w:rsidR="009D0937" w:rsidRDefault="009D0937" w:rsidP="007021F1">
            <w:pPr>
              <w:ind w:left="3552"/>
              <w:jc w:val="center"/>
            </w:pPr>
            <w:r>
              <w:lastRenderedPageBreak/>
              <w:t>ПРИЛОЖЕНИЕ 5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Default="009D0937" w:rsidP="007021F1">
            <w:pPr>
              <w:ind w:left="3552"/>
              <w:jc w:val="center"/>
            </w:pPr>
            <w:r w:rsidRPr="007021F1">
              <w:t>от</w:t>
            </w:r>
            <w:r w:rsidR="007021F1" w:rsidRPr="007021F1">
              <w:t xml:space="preserve"> 14 ноября</w:t>
            </w:r>
            <w:r w:rsidRPr="007021F1">
              <w:t xml:space="preserve"> 2019 г. №</w:t>
            </w:r>
            <w:r w:rsidRPr="00D74902">
              <w:t xml:space="preserve"> </w:t>
            </w:r>
            <w:r w:rsidR="000C136F">
              <w:t>50/37</w:t>
            </w:r>
          </w:p>
          <w:p w:rsidR="009D0937" w:rsidRPr="001D06AF" w:rsidRDefault="009D0937" w:rsidP="007021F1"/>
        </w:tc>
      </w:tr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>
            <w:pPr>
              <w:spacing w:line="276" w:lineRule="auto"/>
              <w:ind w:left="3552"/>
              <w:jc w:val="center"/>
            </w:pPr>
            <w:r>
              <w:t>«ПРИЛОЖЕНИЕ 5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Pr="00CB1B90" w:rsidRDefault="009D0937" w:rsidP="007021F1">
            <w:pPr>
              <w:ind w:left="3552"/>
              <w:jc w:val="center"/>
              <w:rPr>
                <w:lang w:val="en-US"/>
              </w:rPr>
            </w:pPr>
            <w:r w:rsidRPr="009D0937">
              <w:t>от 4 декабря 2018 г. № 49/47</w:t>
            </w:r>
          </w:p>
        </w:tc>
      </w:tr>
      <w:tr w:rsidR="009D0937" w:rsidRPr="006161EA" w:rsidTr="007021F1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D0937" w:rsidRDefault="009D0937" w:rsidP="007021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ПО ОКАЗАНИЮ УСЛУГ ВОДООТВЕДЕНИЯ </w:t>
            </w:r>
          </w:p>
          <w:p w:rsid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>на территории г. Шахунья Нижегородской области</w:t>
            </w:r>
          </w:p>
          <w:p w:rsidR="009D0937" w:rsidRPr="00C15EF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D0937" w:rsidRPr="00C45C35" w:rsidRDefault="009D0937" w:rsidP="00C45C35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853B20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</w:p>
    <w:tbl>
      <w:tblPr>
        <w:tblW w:w="141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0"/>
        <w:gridCol w:w="552"/>
        <w:gridCol w:w="15"/>
        <w:gridCol w:w="709"/>
        <w:gridCol w:w="142"/>
        <w:gridCol w:w="272"/>
        <w:gridCol w:w="8"/>
        <w:gridCol w:w="571"/>
        <w:gridCol w:w="559"/>
        <w:gridCol w:w="433"/>
        <w:gridCol w:w="64"/>
        <w:gridCol w:w="641"/>
        <w:gridCol w:w="145"/>
        <w:gridCol w:w="142"/>
        <w:gridCol w:w="422"/>
        <w:gridCol w:w="6"/>
        <w:gridCol w:w="423"/>
        <w:gridCol w:w="141"/>
        <w:gridCol w:w="998"/>
        <w:gridCol w:w="1561"/>
        <w:gridCol w:w="1560"/>
        <w:gridCol w:w="1560"/>
      </w:tblGrid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C45C35" w:rsidRPr="00C45C35" w:rsidTr="0065167E">
        <w:trPr>
          <w:gridAfter w:val="3"/>
          <w:wAfter w:w="4681" w:type="dxa"/>
          <w:trHeight w:val="574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243" w:type="dxa"/>
            <w:gridSpan w:val="18"/>
          </w:tcPr>
          <w:p w:rsidR="00C45C35" w:rsidRPr="007021F1" w:rsidRDefault="00C45C35" w:rsidP="00C45C35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МУНИЦИПАЛЬНОЕ УНИТАРНОЕ ПРЕДПРИЯТИЕ «ВОДОКАНАЛ» (ИНН 5239010720)</w:t>
            </w:r>
          </w:p>
        </w:tc>
      </w:tr>
      <w:tr w:rsidR="00C45C35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243" w:type="dxa"/>
            <w:gridSpan w:val="18"/>
          </w:tcPr>
          <w:p w:rsidR="00C45C35" w:rsidRPr="007021F1" w:rsidRDefault="00C45C35" w:rsidP="00C45C35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606910, Нижегородская область, г. Шахунья, ул. Советская, д. 100</w:t>
            </w:r>
          </w:p>
        </w:tc>
      </w:tr>
      <w:tr w:rsidR="00C45C35" w:rsidRPr="00C45C35" w:rsidTr="0065167E">
        <w:trPr>
          <w:gridAfter w:val="3"/>
          <w:wAfter w:w="4681" w:type="dxa"/>
          <w:trHeight w:val="143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243" w:type="dxa"/>
            <w:gridSpan w:val="18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C45C35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243" w:type="dxa"/>
            <w:gridSpan w:val="18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603082,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Нижний Новгород, Кремль, корпус 1      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C45C35" w:rsidRPr="00C45C35" w:rsidTr="000C136F">
        <w:trPr>
          <w:gridAfter w:val="3"/>
          <w:wAfter w:w="4681" w:type="dxa"/>
          <w:trHeight w:val="269"/>
          <w:tblCellSpacing w:w="5" w:type="nil"/>
        </w:trPr>
        <w:tc>
          <w:tcPr>
            <w:tcW w:w="3812" w:type="dxa"/>
            <w:gridSpan w:val="2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138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138" w:type="dxa"/>
            <w:gridSpan w:val="3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138" w:type="dxa"/>
            <w:gridSpan w:val="3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138" w:type="dxa"/>
            <w:gridSpan w:val="5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1139" w:type="dxa"/>
            <w:gridSpan w:val="2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C45C35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C45C35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138" w:type="dxa"/>
            <w:gridSpan w:val="4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  <w:tc>
          <w:tcPr>
            <w:tcW w:w="1138" w:type="dxa"/>
            <w:gridSpan w:val="5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  <w:tc>
          <w:tcPr>
            <w:tcW w:w="1139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</w:tr>
      <w:tr w:rsidR="00C45C35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138" w:type="dxa"/>
            <w:gridSpan w:val="4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  <w:tc>
          <w:tcPr>
            <w:tcW w:w="1138" w:type="dxa"/>
            <w:gridSpan w:val="5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  <w:tc>
          <w:tcPr>
            <w:tcW w:w="1139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</w:tr>
      <w:tr w:rsidR="00C45C35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138" w:type="dxa"/>
            <w:gridSpan w:val="4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  <w:tc>
          <w:tcPr>
            <w:tcW w:w="1138" w:type="dxa"/>
            <w:gridSpan w:val="5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  <w:tc>
          <w:tcPr>
            <w:tcW w:w="1139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</w:tr>
      <w:tr w:rsidR="00C45C35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138" w:type="dxa"/>
            <w:gridSpan w:val="4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150,40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150,40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150,40</w:t>
            </w:r>
          </w:p>
        </w:tc>
        <w:tc>
          <w:tcPr>
            <w:tcW w:w="1138" w:type="dxa"/>
            <w:gridSpan w:val="5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150,40</w:t>
            </w:r>
          </w:p>
        </w:tc>
        <w:tc>
          <w:tcPr>
            <w:tcW w:w="1139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150,40</w:t>
            </w:r>
          </w:p>
        </w:tc>
      </w:tr>
      <w:tr w:rsidR="00C45C35" w:rsidRPr="00C45C35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138" w:type="dxa"/>
            <w:gridSpan w:val="4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5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39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</w:tr>
      <w:tr w:rsidR="00C45C35" w:rsidRPr="00C45C35" w:rsidTr="000C136F">
        <w:trPr>
          <w:gridAfter w:val="3"/>
          <w:wAfter w:w="4681" w:type="dxa"/>
          <w:trHeight w:val="455"/>
          <w:tblCellSpacing w:w="5" w:type="nil"/>
        </w:trPr>
        <w:tc>
          <w:tcPr>
            <w:tcW w:w="3812" w:type="dxa"/>
            <w:gridSpan w:val="2"/>
          </w:tcPr>
          <w:p w:rsidR="00C45C35" w:rsidRPr="00C45C35" w:rsidRDefault="00C45C35" w:rsidP="00C45C35">
            <w:pPr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Пропущено через очистные сооружения, тыс. м3</w:t>
            </w:r>
          </w:p>
        </w:tc>
        <w:tc>
          <w:tcPr>
            <w:tcW w:w="1138" w:type="dxa"/>
            <w:gridSpan w:val="4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  <w:tc>
          <w:tcPr>
            <w:tcW w:w="1138" w:type="dxa"/>
            <w:gridSpan w:val="5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  <w:tc>
          <w:tcPr>
            <w:tcW w:w="1139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694,89</w:t>
            </w:r>
          </w:p>
        </w:tc>
      </w:tr>
      <w:tr w:rsidR="00C45C35" w:rsidRPr="00C45C35" w:rsidTr="000C136F">
        <w:trPr>
          <w:gridAfter w:val="3"/>
          <w:wAfter w:w="4681" w:type="dxa"/>
          <w:trHeight w:val="253"/>
          <w:tblCellSpacing w:w="5" w:type="nil"/>
        </w:trPr>
        <w:tc>
          <w:tcPr>
            <w:tcW w:w="3812" w:type="dxa"/>
            <w:gridSpan w:val="2"/>
          </w:tcPr>
          <w:p w:rsidR="00C45C35" w:rsidRPr="00C45C35" w:rsidRDefault="00C45C35" w:rsidP="00C45C35">
            <w:pPr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Передано сточных вод на сторону, тыс. м3</w:t>
            </w:r>
          </w:p>
        </w:tc>
        <w:tc>
          <w:tcPr>
            <w:tcW w:w="1138" w:type="dxa"/>
            <w:gridSpan w:val="4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8" w:type="dxa"/>
            <w:gridSpan w:val="5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39" w:type="dxa"/>
            <w:gridSpan w:val="2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C45C35" w:rsidRPr="00C45C35" w:rsidTr="0065167E">
        <w:trPr>
          <w:gridAfter w:val="3"/>
          <w:wAfter w:w="4681" w:type="dxa"/>
          <w:trHeight w:val="296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C45C35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8" w:type="dxa"/>
            <w:gridSpan w:val="6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562" w:type="dxa"/>
            <w:gridSpan w:val="3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C45C35" w:rsidRPr="00C45C35" w:rsidTr="0065167E">
        <w:trPr>
          <w:gridAfter w:val="3"/>
          <w:wAfter w:w="4681" w:type="dxa"/>
          <w:trHeight w:val="534"/>
          <w:tblCellSpacing w:w="5" w:type="nil"/>
        </w:trPr>
        <w:tc>
          <w:tcPr>
            <w:tcW w:w="3260" w:type="dxa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13 287,10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13 287,10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2 321,02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2 321,02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Расходы на арендную плату, </w:t>
            </w:r>
            <w:r w:rsidRPr="00C45C35">
              <w:rPr>
                <w:rFonts w:eastAsia="Calibri"/>
                <w:sz w:val="20"/>
                <w:lang w:eastAsia="en-US"/>
              </w:rPr>
              <w:lastRenderedPageBreak/>
              <w:t xml:space="preserve">лизинговые платежи, концессионную плату 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 xml:space="preserve">с 01.01.2019 по </w:t>
            </w:r>
            <w:r w:rsidRPr="00C45C35">
              <w:rPr>
                <w:rFonts w:eastAsia="Calibri"/>
                <w:sz w:val="20"/>
                <w:lang w:eastAsia="en-US"/>
              </w:rPr>
              <w:lastRenderedPageBreak/>
              <w:t>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165,48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165,48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01.01.2019 по 31.12.2019                        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15 853,83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15 853,83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13 773,33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13 773,33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2 366,64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2 366,64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170,99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170,99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16 391,19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16 391,19</w:t>
            </w:r>
          </w:p>
        </w:tc>
      </w:tr>
      <w:tr w:rsidR="00C45C35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с 01.01.2021 по 31.12.2021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14 023,30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14 023,30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2 428,29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2 428,29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с 01.01.2021 по 31.12.2021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с 01.01.2021 по 31.12.2021 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с 01.01.2021 по 31.12.2021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C45C35" w:rsidRPr="00C45C35" w:rsidTr="0065167E">
        <w:trPr>
          <w:gridAfter w:val="3"/>
          <w:wAfter w:w="4681" w:type="dxa"/>
          <w:trHeight w:val="414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с 01.01.2021 по 31.12.2021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174,35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174,35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16 706,17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16 706,17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C45C35" w:rsidRPr="00C45C35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14 440,32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14 440,32</w:t>
            </w:r>
          </w:p>
        </w:tc>
        <w:tc>
          <w:tcPr>
            <w:tcW w:w="1561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2 501,58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2 501,58</w:t>
            </w:r>
          </w:p>
        </w:tc>
        <w:tc>
          <w:tcPr>
            <w:tcW w:w="1561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561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  <w:tc>
          <w:tcPr>
            <w:tcW w:w="1561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561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179,50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179,50</w:t>
            </w:r>
          </w:p>
        </w:tc>
        <w:tc>
          <w:tcPr>
            <w:tcW w:w="1561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17 201,63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17 201,63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14 869,74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14 869,74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2 574,53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2 574,53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80,23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</w:t>
            </w:r>
            <w:r w:rsidRPr="00C45C35">
              <w:rPr>
                <w:rFonts w:eastAsia="Calibri"/>
                <w:sz w:val="20"/>
                <w:lang w:eastAsia="en-US"/>
              </w:rPr>
              <w:lastRenderedPageBreak/>
              <w:t xml:space="preserve">концессионную плату 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>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184,81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184,81</w:t>
            </w:r>
          </w:p>
        </w:tc>
      </w:tr>
      <w:tr w:rsidR="00C45C35" w:rsidRPr="00C45C35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17 709,31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17 709,31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83 862,13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83 862,13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C45C35" w:rsidRPr="00C45C35" w:rsidTr="000C136F">
        <w:trPr>
          <w:gridAfter w:val="3"/>
          <w:wAfter w:w="4681" w:type="dxa"/>
          <w:trHeight w:val="214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</w:t>
            </w:r>
            <w:r w:rsidRPr="00C45C35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C45C35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6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2" w:type="dxa"/>
            <w:gridSpan w:val="3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45C35" w:rsidRPr="00C45C35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694,56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694,56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01.01.2019 по 31.12.2019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694,56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694,56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708,25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708,25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708,25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708,25</w:t>
            </w:r>
          </w:p>
        </w:tc>
      </w:tr>
      <w:tr w:rsidR="00C45C35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728,47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728,47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728,47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728,47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748,62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748,62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748,62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748,62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771,88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771,88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771,88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771,88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3 651,78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3 651,78</w:t>
            </w:r>
          </w:p>
        </w:tc>
      </w:tr>
      <w:tr w:rsidR="00C45C35" w:rsidRPr="00C45C35" w:rsidTr="000C136F">
        <w:trPr>
          <w:gridAfter w:val="3"/>
          <w:wAfter w:w="4681" w:type="dxa"/>
          <w:trHeight w:val="150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            </w:t>
            </w:r>
          </w:p>
        </w:tc>
      </w:tr>
      <w:tr w:rsidR="00C45C35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6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2" w:type="dxa"/>
            <w:gridSpan w:val="3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45C35" w:rsidRPr="00C45C35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C45C35" w:rsidRPr="00C45C35" w:rsidTr="0065167E">
        <w:trPr>
          <w:gridAfter w:val="3"/>
          <w:wAfter w:w="4681" w:type="dxa"/>
          <w:trHeight w:val="269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 год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C45C35" w:rsidRPr="00C45C35" w:rsidTr="0065167E">
        <w:trPr>
          <w:gridAfter w:val="3"/>
          <w:wAfter w:w="4681" w:type="dxa"/>
          <w:trHeight w:val="540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с 01.01.2023 по </w:t>
            </w:r>
            <w:r w:rsidRPr="00C45C35">
              <w:rPr>
                <w:rFonts w:eastAsia="Calibri"/>
                <w:sz w:val="20"/>
                <w:lang w:eastAsia="en-US"/>
              </w:rPr>
              <w:lastRenderedPageBreak/>
              <w:t>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01.01.2023 по 31.12.2023 год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0C136F">
        <w:trPr>
          <w:gridAfter w:val="3"/>
          <w:wAfter w:w="4681" w:type="dxa"/>
          <w:trHeight w:val="218"/>
          <w:tblCellSpacing w:w="5" w:type="nil"/>
        </w:trPr>
        <w:tc>
          <w:tcPr>
            <w:tcW w:w="9503" w:type="dxa"/>
            <w:gridSpan w:val="19"/>
          </w:tcPr>
          <w:p w:rsidR="00C45C35" w:rsidRPr="000C136F" w:rsidRDefault="00C45C35" w:rsidP="000C136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</w:t>
            </w:r>
            <w:r w:rsidRPr="00C45C35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</w:tr>
      <w:tr w:rsidR="00C45C35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6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562" w:type="dxa"/>
            <w:gridSpan w:val="3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C45C35" w:rsidRPr="00C45C35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06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01.01.2022 по 31.12.2022 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0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8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01.01.2023 по 31.12.2023                         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C45C35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C45C35" w:rsidRPr="00C45C35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8" w:type="dxa"/>
            <w:gridSpan w:val="6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562" w:type="dxa"/>
            <w:gridSpan w:val="3"/>
            <w:vMerge w:val="restart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C45C35" w:rsidRPr="00C45C35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6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562" w:type="dxa"/>
            <w:gridSpan w:val="3"/>
            <w:vMerge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01.01.2019 по 31.12.2019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год 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C45C35" w:rsidRPr="00C45C35" w:rsidTr="0065167E">
        <w:trPr>
          <w:gridAfter w:val="2"/>
          <w:wAfter w:w="3120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на период с 01.01.2022 по 31.12.2022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C45C35" w:rsidRPr="00C45C35" w:rsidTr="0065167E">
        <w:trPr>
          <w:gridAfter w:val="2"/>
          <w:wAfter w:w="3120" w:type="dxa"/>
          <w:trHeight w:val="211"/>
          <w:tblCellSpacing w:w="5" w:type="nil"/>
        </w:trPr>
        <w:tc>
          <w:tcPr>
            <w:tcW w:w="3260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C45C35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6"/>
          </w:tcPr>
          <w:p w:rsidR="00C45C35" w:rsidRPr="00C45C35" w:rsidRDefault="00C45C35" w:rsidP="00C45C35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Итого на период с 01.01.2023 по 31.12.2023 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7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2" w:type="dxa"/>
            <w:gridSpan w:val="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533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C45C35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      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 xml:space="preserve">централизованных систем водоотведения </w:t>
            </w:r>
          </w:p>
        </w:tc>
      </w:tr>
      <w:tr w:rsidR="00C45C35" w:rsidRPr="00C45C35" w:rsidTr="0065167E">
        <w:trPr>
          <w:gridAfter w:val="3"/>
          <w:wAfter w:w="4681" w:type="dxa"/>
          <w:trHeight w:val="215"/>
          <w:tblCellSpacing w:w="5" w:type="nil"/>
        </w:trPr>
        <w:tc>
          <w:tcPr>
            <w:tcW w:w="3827" w:type="dxa"/>
            <w:gridSpan w:val="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993" w:type="dxa"/>
            <w:gridSpan w:val="4"/>
          </w:tcPr>
          <w:p w:rsidR="00C45C35" w:rsidRPr="000C136F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01.01.2019 по 31.12.2019</w:t>
            </w:r>
          </w:p>
        </w:tc>
        <w:tc>
          <w:tcPr>
            <w:tcW w:w="992" w:type="dxa"/>
            <w:gridSpan w:val="2"/>
          </w:tcPr>
          <w:p w:rsidR="00C45C35" w:rsidRPr="000C136F" w:rsidRDefault="00C45C35" w:rsidP="00C45C35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01.01.2020 по 31.12.2020</w:t>
            </w:r>
          </w:p>
        </w:tc>
        <w:tc>
          <w:tcPr>
            <w:tcW w:w="992" w:type="dxa"/>
            <w:gridSpan w:val="4"/>
          </w:tcPr>
          <w:p w:rsidR="00C45C35" w:rsidRPr="000C136F" w:rsidRDefault="00C45C35" w:rsidP="00C45C35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01.01.2021 по 31.12.2021</w:t>
            </w:r>
          </w:p>
        </w:tc>
        <w:tc>
          <w:tcPr>
            <w:tcW w:w="992" w:type="dxa"/>
            <w:gridSpan w:val="4"/>
          </w:tcPr>
          <w:p w:rsidR="00C45C35" w:rsidRPr="000C136F" w:rsidRDefault="00C45C35" w:rsidP="00C45C35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01.01.2022 по 31.12.2022</w:t>
            </w:r>
          </w:p>
        </w:tc>
        <w:tc>
          <w:tcPr>
            <w:tcW w:w="998" w:type="dxa"/>
          </w:tcPr>
          <w:p w:rsidR="00C45C35" w:rsidRPr="000C136F" w:rsidRDefault="00C45C35" w:rsidP="00C45C35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>Период с 01.01.2023 по 31.12.2023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lastRenderedPageBreak/>
              <w:t>Показатели очистки сточных вод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C45C35" w:rsidRPr="00C45C35" w:rsidRDefault="00C45C35" w:rsidP="00C45C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709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C45C35" w:rsidRPr="00C45C35" w:rsidRDefault="00C45C35" w:rsidP="00C45C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9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C45C35" w:rsidRPr="00C45C35" w:rsidRDefault="00C45C35" w:rsidP="00C45C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709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C45C35" w:rsidRPr="00C45C35" w:rsidRDefault="00C45C35" w:rsidP="00C45C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709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C45C35" w:rsidRPr="00C45C35" w:rsidRDefault="00C45C35" w:rsidP="00C45C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709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ед./км</w:t>
            </w:r>
          </w:p>
        </w:tc>
        <w:tc>
          <w:tcPr>
            <w:tcW w:w="993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8" w:type="dxa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C45C35" w:rsidRPr="00C45C35" w:rsidRDefault="00C45C35" w:rsidP="00C45C3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709" w:type="dxa"/>
          </w:tcPr>
          <w:p w:rsidR="00C45C35" w:rsidRPr="00C45C35" w:rsidRDefault="00C45C35" w:rsidP="00C45C35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    кВт*ч/куб. м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0,97</w:t>
            </w:r>
          </w:p>
        </w:tc>
        <w:tc>
          <w:tcPr>
            <w:tcW w:w="992" w:type="dxa"/>
            <w:gridSpan w:val="2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0,97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0,97</w:t>
            </w:r>
          </w:p>
        </w:tc>
        <w:tc>
          <w:tcPr>
            <w:tcW w:w="992" w:type="dxa"/>
            <w:gridSpan w:val="4"/>
          </w:tcPr>
          <w:p w:rsidR="00C45C35" w:rsidRPr="00C45C35" w:rsidRDefault="00C45C35" w:rsidP="00C45C3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0,97</w:t>
            </w:r>
          </w:p>
        </w:tc>
        <w:tc>
          <w:tcPr>
            <w:tcW w:w="998" w:type="dxa"/>
          </w:tcPr>
          <w:p w:rsidR="00C45C35" w:rsidRPr="00C45C35" w:rsidRDefault="00C45C35" w:rsidP="00C45C35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0,97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C45C35" w:rsidRPr="00C45C35" w:rsidTr="0065167E">
        <w:trPr>
          <w:gridAfter w:val="3"/>
          <w:wAfter w:w="4681" w:type="dxa"/>
          <w:trHeight w:val="215"/>
          <w:tblCellSpacing w:w="5" w:type="nil"/>
        </w:trPr>
        <w:tc>
          <w:tcPr>
            <w:tcW w:w="4678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4825" w:type="dxa"/>
            <w:gridSpan w:val="1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4825" w:type="dxa"/>
            <w:gridSpan w:val="1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4825" w:type="dxa"/>
            <w:gridSpan w:val="1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4825" w:type="dxa"/>
            <w:gridSpan w:val="1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  <w:tc>
          <w:tcPr>
            <w:tcW w:w="4825" w:type="dxa"/>
            <w:gridSpan w:val="1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825" w:type="dxa"/>
            <w:gridSpan w:val="14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C45C35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C45C35" w:rsidRPr="00C45C35" w:rsidTr="0065167E">
        <w:trPr>
          <w:gridAfter w:val="3"/>
          <w:wAfter w:w="4681" w:type="dxa"/>
          <w:trHeight w:val="478"/>
          <w:tblCellSpacing w:w="5" w:type="nil"/>
        </w:trPr>
        <w:tc>
          <w:tcPr>
            <w:tcW w:w="7371" w:type="dxa"/>
            <w:gridSpan w:val="1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32" w:type="dxa"/>
            <w:gridSpan w:val="6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16 548,39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17 002,41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01.01.2021 по 31.12.2021  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17 474,64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01.01.2022 по 31.12.2022  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17 910,25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C45C35" w:rsidRPr="00C45C35" w:rsidRDefault="00C45C35" w:rsidP="00C45C35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18 481,20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Итого: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87 416,89</w:t>
            </w:r>
          </w:p>
        </w:tc>
      </w:tr>
      <w:tr w:rsidR="00C45C35" w:rsidRPr="00C45C35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503" w:type="dxa"/>
            <w:gridSpan w:val="19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 </w:t>
            </w:r>
            <w:r w:rsidRPr="00C45C35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C45C35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C45C35" w:rsidRPr="00C45C35" w:rsidTr="0065167E">
        <w:trPr>
          <w:gridAfter w:val="3"/>
          <w:wAfter w:w="4681" w:type="dxa"/>
          <w:trHeight w:val="204"/>
          <w:tblCellSpacing w:w="5" w:type="nil"/>
        </w:trPr>
        <w:tc>
          <w:tcPr>
            <w:tcW w:w="7371" w:type="dxa"/>
            <w:gridSpan w:val="1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132" w:type="dxa"/>
            <w:gridSpan w:val="6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 xml:space="preserve">2018 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Объем принятых сточных вод, тыс. куб. м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690,79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13 156,08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7 364,84</w:t>
            </w:r>
          </w:p>
        </w:tc>
      </w:tr>
      <w:tr w:rsidR="00C45C35" w:rsidRPr="00C45C35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Общий объем финансовых потребностей, тыс.руб.</w:t>
            </w:r>
          </w:p>
        </w:tc>
        <w:tc>
          <w:tcPr>
            <w:tcW w:w="2132" w:type="dxa"/>
            <w:gridSpan w:val="6"/>
            <w:vAlign w:val="center"/>
          </w:tcPr>
          <w:p w:rsidR="00C45C35" w:rsidRPr="00C45C35" w:rsidRDefault="00C45C35" w:rsidP="00C45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C45C35">
              <w:rPr>
                <w:rFonts w:eastAsia="Calibri"/>
                <w:sz w:val="20"/>
                <w:lang w:eastAsia="en-US"/>
              </w:rPr>
              <w:t>20 520,92</w:t>
            </w:r>
          </w:p>
        </w:tc>
      </w:tr>
    </w:tbl>
    <w:p w:rsidR="009D0937" w:rsidRDefault="00C45C35" w:rsidP="009D0937">
      <w:pPr>
        <w:rPr>
          <w:sz w:val="20"/>
          <w:szCs w:val="24"/>
          <w:lang w:eastAsia="en-US"/>
        </w:rPr>
      </w:pPr>
      <w:r>
        <w:rPr>
          <w:szCs w:val="28"/>
          <w:lang w:eastAsia="en-US"/>
        </w:rPr>
        <w:t xml:space="preserve">                                                                                                                                      </w:t>
      </w:r>
      <w:r w:rsidRPr="00C45C35">
        <w:rPr>
          <w:szCs w:val="28"/>
          <w:lang w:eastAsia="en-US"/>
        </w:rPr>
        <w:t>».</w:t>
      </w:r>
    </w:p>
    <w:tbl>
      <w:tblPr>
        <w:tblpPr w:leftFromText="180" w:rightFromText="180" w:vertAnchor="text" w:tblpY="1"/>
        <w:tblOverlap w:val="never"/>
        <w:tblW w:w="10162" w:type="dxa"/>
        <w:tblLook w:val="04A0" w:firstRow="1" w:lastRow="0" w:firstColumn="1" w:lastColumn="0" w:noHBand="0" w:noVBand="1"/>
      </w:tblPr>
      <w:tblGrid>
        <w:gridCol w:w="528"/>
        <w:gridCol w:w="456"/>
        <w:gridCol w:w="9167"/>
        <w:gridCol w:w="11"/>
      </w:tblGrid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>
            <w:pPr>
              <w:ind w:left="3552"/>
              <w:jc w:val="center"/>
            </w:pPr>
            <w:r>
              <w:t>ПРИЛОЖЕНИЕ 6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Default="009D0937" w:rsidP="007021F1">
            <w:pPr>
              <w:ind w:left="3552"/>
              <w:jc w:val="center"/>
            </w:pPr>
            <w:r w:rsidRPr="00C45C35">
              <w:t>от</w:t>
            </w:r>
            <w:r w:rsidR="00C45C35" w:rsidRPr="00C45C35">
              <w:t xml:space="preserve"> 14 ноября</w:t>
            </w:r>
            <w:r w:rsidRPr="00C45C35">
              <w:t xml:space="preserve"> 2019 г. №</w:t>
            </w:r>
            <w:r w:rsidRPr="00D74902">
              <w:t xml:space="preserve"> </w:t>
            </w:r>
            <w:r w:rsidR="000C136F">
              <w:t>50/37</w:t>
            </w:r>
          </w:p>
          <w:p w:rsidR="009D0937" w:rsidRPr="001D06AF" w:rsidRDefault="009D0937" w:rsidP="007021F1"/>
        </w:tc>
      </w:tr>
      <w:tr w:rsidR="009D0937" w:rsidTr="007021F1">
        <w:trPr>
          <w:gridAfter w:val="1"/>
          <w:wAfter w:w="11" w:type="dxa"/>
        </w:trPr>
        <w:tc>
          <w:tcPr>
            <w:tcW w:w="528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456" w:type="dxa"/>
          </w:tcPr>
          <w:p w:rsidR="009D0937" w:rsidRDefault="009D0937" w:rsidP="007021F1">
            <w:pPr>
              <w:tabs>
                <w:tab w:val="left" w:pos="1897"/>
              </w:tabs>
            </w:pPr>
          </w:p>
        </w:tc>
        <w:tc>
          <w:tcPr>
            <w:tcW w:w="9167" w:type="dxa"/>
          </w:tcPr>
          <w:p w:rsidR="009D0937" w:rsidRDefault="009D0937" w:rsidP="007021F1">
            <w:pPr>
              <w:spacing w:line="276" w:lineRule="auto"/>
              <w:ind w:left="3552"/>
              <w:jc w:val="center"/>
            </w:pPr>
            <w:r>
              <w:t>«ПРИЛОЖЕНИЕ 6</w:t>
            </w:r>
          </w:p>
          <w:p w:rsidR="009D0937" w:rsidRDefault="009D0937" w:rsidP="007021F1">
            <w:pPr>
              <w:ind w:left="3552"/>
              <w:jc w:val="center"/>
            </w:pPr>
            <w:r>
              <w:t xml:space="preserve">к решению региональной службы </w:t>
            </w:r>
            <w:r>
              <w:br/>
              <w:t xml:space="preserve">по тарифам Нижегородской области </w:t>
            </w:r>
          </w:p>
          <w:p w:rsidR="009D0937" w:rsidRPr="00CB1B90" w:rsidRDefault="009D0937" w:rsidP="007021F1">
            <w:pPr>
              <w:ind w:left="3552"/>
              <w:jc w:val="center"/>
              <w:rPr>
                <w:lang w:val="en-US"/>
              </w:rPr>
            </w:pPr>
            <w:r w:rsidRPr="009D0937">
              <w:t>от 4 декабря 2018 г. № 49/47</w:t>
            </w:r>
          </w:p>
        </w:tc>
      </w:tr>
      <w:tr w:rsidR="009D0937" w:rsidRPr="006161EA" w:rsidTr="007021F1">
        <w:tblPrEx>
          <w:tblCellMar>
            <w:left w:w="0" w:type="dxa"/>
            <w:right w:w="0" w:type="dxa"/>
          </w:tblCellMar>
        </w:tblPrEx>
        <w:trPr>
          <w:trHeight w:val="261"/>
        </w:trPr>
        <w:tc>
          <w:tcPr>
            <w:tcW w:w="10162" w:type="dxa"/>
            <w:gridSpan w:val="4"/>
            <w:hideMark/>
          </w:tcPr>
          <w:p w:rsidR="009D0937" w:rsidRDefault="009D0937" w:rsidP="007021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>ПРОИЗВОДСТВЕННАЯ ПРОГРАММА</w:t>
            </w: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 ПО ОКАЗАНИЮ УСЛУГ ВОДООТВЕДЕНИЯ </w:t>
            </w:r>
          </w:p>
          <w:p w:rsidR="009D0937" w:rsidRP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 xml:space="preserve">(очистка сточных вод) </w:t>
            </w:r>
          </w:p>
          <w:p w:rsidR="009D093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D0937">
              <w:rPr>
                <w:b/>
                <w:sz w:val="24"/>
                <w:szCs w:val="24"/>
              </w:rPr>
              <w:t>на территории г. Шахунья Нижегородской области</w:t>
            </w:r>
          </w:p>
          <w:p w:rsidR="009D0937" w:rsidRPr="00C15EF7" w:rsidRDefault="009D0937" w:rsidP="009D09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D1B2F" w:rsidRPr="00ED1B2F" w:rsidRDefault="009D0937" w:rsidP="00ED1B2F">
      <w:pPr>
        <w:tabs>
          <w:tab w:val="left" w:pos="1897"/>
        </w:tabs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Период реализации производственной программы с 01.01.20</w:t>
      </w:r>
      <w:r w:rsidR="00853B20">
        <w:rPr>
          <w:sz w:val="24"/>
          <w:szCs w:val="24"/>
          <w:lang w:eastAsia="en-US"/>
        </w:rPr>
        <w:t>19</w:t>
      </w:r>
      <w:r>
        <w:rPr>
          <w:sz w:val="24"/>
          <w:szCs w:val="24"/>
          <w:lang w:eastAsia="en-US"/>
        </w:rPr>
        <w:t xml:space="preserve"> г. по 31.12.2023 г.</w:t>
      </w:r>
      <w:r w:rsidR="00C45C35">
        <w:rPr>
          <w:szCs w:val="28"/>
          <w:lang w:eastAsia="en-US"/>
        </w:rPr>
        <w:t xml:space="preserve">                                                                                        </w:t>
      </w:r>
      <w:r w:rsidR="00ED1B2F">
        <w:rPr>
          <w:szCs w:val="28"/>
          <w:lang w:eastAsia="en-US"/>
        </w:rPr>
        <w:t xml:space="preserve">                           </w:t>
      </w:r>
    </w:p>
    <w:tbl>
      <w:tblPr>
        <w:tblW w:w="1432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0"/>
        <w:gridCol w:w="552"/>
        <w:gridCol w:w="15"/>
        <w:gridCol w:w="709"/>
        <w:gridCol w:w="142"/>
        <w:gridCol w:w="280"/>
        <w:gridCol w:w="19"/>
        <w:gridCol w:w="552"/>
        <w:gridCol w:w="613"/>
        <w:gridCol w:w="379"/>
        <w:gridCol w:w="64"/>
        <w:gridCol w:w="723"/>
        <w:gridCol w:w="63"/>
        <w:gridCol w:w="142"/>
        <w:gridCol w:w="422"/>
        <w:gridCol w:w="6"/>
        <w:gridCol w:w="532"/>
        <w:gridCol w:w="32"/>
        <w:gridCol w:w="1134"/>
        <w:gridCol w:w="1561"/>
        <w:gridCol w:w="1560"/>
        <w:gridCol w:w="1560"/>
      </w:tblGrid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1. Паспорт производственной программы</w:t>
            </w:r>
          </w:p>
        </w:tc>
      </w:tr>
      <w:tr w:rsidR="00ED1B2F" w:rsidRPr="007021F1" w:rsidTr="0065167E">
        <w:trPr>
          <w:gridAfter w:val="3"/>
          <w:wAfter w:w="4681" w:type="dxa"/>
          <w:trHeight w:val="253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регулируемой  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организации (ИНН)</w:t>
            </w:r>
          </w:p>
        </w:tc>
        <w:tc>
          <w:tcPr>
            <w:tcW w:w="6379" w:type="dxa"/>
            <w:gridSpan w:val="18"/>
          </w:tcPr>
          <w:p w:rsidR="00ED1B2F" w:rsidRPr="007021F1" w:rsidRDefault="00ED1B2F" w:rsidP="00E503C4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МУНИЦИПАЛЬНОЕ УНИТАРНОЕ ПРЕДПРИЯТИЕ «ВОДОКАНАЛ» (ИНН 5239010720)</w:t>
            </w:r>
          </w:p>
        </w:tc>
      </w:tr>
      <w:tr w:rsidR="00ED1B2F" w:rsidRPr="007021F1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регулируемой организации   </w:t>
            </w:r>
          </w:p>
        </w:tc>
        <w:tc>
          <w:tcPr>
            <w:tcW w:w="6379" w:type="dxa"/>
            <w:gridSpan w:val="18"/>
          </w:tcPr>
          <w:p w:rsidR="00ED1B2F" w:rsidRPr="007021F1" w:rsidRDefault="00ED1B2F" w:rsidP="00E503C4">
            <w:pPr>
              <w:rPr>
                <w:sz w:val="20"/>
                <w:lang w:eastAsia="en-US"/>
              </w:rPr>
            </w:pPr>
            <w:r w:rsidRPr="007021F1">
              <w:rPr>
                <w:sz w:val="20"/>
                <w:lang w:eastAsia="en-US"/>
              </w:rPr>
              <w:t>606910, Нижегородская область, г. Шахунья, ул. Советская, д. 100</w:t>
            </w:r>
          </w:p>
        </w:tc>
      </w:tr>
      <w:tr w:rsidR="00ED1B2F" w:rsidRPr="007021F1" w:rsidTr="0065167E">
        <w:trPr>
          <w:gridAfter w:val="3"/>
          <w:wAfter w:w="4681" w:type="dxa"/>
          <w:trHeight w:val="564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              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уполномоченного органа </w:t>
            </w:r>
          </w:p>
        </w:tc>
        <w:tc>
          <w:tcPr>
            <w:tcW w:w="6379" w:type="dxa"/>
            <w:gridSpan w:val="18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ED1B2F" w:rsidRPr="007021F1" w:rsidTr="0065167E">
        <w:trPr>
          <w:gridAfter w:val="3"/>
          <w:wAfter w:w="4681" w:type="dxa"/>
          <w:trHeight w:val="124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Местонахождение            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уполномоченного органа     </w:t>
            </w:r>
          </w:p>
        </w:tc>
        <w:tc>
          <w:tcPr>
            <w:tcW w:w="6379" w:type="dxa"/>
            <w:gridSpan w:val="18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603082, </w:t>
            </w:r>
            <w:r>
              <w:rPr>
                <w:rFonts w:eastAsia="Calibri"/>
                <w:sz w:val="20"/>
                <w:lang w:eastAsia="en-US"/>
              </w:rPr>
              <w:t xml:space="preserve"> г. </w:t>
            </w:r>
            <w:r w:rsidRPr="007021F1">
              <w:rPr>
                <w:rFonts w:eastAsia="Calibri"/>
                <w:sz w:val="20"/>
                <w:lang w:eastAsia="en-US"/>
              </w:rPr>
              <w:t xml:space="preserve">Нижний Новгород, Кремль, корпус 1       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2. Объем принимаемых сточных вод</w:t>
            </w:r>
          </w:p>
        </w:tc>
      </w:tr>
      <w:tr w:rsidR="00ED1B2F" w:rsidRPr="007021F1" w:rsidTr="000C136F">
        <w:trPr>
          <w:gridAfter w:val="3"/>
          <w:wAfter w:w="4681" w:type="dxa"/>
          <w:trHeight w:val="269"/>
          <w:tblCellSpacing w:w="5" w:type="nil"/>
        </w:trPr>
        <w:tc>
          <w:tcPr>
            <w:tcW w:w="3812" w:type="dxa"/>
            <w:gridSpan w:val="2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Наименование услуги    </w:t>
            </w:r>
          </w:p>
        </w:tc>
        <w:tc>
          <w:tcPr>
            <w:tcW w:w="1165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01.01.2019 по 31.12.2019</w:t>
            </w:r>
          </w:p>
        </w:tc>
        <w:tc>
          <w:tcPr>
            <w:tcW w:w="1165" w:type="dxa"/>
            <w:gridSpan w:val="2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  <w:tc>
          <w:tcPr>
            <w:tcW w:w="1166" w:type="dxa"/>
            <w:gridSpan w:val="3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01.01.2021 по 31.12.2021</w:t>
            </w:r>
          </w:p>
        </w:tc>
        <w:tc>
          <w:tcPr>
            <w:tcW w:w="1165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  <w:tc>
          <w:tcPr>
            <w:tcW w:w="1166" w:type="dxa"/>
            <w:gridSpan w:val="2"/>
          </w:tcPr>
          <w:p w:rsidR="00ED1B2F" w:rsidRPr="007021F1" w:rsidRDefault="00ED1B2F" w:rsidP="000C136F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</w:t>
            </w:r>
            <w:r w:rsidR="000C136F">
              <w:rPr>
                <w:rFonts w:eastAsia="Calibri"/>
                <w:sz w:val="20"/>
                <w:lang w:eastAsia="en-US"/>
              </w:rPr>
              <w:t xml:space="preserve">с </w:t>
            </w:r>
            <w:r w:rsidRPr="007021F1">
              <w:rPr>
                <w:rFonts w:eastAsia="Calibri"/>
                <w:sz w:val="20"/>
                <w:lang w:eastAsia="en-US"/>
              </w:rPr>
              <w:t>01.01.2023 по 31.12.2023</w:t>
            </w:r>
          </w:p>
        </w:tc>
      </w:tr>
      <w:tr w:rsidR="00ED1B2F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Принято сточных вод всего, тыс. м</w:t>
            </w:r>
            <w:r w:rsidRPr="007021F1">
              <w:rPr>
                <w:rFonts w:eastAsia="Calibri"/>
                <w:sz w:val="20"/>
                <w:vertAlign w:val="superscript"/>
                <w:lang w:eastAsia="en-US"/>
              </w:rPr>
              <w:t>3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в том числе: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1 071,39</w:t>
            </w:r>
          </w:p>
        </w:tc>
        <w:tc>
          <w:tcPr>
            <w:tcW w:w="1165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1 071,39</w:t>
            </w:r>
          </w:p>
        </w:tc>
        <w:tc>
          <w:tcPr>
            <w:tcW w:w="1166" w:type="dxa"/>
            <w:gridSpan w:val="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1 071,39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1 071,39</w:t>
            </w:r>
          </w:p>
        </w:tc>
        <w:tc>
          <w:tcPr>
            <w:tcW w:w="1166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1 071,39</w:t>
            </w:r>
          </w:p>
        </w:tc>
      </w:tr>
      <w:tr w:rsidR="00ED1B2F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население,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  <w:tc>
          <w:tcPr>
            <w:tcW w:w="1165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  <w:tc>
          <w:tcPr>
            <w:tcW w:w="1166" w:type="dxa"/>
            <w:gridSpan w:val="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  <w:tc>
          <w:tcPr>
            <w:tcW w:w="1166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436,19</w:t>
            </w:r>
          </w:p>
        </w:tc>
      </w:tr>
      <w:tr w:rsidR="00ED1B2F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бюджетные потребители,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  <w:tc>
          <w:tcPr>
            <w:tcW w:w="1165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  <w:tc>
          <w:tcPr>
            <w:tcW w:w="1166" w:type="dxa"/>
            <w:gridSpan w:val="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  <w:tc>
          <w:tcPr>
            <w:tcW w:w="1166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108,30</w:t>
            </w:r>
          </w:p>
        </w:tc>
      </w:tr>
      <w:tr w:rsidR="00ED1B2F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прочие потребители,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526,90</w:t>
            </w:r>
          </w:p>
        </w:tc>
        <w:tc>
          <w:tcPr>
            <w:tcW w:w="1165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526,90</w:t>
            </w:r>
          </w:p>
        </w:tc>
        <w:tc>
          <w:tcPr>
            <w:tcW w:w="1166" w:type="dxa"/>
            <w:gridSpan w:val="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526,90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526,90</w:t>
            </w:r>
          </w:p>
        </w:tc>
        <w:tc>
          <w:tcPr>
            <w:tcW w:w="1166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526,90</w:t>
            </w:r>
          </w:p>
        </w:tc>
      </w:tr>
      <w:tr w:rsidR="00ED1B2F" w:rsidRPr="007021F1" w:rsidTr="000C136F">
        <w:trPr>
          <w:gridAfter w:val="3"/>
          <w:wAfter w:w="4681" w:type="dxa"/>
          <w:trHeight w:val="296"/>
          <w:tblCellSpacing w:w="5" w:type="nil"/>
        </w:trPr>
        <w:tc>
          <w:tcPr>
            <w:tcW w:w="3812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- собственное потребление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>0,00</w:t>
            </w:r>
          </w:p>
        </w:tc>
      </w:tr>
      <w:tr w:rsidR="00ED1B2F" w:rsidRPr="007021F1" w:rsidTr="000C136F">
        <w:trPr>
          <w:gridAfter w:val="3"/>
          <w:wAfter w:w="4681" w:type="dxa"/>
          <w:trHeight w:val="455"/>
          <w:tblCellSpacing w:w="5" w:type="nil"/>
        </w:trPr>
        <w:tc>
          <w:tcPr>
            <w:tcW w:w="3812" w:type="dxa"/>
            <w:gridSpan w:val="2"/>
          </w:tcPr>
          <w:p w:rsidR="00ED1B2F" w:rsidRPr="007021F1" w:rsidRDefault="00ED1B2F" w:rsidP="00E503C4">
            <w:pPr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Пропущено через очистные сооружения, тыс. м3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1071,39</w:t>
            </w:r>
          </w:p>
        </w:tc>
        <w:tc>
          <w:tcPr>
            <w:tcW w:w="1165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1071,39</w:t>
            </w:r>
          </w:p>
        </w:tc>
        <w:tc>
          <w:tcPr>
            <w:tcW w:w="1166" w:type="dxa"/>
            <w:gridSpan w:val="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1071,39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1071,39</w:t>
            </w:r>
          </w:p>
        </w:tc>
        <w:tc>
          <w:tcPr>
            <w:tcW w:w="1166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1071,39</w:t>
            </w:r>
          </w:p>
        </w:tc>
      </w:tr>
      <w:tr w:rsidR="00ED1B2F" w:rsidRPr="007021F1" w:rsidTr="000C136F">
        <w:trPr>
          <w:gridAfter w:val="3"/>
          <w:wAfter w:w="4681" w:type="dxa"/>
          <w:trHeight w:val="253"/>
          <w:tblCellSpacing w:w="5" w:type="nil"/>
        </w:trPr>
        <w:tc>
          <w:tcPr>
            <w:tcW w:w="3812" w:type="dxa"/>
            <w:gridSpan w:val="2"/>
          </w:tcPr>
          <w:p w:rsidR="00ED1B2F" w:rsidRPr="007021F1" w:rsidRDefault="00ED1B2F" w:rsidP="00E503C4">
            <w:pPr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Передано сточных вод на сторону, тыс. м3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5" w:type="dxa"/>
            <w:gridSpan w:val="5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166" w:type="dxa"/>
            <w:gridSpan w:val="2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rHeight w:val="70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ED1B2F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8" w:type="dxa"/>
            <w:gridSpan w:val="5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698" w:type="dxa"/>
            <w:gridSpan w:val="3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ED1B2F" w:rsidRPr="007021F1" w:rsidTr="0065167E">
        <w:trPr>
          <w:gridAfter w:val="3"/>
          <w:wAfter w:w="4681" w:type="dxa"/>
          <w:trHeight w:val="534"/>
          <w:tblCellSpacing w:w="5" w:type="nil"/>
        </w:trPr>
        <w:tc>
          <w:tcPr>
            <w:tcW w:w="3260" w:type="dxa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10 341,72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10 341,72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1 821,16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1 821,16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</w:t>
            </w: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лизинговые платежи, концессионную плату 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с 01.01.2019 по </w:t>
            </w:r>
            <w:r w:rsidRPr="007021F1">
              <w:rPr>
                <w:rFonts w:eastAsia="Calibri"/>
                <w:sz w:val="20"/>
                <w:lang w:eastAsia="en-US"/>
              </w:rPr>
              <w:lastRenderedPageBreak/>
              <w:t>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127,55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127,55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                  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12 290,43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12 290,43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10 589,18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10 589,18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1 857,03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1 857,03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130,51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130,51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12 576,72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12 576,72</w:t>
            </w:r>
          </w:p>
        </w:tc>
      </w:tr>
      <w:tr w:rsidR="00ED1B2F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10 885,41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10 885,41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1 904,89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1 904,89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rHeight w:val="414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134,13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134,13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12 924,43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19 924,43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D1B2F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11 209,36</w:t>
            </w:r>
          </w:p>
        </w:tc>
        <w:tc>
          <w:tcPr>
            <w:tcW w:w="1356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11 209,36</w:t>
            </w:r>
          </w:p>
        </w:tc>
        <w:tc>
          <w:tcPr>
            <w:tcW w:w="1561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1 962,92</w:t>
            </w:r>
          </w:p>
        </w:tc>
        <w:tc>
          <w:tcPr>
            <w:tcW w:w="1356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1 962,92</w:t>
            </w:r>
          </w:p>
        </w:tc>
        <w:tc>
          <w:tcPr>
            <w:tcW w:w="1561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561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561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561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2"/>
          <w:wAfter w:w="3120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Расходы, связанные с оплатой налогов и сборов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138,12</w:t>
            </w:r>
          </w:p>
        </w:tc>
        <w:tc>
          <w:tcPr>
            <w:tcW w:w="1356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138,12</w:t>
            </w:r>
          </w:p>
        </w:tc>
        <w:tc>
          <w:tcPr>
            <w:tcW w:w="1561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13 310,40</w:t>
            </w:r>
          </w:p>
        </w:tc>
        <w:tc>
          <w:tcPr>
            <w:tcW w:w="1356" w:type="dxa"/>
            <w:gridSpan w:val="5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13 310,40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 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Производственные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11 542,95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11 542,95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Административные расходы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2 019,73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2 019,73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Сбытовые расходы гарантирующих организаций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амортизацию основных средств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Расходы на арендную плату, лизинговые платежи, </w:t>
            </w: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концессионную плату 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0,00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142,23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142,23</w:t>
            </w:r>
          </w:p>
        </w:tc>
      </w:tr>
      <w:tr w:rsidR="00ED1B2F" w:rsidRPr="007021F1" w:rsidTr="0065167E">
        <w:trPr>
          <w:gridAfter w:val="3"/>
          <w:wAfter w:w="4681" w:type="dxa"/>
          <w:trHeight w:val="216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13 704,91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13 704,91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64 806,89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64 806,89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ED1B2F" w:rsidRPr="007021F1" w:rsidTr="0065167E">
        <w:trPr>
          <w:gridAfter w:val="3"/>
          <w:wAfter w:w="4681" w:type="dxa"/>
          <w:trHeight w:val="119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</w:t>
            </w:r>
            <w:r w:rsidRPr="007021F1">
              <w:rPr>
                <w:rFonts w:eastAsia="Calibri"/>
                <w:i/>
                <w:sz w:val="20"/>
                <w:lang w:eastAsia="en-US"/>
              </w:rPr>
              <w:t>4.1. Перечень мероприятий по ремонту объектов централизованных систем водоотведения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    </w:t>
            </w:r>
          </w:p>
        </w:tc>
      </w:tr>
      <w:tr w:rsidR="00ED1B2F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5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98" w:type="dxa"/>
            <w:gridSpan w:val="3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D1B2F" w:rsidRPr="007021F1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464,88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464,88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464,88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464,88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474,04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474,04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474,04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474,04</w:t>
            </w:r>
          </w:p>
        </w:tc>
      </w:tr>
      <w:tr w:rsidR="00ED1B2F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488,26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488,26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год 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488,26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488,26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01.01.2022 по 31.12.2022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501,07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501,07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501,07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501,07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Расходы на текущий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ремонт централизованных систем водоотведения систем</w:t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517,18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517,18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517,18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517,18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срок реализации программы: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2 445,43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2 445,43</w:t>
            </w:r>
          </w:p>
        </w:tc>
      </w:tr>
      <w:tr w:rsidR="00ED1B2F" w:rsidRPr="007021F1" w:rsidTr="0065167E">
        <w:trPr>
          <w:gridAfter w:val="3"/>
          <w:wAfter w:w="4681" w:type="dxa"/>
          <w:trHeight w:val="25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   4.2. Перечень мероприятий, направленных на улучшение качества очистки сточных вод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</w:t>
            </w:r>
          </w:p>
        </w:tc>
      </w:tr>
      <w:tr w:rsidR="00ED1B2F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5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98" w:type="dxa"/>
            <w:gridSpan w:val="3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D1B2F" w:rsidRPr="007021F1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 </w:t>
            </w:r>
          </w:p>
        </w:tc>
      </w:tr>
      <w:tr w:rsidR="00ED1B2F" w:rsidRPr="007021F1" w:rsidTr="0065167E">
        <w:trPr>
          <w:gridAfter w:val="3"/>
          <w:wAfter w:w="4681" w:type="dxa"/>
          <w:trHeight w:val="269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01.01.2019 по 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01.01.2023 по </w:t>
            </w:r>
            <w:r w:rsidRPr="007021F1">
              <w:rPr>
                <w:rFonts w:eastAsia="Calibri"/>
                <w:sz w:val="20"/>
                <w:lang w:eastAsia="en-US"/>
              </w:rPr>
              <w:lastRenderedPageBreak/>
              <w:t>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 xml:space="preserve">Итого на период с 01.01.2023 по 31.12.2023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132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</w:t>
            </w:r>
            <w:r w:rsidRPr="007021F1">
              <w:rPr>
                <w:rFonts w:eastAsia="Calibri"/>
                <w:i/>
                <w:sz w:val="20"/>
                <w:lang w:eastAsia="en-US"/>
              </w:rPr>
              <w:t>4.3. Перечень мероприятий по энергосбережению и повышению энергетической эффективности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</w:tr>
      <w:tr w:rsidR="00ED1B2F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Наименование мероприятий      </w:t>
            </w:r>
          </w:p>
        </w:tc>
        <w:tc>
          <w:tcPr>
            <w:tcW w:w="1698" w:type="dxa"/>
            <w:gridSpan w:val="5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Источники финансирования, тыс. руб.        </w:t>
            </w:r>
          </w:p>
        </w:tc>
        <w:tc>
          <w:tcPr>
            <w:tcW w:w="1698" w:type="dxa"/>
            <w:gridSpan w:val="3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Всего сумма, тыс. руб.  </w:t>
            </w:r>
          </w:p>
        </w:tc>
      </w:tr>
      <w:tr w:rsidR="00ED1B2F" w:rsidRPr="007021F1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01.01.2019 по 31.12.2019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06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01.01.2020 по 31.12.2020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01.01.2020 по 31.12.2020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на период с 01.01.2021 по 31.12.2021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ED1B2F" w:rsidRPr="007021F1" w:rsidTr="0065167E">
        <w:trPr>
          <w:gridAfter w:val="3"/>
          <w:wAfter w:w="4681" w:type="dxa"/>
          <w:trHeight w:val="534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01.01.2022 по 31.12.2022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год: 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0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704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                     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i/>
                <w:sz w:val="20"/>
                <w:lang w:eastAsia="en-US"/>
              </w:rPr>
            </w:pPr>
            <w:r w:rsidRPr="007021F1">
              <w:rPr>
                <w:rFonts w:eastAsia="Calibri"/>
                <w:i/>
                <w:sz w:val="20"/>
                <w:lang w:eastAsia="en-US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ED1B2F" w:rsidRPr="007021F1" w:rsidTr="0065167E">
        <w:trPr>
          <w:gridAfter w:val="3"/>
          <w:wAfter w:w="4681" w:type="dxa"/>
          <w:trHeight w:val="223"/>
          <w:tblCellSpacing w:w="5" w:type="nil"/>
        </w:trPr>
        <w:tc>
          <w:tcPr>
            <w:tcW w:w="3260" w:type="dxa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Наименование мероприятий</w:t>
            </w:r>
          </w:p>
        </w:tc>
        <w:tc>
          <w:tcPr>
            <w:tcW w:w="1698" w:type="dxa"/>
            <w:gridSpan w:val="5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График реализации мероприятия</w:t>
            </w:r>
          </w:p>
        </w:tc>
        <w:tc>
          <w:tcPr>
            <w:tcW w:w="2983" w:type="dxa"/>
            <w:gridSpan w:val="10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Источники финансирования, тыс. руб.</w:t>
            </w:r>
          </w:p>
        </w:tc>
        <w:tc>
          <w:tcPr>
            <w:tcW w:w="1698" w:type="dxa"/>
            <w:gridSpan w:val="3"/>
            <w:vMerge w:val="restart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сумма, тыс. руб.</w:t>
            </w:r>
          </w:p>
        </w:tc>
      </w:tr>
      <w:tr w:rsidR="00ED1B2F" w:rsidRPr="007021F1" w:rsidTr="0065167E">
        <w:trPr>
          <w:gridAfter w:val="3"/>
          <w:wAfter w:w="4681" w:type="dxa"/>
          <w:trHeight w:val="255"/>
          <w:tblCellSpacing w:w="5" w:type="nil"/>
        </w:trPr>
        <w:tc>
          <w:tcPr>
            <w:tcW w:w="3260" w:type="dxa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98" w:type="dxa"/>
            <w:gridSpan w:val="5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Себестоимость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Другие   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источники </w:t>
            </w:r>
          </w:p>
        </w:tc>
        <w:tc>
          <w:tcPr>
            <w:tcW w:w="1698" w:type="dxa"/>
            <w:gridSpan w:val="3"/>
            <w:vMerge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01.01.2019 по 31.12.2019 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01.01.2019 по 31.12.2019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01.01.2020 по 31.12.2020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01.01.2020 по 31.12.2020 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178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01.01.2021 по 31.12.2021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01.01.2021 по 31.12.2021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</w:tr>
      <w:tr w:rsidR="00ED1B2F" w:rsidRPr="007021F1" w:rsidTr="0065167E">
        <w:trPr>
          <w:gridAfter w:val="2"/>
          <w:wAfter w:w="3120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с 01.01.2022 по 31.12.2022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01.01.2022 по 31.12.2022 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 период с 01.01.2023 по 31.12.2023</w:t>
            </w:r>
          </w:p>
        </w:tc>
      </w:tr>
      <w:tr w:rsidR="00ED1B2F" w:rsidRPr="007021F1" w:rsidTr="0065167E">
        <w:trPr>
          <w:gridAfter w:val="2"/>
          <w:wAfter w:w="3120" w:type="dxa"/>
          <w:trHeight w:val="211"/>
          <w:tblCellSpacing w:w="5" w:type="nil"/>
        </w:trPr>
        <w:tc>
          <w:tcPr>
            <w:tcW w:w="3260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Мероприятие отсутствует</w:t>
            </w:r>
            <w:r w:rsidRPr="007021F1">
              <w:rPr>
                <w:rFonts w:eastAsia="Calibri"/>
                <w:sz w:val="20"/>
                <w:lang w:eastAsia="en-US"/>
              </w:rPr>
              <w:tab/>
            </w:r>
          </w:p>
        </w:tc>
        <w:tc>
          <w:tcPr>
            <w:tcW w:w="169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с 01.01.2023 по 31.12.2023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Итого на период с 01.01.2023 по 31.12.2023 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1"/>
          <w:tblCellSpacing w:w="5" w:type="nil"/>
        </w:trPr>
        <w:tc>
          <w:tcPr>
            <w:tcW w:w="495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на период реализации программы:</w:t>
            </w:r>
          </w:p>
        </w:tc>
        <w:tc>
          <w:tcPr>
            <w:tcW w:w="1627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356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698" w:type="dxa"/>
            <w:gridSpan w:val="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81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   </w:t>
            </w:r>
            <w:r w:rsidRPr="007021F1">
              <w:rPr>
                <w:rFonts w:eastAsia="Calibri"/>
                <w:b/>
                <w:sz w:val="20"/>
                <w:lang w:eastAsia="en-US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ED1B2F" w:rsidRPr="007021F1" w:rsidTr="0065167E">
        <w:trPr>
          <w:gridAfter w:val="3"/>
          <w:wAfter w:w="4681" w:type="dxa"/>
          <w:trHeight w:val="215"/>
          <w:tblCellSpacing w:w="5" w:type="nil"/>
        </w:trPr>
        <w:tc>
          <w:tcPr>
            <w:tcW w:w="3827" w:type="dxa"/>
            <w:gridSpan w:val="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Наименование показателя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Ед.изм.</w:t>
            </w:r>
          </w:p>
        </w:tc>
        <w:tc>
          <w:tcPr>
            <w:tcW w:w="993" w:type="dxa"/>
            <w:gridSpan w:val="4"/>
            <w:vAlign w:val="center"/>
          </w:tcPr>
          <w:p w:rsidR="00ED1B2F" w:rsidRPr="000C136F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01.01.2019 по 31.12.2019 </w:t>
            </w:r>
          </w:p>
        </w:tc>
        <w:tc>
          <w:tcPr>
            <w:tcW w:w="992" w:type="dxa"/>
            <w:gridSpan w:val="2"/>
          </w:tcPr>
          <w:p w:rsidR="00ED1B2F" w:rsidRPr="000C136F" w:rsidRDefault="00ED1B2F" w:rsidP="00E503C4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01.01.2020 по 31.12.2020 </w:t>
            </w:r>
          </w:p>
        </w:tc>
        <w:tc>
          <w:tcPr>
            <w:tcW w:w="992" w:type="dxa"/>
            <w:gridSpan w:val="4"/>
          </w:tcPr>
          <w:p w:rsidR="00ED1B2F" w:rsidRPr="000C136F" w:rsidRDefault="00ED1B2F" w:rsidP="00E503C4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01.01.2021 по 31.12.2021 </w:t>
            </w:r>
          </w:p>
        </w:tc>
        <w:tc>
          <w:tcPr>
            <w:tcW w:w="992" w:type="dxa"/>
            <w:gridSpan w:val="4"/>
          </w:tcPr>
          <w:p w:rsidR="00ED1B2F" w:rsidRPr="000C136F" w:rsidRDefault="00ED1B2F" w:rsidP="00E503C4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01.01.2022 по 31.12.2022 </w:t>
            </w:r>
          </w:p>
        </w:tc>
        <w:tc>
          <w:tcPr>
            <w:tcW w:w="1134" w:type="dxa"/>
          </w:tcPr>
          <w:p w:rsidR="00ED1B2F" w:rsidRPr="000C136F" w:rsidRDefault="00ED1B2F" w:rsidP="00E503C4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C136F">
              <w:rPr>
                <w:rFonts w:eastAsia="Calibri"/>
                <w:sz w:val="18"/>
                <w:szCs w:val="18"/>
                <w:lang w:eastAsia="en-US"/>
              </w:rPr>
              <w:t xml:space="preserve">Период с 01.01.2023 по 31.12.2023 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lastRenderedPageBreak/>
              <w:t>Показатели очистки сточных вод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7021F1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709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7021F1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9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7021F1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709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7021F1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Cs/>
                <w:sz w:val="20"/>
                <w:lang w:eastAsia="en-US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709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%</w:t>
            </w:r>
          </w:p>
        </w:tc>
        <w:tc>
          <w:tcPr>
            <w:tcW w:w="993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2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надежности и бесперебойности водоотведения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7021F1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709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ед./км</w:t>
            </w:r>
          </w:p>
        </w:tc>
        <w:tc>
          <w:tcPr>
            <w:tcW w:w="993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  <w:tc>
          <w:tcPr>
            <w:tcW w:w="1134" w:type="dxa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Показатели энергетической эффективности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3827" w:type="dxa"/>
            <w:gridSpan w:val="3"/>
          </w:tcPr>
          <w:p w:rsidR="00ED1B2F" w:rsidRPr="007021F1" w:rsidRDefault="00ED1B2F" w:rsidP="00E503C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709" w:type="dxa"/>
          </w:tcPr>
          <w:p w:rsidR="00ED1B2F" w:rsidRPr="007021F1" w:rsidRDefault="00ED1B2F" w:rsidP="00E503C4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    кВт*ч/куб. м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3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0,54</w:t>
            </w:r>
          </w:p>
        </w:tc>
        <w:tc>
          <w:tcPr>
            <w:tcW w:w="992" w:type="dxa"/>
            <w:gridSpan w:val="2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0,54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0,54</w:t>
            </w:r>
          </w:p>
        </w:tc>
        <w:tc>
          <w:tcPr>
            <w:tcW w:w="992" w:type="dxa"/>
            <w:gridSpan w:val="4"/>
          </w:tcPr>
          <w:p w:rsidR="00ED1B2F" w:rsidRPr="007021F1" w:rsidRDefault="00ED1B2F" w:rsidP="00E503C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0,54</w:t>
            </w:r>
          </w:p>
        </w:tc>
        <w:tc>
          <w:tcPr>
            <w:tcW w:w="1134" w:type="dxa"/>
          </w:tcPr>
          <w:p w:rsidR="00ED1B2F" w:rsidRPr="007021F1" w:rsidRDefault="00ED1B2F" w:rsidP="00E503C4">
            <w:pPr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0,54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6. Расчет эффективности производственной программы</w:t>
            </w:r>
          </w:p>
        </w:tc>
      </w:tr>
      <w:tr w:rsidR="00ED1B2F" w:rsidRPr="007021F1" w:rsidTr="0065167E">
        <w:trPr>
          <w:gridAfter w:val="3"/>
          <w:wAfter w:w="4681" w:type="dxa"/>
          <w:trHeight w:val="215"/>
          <w:tblCellSpacing w:w="5" w:type="nil"/>
        </w:trPr>
        <w:tc>
          <w:tcPr>
            <w:tcW w:w="4678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4961" w:type="dxa"/>
            <w:gridSpan w:val="1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43"/>
          <w:tblCellSpacing w:w="5" w:type="nil"/>
        </w:trPr>
        <w:tc>
          <w:tcPr>
            <w:tcW w:w="467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4961" w:type="dxa"/>
            <w:gridSpan w:val="1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4961" w:type="dxa"/>
            <w:gridSpan w:val="1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</w:t>
            </w:r>
          </w:p>
        </w:tc>
        <w:tc>
          <w:tcPr>
            <w:tcW w:w="4961" w:type="dxa"/>
            <w:gridSpan w:val="1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</w:t>
            </w:r>
          </w:p>
        </w:tc>
        <w:tc>
          <w:tcPr>
            <w:tcW w:w="4961" w:type="dxa"/>
            <w:gridSpan w:val="1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212"/>
          <w:tblCellSpacing w:w="5" w:type="nil"/>
        </w:trPr>
        <w:tc>
          <w:tcPr>
            <w:tcW w:w="4678" w:type="dxa"/>
            <w:gridSpan w:val="5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961" w:type="dxa"/>
            <w:gridSpan w:val="14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-</w:t>
            </w:r>
          </w:p>
        </w:tc>
      </w:tr>
      <w:tr w:rsidR="00ED1B2F" w:rsidRPr="007021F1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b/>
                <w:sz w:val="20"/>
                <w:lang w:eastAsia="en-US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ED1B2F" w:rsidRPr="007021F1" w:rsidTr="0065167E">
        <w:trPr>
          <w:gridAfter w:val="3"/>
          <w:wAfter w:w="4681" w:type="dxa"/>
          <w:trHeight w:val="478"/>
          <w:tblCellSpacing w:w="5" w:type="nil"/>
        </w:trPr>
        <w:tc>
          <w:tcPr>
            <w:tcW w:w="7371" w:type="dxa"/>
            <w:gridSpan w:val="1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26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Всего сумма,</w:t>
            </w:r>
          </w:p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тыс. руб.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01.01.2019 по 31.12.2019 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12 755,31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01.01.2020 по 31.12.2020 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13 150,98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01.01.2021 по 31.12.2021 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13 532,69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01.01.2022 по 31.12.2022   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13 811,46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7021F1" w:rsidRDefault="00ED1B2F" w:rsidP="00E503C4">
            <w:pPr>
              <w:rPr>
                <w:rFonts w:ascii="Calibri" w:eastAsia="Calibri" w:hAnsi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На период с 01.01.2023 по 31.12.2023   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14 222,09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Итого: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67 472,53</w:t>
            </w:r>
          </w:p>
        </w:tc>
      </w:tr>
      <w:tr w:rsidR="00ED1B2F" w:rsidRPr="007021F1" w:rsidTr="0065167E">
        <w:trPr>
          <w:gridAfter w:val="3"/>
          <w:wAfter w:w="4681" w:type="dxa"/>
          <w:trHeight w:val="360"/>
          <w:tblCellSpacing w:w="5" w:type="nil"/>
        </w:trPr>
        <w:tc>
          <w:tcPr>
            <w:tcW w:w="9639" w:type="dxa"/>
            <w:gridSpan w:val="19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 </w:t>
            </w:r>
            <w:r w:rsidRPr="007021F1">
              <w:rPr>
                <w:rFonts w:eastAsia="Calibri"/>
                <w:b/>
                <w:sz w:val="20"/>
                <w:lang w:eastAsia="en-US"/>
              </w:rPr>
              <w:t>8. Отчет об исполнении производственной программы за истекший период регулирования</w:t>
            </w:r>
            <w:r w:rsidRPr="007021F1">
              <w:rPr>
                <w:rFonts w:eastAsia="Calibri"/>
                <w:sz w:val="20"/>
                <w:lang w:eastAsia="en-US"/>
              </w:rPr>
              <w:t xml:space="preserve">                         </w:t>
            </w:r>
          </w:p>
        </w:tc>
      </w:tr>
      <w:tr w:rsidR="00ED1B2F" w:rsidRPr="007021F1" w:rsidTr="0065167E">
        <w:trPr>
          <w:gridAfter w:val="3"/>
          <w:wAfter w:w="4681" w:type="dxa"/>
          <w:trHeight w:val="204"/>
          <w:tblCellSpacing w:w="5" w:type="nil"/>
        </w:trPr>
        <w:tc>
          <w:tcPr>
            <w:tcW w:w="7371" w:type="dxa"/>
            <w:gridSpan w:val="1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268" w:type="dxa"/>
            <w:gridSpan w:val="6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 xml:space="preserve">2018 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Объем принятых сточных вод, тыс. куб. м.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1 019,96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10 132,63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Мероприятия, направленные на поддержание объектов водоотведения в состоянии, соответствующем установленным требованиям, тыс.руб.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8 362,45</w:t>
            </w:r>
          </w:p>
        </w:tc>
      </w:tr>
      <w:tr w:rsidR="00ED1B2F" w:rsidRPr="007021F1" w:rsidTr="0065167E">
        <w:trPr>
          <w:gridAfter w:val="3"/>
          <w:wAfter w:w="4681" w:type="dxa"/>
          <w:tblCellSpacing w:w="5" w:type="nil"/>
        </w:trPr>
        <w:tc>
          <w:tcPr>
            <w:tcW w:w="7371" w:type="dxa"/>
            <w:gridSpan w:val="13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Общий объем финансовых потребностей, тыс.руб.</w:t>
            </w:r>
          </w:p>
        </w:tc>
        <w:tc>
          <w:tcPr>
            <w:tcW w:w="2268" w:type="dxa"/>
            <w:gridSpan w:val="6"/>
            <w:vAlign w:val="center"/>
          </w:tcPr>
          <w:p w:rsidR="00ED1B2F" w:rsidRPr="007021F1" w:rsidRDefault="00ED1B2F" w:rsidP="00E503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7021F1">
              <w:rPr>
                <w:rFonts w:eastAsia="Calibri"/>
                <w:sz w:val="20"/>
                <w:lang w:eastAsia="en-US"/>
              </w:rPr>
              <w:t>18 495,08</w:t>
            </w:r>
          </w:p>
        </w:tc>
      </w:tr>
    </w:tbl>
    <w:p w:rsidR="009D0937" w:rsidRPr="00C45C35" w:rsidRDefault="00C45C35" w:rsidP="009D0937">
      <w:pPr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="00ED1B2F">
        <w:rPr>
          <w:szCs w:val="28"/>
          <w:lang w:eastAsia="en-US"/>
        </w:rPr>
        <w:t xml:space="preserve">                                                                                                                                       </w:t>
      </w:r>
      <w:r w:rsidRPr="00C45C35">
        <w:rPr>
          <w:szCs w:val="28"/>
          <w:lang w:eastAsia="en-US"/>
        </w:rPr>
        <w:t>».</w:t>
      </w:r>
    </w:p>
    <w:sectPr w:rsidR="009D0937" w:rsidRPr="00C45C3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35" w:rsidRDefault="00C45C35">
      <w:r>
        <w:separator/>
      </w:r>
    </w:p>
  </w:endnote>
  <w:endnote w:type="continuationSeparator" w:id="0">
    <w:p w:rsidR="00C45C35" w:rsidRDefault="00C4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35" w:rsidRDefault="00C45C35">
      <w:r>
        <w:separator/>
      </w:r>
    </w:p>
  </w:footnote>
  <w:footnote w:type="continuationSeparator" w:id="0">
    <w:p w:rsidR="00C45C35" w:rsidRDefault="00C4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C35" w:rsidRDefault="00C45C3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5C35" w:rsidRDefault="00C45C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C35" w:rsidRDefault="00C45C35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136F">
      <w:rPr>
        <w:rStyle w:val="a9"/>
        <w:noProof/>
      </w:rPr>
      <w:t>9</w:t>
    </w:r>
    <w:r>
      <w:rPr>
        <w:rStyle w:val="a9"/>
      </w:rPr>
      <w:fldChar w:fldCharType="end"/>
    </w:r>
  </w:p>
  <w:p w:rsidR="00C45C35" w:rsidRDefault="00C45C3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C35" w:rsidRDefault="00C45C3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C6CEA2A" wp14:editId="396014D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3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7BCF9C6"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WnVRr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mknwQAAANoAAAAPAAAAZHJzL2Rvd25yZXYueG1sRI9Ba8JA&#10;FITvBf/D8gRvurGC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JL6aSf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6y5wwAAANoAAAAPAAAAZHJzL2Rvd25yZXYueG1sRI9BawIx&#10;FITvBf9DeIIX0aylFF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xpOsuc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60B5B4F" wp14:editId="6CBAC72E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5C35" w:rsidRPr="00E52B15" w:rsidRDefault="00C45C3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 w:rsidRPr="00A51156"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 wp14:anchorId="54D100DF" wp14:editId="711B3FC1">
                                <wp:extent cx="628650" cy="609600"/>
                                <wp:effectExtent l="0" t="0" r="0" b="0"/>
                                <wp:docPr id="5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45C35" w:rsidRPr="00561114" w:rsidRDefault="00C45C3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45C35" w:rsidRPr="00561114" w:rsidRDefault="00C45C35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45C35" w:rsidRPr="000F7B5C" w:rsidRDefault="00C45C35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45C35" w:rsidRPr="000F7B5C" w:rsidRDefault="00C45C35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45C35" w:rsidRDefault="00C45C35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45C35" w:rsidRDefault="00C45C35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45C35" w:rsidRPr="002B6128" w:rsidRDefault="00C45C35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45C35" w:rsidRDefault="00C45C35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45C35" w:rsidRPr="001772E6" w:rsidRDefault="00C45C35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45C35" w:rsidRDefault="00C45C35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45C35" w:rsidRPr="00E52B15" w:rsidRDefault="00C45C3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 w:rsidRPr="00A51156"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28650" cy="609600"/>
                          <wp:effectExtent l="0" t="0" r="0" b="0"/>
                          <wp:docPr id="5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45C35" w:rsidRPr="00561114" w:rsidRDefault="00C45C3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45C35" w:rsidRPr="00561114" w:rsidRDefault="00C45C35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45C35" w:rsidRPr="000F7B5C" w:rsidRDefault="00C45C35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45C35" w:rsidRPr="000F7B5C" w:rsidRDefault="00C45C35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45C35" w:rsidRDefault="00C45C35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45C35" w:rsidRDefault="00C45C35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45C35" w:rsidRPr="002B6128" w:rsidRDefault="00C45C35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45C35" w:rsidRDefault="00C45C35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45C35" w:rsidRPr="001772E6" w:rsidRDefault="00C45C35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45C35" w:rsidRDefault="00C45C35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EE2"/>
    <w:multiLevelType w:val="hybridMultilevel"/>
    <w:tmpl w:val="F402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4A5356"/>
    <w:multiLevelType w:val="hybridMultilevel"/>
    <w:tmpl w:val="06C2A9DA"/>
    <w:lvl w:ilvl="0" w:tplc="1522FCF6">
      <w:start w:val="1"/>
      <w:numFmt w:val="decimal"/>
      <w:lvlText w:val="%1."/>
      <w:lvlJc w:val="left"/>
      <w:pPr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0F5405D"/>
    <w:multiLevelType w:val="hybridMultilevel"/>
    <w:tmpl w:val="86FAC484"/>
    <w:lvl w:ilvl="0" w:tplc="CDA4B4AA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7">
    <w:nsid w:val="721D1179"/>
    <w:multiLevelType w:val="hybridMultilevel"/>
    <w:tmpl w:val="D5D4E876"/>
    <w:lvl w:ilvl="0" w:tplc="CBA2B832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67"/>
    <w:rsid w:val="00000EE4"/>
    <w:rsid w:val="00002B26"/>
    <w:rsid w:val="00002C38"/>
    <w:rsid w:val="00003C40"/>
    <w:rsid w:val="00004362"/>
    <w:rsid w:val="000043DE"/>
    <w:rsid w:val="00004422"/>
    <w:rsid w:val="0000465C"/>
    <w:rsid w:val="00005CF1"/>
    <w:rsid w:val="000061D8"/>
    <w:rsid w:val="0000703E"/>
    <w:rsid w:val="000074BC"/>
    <w:rsid w:val="00010144"/>
    <w:rsid w:val="000107E6"/>
    <w:rsid w:val="000113AA"/>
    <w:rsid w:val="000115ED"/>
    <w:rsid w:val="00011AE5"/>
    <w:rsid w:val="00012429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47EF"/>
    <w:rsid w:val="000270AA"/>
    <w:rsid w:val="000309A5"/>
    <w:rsid w:val="0003282C"/>
    <w:rsid w:val="00032C10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55D"/>
    <w:rsid w:val="000456BC"/>
    <w:rsid w:val="0004612F"/>
    <w:rsid w:val="00050261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525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132B"/>
    <w:rsid w:val="00083BB5"/>
    <w:rsid w:val="00084124"/>
    <w:rsid w:val="000848D5"/>
    <w:rsid w:val="0008508F"/>
    <w:rsid w:val="0008547A"/>
    <w:rsid w:val="000857DE"/>
    <w:rsid w:val="00086047"/>
    <w:rsid w:val="00086472"/>
    <w:rsid w:val="00086839"/>
    <w:rsid w:val="00086F1B"/>
    <w:rsid w:val="00087708"/>
    <w:rsid w:val="00091356"/>
    <w:rsid w:val="00091751"/>
    <w:rsid w:val="00091997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36F"/>
    <w:rsid w:val="000C1417"/>
    <w:rsid w:val="000C2769"/>
    <w:rsid w:val="000C396F"/>
    <w:rsid w:val="000C3974"/>
    <w:rsid w:val="000C3C3C"/>
    <w:rsid w:val="000C3D38"/>
    <w:rsid w:val="000C3EA3"/>
    <w:rsid w:val="000C4F69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A0"/>
    <w:rsid w:val="000E1B09"/>
    <w:rsid w:val="000E2107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65F8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4ECA"/>
    <w:rsid w:val="00105359"/>
    <w:rsid w:val="001109D8"/>
    <w:rsid w:val="00112630"/>
    <w:rsid w:val="00112719"/>
    <w:rsid w:val="00113436"/>
    <w:rsid w:val="00114A0B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DF9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D5F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8CF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5C1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76B"/>
    <w:rsid w:val="00184CE1"/>
    <w:rsid w:val="0018529C"/>
    <w:rsid w:val="00185546"/>
    <w:rsid w:val="00186F92"/>
    <w:rsid w:val="001873D4"/>
    <w:rsid w:val="00187A01"/>
    <w:rsid w:val="00187A71"/>
    <w:rsid w:val="00187AD6"/>
    <w:rsid w:val="00187E73"/>
    <w:rsid w:val="001906BB"/>
    <w:rsid w:val="00191ACC"/>
    <w:rsid w:val="00193770"/>
    <w:rsid w:val="00193F0C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3C0F"/>
    <w:rsid w:val="001A4950"/>
    <w:rsid w:val="001A5FB8"/>
    <w:rsid w:val="001A6556"/>
    <w:rsid w:val="001A77C9"/>
    <w:rsid w:val="001B0311"/>
    <w:rsid w:val="001B03B6"/>
    <w:rsid w:val="001B1E76"/>
    <w:rsid w:val="001B27E4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6AF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5D4E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0AAC"/>
    <w:rsid w:val="001F1B5B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396D"/>
    <w:rsid w:val="0021466F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27E1B"/>
    <w:rsid w:val="00230285"/>
    <w:rsid w:val="002309EB"/>
    <w:rsid w:val="0023116A"/>
    <w:rsid w:val="002329B2"/>
    <w:rsid w:val="00233EE6"/>
    <w:rsid w:val="00235229"/>
    <w:rsid w:val="0023570C"/>
    <w:rsid w:val="00235C41"/>
    <w:rsid w:val="00235D0B"/>
    <w:rsid w:val="00236863"/>
    <w:rsid w:val="00237155"/>
    <w:rsid w:val="00237404"/>
    <w:rsid w:val="00240C0E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4A63"/>
    <w:rsid w:val="002550AC"/>
    <w:rsid w:val="0025534D"/>
    <w:rsid w:val="002575D5"/>
    <w:rsid w:val="0026018C"/>
    <w:rsid w:val="00260BCA"/>
    <w:rsid w:val="00260E76"/>
    <w:rsid w:val="00261BEB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399D"/>
    <w:rsid w:val="00273FCA"/>
    <w:rsid w:val="002742F4"/>
    <w:rsid w:val="002755CB"/>
    <w:rsid w:val="00276416"/>
    <w:rsid w:val="002769AE"/>
    <w:rsid w:val="00276A77"/>
    <w:rsid w:val="00276D12"/>
    <w:rsid w:val="00276D28"/>
    <w:rsid w:val="002770C4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5B78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8C2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2B8D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45B6"/>
    <w:rsid w:val="002F696E"/>
    <w:rsid w:val="002F7A27"/>
    <w:rsid w:val="00300875"/>
    <w:rsid w:val="003012EC"/>
    <w:rsid w:val="003014F7"/>
    <w:rsid w:val="00301D68"/>
    <w:rsid w:val="003022DC"/>
    <w:rsid w:val="00302E53"/>
    <w:rsid w:val="00303006"/>
    <w:rsid w:val="00303385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241"/>
    <w:rsid w:val="00314409"/>
    <w:rsid w:val="00314862"/>
    <w:rsid w:val="0031545F"/>
    <w:rsid w:val="00315AC0"/>
    <w:rsid w:val="0031766A"/>
    <w:rsid w:val="003178AD"/>
    <w:rsid w:val="00317DE9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4D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620"/>
    <w:rsid w:val="0035710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51"/>
    <w:rsid w:val="00372BFD"/>
    <w:rsid w:val="00372E2D"/>
    <w:rsid w:val="00373182"/>
    <w:rsid w:val="00373CB2"/>
    <w:rsid w:val="00375072"/>
    <w:rsid w:val="00375674"/>
    <w:rsid w:val="00376D53"/>
    <w:rsid w:val="003804EB"/>
    <w:rsid w:val="00380790"/>
    <w:rsid w:val="00380B65"/>
    <w:rsid w:val="00381350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87F06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773"/>
    <w:rsid w:val="003A1AC8"/>
    <w:rsid w:val="003A29C2"/>
    <w:rsid w:val="003A3690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0C2F"/>
    <w:rsid w:val="003B137E"/>
    <w:rsid w:val="003B1E85"/>
    <w:rsid w:val="003B1EBF"/>
    <w:rsid w:val="003B241B"/>
    <w:rsid w:val="003B24AE"/>
    <w:rsid w:val="003B34DC"/>
    <w:rsid w:val="003B37F1"/>
    <w:rsid w:val="003B39C7"/>
    <w:rsid w:val="003B55AF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1614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33D"/>
    <w:rsid w:val="003F081E"/>
    <w:rsid w:val="003F13DE"/>
    <w:rsid w:val="003F1B0B"/>
    <w:rsid w:val="003F26B6"/>
    <w:rsid w:val="003F2F38"/>
    <w:rsid w:val="003F3486"/>
    <w:rsid w:val="003F3A06"/>
    <w:rsid w:val="003F3C3A"/>
    <w:rsid w:val="003F4275"/>
    <w:rsid w:val="003F44C3"/>
    <w:rsid w:val="003F58D7"/>
    <w:rsid w:val="003F6BAF"/>
    <w:rsid w:val="003F6BD8"/>
    <w:rsid w:val="003F7CA5"/>
    <w:rsid w:val="00400C24"/>
    <w:rsid w:val="00401081"/>
    <w:rsid w:val="0040150E"/>
    <w:rsid w:val="00401777"/>
    <w:rsid w:val="004017C1"/>
    <w:rsid w:val="00401BEE"/>
    <w:rsid w:val="00401D61"/>
    <w:rsid w:val="00403663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B65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23C7"/>
    <w:rsid w:val="00423260"/>
    <w:rsid w:val="00423307"/>
    <w:rsid w:val="00423D9A"/>
    <w:rsid w:val="00424166"/>
    <w:rsid w:val="00424F33"/>
    <w:rsid w:val="004314AE"/>
    <w:rsid w:val="004314B2"/>
    <w:rsid w:val="00432F4A"/>
    <w:rsid w:val="00433294"/>
    <w:rsid w:val="004336A4"/>
    <w:rsid w:val="00433788"/>
    <w:rsid w:val="00433863"/>
    <w:rsid w:val="004347D4"/>
    <w:rsid w:val="0043564A"/>
    <w:rsid w:val="0043574E"/>
    <w:rsid w:val="00435CBF"/>
    <w:rsid w:val="0043634C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4779A"/>
    <w:rsid w:val="004504C9"/>
    <w:rsid w:val="00450A0A"/>
    <w:rsid w:val="00451433"/>
    <w:rsid w:val="004516C1"/>
    <w:rsid w:val="0045335F"/>
    <w:rsid w:val="00453A4D"/>
    <w:rsid w:val="00455185"/>
    <w:rsid w:val="0045608B"/>
    <w:rsid w:val="004607E2"/>
    <w:rsid w:val="00461C7E"/>
    <w:rsid w:val="00463426"/>
    <w:rsid w:val="00463F0C"/>
    <w:rsid w:val="004650A8"/>
    <w:rsid w:val="004650F6"/>
    <w:rsid w:val="00465E9A"/>
    <w:rsid w:val="00466AA1"/>
    <w:rsid w:val="00466DBD"/>
    <w:rsid w:val="004670FB"/>
    <w:rsid w:val="00467975"/>
    <w:rsid w:val="00470095"/>
    <w:rsid w:val="00471272"/>
    <w:rsid w:val="00472BEC"/>
    <w:rsid w:val="00473807"/>
    <w:rsid w:val="00473C27"/>
    <w:rsid w:val="004744DD"/>
    <w:rsid w:val="00474C14"/>
    <w:rsid w:val="0047504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24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5D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0460"/>
    <w:rsid w:val="004F2231"/>
    <w:rsid w:val="004F3351"/>
    <w:rsid w:val="004F35E3"/>
    <w:rsid w:val="004F5FA5"/>
    <w:rsid w:val="004F6760"/>
    <w:rsid w:val="004F695B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07E69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1285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0F11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38E"/>
    <w:rsid w:val="005626D7"/>
    <w:rsid w:val="005629D0"/>
    <w:rsid w:val="0056410C"/>
    <w:rsid w:val="005641F5"/>
    <w:rsid w:val="00564222"/>
    <w:rsid w:val="00564432"/>
    <w:rsid w:val="005654F0"/>
    <w:rsid w:val="00566A1B"/>
    <w:rsid w:val="00566C77"/>
    <w:rsid w:val="00570A3E"/>
    <w:rsid w:val="0057117B"/>
    <w:rsid w:val="00573C40"/>
    <w:rsid w:val="00573E7D"/>
    <w:rsid w:val="005748C3"/>
    <w:rsid w:val="005754F6"/>
    <w:rsid w:val="00575F74"/>
    <w:rsid w:val="005762CB"/>
    <w:rsid w:val="005764A0"/>
    <w:rsid w:val="00581A27"/>
    <w:rsid w:val="005833BF"/>
    <w:rsid w:val="005846BD"/>
    <w:rsid w:val="00585B67"/>
    <w:rsid w:val="00586D0E"/>
    <w:rsid w:val="0058754F"/>
    <w:rsid w:val="00587B46"/>
    <w:rsid w:val="00590048"/>
    <w:rsid w:val="005900CE"/>
    <w:rsid w:val="00590EAD"/>
    <w:rsid w:val="0059118B"/>
    <w:rsid w:val="005914F0"/>
    <w:rsid w:val="0059189A"/>
    <w:rsid w:val="00596713"/>
    <w:rsid w:val="00596B75"/>
    <w:rsid w:val="00596E10"/>
    <w:rsid w:val="00597E77"/>
    <w:rsid w:val="005A01D9"/>
    <w:rsid w:val="005A042A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6DC"/>
    <w:rsid w:val="005C09D0"/>
    <w:rsid w:val="005C0BAA"/>
    <w:rsid w:val="005C1C7D"/>
    <w:rsid w:val="005C2313"/>
    <w:rsid w:val="005C2C32"/>
    <w:rsid w:val="005C3387"/>
    <w:rsid w:val="005C37DC"/>
    <w:rsid w:val="005C3C6E"/>
    <w:rsid w:val="005C4506"/>
    <w:rsid w:val="005C4806"/>
    <w:rsid w:val="005C5CC1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2E22"/>
    <w:rsid w:val="005E2F33"/>
    <w:rsid w:val="005E36DB"/>
    <w:rsid w:val="005E3B1D"/>
    <w:rsid w:val="005E4F26"/>
    <w:rsid w:val="005E5737"/>
    <w:rsid w:val="005E5809"/>
    <w:rsid w:val="005E5E3D"/>
    <w:rsid w:val="005E60E9"/>
    <w:rsid w:val="005E65A4"/>
    <w:rsid w:val="005E6A2F"/>
    <w:rsid w:val="005E7F34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1EA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167E"/>
    <w:rsid w:val="006524C6"/>
    <w:rsid w:val="006534CA"/>
    <w:rsid w:val="00653786"/>
    <w:rsid w:val="006556AF"/>
    <w:rsid w:val="00655715"/>
    <w:rsid w:val="00655E07"/>
    <w:rsid w:val="006570E8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48EA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523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4B6F"/>
    <w:rsid w:val="006958CF"/>
    <w:rsid w:val="00696CEA"/>
    <w:rsid w:val="00697276"/>
    <w:rsid w:val="00697356"/>
    <w:rsid w:val="00697BA8"/>
    <w:rsid w:val="006A085A"/>
    <w:rsid w:val="006A0DD2"/>
    <w:rsid w:val="006A1032"/>
    <w:rsid w:val="006A106A"/>
    <w:rsid w:val="006A337F"/>
    <w:rsid w:val="006A4882"/>
    <w:rsid w:val="006A4C2E"/>
    <w:rsid w:val="006A543C"/>
    <w:rsid w:val="006A74C9"/>
    <w:rsid w:val="006A7CF2"/>
    <w:rsid w:val="006B0536"/>
    <w:rsid w:val="006B0802"/>
    <w:rsid w:val="006B119D"/>
    <w:rsid w:val="006B13FA"/>
    <w:rsid w:val="006B201C"/>
    <w:rsid w:val="006B237B"/>
    <w:rsid w:val="006B3779"/>
    <w:rsid w:val="006B389C"/>
    <w:rsid w:val="006B3E33"/>
    <w:rsid w:val="006B4F24"/>
    <w:rsid w:val="006B600A"/>
    <w:rsid w:val="006B62EF"/>
    <w:rsid w:val="006B6DF4"/>
    <w:rsid w:val="006B717F"/>
    <w:rsid w:val="006B7229"/>
    <w:rsid w:val="006B7393"/>
    <w:rsid w:val="006B7479"/>
    <w:rsid w:val="006B7764"/>
    <w:rsid w:val="006C0C03"/>
    <w:rsid w:val="006C0DC6"/>
    <w:rsid w:val="006C1993"/>
    <w:rsid w:val="006C274E"/>
    <w:rsid w:val="006C3DEF"/>
    <w:rsid w:val="006C4B3D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0B8"/>
    <w:rsid w:val="006D4E2D"/>
    <w:rsid w:val="006D66C9"/>
    <w:rsid w:val="006D7163"/>
    <w:rsid w:val="006D72CD"/>
    <w:rsid w:val="006D769E"/>
    <w:rsid w:val="006D7822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468"/>
    <w:rsid w:val="006F771A"/>
    <w:rsid w:val="00700C2E"/>
    <w:rsid w:val="007010C1"/>
    <w:rsid w:val="007016A7"/>
    <w:rsid w:val="007021F1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A0B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17E36"/>
    <w:rsid w:val="0072030E"/>
    <w:rsid w:val="007208E4"/>
    <w:rsid w:val="007212E3"/>
    <w:rsid w:val="00721BC0"/>
    <w:rsid w:val="00722B42"/>
    <w:rsid w:val="00722BC7"/>
    <w:rsid w:val="00722FE3"/>
    <w:rsid w:val="00723570"/>
    <w:rsid w:val="00724349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5A36"/>
    <w:rsid w:val="00736318"/>
    <w:rsid w:val="007367FA"/>
    <w:rsid w:val="00740367"/>
    <w:rsid w:val="007407D8"/>
    <w:rsid w:val="0074177E"/>
    <w:rsid w:val="00741975"/>
    <w:rsid w:val="007426FD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0BBB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6FC7"/>
    <w:rsid w:val="007770E6"/>
    <w:rsid w:val="007777E0"/>
    <w:rsid w:val="00777D06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C8B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317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5FE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0E7D"/>
    <w:rsid w:val="007B1CB8"/>
    <w:rsid w:val="007B37ED"/>
    <w:rsid w:val="007B3A53"/>
    <w:rsid w:val="007B42B6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B7FE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5C7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5F66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05D4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328"/>
    <w:rsid w:val="008237FF"/>
    <w:rsid w:val="0082400C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27DCC"/>
    <w:rsid w:val="008305DC"/>
    <w:rsid w:val="008308CA"/>
    <w:rsid w:val="00834051"/>
    <w:rsid w:val="008343C4"/>
    <w:rsid w:val="00835731"/>
    <w:rsid w:val="008357CB"/>
    <w:rsid w:val="008369D9"/>
    <w:rsid w:val="00837902"/>
    <w:rsid w:val="00837ADC"/>
    <w:rsid w:val="00841E7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2B24"/>
    <w:rsid w:val="00853663"/>
    <w:rsid w:val="00853AB4"/>
    <w:rsid w:val="00853B20"/>
    <w:rsid w:val="00855B59"/>
    <w:rsid w:val="0085764D"/>
    <w:rsid w:val="00861383"/>
    <w:rsid w:val="008619B2"/>
    <w:rsid w:val="0086213B"/>
    <w:rsid w:val="0086325B"/>
    <w:rsid w:val="008640D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2539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2DCB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5212"/>
    <w:rsid w:val="008A6B1B"/>
    <w:rsid w:val="008B0C02"/>
    <w:rsid w:val="008B17DF"/>
    <w:rsid w:val="008B1E72"/>
    <w:rsid w:val="008B2063"/>
    <w:rsid w:val="008B2C93"/>
    <w:rsid w:val="008B4E14"/>
    <w:rsid w:val="008B5465"/>
    <w:rsid w:val="008B567D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1C4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D1B"/>
    <w:rsid w:val="008D5E3D"/>
    <w:rsid w:val="008D5EEA"/>
    <w:rsid w:val="008D64A9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2E24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3615"/>
    <w:rsid w:val="009157BA"/>
    <w:rsid w:val="0091584B"/>
    <w:rsid w:val="00915A1D"/>
    <w:rsid w:val="00916F2F"/>
    <w:rsid w:val="009175A3"/>
    <w:rsid w:val="0092009B"/>
    <w:rsid w:val="009208A8"/>
    <w:rsid w:val="00920E9C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BB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996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574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565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7C1"/>
    <w:rsid w:val="009759F6"/>
    <w:rsid w:val="00975AD8"/>
    <w:rsid w:val="00977083"/>
    <w:rsid w:val="00977A81"/>
    <w:rsid w:val="00977F53"/>
    <w:rsid w:val="00980984"/>
    <w:rsid w:val="009810C8"/>
    <w:rsid w:val="0098156E"/>
    <w:rsid w:val="00982B4D"/>
    <w:rsid w:val="00983DF4"/>
    <w:rsid w:val="00984A90"/>
    <w:rsid w:val="00985572"/>
    <w:rsid w:val="00986384"/>
    <w:rsid w:val="009865BD"/>
    <w:rsid w:val="0098737B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1D84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FB2"/>
    <w:rsid w:val="009C6A54"/>
    <w:rsid w:val="009C7509"/>
    <w:rsid w:val="009C799E"/>
    <w:rsid w:val="009D0360"/>
    <w:rsid w:val="009D0483"/>
    <w:rsid w:val="009D080C"/>
    <w:rsid w:val="009D0937"/>
    <w:rsid w:val="009D0B51"/>
    <w:rsid w:val="009D18BB"/>
    <w:rsid w:val="009D1DC4"/>
    <w:rsid w:val="009D1DCD"/>
    <w:rsid w:val="009D2DB8"/>
    <w:rsid w:val="009D3BD6"/>
    <w:rsid w:val="009D3F80"/>
    <w:rsid w:val="009D4854"/>
    <w:rsid w:val="009D4EF4"/>
    <w:rsid w:val="009D5076"/>
    <w:rsid w:val="009D5772"/>
    <w:rsid w:val="009D5AB4"/>
    <w:rsid w:val="009D60AC"/>
    <w:rsid w:val="009D6C72"/>
    <w:rsid w:val="009D762D"/>
    <w:rsid w:val="009D7995"/>
    <w:rsid w:val="009D7FB0"/>
    <w:rsid w:val="009E47E1"/>
    <w:rsid w:val="009E4AEB"/>
    <w:rsid w:val="009E54A8"/>
    <w:rsid w:val="009E5522"/>
    <w:rsid w:val="009E5C03"/>
    <w:rsid w:val="009E5DAF"/>
    <w:rsid w:val="009E6A7C"/>
    <w:rsid w:val="009E78D2"/>
    <w:rsid w:val="009E7ECA"/>
    <w:rsid w:val="009F0E5E"/>
    <w:rsid w:val="009F1850"/>
    <w:rsid w:val="009F3152"/>
    <w:rsid w:val="009F381F"/>
    <w:rsid w:val="009F3DA6"/>
    <w:rsid w:val="009F4B64"/>
    <w:rsid w:val="009F4C41"/>
    <w:rsid w:val="009F502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39E"/>
    <w:rsid w:val="00A10DBA"/>
    <w:rsid w:val="00A10FD2"/>
    <w:rsid w:val="00A11C2A"/>
    <w:rsid w:val="00A12790"/>
    <w:rsid w:val="00A131A8"/>
    <w:rsid w:val="00A131C1"/>
    <w:rsid w:val="00A13360"/>
    <w:rsid w:val="00A13EA9"/>
    <w:rsid w:val="00A142FB"/>
    <w:rsid w:val="00A148D7"/>
    <w:rsid w:val="00A14ECD"/>
    <w:rsid w:val="00A15826"/>
    <w:rsid w:val="00A167BC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33D4"/>
    <w:rsid w:val="00A33DCC"/>
    <w:rsid w:val="00A342F9"/>
    <w:rsid w:val="00A343F1"/>
    <w:rsid w:val="00A36450"/>
    <w:rsid w:val="00A40F15"/>
    <w:rsid w:val="00A413BD"/>
    <w:rsid w:val="00A414DB"/>
    <w:rsid w:val="00A41F54"/>
    <w:rsid w:val="00A42949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287F"/>
    <w:rsid w:val="00A52C9F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6F83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0441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64E"/>
    <w:rsid w:val="00AB2F2A"/>
    <w:rsid w:val="00AB32F4"/>
    <w:rsid w:val="00AB3409"/>
    <w:rsid w:val="00AB3460"/>
    <w:rsid w:val="00AB36DF"/>
    <w:rsid w:val="00AB3D5B"/>
    <w:rsid w:val="00AB494E"/>
    <w:rsid w:val="00AB5442"/>
    <w:rsid w:val="00AB60F3"/>
    <w:rsid w:val="00AB643E"/>
    <w:rsid w:val="00AB747E"/>
    <w:rsid w:val="00AB760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34A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1AE"/>
    <w:rsid w:val="00AE475F"/>
    <w:rsid w:val="00AE4ACC"/>
    <w:rsid w:val="00AE54EC"/>
    <w:rsid w:val="00AE6B16"/>
    <w:rsid w:val="00AE7EFA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262"/>
    <w:rsid w:val="00B037BB"/>
    <w:rsid w:val="00B04156"/>
    <w:rsid w:val="00B043DB"/>
    <w:rsid w:val="00B04C75"/>
    <w:rsid w:val="00B05561"/>
    <w:rsid w:val="00B0596B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710"/>
    <w:rsid w:val="00B179E2"/>
    <w:rsid w:val="00B17DFB"/>
    <w:rsid w:val="00B20077"/>
    <w:rsid w:val="00B2050D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226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2CC"/>
    <w:rsid w:val="00B54C90"/>
    <w:rsid w:val="00B54CE3"/>
    <w:rsid w:val="00B55DCE"/>
    <w:rsid w:val="00B573B4"/>
    <w:rsid w:val="00B60986"/>
    <w:rsid w:val="00B60CFB"/>
    <w:rsid w:val="00B6104E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CAD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0652"/>
    <w:rsid w:val="00BB1498"/>
    <w:rsid w:val="00BB191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1AA2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E63EA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BF76E7"/>
    <w:rsid w:val="00BF7CB8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07C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61C"/>
    <w:rsid w:val="00C16EEF"/>
    <w:rsid w:val="00C16FEC"/>
    <w:rsid w:val="00C20AA0"/>
    <w:rsid w:val="00C23B5B"/>
    <w:rsid w:val="00C23E62"/>
    <w:rsid w:val="00C2414D"/>
    <w:rsid w:val="00C2444E"/>
    <w:rsid w:val="00C24D5C"/>
    <w:rsid w:val="00C253A8"/>
    <w:rsid w:val="00C25CEB"/>
    <w:rsid w:val="00C25FF9"/>
    <w:rsid w:val="00C26C19"/>
    <w:rsid w:val="00C26F7A"/>
    <w:rsid w:val="00C331D7"/>
    <w:rsid w:val="00C333BB"/>
    <w:rsid w:val="00C33A2D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022B"/>
    <w:rsid w:val="00C41472"/>
    <w:rsid w:val="00C415C7"/>
    <w:rsid w:val="00C425B7"/>
    <w:rsid w:val="00C425E3"/>
    <w:rsid w:val="00C42EA9"/>
    <w:rsid w:val="00C43D52"/>
    <w:rsid w:val="00C43E44"/>
    <w:rsid w:val="00C446DE"/>
    <w:rsid w:val="00C44FE0"/>
    <w:rsid w:val="00C45C35"/>
    <w:rsid w:val="00C46A6B"/>
    <w:rsid w:val="00C4716D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497"/>
    <w:rsid w:val="00C565CD"/>
    <w:rsid w:val="00C57255"/>
    <w:rsid w:val="00C578AA"/>
    <w:rsid w:val="00C57A7A"/>
    <w:rsid w:val="00C60C7E"/>
    <w:rsid w:val="00C60DEB"/>
    <w:rsid w:val="00C6132F"/>
    <w:rsid w:val="00C62CC8"/>
    <w:rsid w:val="00C6374E"/>
    <w:rsid w:val="00C63EB0"/>
    <w:rsid w:val="00C63F25"/>
    <w:rsid w:val="00C640F9"/>
    <w:rsid w:val="00C665FC"/>
    <w:rsid w:val="00C67FAE"/>
    <w:rsid w:val="00C71506"/>
    <w:rsid w:val="00C72BC0"/>
    <w:rsid w:val="00C73400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38E8"/>
    <w:rsid w:val="00C954D0"/>
    <w:rsid w:val="00C9571D"/>
    <w:rsid w:val="00C95E23"/>
    <w:rsid w:val="00C96735"/>
    <w:rsid w:val="00C97437"/>
    <w:rsid w:val="00C97B96"/>
    <w:rsid w:val="00C97C3E"/>
    <w:rsid w:val="00CA0D77"/>
    <w:rsid w:val="00CA2DE9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76E"/>
    <w:rsid w:val="00CB18F2"/>
    <w:rsid w:val="00CB1B90"/>
    <w:rsid w:val="00CB1DB1"/>
    <w:rsid w:val="00CB1E0C"/>
    <w:rsid w:val="00CB2957"/>
    <w:rsid w:val="00CB2AFC"/>
    <w:rsid w:val="00CB2D82"/>
    <w:rsid w:val="00CB313C"/>
    <w:rsid w:val="00CB36F8"/>
    <w:rsid w:val="00CB397E"/>
    <w:rsid w:val="00CB3C3C"/>
    <w:rsid w:val="00CB6365"/>
    <w:rsid w:val="00CB647E"/>
    <w:rsid w:val="00CB6C04"/>
    <w:rsid w:val="00CC03DF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E"/>
    <w:rsid w:val="00D016CF"/>
    <w:rsid w:val="00D01A6A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49C"/>
    <w:rsid w:val="00D26B89"/>
    <w:rsid w:val="00D26C5B"/>
    <w:rsid w:val="00D27025"/>
    <w:rsid w:val="00D3028B"/>
    <w:rsid w:val="00D304AD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52BC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390E"/>
    <w:rsid w:val="00D54264"/>
    <w:rsid w:val="00D554E3"/>
    <w:rsid w:val="00D55D1B"/>
    <w:rsid w:val="00D56183"/>
    <w:rsid w:val="00D56D61"/>
    <w:rsid w:val="00D56EF5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0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6B9"/>
    <w:rsid w:val="00D91BCF"/>
    <w:rsid w:val="00D93545"/>
    <w:rsid w:val="00D9372D"/>
    <w:rsid w:val="00D937EA"/>
    <w:rsid w:val="00D94042"/>
    <w:rsid w:val="00D9469A"/>
    <w:rsid w:val="00D9724C"/>
    <w:rsid w:val="00D9738A"/>
    <w:rsid w:val="00DA0301"/>
    <w:rsid w:val="00DA127C"/>
    <w:rsid w:val="00DA2369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35F0"/>
    <w:rsid w:val="00DB51AF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83F"/>
    <w:rsid w:val="00DD4B19"/>
    <w:rsid w:val="00DD51DD"/>
    <w:rsid w:val="00DD59AF"/>
    <w:rsid w:val="00DD5B53"/>
    <w:rsid w:val="00DD5C8C"/>
    <w:rsid w:val="00DD60D7"/>
    <w:rsid w:val="00DD6934"/>
    <w:rsid w:val="00DD7133"/>
    <w:rsid w:val="00DD78F6"/>
    <w:rsid w:val="00DD7C29"/>
    <w:rsid w:val="00DE1347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6B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696D"/>
    <w:rsid w:val="00E06AC5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0A3C"/>
    <w:rsid w:val="00E21155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83E"/>
    <w:rsid w:val="00E37E5A"/>
    <w:rsid w:val="00E40966"/>
    <w:rsid w:val="00E40E73"/>
    <w:rsid w:val="00E4174A"/>
    <w:rsid w:val="00E41AEE"/>
    <w:rsid w:val="00E42741"/>
    <w:rsid w:val="00E42FA4"/>
    <w:rsid w:val="00E4320C"/>
    <w:rsid w:val="00E43C21"/>
    <w:rsid w:val="00E443FD"/>
    <w:rsid w:val="00E454AE"/>
    <w:rsid w:val="00E46209"/>
    <w:rsid w:val="00E463D7"/>
    <w:rsid w:val="00E46759"/>
    <w:rsid w:val="00E4786C"/>
    <w:rsid w:val="00E50AA0"/>
    <w:rsid w:val="00E52B15"/>
    <w:rsid w:val="00E52C02"/>
    <w:rsid w:val="00E53C5C"/>
    <w:rsid w:val="00E53CC3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3DD1"/>
    <w:rsid w:val="00E649D6"/>
    <w:rsid w:val="00E64A07"/>
    <w:rsid w:val="00E65070"/>
    <w:rsid w:val="00E66093"/>
    <w:rsid w:val="00E66B60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283"/>
    <w:rsid w:val="00E81325"/>
    <w:rsid w:val="00E826FD"/>
    <w:rsid w:val="00E8300F"/>
    <w:rsid w:val="00E85825"/>
    <w:rsid w:val="00E85D27"/>
    <w:rsid w:val="00E8628D"/>
    <w:rsid w:val="00E864B9"/>
    <w:rsid w:val="00E87644"/>
    <w:rsid w:val="00E90D08"/>
    <w:rsid w:val="00E91D28"/>
    <w:rsid w:val="00E92B16"/>
    <w:rsid w:val="00E935B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B68"/>
    <w:rsid w:val="00EA218F"/>
    <w:rsid w:val="00EA2760"/>
    <w:rsid w:val="00EA3D05"/>
    <w:rsid w:val="00EA4814"/>
    <w:rsid w:val="00EA5304"/>
    <w:rsid w:val="00EA68E2"/>
    <w:rsid w:val="00EB0C7B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1B2F"/>
    <w:rsid w:val="00ED4EBB"/>
    <w:rsid w:val="00EE0634"/>
    <w:rsid w:val="00EE082A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5F2"/>
    <w:rsid w:val="00EF795E"/>
    <w:rsid w:val="00EF7A0E"/>
    <w:rsid w:val="00EF7F16"/>
    <w:rsid w:val="00F00008"/>
    <w:rsid w:val="00F005D4"/>
    <w:rsid w:val="00F01AFA"/>
    <w:rsid w:val="00F02476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2EF7"/>
    <w:rsid w:val="00F13BC9"/>
    <w:rsid w:val="00F13D21"/>
    <w:rsid w:val="00F1607E"/>
    <w:rsid w:val="00F2031A"/>
    <w:rsid w:val="00F20EAC"/>
    <w:rsid w:val="00F21D96"/>
    <w:rsid w:val="00F229EA"/>
    <w:rsid w:val="00F233A8"/>
    <w:rsid w:val="00F2369C"/>
    <w:rsid w:val="00F24167"/>
    <w:rsid w:val="00F247C1"/>
    <w:rsid w:val="00F2499D"/>
    <w:rsid w:val="00F252E0"/>
    <w:rsid w:val="00F25DDE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2AA9"/>
    <w:rsid w:val="00F33AB7"/>
    <w:rsid w:val="00F34C68"/>
    <w:rsid w:val="00F37204"/>
    <w:rsid w:val="00F37D6D"/>
    <w:rsid w:val="00F40898"/>
    <w:rsid w:val="00F419CC"/>
    <w:rsid w:val="00F422B9"/>
    <w:rsid w:val="00F4277B"/>
    <w:rsid w:val="00F439A0"/>
    <w:rsid w:val="00F44B7D"/>
    <w:rsid w:val="00F45980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D40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4DA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BA8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6CC"/>
    <w:rsid w:val="00F968E1"/>
    <w:rsid w:val="00F97490"/>
    <w:rsid w:val="00F97BE5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227"/>
    <w:rsid w:val="00FB6BC6"/>
    <w:rsid w:val="00FB6C11"/>
    <w:rsid w:val="00FB6FD2"/>
    <w:rsid w:val="00FB761F"/>
    <w:rsid w:val="00FB76B5"/>
    <w:rsid w:val="00FC03BD"/>
    <w:rsid w:val="00FC0F85"/>
    <w:rsid w:val="00FC132D"/>
    <w:rsid w:val="00FC34C3"/>
    <w:rsid w:val="00FC36BD"/>
    <w:rsid w:val="00FC3975"/>
    <w:rsid w:val="00FC3CD7"/>
    <w:rsid w:val="00FC40D3"/>
    <w:rsid w:val="00FC524D"/>
    <w:rsid w:val="00FC5317"/>
    <w:rsid w:val="00FC5799"/>
    <w:rsid w:val="00FC59C5"/>
    <w:rsid w:val="00FC6743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021F1"/>
  </w:style>
  <w:style w:type="numbering" w:customStyle="1" w:styleId="2">
    <w:name w:val="Нет списка2"/>
    <w:next w:val="a2"/>
    <w:uiPriority w:val="99"/>
    <w:semiHidden/>
    <w:unhideWhenUsed/>
    <w:rsid w:val="007021F1"/>
  </w:style>
  <w:style w:type="numbering" w:customStyle="1" w:styleId="3">
    <w:name w:val="Нет списка3"/>
    <w:next w:val="a2"/>
    <w:uiPriority w:val="99"/>
    <w:semiHidden/>
    <w:unhideWhenUsed/>
    <w:rsid w:val="007021F1"/>
  </w:style>
  <w:style w:type="numbering" w:customStyle="1" w:styleId="4">
    <w:name w:val="Нет списка4"/>
    <w:next w:val="a2"/>
    <w:uiPriority w:val="99"/>
    <w:semiHidden/>
    <w:unhideWhenUsed/>
    <w:rsid w:val="007021F1"/>
  </w:style>
  <w:style w:type="numbering" w:customStyle="1" w:styleId="5">
    <w:name w:val="Нет списка5"/>
    <w:next w:val="a2"/>
    <w:uiPriority w:val="99"/>
    <w:semiHidden/>
    <w:unhideWhenUsed/>
    <w:rsid w:val="00C45C35"/>
  </w:style>
  <w:style w:type="numbering" w:customStyle="1" w:styleId="6">
    <w:name w:val="Нет списка6"/>
    <w:next w:val="a2"/>
    <w:uiPriority w:val="99"/>
    <w:semiHidden/>
    <w:unhideWhenUsed/>
    <w:rsid w:val="00C45C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C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,Основной текст Знак Знак,Знак Знак2 Знак,Знак Знак Знак, Знак"/>
    <w:basedOn w:val="a"/>
    <w:link w:val="ad"/>
    <w:rsid w:val="005C06DC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Основной текст Знак Знак Знак,Знак Знак2 Знак Знак,Знак Знак Знак Знак, Знак Знак"/>
    <w:basedOn w:val="a0"/>
    <w:link w:val="ac"/>
    <w:locked/>
    <w:rsid w:val="005C06DC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9C5F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ConsPlusNormal">
    <w:name w:val="ConsPlusNormal"/>
    <w:rsid w:val="00983DF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Emphasis"/>
    <w:basedOn w:val="a0"/>
    <w:uiPriority w:val="20"/>
    <w:qFormat/>
    <w:rsid w:val="00140DF9"/>
    <w:rPr>
      <w:rFonts w:cs="Times New Roman"/>
      <w:i/>
    </w:rPr>
  </w:style>
  <w:style w:type="character" w:customStyle="1" w:styleId="1">
    <w:name w:val="Сильное выделение1"/>
    <w:uiPriority w:val="21"/>
    <w:qFormat/>
    <w:rsid w:val="00140DF9"/>
    <w:rPr>
      <w:i/>
      <w:color w:val="4F81BD"/>
    </w:rPr>
  </w:style>
  <w:style w:type="character" w:styleId="af0">
    <w:name w:val="Intense Emphasis"/>
    <w:basedOn w:val="a0"/>
    <w:uiPriority w:val="21"/>
    <w:qFormat/>
    <w:rsid w:val="00140DF9"/>
    <w:rPr>
      <w:rFonts w:cs="Times New Roman"/>
      <w:b/>
      <w:bCs/>
      <w:i/>
      <w:iCs/>
      <w:color w:val="4F81BD" w:themeColor="accent1"/>
    </w:rPr>
  </w:style>
  <w:style w:type="paragraph" w:styleId="af1">
    <w:name w:val="No Spacing"/>
    <w:uiPriority w:val="1"/>
    <w:qFormat/>
    <w:rsid w:val="003A1773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021F1"/>
  </w:style>
  <w:style w:type="numbering" w:customStyle="1" w:styleId="2">
    <w:name w:val="Нет списка2"/>
    <w:next w:val="a2"/>
    <w:uiPriority w:val="99"/>
    <w:semiHidden/>
    <w:unhideWhenUsed/>
    <w:rsid w:val="007021F1"/>
  </w:style>
  <w:style w:type="numbering" w:customStyle="1" w:styleId="3">
    <w:name w:val="Нет списка3"/>
    <w:next w:val="a2"/>
    <w:uiPriority w:val="99"/>
    <w:semiHidden/>
    <w:unhideWhenUsed/>
    <w:rsid w:val="007021F1"/>
  </w:style>
  <w:style w:type="numbering" w:customStyle="1" w:styleId="4">
    <w:name w:val="Нет списка4"/>
    <w:next w:val="a2"/>
    <w:uiPriority w:val="99"/>
    <w:semiHidden/>
    <w:unhideWhenUsed/>
    <w:rsid w:val="007021F1"/>
  </w:style>
  <w:style w:type="numbering" w:customStyle="1" w:styleId="5">
    <w:name w:val="Нет списка5"/>
    <w:next w:val="a2"/>
    <w:uiPriority w:val="99"/>
    <w:semiHidden/>
    <w:unhideWhenUsed/>
    <w:rsid w:val="00C45C35"/>
  </w:style>
  <w:style w:type="numbering" w:customStyle="1" w:styleId="6">
    <w:name w:val="Нет списка6"/>
    <w:next w:val="a2"/>
    <w:uiPriority w:val="99"/>
    <w:semiHidden/>
    <w:unhideWhenUsed/>
    <w:rsid w:val="00C45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46</TotalTime>
  <Pages>35</Pages>
  <Words>10998</Words>
  <Characters>70726</Characters>
  <Application>Microsoft Office Word</Application>
  <DocSecurity>0</DocSecurity>
  <Lines>589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81561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Уткина Елена Владмировна</cp:lastModifiedBy>
  <cp:revision>13</cp:revision>
  <cp:lastPrinted>2019-11-14T08:08:00Z</cp:lastPrinted>
  <dcterms:created xsi:type="dcterms:W3CDTF">2019-07-02T09:17:00Z</dcterms:created>
  <dcterms:modified xsi:type="dcterms:W3CDTF">2019-11-14T08:08:00Z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