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8C3F27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7D5B3D" w:rsidP="00E20A3C">
            <w:pPr>
              <w:tabs>
                <w:tab w:val="center" w:pos="2160"/>
              </w:tabs>
              <w:ind w:left="-108"/>
              <w:jc w:val="center"/>
            </w:pPr>
            <w:r>
              <w:t>50/4</w:t>
            </w:r>
            <w:r w:rsidR="00E93AA9">
              <w:t>0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56238E" w:rsidRDefault="0056238E" w:rsidP="008C3F27">
            <w:pPr>
              <w:jc w:val="center"/>
              <w:rPr>
                <w:bCs/>
                <w:szCs w:val="28"/>
              </w:rPr>
            </w:pPr>
            <w:r w:rsidRPr="0056238E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  <w:r>
              <w:rPr>
                <w:szCs w:val="28"/>
              </w:rPr>
              <w:br/>
            </w:r>
            <w:r w:rsidR="006106EE" w:rsidRPr="006106EE">
              <w:rPr>
                <w:szCs w:val="28"/>
              </w:rPr>
              <w:t>от 11 декабря 2018 г. № 51/64 «</w:t>
            </w:r>
            <w:r w:rsidR="006106EE" w:rsidRPr="006106EE">
              <w:rPr>
                <w:noProof/>
                <w:szCs w:val="28"/>
              </w:rPr>
              <w:t xml:space="preserve">Об установлении ОБЩЕСТВУ С ОГРАНИЧЕННОЙ ОТВЕТСТВЕННОСТЬЮ «СУХОБЕЗВОДНИНСКОЕ ЖКХ» </w:t>
            </w:r>
            <w:r w:rsidR="006106EE">
              <w:rPr>
                <w:noProof/>
                <w:szCs w:val="28"/>
              </w:rPr>
              <w:br/>
            </w:r>
            <w:r w:rsidR="006106EE" w:rsidRPr="006106EE">
              <w:rPr>
                <w:noProof/>
                <w:szCs w:val="28"/>
              </w:rPr>
              <w:t xml:space="preserve">(ИНН 5228056070), р.п. Сухобезводное городского округа Семеновский Нижегородской области, тарифов в сфере холодного водоснабжения и водоотведения </w:t>
            </w:r>
            <w:r w:rsidR="008C3F27">
              <w:rPr>
                <w:noProof/>
                <w:szCs w:val="28"/>
              </w:rPr>
              <w:br/>
            </w:r>
            <w:r w:rsidR="006106EE" w:rsidRPr="006106EE">
              <w:rPr>
                <w:noProof/>
                <w:szCs w:val="28"/>
              </w:rPr>
              <w:t>для потребителей городского округа Семеновский Нижегородской области»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8C3F27" w:rsidRDefault="00261BEB" w:rsidP="008C3F27">
      <w:pPr>
        <w:pStyle w:val="ac"/>
        <w:jc w:val="center"/>
      </w:pPr>
    </w:p>
    <w:p w:rsidR="00016631" w:rsidRDefault="00016631" w:rsidP="008C3F27">
      <w:pPr>
        <w:pStyle w:val="ac"/>
        <w:jc w:val="center"/>
      </w:pPr>
    </w:p>
    <w:p w:rsidR="007D5B3D" w:rsidRPr="008C3F27" w:rsidRDefault="007D5B3D" w:rsidP="008C3F27">
      <w:pPr>
        <w:pStyle w:val="ac"/>
        <w:jc w:val="center"/>
      </w:pPr>
    </w:p>
    <w:p w:rsidR="006106EE" w:rsidRPr="006106EE" w:rsidRDefault="0056238E" w:rsidP="006106EE">
      <w:pPr>
        <w:spacing w:line="276" w:lineRule="auto"/>
        <w:ind w:firstLine="709"/>
        <w:jc w:val="both"/>
        <w:rPr>
          <w:szCs w:val="28"/>
        </w:rPr>
      </w:pPr>
      <w:r w:rsidRPr="006106EE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="006106EE" w:rsidRPr="006106EE">
        <w:rPr>
          <w:szCs w:val="28"/>
          <w:lang w:eastAsia="en-US"/>
        </w:rPr>
        <w:t xml:space="preserve">ОБЩЕСТВОМ С ОГРАНИЧЕННОЙ ОТВЕТСТВЕННОСТЬЮ «СУХОБЕЗВОДНИНСКОЕ ЖКХ» (ИНН </w:t>
      </w:r>
      <w:r w:rsidR="006106EE" w:rsidRPr="006106EE">
        <w:rPr>
          <w:szCs w:val="28"/>
        </w:rPr>
        <w:t>5228056070)</w:t>
      </w:r>
      <w:r w:rsidR="006106EE" w:rsidRPr="006106EE">
        <w:rPr>
          <w:szCs w:val="28"/>
          <w:lang w:eastAsia="en-US"/>
        </w:rPr>
        <w:t>, р.п. Сухобезводное городского округа Семеновский Нижегородской области</w:t>
      </w:r>
      <w:r w:rsidR="006106EE" w:rsidRPr="006106EE">
        <w:rPr>
          <w:szCs w:val="28"/>
        </w:rPr>
        <w:t xml:space="preserve">, экспертного заключения рег. </w:t>
      </w:r>
      <w:r w:rsidR="006106EE" w:rsidRPr="00A93D65">
        <w:rPr>
          <w:szCs w:val="28"/>
        </w:rPr>
        <w:t>№ в-</w:t>
      </w:r>
      <w:r w:rsidR="00A93D65" w:rsidRPr="00A93D65">
        <w:rPr>
          <w:szCs w:val="28"/>
        </w:rPr>
        <w:t>612</w:t>
      </w:r>
      <w:r w:rsidR="006106EE" w:rsidRPr="00A93D65">
        <w:rPr>
          <w:szCs w:val="28"/>
        </w:rPr>
        <w:t xml:space="preserve"> от</w:t>
      </w:r>
      <w:r w:rsidR="006106EE" w:rsidRPr="008C3F27">
        <w:rPr>
          <w:szCs w:val="28"/>
        </w:rPr>
        <w:t xml:space="preserve"> </w:t>
      </w:r>
      <w:r w:rsidR="008C3F27" w:rsidRPr="008C3F27">
        <w:rPr>
          <w:szCs w:val="28"/>
        </w:rPr>
        <w:t xml:space="preserve">7 ноября </w:t>
      </w:r>
      <w:r w:rsidR="006106EE" w:rsidRPr="008C3F27">
        <w:rPr>
          <w:szCs w:val="28"/>
        </w:rPr>
        <w:t>2019</w:t>
      </w:r>
      <w:r w:rsidR="006106EE" w:rsidRPr="006106EE">
        <w:rPr>
          <w:szCs w:val="28"/>
        </w:rPr>
        <w:t xml:space="preserve"> г.:</w:t>
      </w:r>
    </w:p>
    <w:p w:rsidR="006106EE" w:rsidRPr="006106EE" w:rsidRDefault="006106EE" w:rsidP="006106EE">
      <w:pPr>
        <w:spacing w:line="276" w:lineRule="auto"/>
        <w:ind w:firstLine="709"/>
        <w:jc w:val="both"/>
        <w:rPr>
          <w:noProof/>
          <w:szCs w:val="28"/>
        </w:rPr>
      </w:pPr>
      <w:r w:rsidRPr="006106EE">
        <w:rPr>
          <w:b/>
          <w:szCs w:val="28"/>
        </w:rPr>
        <w:t xml:space="preserve">1. </w:t>
      </w:r>
      <w:r w:rsidRPr="006106EE">
        <w:rPr>
          <w:bCs/>
          <w:szCs w:val="28"/>
        </w:rPr>
        <w:t xml:space="preserve">Внести в решение региональной службы по тарифам Нижегородской области </w:t>
      </w:r>
      <w:r w:rsidRPr="006106EE">
        <w:rPr>
          <w:szCs w:val="28"/>
        </w:rPr>
        <w:t>от 11 декабря 2018 г. № 51/64 «</w:t>
      </w:r>
      <w:r w:rsidRPr="006106EE">
        <w:rPr>
          <w:noProof/>
          <w:szCs w:val="28"/>
        </w:rPr>
        <w:t>Об установлении ОБЩЕСТВУ С ОГРАНИЧЕННОЙ ОТВЕТСТВЕННОСТЬЮ «СУХОБЕЗВОДНИНСКОЕ ЖКХ» (ИНН 5228056070), р.п. Сухобезводное городского округа Семеновский Нижегородской области, тарифов в сфере холодного водоснабжения и водоотведения для потребителей городского округа Семеновский Нижегородской области</w:t>
      </w:r>
      <w:r w:rsidRPr="006106EE">
        <w:rPr>
          <w:szCs w:val="28"/>
        </w:rPr>
        <w:t>»</w:t>
      </w:r>
      <w:r w:rsidRPr="006106EE">
        <w:rPr>
          <w:noProof/>
          <w:szCs w:val="28"/>
        </w:rPr>
        <w:t xml:space="preserve"> следующие изменения:</w:t>
      </w:r>
    </w:p>
    <w:p w:rsidR="006106EE" w:rsidRPr="006106EE" w:rsidRDefault="006106EE" w:rsidP="006106EE">
      <w:pPr>
        <w:spacing w:line="276" w:lineRule="auto"/>
        <w:jc w:val="both"/>
        <w:rPr>
          <w:szCs w:val="28"/>
        </w:rPr>
      </w:pPr>
      <w:r w:rsidRPr="006106EE">
        <w:rPr>
          <w:b/>
          <w:i/>
          <w:szCs w:val="28"/>
        </w:rPr>
        <w:t>1.1.</w:t>
      </w:r>
      <w:r w:rsidRPr="006106EE">
        <w:rPr>
          <w:szCs w:val="28"/>
        </w:rPr>
        <w:t xml:space="preserve"> Таблицу пункта 3 решения изложить в следующей редакции:</w:t>
      </w:r>
    </w:p>
    <w:p w:rsidR="006106EE" w:rsidRPr="006106EE" w:rsidRDefault="006106EE" w:rsidP="006106EE">
      <w:pPr>
        <w:spacing w:line="276" w:lineRule="auto"/>
        <w:jc w:val="both"/>
        <w:rPr>
          <w:szCs w:val="28"/>
        </w:rPr>
      </w:pPr>
      <w:r w:rsidRPr="006106EE">
        <w:rPr>
          <w:szCs w:val="28"/>
        </w:rPr>
        <w:t>«</w:t>
      </w:r>
    </w:p>
    <w:tbl>
      <w:tblPr>
        <w:tblW w:w="49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1851"/>
        <w:gridCol w:w="708"/>
        <w:gridCol w:w="773"/>
        <w:gridCol w:w="706"/>
        <w:gridCol w:w="780"/>
        <w:gridCol w:w="710"/>
        <w:gridCol w:w="773"/>
        <w:gridCol w:w="710"/>
        <w:gridCol w:w="775"/>
        <w:gridCol w:w="688"/>
        <w:gridCol w:w="724"/>
      </w:tblGrid>
      <w:tr w:rsidR="006106EE" w:rsidTr="008C3F27">
        <w:trPr>
          <w:trHeight w:val="281"/>
          <w:jc w:val="center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EE" w:rsidRDefault="006106EE" w:rsidP="006106E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lastRenderedPageBreak/>
              <w:t>№ п/п</w:t>
            </w:r>
          </w:p>
        </w:tc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EE" w:rsidRDefault="006106EE" w:rsidP="006106E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374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EE" w:rsidRDefault="006106EE" w:rsidP="006106E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6106EE" w:rsidTr="006220A6">
        <w:trPr>
          <w:cantSplit/>
          <w:trHeight w:val="1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6EE" w:rsidRDefault="006106EE" w:rsidP="006106E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6EE" w:rsidRDefault="006106EE" w:rsidP="006106E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EE" w:rsidRDefault="006106EE" w:rsidP="006106E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EE" w:rsidRDefault="006106EE" w:rsidP="006106E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EE" w:rsidRDefault="006106EE" w:rsidP="006106E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EE" w:rsidRDefault="006106EE" w:rsidP="006106E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EE" w:rsidRDefault="006106EE" w:rsidP="006106E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6106EE" w:rsidTr="006220A6">
        <w:trPr>
          <w:cantSplit/>
          <w:trHeight w:val="35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6EE" w:rsidRDefault="006106EE" w:rsidP="006106E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6EE" w:rsidRDefault="006106EE" w:rsidP="006106E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EE" w:rsidRDefault="006106EE" w:rsidP="006106EE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EE" w:rsidRDefault="006106EE" w:rsidP="006106EE">
            <w:pPr>
              <w:jc w:val="center"/>
              <w:rPr>
                <w:b/>
                <w:sz w:val="14"/>
                <w:szCs w:val="14"/>
                <w:highlight w:val="yellow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EE" w:rsidRDefault="006106EE" w:rsidP="006106EE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EE" w:rsidRDefault="006106EE" w:rsidP="006106EE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EE" w:rsidRDefault="006106EE" w:rsidP="006106EE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EE" w:rsidRDefault="006106EE" w:rsidP="006106EE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EE" w:rsidRDefault="006106EE" w:rsidP="006106EE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EE" w:rsidRDefault="006106EE" w:rsidP="006106EE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EE" w:rsidRDefault="006106EE" w:rsidP="006106EE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EE" w:rsidRDefault="006106EE" w:rsidP="006106EE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F3323F" w:rsidTr="006220A6">
        <w:trPr>
          <w:trHeight w:val="133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23F" w:rsidRDefault="00F3323F" w:rsidP="006106EE">
            <w:pPr>
              <w:jc w:val="center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23F" w:rsidRDefault="00F3323F" w:rsidP="006106EE">
            <w:pPr>
              <w:rPr>
                <w:noProof/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Питьевая вода, руб./м</w:t>
            </w:r>
            <w:r>
              <w:rPr>
                <w:sz w:val="20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23F" w:rsidRPr="00231DB6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 w:rsidRPr="00231DB6">
              <w:rPr>
                <w:sz w:val="20"/>
                <w:szCs w:val="20"/>
              </w:rPr>
              <w:t>33,74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23F" w:rsidRPr="00231DB6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 w:rsidRPr="00231DB6">
              <w:rPr>
                <w:sz w:val="20"/>
                <w:szCs w:val="20"/>
              </w:rPr>
              <w:t>34,40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 w:rsidRPr="00E14CBD">
              <w:rPr>
                <w:sz w:val="20"/>
                <w:szCs w:val="20"/>
              </w:rPr>
              <w:t>34,40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40,13</w:t>
            </w:r>
          </w:p>
        </w:tc>
      </w:tr>
      <w:tr w:rsidR="00F3323F" w:rsidTr="006220A6">
        <w:trPr>
          <w:trHeight w:val="133"/>
          <w:jc w:val="center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23F" w:rsidRDefault="00F3323F" w:rsidP="006106EE">
            <w:pPr>
              <w:jc w:val="center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323F" w:rsidRDefault="00F3323F" w:rsidP="006106EE">
            <w:pPr>
              <w:rPr>
                <w:noProof/>
                <w:sz w:val="20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>Питьевая вода, руб./м</w:t>
            </w:r>
            <w:r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23F" w:rsidRPr="00231DB6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 w:rsidRPr="00231DB6">
              <w:rPr>
                <w:sz w:val="20"/>
                <w:szCs w:val="20"/>
              </w:rPr>
              <w:t>33,74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23F" w:rsidRPr="00231DB6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 w:rsidRPr="00231DB6">
              <w:rPr>
                <w:sz w:val="20"/>
                <w:szCs w:val="20"/>
              </w:rPr>
              <w:t>34,40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 w:rsidRPr="00E14CBD">
              <w:rPr>
                <w:sz w:val="20"/>
                <w:szCs w:val="20"/>
              </w:rPr>
              <w:t>34,40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35,70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35,70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37,12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37,12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38,60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38,60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40,13</w:t>
            </w:r>
          </w:p>
        </w:tc>
      </w:tr>
      <w:tr w:rsidR="00F3323F" w:rsidTr="006220A6">
        <w:trPr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23F" w:rsidRDefault="00F3323F" w:rsidP="006106EE">
            <w:pPr>
              <w:rPr>
                <w:b/>
                <w:bCs/>
                <w:sz w:val="20"/>
                <w:szCs w:val="28"/>
                <w:lang w:eastAsia="en-US"/>
              </w:rPr>
            </w:pPr>
          </w:p>
        </w:tc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23F" w:rsidRDefault="00F3323F" w:rsidP="006106EE">
            <w:pPr>
              <w:rPr>
                <w:noProof/>
                <w:sz w:val="20"/>
                <w:szCs w:val="28"/>
                <w:lang w:eastAsia="en-US"/>
              </w:rPr>
            </w:pPr>
            <w:r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23F" w:rsidRPr="00231DB6" w:rsidRDefault="00F3323F" w:rsidP="006106EE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23F" w:rsidRPr="00231DB6" w:rsidRDefault="00F3323F" w:rsidP="006106EE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F" w:rsidRDefault="00F3323F" w:rsidP="006106EE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F" w:rsidRDefault="00F3323F" w:rsidP="006106EE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F" w:rsidRDefault="00F3323F" w:rsidP="006106EE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F" w:rsidRDefault="00F3323F" w:rsidP="006106EE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F" w:rsidRDefault="00F3323F" w:rsidP="006106EE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F" w:rsidRDefault="00F3323F" w:rsidP="006106EE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F" w:rsidRDefault="00F3323F" w:rsidP="006106EE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F" w:rsidRDefault="00F3323F" w:rsidP="006106EE">
            <w:pPr>
              <w:rPr>
                <w:sz w:val="20"/>
                <w:lang w:eastAsia="en-US"/>
              </w:rPr>
            </w:pPr>
          </w:p>
        </w:tc>
      </w:tr>
      <w:tr w:rsidR="00F3323F" w:rsidTr="006220A6">
        <w:trPr>
          <w:trHeight w:val="132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23F" w:rsidRDefault="00F3323F" w:rsidP="006106EE">
            <w:pPr>
              <w:jc w:val="center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3.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23F" w:rsidRDefault="00F3323F" w:rsidP="006106EE">
            <w:pPr>
              <w:autoSpaceDE w:val="0"/>
              <w:autoSpaceDN w:val="0"/>
              <w:adjustRightInd w:val="0"/>
              <w:rPr>
                <w:bCs/>
                <w:sz w:val="20"/>
                <w:szCs w:val="28"/>
                <w:lang w:eastAsia="en-US"/>
              </w:rPr>
            </w:pPr>
            <w:r>
              <w:rPr>
                <w:bCs/>
                <w:sz w:val="20"/>
                <w:lang w:eastAsia="en-US"/>
              </w:rPr>
              <w:t>Водоотведение (без учета очистки сточных вод), руб./м</w:t>
            </w:r>
            <w:r>
              <w:rPr>
                <w:bCs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23F" w:rsidRPr="00231DB6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 w:rsidRPr="00231DB6">
              <w:rPr>
                <w:sz w:val="20"/>
                <w:szCs w:val="20"/>
              </w:rPr>
              <w:t>26,32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23F" w:rsidRPr="00231DB6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 w:rsidRPr="00231DB6">
              <w:rPr>
                <w:sz w:val="20"/>
                <w:szCs w:val="20"/>
              </w:rPr>
              <w:t>26,81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30,52</w:t>
            </w:r>
          </w:p>
        </w:tc>
      </w:tr>
      <w:tr w:rsidR="00F3323F" w:rsidTr="006220A6">
        <w:trPr>
          <w:trHeight w:val="132"/>
          <w:jc w:val="center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23F" w:rsidRDefault="00F3323F" w:rsidP="006106EE">
            <w:pPr>
              <w:jc w:val="center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4.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323F" w:rsidRDefault="00F3323F" w:rsidP="006106EE">
            <w:pPr>
              <w:autoSpaceDE w:val="0"/>
              <w:autoSpaceDN w:val="0"/>
              <w:adjustRightInd w:val="0"/>
              <w:rPr>
                <w:bCs/>
                <w:sz w:val="20"/>
                <w:szCs w:val="28"/>
                <w:lang w:eastAsia="en-US"/>
              </w:rPr>
            </w:pPr>
            <w:r>
              <w:rPr>
                <w:bCs/>
                <w:sz w:val="20"/>
                <w:lang w:eastAsia="en-US"/>
              </w:rPr>
              <w:t>Водоотведение (без учета очистки сточных вод), руб./м</w:t>
            </w:r>
            <w:r>
              <w:rPr>
                <w:bCs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23F" w:rsidRPr="00231DB6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 w:rsidRPr="00231DB6">
              <w:rPr>
                <w:sz w:val="20"/>
                <w:szCs w:val="20"/>
              </w:rPr>
              <w:t>26,32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323F" w:rsidRPr="00231DB6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 w:rsidRPr="00231DB6">
              <w:rPr>
                <w:sz w:val="20"/>
                <w:szCs w:val="20"/>
              </w:rPr>
              <w:t>26,81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26,81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27,35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27,35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28,42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28,42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29,55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29,55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23F" w:rsidRPr="00E14CBD" w:rsidRDefault="00F3323F" w:rsidP="00B527EC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30,52</w:t>
            </w:r>
          </w:p>
        </w:tc>
      </w:tr>
      <w:tr w:rsidR="006106EE" w:rsidTr="006220A6">
        <w:trPr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6EE" w:rsidRDefault="006106EE" w:rsidP="006106EE">
            <w:pPr>
              <w:rPr>
                <w:b/>
                <w:bCs/>
                <w:sz w:val="20"/>
                <w:szCs w:val="28"/>
                <w:lang w:eastAsia="en-US"/>
              </w:rPr>
            </w:pPr>
          </w:p>
        </w:tc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EE" w:rsidRDefault="006106EE" w:rsidP="006106EE">
            <w:pPr>
              <w:autoSpaceDE w:val="0"/>
              <w:autoSpaceDN w:val="0"/>
              <w:adjustRightInd w:val="0"/>
              <w:rPr>
                <w:bCs/>
                <w:sz w:val="20"/>
                <w:szCs w:val="28"/>
                <w:lang w:eastAsia="en-US"/>
              </w:rPr>
            </w:pPr>
            <w:r>
              <w:rPr>
                <w:bCs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6EE" w:rsidRDefault="006106EE" w:rsidP="006106EE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6EE" w:rsidRDefault="006106EE" w:rsidP="006106EE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6EE" w:rsidRDefault="006106EE" w:rsidP="006106EE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6EE" w:rsidRDefault="006106EE" w:rsidP="006106EE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6EE" w:rsidRDefault="006106EE" w:rsidP="006106EE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6EE" w:rsidRDefault="006106EE" w:rsidP="006106EE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6EE" w:rsidRDefault="006106EE" w:rsidP="006106EE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6EE" w:rsidRDefault="006106EE" w:rsidP="006106EE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6EE" w:rsidRDefault="006106EE" w:rsidP="006106EE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6EE" w:rsidRDefault="006106EE" w:rsidP="006106EE">
            <w:pPr>
              <w:rPr>
                <w:sz w:val="20"/>
                <w:lang w:eastAsia="en-US"/>
              </w:rPr>
            </w:pPr>
          </w:p>
        </w:tc>
      </w:tr>
    </w:tbl>
    <w:p w:rsidR="00B216B8" w:rsidRPr="00B216B8" w:rsidRDefault="00B216B8" w:rsidP="006106EE">
      <w:pPr>
        <w:spacing w:line="276" w:lineRule="auto"/>
        <w:ind w:firstLine="709"/>
        <w:jc w:val="right"/>
        <w:rPr>
          <w:szCs w:val="28"/>
        </w:rPr>
      </w:pPr>
      <w:r w:rsidRPr="00B216B8">
        <w:rPr>
          <w:szCs w:val="28"/>
        </w:rPr>
        <w:t>».</w:t>
      </w:r>
    </w:p>
    <w:p w:rsidR="00B216B8" w:rsidRPr="00B216B8" w:rsidRDefault="00B216B8" w:rsidP="00B216B8">
      <w:pPr>
        <w:spacing w:line="276" w:lineRule="auto"/>
        <w:jc w:val="both"/>
        <w:rPr>
          <w:szCs w:val="28"/>
        </w:rPr>
      </w:pPr>
      <w:r w:rsidRPr="00B216B8">
        <w:rPr>
          <w:b/>
          <w:i/>
          <w:szCs w:val="28"/>
        </w:rPr>
        <w:t>1.2.</w:t>
      </w:r>
      <w:r w:rsidRPr="00B216B8">
        <w:rPr>
          <w:szCs w:val="28"/>
        </w:rPr>
        <w:t xml:space="preserve"> </w:t>
      </w:r>
      <w:r w:rsidRPr="00B216B8">
        <w:rPr>
          <w:noProof/>
          <w:szCs w:val="28"/>
        </w:rPr>
        <w:t xml:space="preserve">Приложения 1, 2 </w:t>
      </w:r>
      <w:r w:rsidRPr="00B216B8">
        <w:rPr>
          <w:szCs w:val="28"/>
        </w:rPr>
        <w:t xml:space="preserve">к решению изложить в новой редакции согласно </w:t>
      </w:r>
      <w:r w:rsidRPr="00B216B8">
        <w:rPr>
          <w:noProof/>
          <w:szCs w:val="28"/>
        </w:rPr>
        <w:t xml:space="preserve">Приложениям 1, 2 </w:t>
      </w:r>
      <w:r w:rsidRPr="00B216B8">
        <w:rPr>
          <w:szCs w:val="28"/>
        </w:rPr>
        <w:t>к настоящему решению.</w:t>
      </w:r>
    </w:p>
    <w:p w:rsidR="0056238E" w:rsidRPr="00016631" w:rsidRDefault="0056238E" w:rsidP="00B216B8">
      <w:pPr>
        <w:spacing w:line="276" w:lineRule="auto"/>
        <w:ind w:firstLine="709"/>
        <w:jc w:val="both"/>
        <w:rPr>
          <w:szCs w:val="28"/>
        </w:rPr>
      </w:pPr>
      <w:r w:rsidRPr="00016631">
        <w:rPr>
          <w:b/>
          <w:szCs w:val="28"/>
        </w:rPr>
        <w:t xml:space="preserve">2. </w:t>
      </w:r>
      <w:r w:rsidRPr="00016631">
        <w:rPr>
          <w:szCs w:val="28"/>
        </w:rPr>
        <w:t>Настоящее решение вступает в силу с 1 января 2020 г.</w:t>
      </w:r>
    </w:p>
    <w:p w:rsidR="000C3EA3" w:rsidRPr="0056238E" w:rsidRDefault="000C3EA3" w:rsidP="008C3F27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</w:p>
    <w:p w:rsidR="000C3EA3" w:rsidRPr="000C3EA3" w:rsidRDefault="000C3EA3" w:rsidP="008C3F27">
      <w:pPr>
        <w:tabs>
          <w:tab w:val="left" w:pos="1897"/>
        </w:tabs>
        <w:rPr>
          <w:noProof/>
        </w:rPr>
      </w:pPr>
    </w:p>
    <w:p w:rsidR="007D25C7" w:rsidRPr="007D25C7" w:rsidRDefault="007D25C7" w:rsidP="008C3F27">
      <w:pPr>
        <w:pStyle w:val="ac"/>
        <w:ind w:firstLine="708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</w:t>
      </w:r>
      <w:r w:rsidR="008C3F27">
        <w:rPr>
          <w:szCs w:val="28"/>
        </w:rPr>
        <w:t>тель службы</w:t>
      </w:r>
      <w:r w:rsidR="008C3F27">
        <w:rPr>
          <w:szCs w:val="28"/>
        </w:rPr>
        <w:tab/>
      </w:r>
      <w:r w:rsidR="008C3F27">
        <w:rPr>
          <w:szCs w:val="28"/>
        </w:rPr>
        <w:tab/>
      </w:r>
      <w:r w:rsidR="008C3F27">
        <w:rPr>
          <w:szCs w:val="28"/>
        </w:rPr>
        <w:tab/>
      </w:r>
      <w:r w:rsidR="008C3F27">
        <w:rPr>
          <w:szCs w:val="28"/>
        </w:rPr>
        <w:tab/>
      </w:r>
      <w:r w:rsidR="008C3F27">
        <w:rPr>
          <w:szCs w:val="28"/>
        </w:rPr>
        <w:tab/>
      </w:r>
      <w:r w:rsidR="008C3F27">
        <w:rPr>
          <w:szCs w:val="28"/>
        </w:rPr>
        <w:tab/>
      </w:r>
      <w:r w:rsidR="008C3F27">
        <w:rPr>
          <w:szCs w:val="28"/>
        </w:rPr>
        <w:tab/>
        <w:t xml:space="preserve">            Ю.Л.Алешина</w:t>
      </w: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8C3F27" w:rsidRDefault="008C3F27" w:rsidP="003F7CA5">
      <w:pPr>
        <w:tabs>
          <w:tab w:val="left" w:pos="1897"/>
        </w:tabs>
        <w:spacing w:line="276" w:lineRule="auto"/>
        <w:rPr>
          <w:szCs w:val="28"/>
        </w:rPr>
      </w:pPr>
    </w:p>
    <w:p w:rsidR="006648EA" w:rsidRDefault="006648EA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003C40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305DC">
            <w:pPr>
              <w:ind w:left="3552"/>
              <w:jc w:val="center"/>
            </w:pPr>
            <w:r>
              <w:t xml:space="preserve">ПРИЛОЖЕНИЕ </w:t>
            </w:r>
            <w:r w:rsidR="00B216B8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8C3F27">
              <w:t xml:space="preserve">от </w:t>
            </w:r>
            <w:r w:rsidR="008C3F27" w:rsidRPr="008C3F27">
              <w:t xml:space="preserve">14 ноября </w:t>
            </w:r>
            <w:r w:rsidR="00F1607E" w:rsidRPr="008C3F27">
              <w:t xml:space="preserve">2019 </w:t>
            </w:r>
            <w:r w:rsidR="00CC03DF" w:rsidRPr="008C3F27">
              <w:t>г.</w:t>
            </w:r>
            <w:r w:rsidRPr="008C3F27">
              <w:t xml:space="preserve"> №</w:t>
            </w:r>
            <w:r w:rsidR="006B0802" w:rsidRPr="00D74902">
              <w:t xml:space="preserve"> </w:t>
            </w:r>
            <w:r w:rsidR="007D5B3D">
              <w:t>50/4</w:t>
            </w:r>
            <w:r w:rsidR="00E93AA9">
              <w:t>0</w:t>
            </w:r>
          </w:p>
          <w:p w:rsidR="0056238E" w:rsidRDefault="0056238E" w:rsidP="0056238E">
            <w:pPr>
              <w:ind w:left="3552"/>
              <w:jc w:val="center"/>
            </w:pPr>
          </w:p>
          <w:p w:rsidR="0056238E" w:rsidRDefault="0056238E" w:rsidP="0056238E">
            <w:pPr>
              <w:ind w:left="3552"/>
              <w:jc w:val="center"/>
            </w:pPr>
            <w:r>
              <w:t xml:space="preserve">«ПРИЛОЖЕНИЕ </w:t>
            </w:r>
            <w:r w:rsidR="00B216B8">
              <w:t>1</w:t>
            </w:r>
          </w:p>
          <w:p w:rsidR="0056238E" w:rsidRDefault="0056238E" w:rsidP="0056238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6238E" w:rsidRPr="001D06AF" w:rsidRDefault="006106EE" w:rsidP="006106EE">
            <w:pPr>
              <w:ind w:left="3552"/>
              <w:jc w:val="center"/>
            </w:pPr>
            <w:r>
              <w:t>от 11</w:t>
            </w:r>
            <w:r w:rsidR="0056238E" w:rsidRPr="0056238E">
              <w:t xml:space="preserve"> декабря 2018 г. №</w:t>
            </w:r>
            <w:r w:rsidR="0056238E">
              <w:t xml:space="preserve"> </w:t>
            </w:r>
            <w:r>
              <w:t>51/64</w:t>
            </w:r>
          </w:p>
        </w:tc>
      </w:tr>
      <w:tr w:rsidR="00AB760E" w:rsidRPr="006161EA" w:rsidTr="00003C40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521285" w:rsidRDefault="00521285" w:rsidP="00032C10">
            <w:pPr>
              <w:ind w:left="3552"/>
              <w:jc w:val="center"/>
              <w:rPr>
                <w:sz w:val="24"/>
                <w:szCs w:val="24"/>
              </w:rPr>
            </w:pPr>
          </w:p>
          <w:p w:rsidR="0056238E" w:rsidRDefault="0056238E" w:rsidP="007D25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7D25C7" w:rsidRPr="007D25C7" w:rsidRDefault="00B0596B" w:rsidP="007D25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7D25C7"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DC7870" w:rsidRDefault="007D25C7" w:rsidP="007D25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D25C7">
              <w:rPr>
                <w:b/>
                <w:sz w:val="24"/>
                <w:szCs w:val="24"/>
              </w:rPr>
              <w:t xml:space="preserve">ПО ОКАЗАНИЮ УСЛУГ </w:t>
            </w:r>
            <w:r w:rsidR="00016631">
              <w:rPr>
                <w:b/>
                <w:sz w:val="24"/>
                <w:szCs w:val="24"/>
              </w:rPr>
              <w:t>ХОЛОДНОГО ВОДОСНАБЖЕНИЯ</w:t>
            </w:r>
          </w:p>
          <w:p w:rsidR="007D25C7" w:rsidRPr="00B6104E" w:rsidRDefault="007D25C7" w:rsidP="00D304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521285" w:rsidRDefault="00B17710" w:rsidP="00B20077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</w:t>
      </w:r>
      <w:r w:rsidR="0021466F">
        <w:rPr>
          <w:sz w:val="24"/>
          <w:szCs w:val="24"/>
          <w:lang w:eastAsia="en-US"/>
        </w:rPr>
        <w:t xml:space="preserve">дственной программы с </w:t>
      </w:r>
      <w:r w:rsidR="0056238E">
        <w:rPr>
          <w:sz w:val="24"/>
          <w:szCs w:val="24"/>
          <w:lang w:eastAsia="en-US"/>
        </w:rPr>
        <w:t>01.01</w:t>
      </w:r>
      <w:r w:rsidR="00114A0B">
        <w:rPr>
          <w:sz w:val="24"/>
          <w:szCs w:val="24"/>
          <w:lang w:eastAsia="en-US"/>
        </w:rPr>
        <w:t>.201</w:t>
      </w:r>
      <w:r w:rsidR="00A1039E">
        <w:rPr>
          <w:sz w:val="24"/>
          <w:szCs w:val="24"/>
          <w:lang w:eastAsia="en-US"/>
        </w:rPr>
        <w:t>9</w:t>
      </w:r>
      <w:r>
        <w:rPr>
          <w:sz w:val="24"/>
          <w:szCs w:val="24"/>
          <w:lang w:eastAsia="en-US"/>
        </w:rPr>
        <w:t xml:space="preserve"> г. по 31.12.20</w:t>
      </w:r>
      <w:r w:rsidR="0056238E">
        <w:rPr>
          <w:sz w:val="24"/>
          <w:szCs w:val="24"/>
          <w:lang w:eastAsia="en-US"/>
        </w:rPr>
        <w:t>23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104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363"/>
        <w:gridCol w:w="23"/>
        <w:gridCol w:w="1031"/>
        <w:gridCol w:w="264"/>
        <w:gridCol w:w="29"/>
        <w:gridCol w:w="400"/>
        <w:gridCol w:w="43"/>
        <w:gridCol w:w="441"/>
        <w:gridCol w:w="382"/>
        <w:gridCol w:w="795"/>
        <w:gridCol w:w="64"/>
        <w:gridCol w:w="436"/>
        <w:gridCol w:w="88"/>
        <w:gridCol w:w="12"/>
        <w:gridCol w:w="430"/>
        <w:gridCol w:w="441"/>
        <w:gridCol w:w="324"/>
        <w:gridCol w:w="265"/>
        <w:gridCol w:w="1031"/>
        <w:gridCol w:w="589"/>
        <w:gridCol w:w="42"/>
      </w:tblGrid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8221D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38221D" w:rsidRPr="0038221D" w:rsidTr="0038221D">
        <w:trPr>
          <w:gridAfter w:val="2"/>
          <w:wAfter w:w="631" w:type="dxa"/>
          <w:trHeight w:val="426"/>
        </w:trPr>
        <w:tc>
          <w:tcPr>
            <w:tcW w:w="3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21D">
              <w:rPr>
                <w:sz w:val="20"/>
              </w:rPr>
              <w:t xml:space="preserve">Наименование регулируемой  </w:t>
            </w:r>
          </w:p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организации (ИНН)</w:t>
            </w:r>
          </w:p>
        </w:tc>
        <w:tc>
          <w:tcPr>
            <w:tcW w:w="6499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ОБЩЕСТВО С ОГРАНИЧЕННОЙ ОТВЕТСТВЕННОСТЬЮ «СУХОБЕЗВОДНИНСКОЕ ЖКХ» (ИНН 5228056070)</w:t>
            </w:r>
          </w:p>
        </w:tc>
      </w:tr>
      <w:tr w:rsidR="0038221D" w:rsidRPr="0038221D" w:rsidTr="0038221D">
        <w:trPr>
          <w:gridAfter w:val="2"/>
          <w:wAfter w:w="631" w:type="dxa"/>
          <w:trHeight w:val="360"/>
        </w:trPr>
        <w:tc>
          <w:tcPr>
            <w:tcW w:w="3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21D">
              <w:rPr>
                <w:sz w:val="20"/>
              </w:rPr>
              <w:t xml:space="preserve">Местонахождение            </w:t>
            </w:r>
          </w:p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499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rPr>
                <w:sz w:val="20"/>
                <w:lang w:eastAsia="en-US"/>
              </w:rPr>
            </w:pPr>
            <w:r w:rsidRPr="008C3F27">
              <w:rPr>
                <w:sz w:val="20"/>
              </w:rPr>
              <w:t xml:space="preserve">606640, Нижегородская область, городской округ Семеновский, </w:t>
            </w:r>
            <w:r>
              <w:rPr>
                <w:sz w:val="20"/>
              </w:rPr>
              <w:br/>
            </w:r>
            <w:r w:rsidRPr="008C3F27">
              <w:rPr>
                <w:sz w:val="20"/>
              </w:rPr>
              <w:t>р.п. Сухобезводное, ул. Комсомольская, д. 30</w:t>
            </w:r>
          </w:p>
        </w:tc>
      </w:tr>
      <w:tr w:rsidR="0038221D" w:rsidRPr="0038221D" w:rsidTr="0038221D">
        <w:trPr>
          <w:gridAfter w:val="2"/>
          <w:wAfter w:w="631" w:type="dxa"/>
          <w:trHeight w:val="340"/>
        </w:trPr>
        <w:tc>
          <w:tcPr>
            <w:tcW w:w="3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21D">
              <w:rPr>
                <w:sz w:val="20"/>
              </w:rPr>
              <w:t xml:space="preserve">Наименование               </w:t>
            </w:r>
          </w:p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499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38221D" w:rsidRPr="0038221D" w:rsidTr="0038221D">
        <w:trPr>
          <w:gridAfter w:val="2"/>
          <w:wAfter w:w="631" w:type="dxa"/>
          <w:trHeight w:val="360"/>
        </w:trPr>
        <w:tc>
          <w:tcPr>
            <w:tcW w:w="3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21D">
              <w:rPr>
                <w:sz w:val="20"/>
              </w:rPr>
              <w:t xml:space="preserve">Местонахождение            </w:t>
            </w:r>
          </w:p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499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8221D">
              <w:rPr>
                <w:b/>
                <w:sz w:val="20"/>
              </w:rPr>
              <w:t>2. Объем подачи воды</w:t>
            </w:r>
          </w:p>
        </w:tc>
      </w:tr>
      <w:tr w:rsidR="0038221D" w:rsidRPr="0038221D" w:rsidTr="0038221D">
        <w:trPr>
          <w:gridAfter w:val="2"/>
          <w:wAfter w:w="631" w:type="dxa"/>
          <w:trHeight w:val="269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8221D">
              <w:rPr>
                <w:sz w:val="18"/>
                <w:szCs w:val="18"/>
              </w:rPr>
              <w:t>На период с 01.01.2019 по 31.12.2019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8221D">
              <w:rPr>
                <w:sz w:val="18"/>
                <w:szCs w:val="18"/>
              </w:rPr>
              <w:t>На период с 01.01.2020 по 31.12.2020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8221D">
              <w:rPr>
                <w:sz w:val="18"/>
                <w:szCs w:val="18"/>
              </w:rPr>
              <w:t>На период с 01.01.2021 по 31.12.2021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8221D">
              <w:rPr>
                <w:sz w:val="18"/>
                <w:szCs w:val="18"/>
              </w:rPr>
              <w:t>На период с 01.01.2022 по 31.12.2022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8221D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38221D" w:rsidRPr="0038221D" w:rsidTr="0038221D">
        <w:trPr>
          <w:gridAfter w:val="2"/>
          <w:wAfter w:w="631" w:type="dxa"/>
          <w:trHeight w:val="296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38221D">
              <w:rPr>
                <w:sz w:val="20"/>
              </w:rPr>
              <w:t>Подано воды всего, тыс. м</w:t>
            </w:r>
            <w:r w:rsidRPr="0038221D">
              <w:rPr>
                <w:sz w:val="20"/>
                <w:vertAlign w:val="superscript"/>
              </w:rPr>
              <w:t>3</w:t>
            </w:r>
            <w:r w:rsidRPr="0038221D">
              <w:rPr>
                <w:sz w:val="20"/>
              </w:rPr>
              <w:t xml:space="preserve"> в том числе: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128,36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128,36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128,36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128,36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128,36</w:t>
            </w:r>
          </w:p>
        </w:tc>
      </w:tr>
      <w:tr w:rsidR="0038221D" w:rsidRPr="0038221D" w:rsidTr="0038221D">
        <w:trPr>
          <w:gridAfter w:val="2"/>
          <w:wAfter w:w="631" w:type="dxa"/>
          <w:trHeight w:val="296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38221D">
              <w:rPr>
                <w:i/>
                <w:sz w:val="20"/>
              </w:rPr>
              <w:t>- населению,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105,01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105,01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105,01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105,01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105,01</w:t>
            </w:r>
          </w:p>
        </w:tc>
      </w:tr>
      <w:tr w:rsidR="0038221D" w:rsidRPr="0038221D" w:rsidTr="0038221D">
        <w:trPr>
          <w:gridAfter w:val="2"/>
          <w:wAfter w:w="631" w:type="dxa"/>
          <w:trHeight w:val="296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38221D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6,08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6,08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6,08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6,08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6,08</w:t>
            </w:r>
          </w:p>
        </w:tc>
      </w:tr>
      <w:tr w:rsidR="0038221D" w:rsidRPr="0038221D" w:rsidTr="0038221D">
        <w:trPr>
          <w:gridAfter w:val="2"/>
          <w:wAfter w:w="631" w:type="dxa"/>
          <w:trHeight w:val="296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38221D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17,27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17,27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17,27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17,27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17,27</w:t>
            </w:r>
          </w:p>
        </w:tc>
      </w:tr>
      <w:tr w:rsidR="0038221D" w:rsidRPr="0038221D" w:rsidTr="0038221D">
        <w:trPr>
          <w:gridAfter w:val="2"/>
          <w:wAfter w:w="631" w:type="dxa"/>
          <w:trHeight w:val="296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38221D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</w:tr>
      <w:tr w:rsidR="0038221D" w:rsidRPr="0038221D" w:rsidTr="0038221D">
        <w:trPr>
          <w:gridAfter w:val="2"/>
          <w:wAfter w:w="631" w:type="dxa"/>
          <w:trHeight w:val="296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8221D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38221D" w:rsidRPr="0038221D" w:rsidTr="0038221D">
        <w:trPr>
          <w:gridAfter w:val="2"/>
          <w:wAfter w:w="631" w:type="dxa"/>
          <w:trHeight w:val="223"/>
        </w:trPr>
        <w:tc>
          <w:tcPr>
            <w:tcW w:w="33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7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График реализации мероприятий</w:t>
            </w:r>
          </w:p>
        </w:tc>
        <w:tc>
          <w:tcPr>
            <w:tcW w:w="308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Всего сумма, тыс. руб.  </w:t>
            </w:r>
          </w:p>
        </w:tc>
      </w:tr>
      <w:tr w:rsidR="0038221D" w:rsidRPr="0038221D" w:rsidTr="0038221D">
        <w:trPr>
          <w:gridAfter w:val="2"/>
          <w:wAfter w:w="631" w:type="dxa"/>
          <w:trHeight w:val="255"/>
        </w:trPr>
        <w:tc>
          <w:tcPr>
            <w:tcW w:w="338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rPr>
                <w:sz w:val="20"/>
                <w:lang w:eastAsia="en-US"/>
              </w:rPr>
            </w:pPr>
          </w:p>
        </w:tc>
        <w:tc>
          <w:tcPr>
            <w:tcW w:w="1767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rPr>
                <w:sz w:val="20"/>
                <w:lang w:eastAsia="en-US"/>
              </w:rPr>
            </w:pP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Себестоимость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21D">
              <w:rPr>
                <w:sz w:val="20"/>
              </w:rPr>
              <w:t xml:space="preserve">  Другие   </w:t>
            </w:r>
          </w:p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источники </w:t>
            </w:r>
          </w:p>
        </w:tc>
        <w:tc>
          <w:tcPr>
            <w:tcW w:w="162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rPr>
                <w:sz w:val="20"/>
                <w:lang w:eastAsia="en-US"/>
              </w:rPr>
            </w:pP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01.01.2019 по 31.12.2019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Производственные расходы</w:t>
            </w:r>
          </w:p>
        </w:tc>
        <w:tc>
          <w:tcPr>
            <w:tcW w:w="17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с 01.01.2019 по 31.12.2019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spacing w:after="20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3356,88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spacing w:after="20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3356,88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798,84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798,84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>с 01.01.2019 по 31.12.2019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127,70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127,70</w:t>
            </w:r>
          </w:p>
        </w:tc>
      </w:tr>
      <w:tr w:rsidR="0038221D" w:rsidRPr="0038221D" w:rsidTr="0038221D">
        <w:trPr>
          <w:gridAfter w:val="1"/>
          <w:wAfter w:w="42" w:type="dxa"/>
          <w:trHeight w:val="144"/>
        </w:trPr>
        <w:tc>
          <w:tcPr>
            <w:tcW w:w="515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4283,42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4283,42</w:t>
            </w:r>
          </w:p>
        </w:tc>
        <w:tc>
          <w:tcPr>
            <w:tcW w:w="589" w:type="dxa"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01.01.2020 по 31.12.2020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lastRenderedPageBreak/>
              <w:t>Производственные расходы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с 01.01.2020 по 31.12.2020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spacing w:after="20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3533,78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spacing w:after="20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3533,78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814,58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814,58</w:t>
            </w:r>
          </w:p>
        </w:tc>
      </w:tr>
      <w:tr w:rsidR="0038221D" w:rsidRPr="0038221D" w:rsidTr="0038221D">
        <w:trPr>
          <w:gridAfter w:val="2"/>
          <w:wAfter w:w="631" w:type="dxa"/>
          <w:trHeight w:val="60"/>
        </w:trPr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140,88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140,88</w:t>
            </w:r>
          </w:p>
        </w:tc>
      </w:tr>
      <w:tr w:rsidR="0038221D" w:rsidRPr="0038221D" w:rsidTr="0038221D">
        <w:trPr>
          <w:gridAfter w:val="1"/>
          <w:wAfter w:w="42" w:type="dxa"/>
          <w:trHeight w:val="144"/>
        </w:trPr>
        <w:tc>
          <w:tcPr>
            <w:tcW w:w="5153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4489,24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4489,24</w:t>
            </w:r>
          </w:p>
        </w:tc>
        <w:tc>
          <w:tcPr>
            <w:tcW w:w="589" w:type="dxa"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38221D" w:rsidRPr="0038221D" w:rsidTr="0038221D">
        <w:trPr>
          <w:gridAfter w:val="2"/>
          <w:wAfter w:w="631" w:type="dxa"/>
          <w:trHeight w:val="178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01.01.2021 по 31.12.2021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Производственные расходы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с 01.01.2021 по 31.12.2021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spacing w:after="20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3632,62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spacing w:after="20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3632,62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836,27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836,27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157,15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157,15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4626,04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4626,04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01.01.2022 по 31.12.2022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Производственные расходы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с 01.01.2022 по 31.12.2022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spacing w:after="20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3718,71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spacing w:after="20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3718,71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861,03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861,03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175,62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175,62</w:t>
            </w:r>
          </w:p>
        </w:tc>
      </w:tr>
      <w:tr w:rsidR="0038221D" w:rsidRPr="0038221D" w:rsidTr="0038221D">
        <w:trPr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4755,36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4755,36</w:t>
            </w:r>
          </w:p>
        </w:tc>
        <w:tc>
          <w:tcPr>
            <w:tcW w:w="631" w:type="dxa"/>
            <w:gridSpan w:val="2"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01.01.2023 по 31.12.2023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Производственные расходы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с 01.01.2023 по 31.12.2023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spacing w:after="20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3807,36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spacing w:after="20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3807,36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886,51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886,51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21D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spacing w:after="20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196,64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spacing w:after="20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196,64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4890,51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4890,51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spacing w:after="20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23044,57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23044,57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8221D">
              <w:rPr>
                <w:b/>
                <w:sz w:val="20"/>
              </w:rPr>
              <w:t xml:space="preserve">4. Мероприятия, направленные на поддержание объектов централизованных систем холодного </w:t>
            </w:r>
            <w:r w:rsidRPr="0038221D">
              <w:rPr>
                <w:b/>
                <w:sz w:val="20"/>
              </w:rPr>
              <w:lastRenderedPageBreak/>
              <w:t>водоснабжения в состоянии, соответствующем установленным требованиям технических регламентов</w:t>
            </w:r>
          </w:p>
        </w:tc>
      </w:tr>
      <w:tr w:rsidR="0038221D" w:rsidRPr="0038221D" w:rsidTr="0038221D">
        <w:trPr>
          <w:gridAfter w:val="2"/>
          <w:wAfter w:w="631" w:type="dxa"/>
          <w:trHeight w:val="360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8221D">
              <w:rPr>
                <w:sz w:val="20"/>
              </w:rPr>
              <w:lastRenderedPageBreak/>
              <w:t xml:space="preserve">  </w:t>
            </w:r>
            <w:r w:rsidRPr="0038221D">
              <w:rPr>
                <w:i/>
                <w:sz w:val="20"/>
              </w:rPr>
              <w:t>4.1. Перечень мероприятий по ремо</w:t>
            </w:r>
            <w:r>
              <w:rPr>
                <w:i/>
                <w:sz w:val="20"/>
              </w:rPr>
              <w:t xml:space="preserve">нту объектов централизованных </w:t>
            </w:r>
            <w:r w:rsidRPr="0038221D">
              <w:rPr>
                <w:i/>
                <w:sz w:val="20"/>
              </w:rPr>
              <w:t xml:space="preserve">систем водоснабжения </w:t>
            </w:r>
          </w:p>
        </w:tc>
      </w:tr>
      <w:tr w:rsidR="0038221D" w:rsidRPr="0038221D" w:rsidTr="0038221D">
        <w:trPr>
          <w:gridAfter w:val="2"/>
          <w:wAfter w:w="631" w:type="dxa"/>
          <w:trHeight w:val="223"/>
        </w:trPr>
        <w:tc>
          <w:tcPr>
            <w:tcW w:w="33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7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График реализации мероприятий</w:t>
            </w:r>
          </w:p>
        </w:tc>
        <w:tc>
          <w:tcPr>
            <w:tcW w:w="308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Всего сумма, тыс. руб.  </w:t>
            </w:r>
          </w:p>
        </w:tc>
      </w:tr>
      <w:tr w:rsidR="0038221D" w:rsidRPr="0038221D" w:rsidTr="0038221D">
        <w:trPr>
          <w:gridAfter w:val="2"/>
          <w:wAfter w:w="631" w:type="dxa"/>
          <w:trHeight w:val="255"/>
        </w:trPr>
        <w:tc>
          <w:tcPr>
            <w:tcW w:w="338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rPr>
                <w:sz w:val="20"/>
                <w:lang w:eastAsia="en-US"/>
              </w:rPr>
            </w:pPr>
          </w:p>
        </w:tc>
        <w:tc>
          <w:tcPr>
            <w:tcW w:w="1767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rPr>
                <w:sz w:val="20"/>
                <w:lang w:eastAsia="en-US"/>
              </w:rPr>
            </w:pP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Себестоимость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21D">
              <w:rPr>
                <w:sz w:val="20"/>
              </w:rPr>
              <w:t xml:space="preserve">  Другие   </w:t>
            </w:r>
          </w:p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источники </w:t>
            </w:r>
          </w:p>
        </w:tc>
        <w:tc>
          <w:tcPr>
            <w:tcW w:w="162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rPr>
                <w:sz w:val="20"/>
                <w:lang w:eastAsia="en-US"/>
              </w:rPr>
            </w:pP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01.01.2019 по 31.12.2019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Ремонт водопроводных сетей и насосного оборудования</w:t>
            </w:r>
          </w:p>
        </w:tc>
        <w:tc>
          <w:tcPr>
            <w:tcW w:w="17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142,74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142,74</w:t>
            </w:r>
          </w:p>
        </w:tc>
      </w:tr>
      <w:tr w:rsidR="0038221D" w:rsidRPr="0038221D" w:rsidTr="0038221D">
        <w:trPr>
          <w:gridAfter w:val="1"/>
          <w:wAfter w:w="42" w:type="dxa"/>
          <w:trHeight w:val="144"/>
        </w:trPr>
        <w:tc>
          <w:tcPr>
            <w:tcW w:w="515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142,74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142,74</w:t>
            </w:r>
          </w:p>
        </w:tc>
        <w:tc>
          <w:tcPr>
            <w:tcW w:w="589" w:type="dxa"/>
            <w:vAlign w:val="center"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01.01.2020 по 31.12.2020</w:t>
            </w:r>
          </w:p>
        </w:tc>
      </w:tr>
      <w:tr w:rsidR="0038221D" w:rsidRPr="0038221D" w:rsidTr="0038221D">
        <w:trPr>
          <w:gridAfter w:val="2"/>
          <w:wAfter w:w="631" w:type="dxa"/>
          <w:trHeight w:val="315"/>
        </w:trPr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Ремонт водопроводных сетей и насосного оборудования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145,55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145,55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5153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145,55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145,55</w:t>
            </w:r>
          </w:p>
        </w:tc>
      </w:tr>
      <w:tr w:rsidR="0038221D" w:rsidRPr="0038221D" w:rsidTr="0038221D">
        <w:trPr>
          <w:gridAfter w:val="2"/>
          <w:wAfter w:w="631" w:type="dxa"/>
          <w:trHeight w:val="178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01.01.2021 по 31.12.2021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Ремонт водопроводных сетей и насосного оборудования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149,42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149,42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149,42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149,42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01.01.2022 по 31.12.2022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Ремонт водопроводных сетей и насосного оборудования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153,85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153,85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153,85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153,85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01.01.2023 по 31.12.2023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Ремонт водопроводных сетей и насосного оборудования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158,40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158,40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158,40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158,40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749,96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749,96</w:t>
            </w:r>
          </w:p>
        </w:tc>
      </w:tr>
      <w:tr w:rsidR="0038221D" w:rsidRPr="0038221D" w:rsidTr="0038221D">
        <w:trPr>
          <w:gridAfter w:val="2"/>
          <w:wAfter w:w="631" w:type="dxa"/>
          <w:trHeight w:val="360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8221D">
              <w:rPr>
                <w:i/>
                <w:sz w:val="20"/>
              </w:rPr>
              <w:t xml:space="preserve">   4.2. Перечень мероприятий, напра</w:t>
            </w:r>
            <w:r>
              <w:rPr>
                <w:i/>
                <w:sz w:val="20"/>
              </w:rPr>
              <w:t xml:space="preserve">вленных на улучшение качества </w:t>
            </w:r>
            <w:r w:rsidRPr="0038221D">
              <w:rPr>
                <w:i/>
                <w:sz w:val="20"/>
              </w:rPr>
              <w:t xml:space="preserve">питьевой воды </w:t>
            </w:r>
          </w:p>
        </w:tc>
      </w:tr>
      <w:tr w:rsidR="0038221D" w:rsidRPr="0038221D" w:rsidTr="0038221D">
        <w:trPr>
          <w:gridAfter w:val="2"/>
          <w:wAfter w:w="631" w:type="dxa"/>
          <w:trHeight w:val="223"/>
        </w:trPr>
        <w:tc>
          <w:tcPr>
            <w:tcW w:w="33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7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График реализации мероприятий</w:t>
            </w:r>
          </w:p>
        </w:tc>
        <w:tc>
          <w:tcPr>
            <w:tcW w:w="308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Всего сумма, тыс. руб.  </w:t>
            </w:r>
          </w:p>
        </w:tc>
      </w:tr>
      <w:tr w:rsidR="0038221D" w:rsidRPr="0038221D" w:rsidTr="0038221D">
        <w:trPr>
          <w:gridAfter w:val="2"/>
          <w:wAfter w:w="631" w:type="dxa"/>
          <w:trHeight w:val="255"/>
        </w:trPr>
        <w:tc>
          <w:tcPr>
            <w:tcW w:w="338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rPr>
                <w:sz w:val="20"/>
                <w:lang w:eastAsia="en-US"/>
              </w:rPr>
            </w:pPr>
          </w:p>
        </w:tc>
        <w:tc>
          <w:tcPr>
            <w:tcW w:w="1767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rPr>
                <w:sz w:val="20"/>
                <w:lang w:eastAsia="en-US"/>
              </w:rPr>
            </w:pP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Себестоимость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21D">
              <w:rPr>
                <w:sz w:val="20"/>
              </w:rPr>
              <w:t xml:space="preserve">  Другие   </w:t>
            </w:r>
          </w:p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источники </w:t>
            </w:r>
          </w:p>
        </w:tc>
        <w:tc>
          <w:tcPr>
            <w:tcW w:w="162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rPr>
                <w:sz w:val="20"/>
                <w:lang w:eastAsia="en-US"/>
              </w:rPr>
            </w:pP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01.01.2019 по 31.12.2019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Мероприятия отсутствуют</w:t>
            </w:r>
          </w:p>
        </w:tc>
        <w:tc>
          <w:tcPr>
            <w:tcW w:w="17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515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01.01.2020 по 31.12.2020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Мероприятия отсутствуют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5153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178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01.01.2021 по 31.12.2021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Мероприятия отсутствуют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01.01.2022 по 31.12.2022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Мероприятия отсутствуют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01.01.2023 по 31.12.2023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Мероприятия отсутствуют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360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8221D">
              <w:rPr>
                <w:sz w:val="20"/>
              </w:rPr>
              <w:t xml:space="preserve">    </w:t>
            </w:r>
            <w:r w:rsidRPr="0038221D">
              <w:rPr>
                <w:i/>
                <w:sz w:val="20"/>
              </w:rPr>
              <w:t xml:space="preserve">4.3. Перечень мероприятий по энергосбережению и повышению энергетической    </w:t>
            </w:r>
          </w:p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38221D">
              <w:rPr>
                <w:sz w:val="20"/>
              </w:rPr>
              <w:t xml:space="preserve">   </w:t>
            </w:r>
          </w:p>
        </w:tc>
      </w:tr>
      <w:tr w:rsidR="0038221D" w:rsidRPr="0038221D" w:rsidTr="0038221D">
        <w:trPr>
          <w:gridAfter w:val="2"/>
          <w:wAfter w:w="631" w:type="dxa"/>
          <w:trHeight w:val="223"/>
        </w:trPr>
        <w:tc>
          <w:tcPr>
            <w:tcW w:w="33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7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График реализации мероприятий</w:t>
            </w:r>
          </w:p>
        </w:tc>
        <w:tc>
          <w:tcPr>
            <w:tcW w:w="308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Всего сумма, тыс. руб.  </w:t>
            </w:r>
          </w:p>
        </w:tc>
      </w:tr>
      <w:tr w:rsidR="0038221D" w:rsidRPr="0038221D" w:rsidTr="0038221D">
        <w:trPr>
          <w:gridAfter w:val="2"/>
          <w:wAfter w:w="631" w:type="dxa"/>
          <w:trHeight w:val="273"/>
        </w:trPr>
        <w:tc>
          <w:tcPr>
            <w:tcW w:w="338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rPr>
                <w:sz w:val="20"/>
                <w:lang w:eastAsia="en-US"/>
              </w:rPr>
            </w:pPr>
          </w:p>
        </w:tc>
        <w:tc>
          <w:tcPr>
            <w:tcW w:w="1767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rPr>
                <w:sz w:val="20"/>
                <w:lang w:eastAsia="en-US"/>
              </w:rPr>
            </w:pP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Себестоимость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21D">
              <w:rPr>
                <w:sz w:val="20"/>
              </w:rPr>
              <w:t xml:space="preserve">  Другие   </w:t>
            </w:r>
          </w:p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источники </w:t>
            </w:r>
          </w:p>
        </w:tc>
        <w:tc>
          <w:tcPr>
            <w:tcW w:w="162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rPr>
                <w:sz w:val="20"/>
                <w:lang w:eastAsia="en-US"/>
              </w:rPr>
            </w:pP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01.01.2019 по 31.12.2019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Мероприятия отсутствуют</w:t>
            </w:r>
          </w:p>
        </w:tc>
        <w:tc>
          <w:tcPr>
            <w:tcW w:w="17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515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01.01.2020 по 31.12.2020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Мероприятия отсутствуют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5153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178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01.01.2021 по 31.12.2021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lastRenderedPageBreak/>
              <w:t>Мероприятия отсутствуют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01.01.2022 по 31.12.2022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Мероприятия отсутствуют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01.01.2023 по 31.12.2023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Мероприятия отсутствуют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  <w:lang w:eastAsia="en-US"/>
              </w:rPr>
            </w:pPr>
            <w:r w:rsidRPr="0038221D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38221D" w:rsidRPr="0038221D" w:rsidTr="0038221D">
        <w:trPr>
          <w:gridAfter w:val="2"/>
          <w:wAfter w:w="631" w:type="dxa"/>
          <w:trHeight w:val="223"/>
        </w:trPr>
        <w:tc>
          <w:tcPr>
            <w:tcW w:w="33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7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График реализации мероприятий</w:t>
            </w:r>
          </w:p>
        </w:tc>
        <w:tc>
          <w:tcPr>
            <w:tcW w:w="308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Всего сумма, тыс. руб.  </w:t>
            </w:r>
          </w:p>
        </w:tc>
      </w:tr>
      <w:tr w:rsidR="0038221D" w:rsidRPr="0038221D" w:rsidTr="0038221D">
        <w:trPr>
          <w:gridAfter w:val="2"/>
          <w:wAfter w:w="631" w:type="dxa"/>
          <w:trHeight w:val="255"/>
        </w:trPr>
        <w:tc>
          <w:tcPr>
            <w:tcW w:w="338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rPr>
                <w:sz w:val="20"/>
                <w:lang w:eastAsia="en-US"/>
              </w:rPr>
            </w:pPr>
          </w:p>
        </w:tc>
        <w:tc>
          <w:tcPr>
            <w:tcW w:w="1767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rPr>
                <w:sz w:val="20"/>
                <w:lang w:eastAsia="en-US"/>
              </w:rPr>
            </w:pP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Себестоимость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21D">
              <w:rPr>
                <w:sz w:val="20"/>
              </w:rPr>
              <w:t xml:space="preserve">  Другие   </w:t>
            </w:r>
          </w:p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источники </w:t>
            </w:r>
          </w:p>
        </w:tc>
        <w:tc>
          <w:tcPr>
            <w:tcW w:w="162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rPr>
                <w:sz w:val="20"/>
                <w:lang w:eastAsia="en-US"/>
              </w:rPr>
            </w:pP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01.01.2019 по 31.12.2019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Мероприятия отсутствуют</w:t>
            </w:r>
          </w:p>
        </w:tc>
        <w:tc>
          <w:tcPr>
            <w:tcW w:w="17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515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01.01.2020 по 31.12.2020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Мероприятия отсутствуют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5153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178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01.01.2021 по 31.12.2021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Мероприятия отсутствуют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01.01.2022 по 31.12.2022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Мероприятия отсутствуют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 период с 01.01.2023 по 31.12.2023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Мероприятия отсутствуют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4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       </w:t>
            </w:r>
            <w:r w:rsidRPr="0038221D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38221D" w:rsidRPr="0038221D" w:rsidTr="0038221D">
        <w:trPr>
          <w:gridAfter w:val="2"/>
          <w:wAfter w:w="631" w:type="dxa"/>
          <w:trHeight w:val="215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Наименование показателя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Ед.изм.</w:t>
            </w:r>
          </w:p>
        </w:tc>
        <w:tc>
          <w:tcPr>
            <w:tcW w:w="1177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8221D">
              <w:rPr>
                <w:sz w:val="18"/>
                <w:szCs w:val="18"/>
              </w:rPr>
              <w:t xml:space="preserve">На период </w:t>
            </w:r>
          </w:p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8221D">
              <w:rPr>
                <w:sz w:val="18"/>
                <w:szCs w:val="18"/>
              </w:rPr>
              <w:t>с 01.01.2019 по 31.12.2019</w:t>
            </w:r>
          </w:p>
        </w:tc>
        <w:tc>
          <w:tcPr>
            <w:tcW w:w="1177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8221D">
              <w:rPr>
                <w:sz w:val="18"/>
                <w:szCs w:val="18"/>
              </w:rPr>
              <w:t xml:space="preserve">На период </w:t>
            </w:r>
            <w:r w:rsidRPr="0038221D">
              <w:rPr>
                <w:sz w:val="18"/>
                <w:szCs w:val="18"/>
              </w:rPr>
              <w:br/>
              <w:t>с 01.01.2020 по 31.12.2020</w:t>
            </w:r>
          </w:p>
        </w:tc>
        <w:tc>
          <w:tcPr>
            <w:tcW w:w="103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8221D">
              <w:rPr>
                <w:sz w:val="18"/>
                <w:szCs w:val="18"/>
              </w:rPr>
              <w:t xml:space="preserve">На период </w:t>
            </w:r>
          </w:p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8221D">
              <w:rPr>
                <w:sz w:val="18"/>
                <w:szCs w:val="18"/>
              </w:rPr>
              <w:t>с 01.01.2021 по 31.12.2021</w:t>
            </w:r>
          </w:p>
        </w:tc>
        <w:tc>
          <w:tcPr>
            <w:tcW w:w="103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8221D">
              <w:rPr>
                <w:sz w:val="18"/>
                <w:szCs w:val="18"/>
              </w:rPr>
              <w:t>На период с 01.01.2022 по 31.12.2022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8221D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38221D" w:rsidRPr="0038221D" w:rsidTr="0038221D">
        <w:trPr>
          <w:gridAfter w:val="2"/>
          <w:wAfter w:w="631" w:type="dxa"/>
          <w:trHeight w:val="212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Показатели качества воды</w:t>
            </w:r>
          </w:p>
        </w:tc>
      </w:tr>
      <w:tr w:rsidR="0038221D" w:rsidRPr="0038221D" w:rsidTr="0038221D">
        <w:trPr>
          <w:gridAfter w:val="2"/>
          <w:wAfter w:w="631" w:type="dxa"/>
          <w:trHeight w:val="21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%</w:t>
            </w:r>
          </w:p>
        </w:tc>
        <w:tc>
          <w:tcPr>
            <w:tcW w:w="1177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177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03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03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</w:tr>
      <w:tr w:rsidR="0038221D" w:rsidRPr="0038221D" w:rsidTr="0038221D">
        <w:trPr>
          <w:gridAfter w:val="2"/>
          <w:wAfter w:w="631" w:type="dxa"/>
          <w:trHeight w:val="1039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%</w:t>
            </w:r>
          </w:p>
        </w:tc>
        <w:tc>
          <w:tcPr>
            <w:tcW w:w="1177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177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03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03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</w:tr>
      <w:tr w:rsidR="0038221D" w:rsidRPr="0038221D" w:rsidTr="0038221D">
        <w:trPr>
          <w:gridAfter w:val="2"/>
          <w:wAfter w:w="631" w:type="dxa"/>
          <w:trHeight w:val="276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38221D" w:rsidRPr="0038221D" w:rsidTr="0038221D">
        <w:trPr>
          <w:gridAfter w:val="2"/>
          <w:wAfter w:w="631" w:type="dxa"/>
          <w:trHeight w:val="845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</w:t>
            </w:r>
            <w:r w:rsidRPr="0038221D">
              <w:rPr>
                <w:sz w:val="20"/>
              </w:rPr>
              <w:lastRenderedPageBreak/>
              <w:t xml:space="preserve">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lastRenderedPageBreak/>
              <w:t>ед./км</w:t>
            </w:r>
          </w:p>
        </w:tc>
        <w:tc>
          <w:tcPr>
            <w:tcW w:w="1177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0,5</w:t>
            </w:r>
          </w:p>
        </w:tc>
        <w:tc>
          <w:tcPr>
            <w:tcW w:w="1177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0,5</w:t>
            </w:r>
          </w:p>
        </w:tc>
        <w:tc>
          <w:tcPr>
            <w:tcW w:w="103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0,5</w:t>
            </w:r>
          </w:p>
        </w:tc>
        <w:tc>
          <w:tcPr>
            <w:tcW w:w="103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0,5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0,5</w:t>
            </w:r>
          </w:p>
        </w:tc>
      </w:tr>
      <w:tr w:rsidR="0038221D" w:rsidRPr="0038221D" w:rsidTr="0038221D">
        <w:trPr>
          <w:gridAfter w:val="2"/>
          <w:wAfter w:w="631" w:type="dxa"/>
          <w:trHeight w:val="212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lastRenderedPageBreak/>
              <w:t>Показатели энергетической эффективности</w:t>
            </w:r>
          </w:p>
        </w:tc>
      </w:tr>
      <w:tr w:rsidR="0038221D" w:rsidRPr="0038221D" w:rsidTr="0038221D">
        <w:trPr>
          <w:gridAfter w:val="2"/>
          <w:wAfter w:w="631" w:type="dxa"/>
          <w:trHeight w:val="212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%</w:t>
            </w:r>
          </w:p>
        </w:tc>
        <w:tc>
          <w:tcPr>
            <w:tcW w:w="1177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177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03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03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0</w:t>
            </w:r>
          </w:p>
        </w:tc>
      </w:tr>
      <w:tr w:rsidR="0038221D" w:rsidRPr="0038221D" w:rsidTr="0038221D">
        <w:trPr>
          <w:gridAfter w:val="2"/>
          <w:wAfter w:w="631" w:type="dxa"/>
          <w:trHeight w:val="705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221D" w:rsidRPr="0038221D" w:rsidRDefault="0038221D" w:rsidP="0038221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21D">
              <w:rPr>
                <w:sz w:val="20"/>
              </w:rPr>
              <w:t>кВт*ч/</w:t>
            </w:r>
          </w:p>
          <w:p w:rsidR="0038221D" w:rsidRPr="0038221D" w:rsidRDefault="0038221D" w:rsidP="0038221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21D">
              <w:rPr>
                <w:sz w:val="20"/>
              </w:rPr>
              <w:t>куб. м</w:t>
            </w:r>
          </w:p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1177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1,39</w:t>
            </w:r>
          </w:p>
        </w:tc>
        <w:tc>
          <w:tcPr>
            <w:tcW w:w="117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1,39</w:t>
            </w:r>
          </w:p>
        </w:tc>
        <w:tc>
          <w:tcPr>
            <w:tcW w:w="103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1,39</w:t>
            </w:r>
          </w:p>
        </w:tc>
        <w:tc>
          <w:tcPr>
            <w:tcW w:w="103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1,39</w:t>
            </w:r>
          </w:p>
        </w:tc>
        <w:tc>
          <w:tcPr>
            <w:tcW w:w="1031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1,39</w:t>
            </w:r>
          </w:p>
        </w:tc>
      </w:tr>
      <w:tr w:rsidR="0038221D" w:rsidRPr="0038221D" w:rsidTr="0038221D">
        <w:trPr>
          <w:gridAfter w:val="2"/>
          <w:wAfter w:w="631" w:type="dxa"/>
          <w:trHeight w:val="212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8221D" w:rsidRPr="0038221D" w:rsidRDefault="0038221D" w:rsidP="0038221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21D">
              <w:rPr>
                <w:sz w:val="20"/>
              </w:rPr>
              <w:t>кВт*ч/</w:t>
            </w:r>
          </w:p>
          <w:p w:rsidR="0038221D" w:rsidRPr="0038221D" w:rsidRDefault="0038221D" w:rsidP="0038221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21D">
              <w:rPr>
                <w:sz w:val="20"/>
              </w:rPr>
              <w:t>куб. м</w:t>
            </w:r>
          </w:p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1177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rPr>
                <w:sz w:val="20"/>
                <w:lang w:eastAsia="en-US"/>
              </w:rPr>
            </w:pPr>
          </w:p>
        </w:tc>
        <w:tc>
          <w:tcPr>
            <w:tcW w:w="1177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rPr>
                <w:sz w:val="20"/>
                <w:lang w:eastAsia="en-US"/>
              </w:rPr>
            </w:pPr>
          </w:p>
        </w:tc>
        <w:tc>
          <w:tcPr>
            <w:tcW w:w="1030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rPr>
                <w:sz w:val="20"/>
                <w:lang w:eastAsia="en-US"/>
              </w:rPr>
            </w:pPr>
          </w:p>
        </w:tc>
        <w:tc>
          <w:tcPr>
            <w:tcW w:w="103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rPr>
                <w:sz w:val="20"/>
                <w:lang w:eastAsia="en-US"/>
              </w:rPr>
            </w:pPr>
          </w:p>
        </w:tc>
        <w:tc>
          <w:tcPr>
            <w:tcW w:w="1031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rPr>
                <w:sz w:val="20"/>
                <w:lang w:eastAsia="en-US"/>
              </w:rPr>
            </w:pPr>
          </w:p>
        </w:tc>
      </w:tr>
      <w:tr w:rsidR="0038221D" w:rsidRPr="0038221D" w:rsidTr="0038221D">
        <w:trPr>
          <w:gridAfter w:val="2"/>
          <w:wAfter w:w="631" w:type="dxa"/>
          <w:trHeight w:val="144"/>
        </w:trPr>
        <w:tc>
          <w:tcPr>
            <w:tcW w:w="9862" w:type="dxa"/>
            <w:gridSpan w:val="19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  <w:lang w:eastAsia="en-US"/>
              </w:rPr>
            </w:pPr>
            <w:r w:rsidRPr="0038221D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38221D" w:rsidRPr="0038221D" w:rsidTr="0038221D">
        <w:trPr>
          <w:gridAfter w:val="2"/>
          <w:wAfter w:w="631" w:type="dxa"/>
          <w:trHeight w:val="215"/>
        </w:trPr>
        <w:tc>
          <w:tcPr>
            <w:tcW w:w="471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  За период с 01.01.2019 по 31.12.2019</w:t>
            </w:r>
          </w:p>
        </w:tc>
        <w:tc>
          <w:tcPr>
            <w:tcW w:w="5152" w:type="dxa"/>
            <w:gridSpan w:val="1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2"/>
        </w:trPr>
        <w:tc>
          <w:tcPr>
            <w:tcW w:w="471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  За период с 01.01.2020 по 31.12.2020</w:t>
            </w:r>
          </w:p>
        </w:tc>
        <w:tc>
          <w:tcPr>
            <w:tcW w:w="5152" w:type="dxa"/>
            <w:gridSpan w:val="1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2"/>
        </w:trPr>
        <w:tc>
          <w:tcPr>
            <w:tcW w:w="471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  За период с 01.01.2021 по 31.12.2021</w:t>
            </w:r>
          </w:p>
        </w:tc>
        <w:tc>
          <w:tcPr>
            <w:tcW w:w="5152" w:type="dxa"/>
            <w:gridSpan w:val="1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2"/>
        </w:trPr>
        <w:tc>
          <w:tcPr>
            <w:tcW w:w="471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  За период с 01.01.2022 по 31.12.2022</w:t>
            </w:r>
          </w:p>
        </w:tc>
        <w:tc>
          <w:tcPr>
            <w:tcW w:w="5152" w:type="dxa"/>
            <w:gridSpan w:val="1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2"/>
        </w:trPr>
        <w:tc>
          <w:tcPr>
            <w:tcW w:w="471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  За период с 01.01.2023 по 31.12.2023</w:t>
            </w:r>
          </w:p>
        </w:tc>
        <w:tc>
          <w:tcPr>
            <w:tcW w:w="5152" w:type="dxa"/>
            <w:gridSpan w:val="1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212"/>
        </w:trPr>
        <w:tc>
          <w:tcPr>
            <w:tcW w:w="471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5152" w:type="dxa"/>
            <w:gridSpan w:val="1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-</w:t>
            </w:r>
          </w:p>
        </w:tc>
      </w:tr>
      <w:tr w:rsidR="0038221D" w:rsidRPr="0038221D" w:rsidTr="0038221D">
        <w:trPr>
          <w:gridAfter w:val="2"/>
          <w:wAfter w:w="631" w:type="dxa"/>
          <w:trHeight w:val="360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38221D">
              <w:rPr>
                <w:sz w:val="20"/>
              </w:rPr>
              <w:t xml:space="preserve">        </w:t>
            </w:r>
            <w:r w:rsidRPr="0038221D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b/>
                <w:sz w:val="20"/>
              </w:rPr>
              <w:t xml:space="preserve">                         производственной программы</w:t>
            </w:r>
            <w:r w:rsidRPr="0038221D">
              <w:rPr>
                <w:sz w:val="20"/>
              </w:rPr>
              <w:t xml:space="preserve">                         </w:t>
            </w:r>
          </w:p>
        </w:tc>
      </w:tr>
      <w:tr w:rsidR="0038221D" w:rsidRPr="0038221D" w:rsidTr="0038221D">
        <w:trPr>
          <w:gridAfter w:val="2"/>
          <w:wAfter w:w="631" w:type="dxa"/>
          <w:trHeight w:val="164"/>
        </w:trPr>
        <w:tc>
          <w:tcPr>
            <w:tcW w:w="7371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249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Всего сумма, тыс. руб.</w:t>
            </w:r>
          </w:p>
        </w:tc>
      </w:tr>
      <w:tr w:rsidR="0038221D" w:rsidRPr="0038221D" w:rsidTr="0038221D">
        <w:trPr>
          <w:gridAfter w:val="2"/>
          <w:wAfter w:w="631" w:type="dxa"/>
          <w:trHeight w:val="242"/>
        </w:trPr>
        <w:tc>
          <w:tcPr>
            <w:tcW w:w="7371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  На период с 01.01.2019 по 31.12.2019</w:t>
            </w:r>
          </w:p>
        </w:tc>
        <w:tc>
          <w:tcPr>
            <w:tcW w:w="249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spacing w:after="20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4373,15</w:t>
            </w:r>
          </w:p>
        </w:tc>
      </w:tr>
      <w:tr w:rsidR="0038221D" w:rsidRPr="0038221D" w:rsidTr="0038221D">
        <w:trPr>
          <w:gridAfter w:val="2"/>
          <w:wAfter w:w="631" w:type="dxa"/>
          <w:trHeight w:val="376"/>
        </w:trPr>
        <w:tc>
          <w:tcPr>
            <w:tcW w:w="7371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249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spacing w:after="20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4498,51</w:t>
            </w:r>
          </w:p>
        </w:tc>
      </w:tr>
      <w:tr w:rsidR="0038221D" w:rsidRPr="0038221D" w:rsidTr="0038221D">
        <w:trPr>
          <w:gridAfter w:val="2"/>
          <w:wAfter w:w="631" w:type="dxa"/>
          <w:trHeight w:val="384"/>
        </w:trPr>
        <w:tc>
          <w:tcPr>
            <w:tcW w:w="7371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249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spacing w:after="20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4673,70</w:t>
            </w:r>
          </w:p>
        </w:tc>
      </w:tr>
      <w:tr w:rsidR="0038221D" w:rsidRPr="0038221D" w:rsidTr="0038221D">
        <w:trPr>
          <w:gridAfter w:val="2"/>
          <w:wAfter w:w="631" w:type="dxa"/>
          <w:trHeight w:val="392"/>
        </w:trPr>
        <w:tc>
          <w:tcPr>
            <w:tcW w:w="7371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249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spacing w:after="20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4859,71</w:t>
            </w:r>
          </w:p>
        </w:tc>
      </w:tr>
      <w:tr w:rsidR="0038221D" w:rsidRPr="0038221D" w:rsidTr="0038221D">
        <w:trPr>
          <w:gridAfter w:val="2"/>
          <w:wAfter w:w="631" w:type="dxa"/>
          <w:trHeight w:val="245"/>
        </w:trPr>
        <w:tc>
          <w:tcPr>
            <w:tcW w:w="7371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  На период с 01.01.2023 по 31.12.2023</w:t>
            </w:r>
          </w:p>
        </w:tc>
        <w:tc>
          <w:tcPr>
            <w:tcW w:w="249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spacing w:after="20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5052,92</w:t>
            </w:r>
          </w:p>
        </w:tc>
      </w:tr>
      <w:tr w:rsidR="0038221D" w:rsidRPr="0038221D" w:rsidTr="0038221D">
        <w:trPr>
          <w:gridAfter w:val="2"/>
          <w:wAfter w:w="631" w:type="dxa"/>
          <w:trHeight w:val="238"/>
        </w:trPr>
        <w:tc>
          <w:tcPr>
            <w:tcW w:w="7371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249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spacing w:after="20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23457,99</w:t>
            </w:r>
          </w:p>
        </w:tc>
      </w:tr>
      <w:tr w:rsidR="0038221D" w:rsidRPr="0038221D" w:rsidTr="0038221D">
        <w:trPr>
          <w:gridAfter w:val="2"/>
          <w:wAfter w:w="631" w:type="dxa"/>
          <w:trHeight w:val="162"/>
        </w:trPr>
        <w:tc>
          <w:tcPr>
            <w:tcW w:w="9862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       </w:t>
            </w:r>
            <w:r w:rsidRPr="0038221D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38221D">
              <w:rPr>
                <w:sz w:val="20"/>
              </w:rPr>
              <w:t xml:space="preserve">                         </w:t>
            </w:r>
          </w:p>
        </w:tc>
      </w:tr>
      <w:tr w:rsidR="0038221D" w:rsidRPr="0038221D" w:rsidTr="0038221D">
        <w:trPr>
          <w:gridAfter w:val="2"/>
          <w:wAfter w:w="631" w:type="dxa"/>
          <w:trHeight w:val="195"/>
        </w:trPr>
        <w:tc>
          <w:tcPr>
            <w:tcW w:w="7359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25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 xml:space="preserve">   2018 год</w:t>
            </w:r>
          </w:p>
        </w:tc>
      </w:tr>
      <w:tr w:rsidR="0038221D" w:rsidRPr="0038221D" w:rsidTr="0038221D">
        <w:trPr>
          <w:gridAfter w:val="2"/>
          <w:wAfter w:w="631" w:type="dxa"/>
          <w:trHeight w:val="315"/>
        </w:trPr>
        <w:tc>
          <w:tcPr>
            <w:tcW w:w="7359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Объем подачи воды, тыс. куб. м</w:t>
            </w:r>
          </w:p>
        </w:tc>
        <w:tc>
          <w:tcPr>
            <w:tcW w:w="25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131,70</w:t>
            </w:r>
          </w:p>
        </w:tc>
      </w:tr>
      <w:tr w:rsidR="0038221D" w:rsidRPr="0038221D" w:rsidTr="0038221D">
        <w:trPr>
          <w:gridAfter w:val="2"/>
          <w:wAfter w:w="631" w:type="dxa"/>
          <w:trHeight w:val="460"/>
        </w:trPr>
        <w:tc>
          <w:tcPr>
            <w:tcW w:w="7359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5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4924,00</w:t>
            </w:r>
          </w:p>
        </w:tc>
      </w:tr>
      <w:tr w:rsidR="0038221D" w:rsidRPr="0038221D" w:rsidTr="0038221D">
        <w:trPr>
          <w:gridAfter w:val="2"/>
          <w:wAfter w:w="631" w:type="dxa"/>
          <w:trHeight w:val="561"/>
        </w:trPr>
        <w:tc>
          <w:tcPr>
            <w:tcW w:w="7359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5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437,80</w:t>
            </w:r>
          </w:p>
        </w:tc>
      </w:tr>
      <w:tr w:rsidR="0038221D" w:rsidRPr="0038221D" w:rsidTr="0038221D">
        <w:trPr>
          <w:gridAfter w:val="2"/>
          <w:wAfter w:w="631" w:type="dxa"/>
          <w:trHeight w:val="285"/>
        </w:trPr>
        <w:tc>
          <w:tcPr>
            <w:tcW w:w="7359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Общий объем финансовых потребностей за 2018 год, тыс. руб.</w:t>
            </w:r>
          </w:p>
        </w:tc>
        <w:tc>
          <w:tcPr>
            <w:tcW w:w="250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8221D" w:rsidRPr="0038221D" w:rsidRDefault="0038221D" w:rsidP="0038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8221D">
              <w:rPr>
                <w:sz w:val="20"/>
              </w:rPr>
              <w:t>5361,80</w:t>
            </w:r>
          </w:p>
        </w:tc>
      </w:tr>
    </w:tbl>
    <w:p w:rsidR="0056238E" w:rsidRPr="008C3F27" w:rsidRDefault="0056238E" w:rsidP="0056238E">
      <w:pPr>
        <w:jc w:val="right"/>
        <w:rPr>
          <w:szCs w:val="28"/>
          <w:lang w:eastAsia="en-US"/>
        </w:rPr>
      </w:pPr>
      <w:r w:rsidRPr="008C3F27">
        <w:rPr>
          <w:szCs w:val="28"/>
          <w:lang w:eastAsia="en-US"/>
        </w:rPr>
        <w:t>».</w:t>
      </w: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B216B8" w:rsidTr="006F360C">
        <w:trPr>
          <w:gridAfter w:val="1"/>
          <w:wAfter w:w="11" w:type="dxa"/>
        </w:trPr>
        <w:tc>
          <w:tcPr>
            <w:tcW w:w="528" w:type="dxa"/>
          </w:tcPr>
          <w:p w:rsidR="00B216B8" w:rsidRDefault="00B216B8" w:rsidP="006F360C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B216B8" w:rsidRDefault="00B216B8" w:rsidP="006F360C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B216B8" w:rsidRDefault="00B216B8" w:rsidP="006F360C">
            <w:pPr>
              <w:ind w:left="3552"/>
              <w:jc w:val="center"/>
            </w:pPr>
            <w:r>
              <w:t>ПРИЛОЖЕНИЕ 2</w:t>
            </w:r>
          </w:p>
          <w:p w:rsidR="00B216B8" w:rsidRDefault="00B216B8" w:rsidP="006F360C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B216B8" w:rsidRDefault="00B216B8" w:rsidP="006F360C">
            <w:pPr>
              <w:ind w:left="3552"/>
              <w:jc w:val="center"/>
            </w:pPr>
            <w:r w:rsidRPr="008C3F27">
              <w:t xml:space="preserve">от </w:t>
            </w:r>
            <w:r w:rsidR="008C3F27" w:rsidRPr="008C3F27">
              <w:t xml:space="preserve">14 ноября </w:t>
            </w:r>
            <w:r w:rsidRPr="008C3F27">
              <w:t>2019 г. №</w:t>
            </w:r>
            <w:r w:rsidRPr="00D74902">
              <w:t xml:space="preserve"> </w:t>
            </w:r>
            <w:r w:rsidR="007D5B3D">
              <w:t>50/4</w:t>
            </w:r>
            <w:r w:rsidR="00E93AA9">
              <w:t>0</w:t>
            </w:r>
            <w:bookmarkStart w:id="0" w:name="_GoBack"/>
            <w:bookmarkEnd w:id="0"/>
          </w:p>
          <w:p w:rsidR="00B216B8" w:rsidRDefault="00B216B8" w:rsidP="006F360C">
            <w:pPr>
              <w:ind w:left="3552"/>
              <w:jc w:val="center"/>
            </w:pPr>
          </w:p>
          <w:p w:rsidR="00B216B8" w:rsidRDefault="00B216B8" w:rsidP="006F360C">
            <w:pPr>
              <w:ind w:left="3552"/>
              <w:jc w:val="center"/>
            </w:pPr>
            <w:r>
              <w:t>«ПРИЛОЖЕНИЕ 2</w:t>
            </w:r>
          </w:p>
          <w:p w:rsidR="00B216B8" w:rsidRDefault="00B216B8" w:rsidP="006F360C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B216B8" w:rsidRPr="001D06AF" w:rsidRDefault="006106EE" w:rsidP="006F360C">
            <w:pPr>
              <w:ind w:left="3552"/>
              <w:jc w:val="center"/>
            </w:pPr>
            <w:r>
              <w:t>от 11</w:t>
            </w:r>
            <w:r w:rsidRPr="0056238E">
              <w:t xml:space="preserve"> декабря 2018 г. №</w:t>
            </w:r>
            <w:r>
              <w:t xml:space="preserve"> 51/64</w:t>
            </w:r>
          </w:p>
        </w:tc>
      </w:tr>
      <w:tr w:rsidR="00B216B8" w:rsidRPr="006161EA" w:rsidTr="006F360C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B216B8" w:rsidRDefault="00B216B8" w:rsidP="006F360C">
            <w:pPr>
              <w:ind w:left="3552"/>
              <w:jc w:val="center"/>
              <w:rPr>
                <w:sz w:val="24"/>
                <w:szCs w:val="24"/>
              </w:rPr>
            </w:pPr>
          </w:p>
          <w:p w:rsidR="00B216B8" w:rsidRDefault="00B216B8" w:rsidP="006F36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B216B8" w:rsidRPr="007D25C7" w:rsidRDefault="00B216B8" w:rsidP="006F36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B216B8" w:rsidRDefault="00B216B8" w:rsidP="006F36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D25C7">
              <w:rPr>
                <w:b/>
                <w:sz w:val="24"/>
                <w:szCs w:val="24"/>
              </w:rPr>
              <w:t xml:space="preserve">ПО ОКАЗАНИЮ УСЛУГ </w:t>
            </w:r>
            <w:r>
              <w:rPr>
                <w:b/>
                <w:sz w:val="24"/>
                <w:szCs w:val="24"/>
              </w:rPr>
              <w:t>ВОДООТВЕДЕНИЯ</w:t>
            </w:r>
          </w:p>
          <w:p w:rsidR="00B216B8" w:rsidRDefault="00B216B8" w:rsidP="006F36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(без учета очистки сточных вод)</w:t>
            </w:r>
          </w:p>
          <w:p w:rsidR="00B216B8" w:rsidRPr="00B6104E" w:rsidRDefault="00B216B8" w:rsidP="006F36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B216B8" w:rsidRDefault="00B216B8" w:rsidP="00B216B8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01.01.2019 г. по 31.12.2023 г.</w:t>
      </w:r>
    </w:p>
    <w:tbl>
      <w:tblPr>
        <w:tblW w:w="118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40"/>
        <w:gridCol w:w="28"/>
        <w:gridCol w:w="270"/>
        <w:gridCol w:w="897"/>
        <w:gridCol w:w="449"/>
        <w:gridCol w:w="149"/>
        <w:gridCol w:w="88"/>
        <w:gridCol w:w="958"/>
        <w:gridCol w:w="151"/>
        <w:gridCol w:w="868"/>
        <w:gridCol w:w="27"/>
        <w:gridCol w:w="450"/>
        <w:gridCol w:w="596"/>
        <w:gridCol w:w="450"/>
        <w:gridCol w:w="300"/>
        <w:gridCol w:w="158"/>
        <w:gridCol w:w="139"/>
        <w:gridCol w:w="1049"/>
        <w:gridCol w:w="1981"/>
      </w:tblGrid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38221D" w:rsidTr="0038221D">
        <w:trPr>
          <w:gridAfter w:val="1"/>
          <w:wAfter w:w="1980" w:type="dxa"/>
          <w:trHeight w:val="585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67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Pr="0038221D" w:rsidRDefault="0038221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C3F27">
              <w:rPr>
                <w:sz w:val="20"/>
              </w:rPr>
              <w:t>ОБЩЕСТВО С ОГРАНИЧЕННОЙ ОТВЕТСТВЕННОСТЬЮ «СУХОБЕЗВОДНИНСКОЕ ЖКХ» (ИНН 5228056070)</w:t>
            </w:r>
          </w:p>
        </w:tc>
      </w:tr>
      <w:tr w:rsidR="0038221D" w:rsidTr="0038221D">
        <w:trPr>
          <w:gridAfter w:val="1"/>
          <w:wAfter w:w="1980" w:type="dxa"/>
          <w:trHeight w:val="527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Местонахождение регулируемой организации</w:t>
            </w:r>
          </w:p>
        </w:tc>
        <w:tc>
          <w:tcPr>
            <w:tcW w:w="67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C3F27">
              <w:rPr>
                <w:sz w:val="20"/>
              </w:rPr>
              <w:t xml:space="preserve">606640, Нижегородская область, городской округ Семеновский, </w:t>
            </w:r>
            <w:r>
              <w:rPr>
                <w:sz w:val="20"/>
              </w:rPr>
              <w:br/>
            </w:r>
            <w:r w:rsidRPr="008C3F27">
              <w:rPr>
                <w:sz w:val="20"/>
              </w:rPr>
              <w:t>р.п. Сухобезводное, ул. Комсомольская, д. 30</w:t>
            </w:r>
            <w:r>
              <w:rPr>
                <w:sz w:val="20"/>
              </w:rPr>
              <w:t>30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Наименование уполномоченного органа</w:t>
            </w:r>
          </w:p>
        </w:tc>
        <w:tc>
          <w:tcPr>
            <w:tcW w:w="67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Местонахождение уполномоченного органа</w:t>
            </w:r>
          </w:p>
        </w:tc>
        <w:tc>
          <w:tcPr>
            <w:tcW w:w="67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603082, Нижний Новгород, Кремль, корпус 1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</w:rPr>
              <w:t>2. Объем принимаемых сточных вод</w:t>
            </w:r>
          </w:p>
        </w:tc>
      </w:tr>
      <w:tr w:rsidR="0038221D" w:rsidTr="0038221D">
        <w:trPr>
          <w:gridAfter w:val="1"/>
          <w:wAfter w:w="1978" w:type="dxa"/>
          <w:trHeight w:val="144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Наименование услуги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ind w:left="-57" w:right="-57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01.01.2019 по 31.12.2019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ind w:left="-57" w:right="-57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01.01.2020 по 31.12.2020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ind w:left="-57" w:right="-57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01.01.2021 по 31.12.2021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ind w:left="-57" w:right="-57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01.01.2022 по 31.12.2022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ind w:left="-57" w:right="-57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01.01.2023 по 31.12.2023</w:t>
            </w:r>
          </w:p>
        </w:tc>
      </w:tr>
      <w:tr w:rsidR="0038221D" w:rsidTr="0038221D">
        <w:trPr>
          <w:gridAfter w:val="1"/>
          <w:wAfter w:w="1978" w:type="dxa"/>
          <w:trHeight w:val="144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Принято сточных вод всего, тыс. 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, в том числе: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61,81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61,81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61,81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61,81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61,81</w:t>
            </w:r>
          </w:p>
        </w:tc>
      </w:tr>
      <w:tr w:rsidR="0038221D" w:rsidTr="0038221D">
        <w:trPr>
          <w:gridAfter w:val="1"/>
          <w:wAfter w:w="1978" w:type="dxa"/>
          <w:trHeight w:val="131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i/>
                <w:iCs/>
                <w:sz w:val="20"/>
                <w:szCs w:val="22"/>
                <w:lang w:eastAsia="en-US"/>
              </w:rPr>
            </w:pPr>
            <w:r>
              <w:rPr>
                <w:i/>
                <w:iCs/>
                <w:sz w:val="20"/>
              </w:rPr>
              <w:t>- население,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221D" w:rsidRDefault="0038221D">
            <w:pPr>
              <w:jc w:val="center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</w:rPr>
              <w:t>54,58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221D" w:rsidRDefault="0038221D">
            <w:pPr>
              <w:jc w:val="center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</w:rPr>
              <w:t>54,58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221D" w:rsidRDefault="0038221D">
            <w:pPr>
              <w:jc w:val="center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</w:rPr>
              <w:t>54,58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221D" w:rsidRDefault="0038221D">
            <w:pPr>
              <w:jc w:val="center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</w:rPr>
              <w:t>54,58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221D" w:rsidRDefault="0038221D">
            <w:pPr>
              <w:jc w:val="center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</w:rPr>
              <w:t>54,58</w:t>
            </w:r>
          </w:p>
        </w:tc>
      </w:tr>
      <w:tr w:rsidR="0038221D" w:rsidTr="0038221D">
        <w:trPr>
          <w:gridAfter w:val="1"/>
          <w:wAfter w:w="1978" w:type="dxa"/>
          <w:trHeight w:val="144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i/>
                <w:iCs/>
                <w:sz w:val="20"/>
                <w:szCs w:val="22"/>
                <w:lang w:eastAsia="en-US"/>
              </w:rPr>
            </w:pPr>
            <w:r>
              <w:rPr>
                <w:i/>
                <w:iCs/>
                <w:sz w:val="20"/>
              </w:rPr>
              <w:t>- бюджетные потребители,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221D" w:rsidRDefault="0038221D">
            <w:pPr>
              <w:jc w:val="center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</w:rPr>
              <w:t>5,46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221D" w:rsidRDefault="0038221D">
            <w:pPr>
              <w:jc w:val="center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</w:rPr>
              <w:t>5,46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221D" w:rsidRDefault="0038221D">
            <w:pPr>
              <w:jc w:val="center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</w:rPr>
              <w:t>5,46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221D" w:rsidRDefault="0038221D">
            <w:pPr>
              <w:jc w:val="center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</w:rPr>
              <w:t>5,46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221D" w:rsidRDefault="0038221D">
            <w:pPr>
              <w:jc w:val="center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</w:rPr>
              <w:t>5,46</w:t>
            </w:r>
          </w:p>
        </w:tc>
      </w:tr>
      <w:tr w:rsidR="0038221D" w:rsidTr="0038221D">
        <w:trPr>
          <w:gridAfter w:val="1"/>
          <w:wAfter w:w="1978" w:type="dxa"/>
          <w:trHeight w:val="144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i/>
                <w:iCs/>
                <w:sz w:val="20"/>
                <w:szCs w:val="22"/>
                <w:lang w:eastAsia="en-US"/>
              </w:rPr>
            </w:pPr>
            <w:r>
              <w:rPr>
                <w:i/>
                <w:iCs/>
                <w:sz w:val="20"/>
              </w:rPr>
              <w:t>- прочие  потребители,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1,77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1,77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1,77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1,77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1,77</w:t>
            </w:r>
          </w:p>
        </w:tc>
      </w:tr>
      <w:tr w:rsidR="0038221D" w:rsidTr="0038221D">
        <w:trPr>
          <w:gridAfter w:val="1"/>
          <w:wAfter w:w="1978" w:type="dxa"/>
          <w:trHeight w:val="144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i/>
                <w:iCs/>
                <w:sz w:val="20"/>
                <w:szCs w:val="22"/>
                <w:lang w:eastAsia="en-US"/>
              </w:rPr>
            </w:pPr>
            <w:r>
              <w:rPr>
                <w:i/>
                <w:iCs/>
                <w:sz w:val="20"/>
              </w:rPr>
              <w:t>- собственное потребление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78" w:type="dxa"/>
          <w:trHeight w:val="144"/>
        </w:trPr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sz w:val="20"/>
                <w:szCs w:val="22"/>
                <w:vertAlign w:val="superscript"/>
                <w:lang w:eastAsia="en-US"/>
              </w:rPr>
            </w:pPr>
            <w:r>
              <w:rPr>
                <w:sz w:val="20"/>
              </w:rPr>
              <w:t>Передано сточных вод на сторону, тыс. м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szCs w:val="22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2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Наименование мероприятий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График реализации мероприятий</w:t>
            </w:r>
          </w:p>
        </w:tc>
        <w:tc>
          <w:tcPr>
            <w:tcW w:w="3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Всего сумма, </w:t>
            </w:r>
          </w:p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тыс. руб.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</w:p>
        </w:tc>
        <w:tc>
          <w:tcPr>
            <w:tcW w:w="18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Себестоимость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Другие источники</w:t>
            </w:r>
          </w:p>
        </w:tc>
        <w:tc>
          <w:tcPr>
            <w:tcW w:w="11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>
              <w:rPr>
                <w:sz w:val="20"/>
              </w:rPr>
              <w:lastRenderedPageBreak/>
              <w:t>на период с 01.01.2019 по 31.12.2019</w:t>
            </w:r>
          </w:p>
        </w:tc>
      </w:tr>
      <w:tr w:rsidR="0038221D" w:rsidTr="0038221D">
        <w:trPr>
          <w:gridAfter w:val="1"/>
          <w:wAfter w:w="1981" w:type="dxa"/>
          <w:trHeight w:val="569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Производственные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1643,92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1643,92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Административные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1" w:type="dxa"/>
          <w:trHeight w:val="739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16,61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16,61</w:t>
            </w:r>
          </w:p>
        </w:tc>
      </w:tr>
      <w:tr w:rsidR="0038221D" w:rsidTr="0038221D">
        <w:trPr>
          <w:gridAfter w:val="1"/>
          <w:wAfter w:w="1982" w:type="dxa"/>
          <w:trHeight w:val="144"/>
        </w:trPr>
        <w:tc>
          <w:tcPr>
            <w:tcW w:w="4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Итого за период с 01.01.2019 по 31.12.2019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1660,53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1660,53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01.01.2020 по 31.12.2020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Производственные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1682,36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1682,36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Административные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16,74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16,74</w:t>
            </w:r>
          </w:p>
        </w:tc>
      </w:tr>
      <w:tr w:rsidR="0038221D" w:rsidTr="0038221D">
        <w:trPr>
          <w:gridAfter w:val="1"/>
          <w:wAfter w:w="1982" w:type="dxa"/>
          <w:trHeight w:val="144"/>
        </w:trPr>
        <w:tc>
          <w:tcPr>
            <w:tcW w:w="4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Итого за период с 01.01.2020 по 31.12.2020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1699,10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1699,10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01.01.2021 по 31.12.2021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Производственные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01.01.2021 по 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1726,54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1726,54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Административные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01.01.2021 по 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01.01.2021 по 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01.01.2021 по 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01.01.2021 по 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01.01.2021 по 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17,24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17,24</w:t>
            </w:r>
          </w:p>
        </w:tc>
      </w:tr>
      <w:tr w:rsidR="0038221D" w:rsidTr="0038221D">
        <w:trPr>
          <w:gridAfter w:val="1"/>
          <w:wAfter w:w="1982" w:type="dxa"/>
          <w:trHeight w:val="144"/>
        </w:trPr>
        <w:tc>
          <w:tcPr>
            <w:tcW w:w="4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Итого за период с 01.01.2021 по 31.12.2021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1743,78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1743,78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01.01.2022 по 31.12.2022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Производственные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1774,64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1774,64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Административные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17,92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17,92</w:t>
            </w:r>
          </w:p>
        </w:tc>
      </w:tr>
      <w:tr w:rsidR="0038221D" w:rsidTr="0038221D">
        <w:trPr>
          <w:gridAfter w:val="1"/>
          <w:wAfter w:w="1982" w:type="dxa"/>
          <w:trHeight w:val="144"/>
        </w:trPr>
        <w:tc>
          <w:tcPr>
            <w:tcW w:w="4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Итого за период с 01.01.2022 по 31.12.2022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1792,56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1792,56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01.01.2023 по 31.12.2023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Производственные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01.01.2023 по 31.12.2023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1823,91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1823,91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Административные расходы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01.01.2023 по 31.12.2023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01.01.2023 по 31.12.2023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01.01.2023 по 31.12.2023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1" w:type="dxa"/>
          <w:trHeight w:val="638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01.01.2023 по 31.12.2023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с 01.01.2023 по 31.12.2023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18,56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18,56</w:t>
            </w:r>
          </w:p>
        </w:tc>
      </w:tr>
      <w:tr w:rsidR="0038221D" w:rsidTr="0038221D">
        <w:trPr>
          <w:gridAfter w:val="1"/>
          <w:wAfter w:w="1982" w:type="dxa"/>
          <w:trHeight w:val="144"/>
        </w:trPr>
        <w:tc>
          <w:tcPr>
            <w:tcW w:w="4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  <w:r>
              <w:rPr>
                <w:sz w:val="20"/>
              </w:rPr>
              <w:t>Итого за период с 01.01.2023 по 31.12.2023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1842,47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1842,47</w:t>
            </w:r>
          </w:p>
        </w:tc>
      </w:tr>
      <w:tr w:rsidR="0038221D" w:rsidTr="0038221D">
        <w:trPr>
          <w:gridAfter w:val="1"/>
          <w:wAfter w:w="1982" w:type="dxa"/>
          <w:trHeight w:val="144"/>
        </w:trPr>
        <w:tc>
          <w:tcPr>
            <w:tcW w:w="4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8738,44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spacing w:after="20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8738,44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>
              <w:rPr>
                <w:sz w:val="20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2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Наименование мероприятий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График реализации мероприятий</w:t>
            </w:r>
          </w:p>
        </w:tc>
        <w:tc>
          <w:tcPr>
            <w:tcW w:w="3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Всего сумма,</w:t>
            </w:r>
          </w:p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 xml:space="preserve"> тыс. руб.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</w:p>
        </w:tc>
        <w:tc>
          <w:tcPr>
            <w:tcW w:w="18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Себестоимость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Другие источники</w:t>
            </w:r>
          </w:p>
        </w:tc>
        <w:tc>
          <w:tcPr>
            <w:tcW w:w="11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01.01.2019 по 31.12.2019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lastRenderedPageBreak/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01.01.2020 по 31.12.2020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01.01.2021 по 31.12.2021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01.01.2022 по 31.12.2022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01.01.2023 по 31.12.2023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2" w:type="dxa"/>
          <w:trHeight w:val="144"/>
        </w:trPr>
        <w:tc>
          <w:tcPr>
            <w:tcW w:w="4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>
              <w:rPr>
                <w:sz w:val="20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2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Наименование мероприятий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График реализации мероприятий</w:t>
            </w:r>
          </w:p>
        </w:tc>
        <w:tc>
          <w:tcPr>
            <w:tcW w:w="3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Всего сумма,</w:t>
            </w:r>
          </w:p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 xml:space="preserve"> тыс. руб.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</w:p>
        </w:tc>
        <w:tc>
          <w:tcPr>
            <w:tcW w:w="18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Себестоимость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Другие источники</w:t>
            </w:r>
          </w:p>
        </w:tc>
        <w:tc>
          <w:tcPr>
            <w:tcW w:w="11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01.01.2019 по 31.12.2019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01.01.2020 по 31.12.2020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01.01.2021 по 31.12.2021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01.01.2022 по 31.12.2022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01.01.2023 по 31.12.2023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2" w:type="dxa"/>
          <w:trHeight w:val="144"/>
        </w:trPr>
        <w:tc>
          <w:tcPr>
            <w:tcW w:w="4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>
              <w:rPr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2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Наименование мероприятий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График реализации мероприятий</w:t>
            </w:r>
          </w:p>
        </w:tc>
        <w:tc>
          <w:tcPr>
            <w:tcW w:w="3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Всего сумма,</w:t>
            </w:r>
          </w:p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 xml:space="preserve"> тыс. руб.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</w:p>
        </w:tc>
        <w:tc>
          <w:tcPr>
            <w:tcW w:w="18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Себестоимость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Другие источники</w:t>
            </w:r>
          </w:p>
        </w:tc>
        <w:tc>
          <w:tcPr>
            <w:tcW w:w="11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01.01.2019 по 31.12.2019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01.01.2020 по 31.12.2020</w:t>
            </w:r>
          </w:p>
        </w:tc>
      </w:tr>
      <w:tr w:rsidR="0038221D" w:rsidTr="0038221D">
        <w:trPr>
          <w:gridAfter w:val="1"/>
          <w:wAfter w:w="1981" w:type="dxa"/>
          <w:trHeight w:val="403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01.01.2021 по 31.12.2021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lastRenderedPageBreak/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01.01.2022 по 31.12.2022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01.01.2023 по 31.12.2023</w:t>
            </w:r>
          </w:p>
        </w:tc>
      </w:tr>
      <w:tr w:rsidR="0038221D" w:rsidTr="0038221D">
        <w:trPr>
          <w:gridAfter w:val="1"/>
          <w:wAfter w:w="1982" w:type="dxa"/>
          <w:trHeight w:val="144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trHeight w:val="144"/>
        </w:trPr>
        <w:tc>
          <w:tcPr>
            <w:tcW w:w="4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>
              <w:rPr>
                <w:sz w:val="20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2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Наименование мероприятий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График реализации мероприятий</w:t>
            </w:r>
          </w:p>
        </w:tc>
        <w:tc>
          <w:tcPr>
            <w:tcW w:w="3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Всего сумма, </w:t>
            </w:r>
          </w:p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тыс. руб.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2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</w:p>
        </w:tc>
        <w:tc>
          <w:tcPr>
            <w:tcW w:w="18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Себестоимость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Другие источники</w:t>
            </w:r>
          </w:p>
        </w:tc>
        <w:tc>
          <w:tcPr>
            <w:tcW w:w="11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rPr>
                <w:sz w:val="20"/>
                <w:lang w:eastAsia="en-US"/>
              </w:rPr>
            </w:pP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01.01.2019 по 31.12.2019</w:t>
            </w:r>
          </w:p>
        </w:tc>
      </w:tr>
      <w:tr w:rsidR="0038221D" w:rsidTr="0038221D">
        <w:trPr>
          <w:trHeight w:val="137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01.01.2020 по 31.12.2020</w:t>
            </w:r>
          </w:p>
        </w:tc>
      </w:tr>
      <w:tr w:rsidR="0038221D" w:rsidTr="0038221D">
        <w:trPr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01.01.2021 по 31.12.2021</w:t>
            </w:r>
          </w:p>
        </w:tc>
      </w:tr>
      <w:tr w:rsidR="0038221D" w:rsidTr="0038221D">
        <w:trPr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</w:p>
        </w:tc>
      </w:tr>
      <w:tr w:rsidR="0038221D" w:rsidTr="0038221D">
        <w:trPr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01.01.2022 по 31.12.2022</w:t>
            </w:r>
          </w:p>
        </w:tc>
        <w:tc>
          <w:tcPr>
            <w:tcW w:w="1980" w:type="dxa"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</w:p>
        </w:tc>
      </w:tr>
      <w:tr w:rsidR="0038221D" w:rsidTr="0038221D">
        <w:trPr>
          <w:trHeight w:val="14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</w:p>
        </w:tc>
      </w:tr>
      <w:tr w:rsidR="0038221D" w:rsidTr="0038221D">
        <w:trPr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01.01.2023 по 31.12.2023</w:t>
            </w:r>
          </w:p>
        </w:tc>
        <w:tc>
          <w:tcPr>
            <w:tcW w:w="1980" w:type="dxa"/>
          </w:tcPr>
          <w:p w:rsidR="0038221D" w:rsidRDefault="0038221D">
            <w:pPr>
              <w:rPr>
                <w:sz w:val="20"/>
                <w:lang w:eastAsia="en-US"/>
              </w:rPr>
            </w:pPr>
          </w:p>
        </w:tc>
      </w:tr>
      <w:tr w:rsidR="0038221D" w:rsidTr="0038221D">
        <w:trPr>
          <w:trHeight w:val="144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 отсутствуют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</w:tcPr>
          <w:p w:rsidR="0038221D" w:rsidRDefault="0038221D">
            <w:pPr>
              <w:rPr>
                <w:sz w:val="20"/>
                <w:lang w:eastAsia="en-US"/>
              </w:rPr>
            </w:pPr>
          </w:p>
        </w:tc>
      </w:tr>
      <w:tr w:rsidR="0038221D" w:rsidTr="0038221D">
        <w:trPr>
          <w:trHeight w:val="144"/>
        </w:trPr>
        <w:tc>
          <w:tcPr>
            <w:tcW w:w="4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</w:p>
        </w:tc>
      </w:tr>
      <w:tr w:rsidR="0038221D" w:rsidTr="0038221D">
        <w:trPr>
          <w:gridAfter w:val="1"/>
          <w:wAfter w:w="1980" w:type="dxa"/>
          <w:trHeight w:val="445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38221D">
              <w:rPr>
                <w:sz w:val="18"/>
                <w:szCs w:val="18"/>
              </w:rPr>
              <w:t>на период с 01.01.2019 по 31.12.2019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38221D">
              <w:rPr>
                <w:sz w:val="18"/>
                <w:szCs w:val="18"/>
              </w:rPr>
              <w:t>на период с 01.01.2020</w:t>
            </w:r>
            <w:r>
              <w:rPr>
                <w:sz w:val="18"/>
                <w:szCs w:val="18"/>
              </w:rPr>
              <w:t xml:space="preserve"> </w:t>
            </w:r>
            <w:r w:rsidRPr="0038221D">
              <w:rPr>
                <w:sz w:val="18"/>
                <w:szCs w:val="18"/>
              </w:rPr>
              <w:t>по 31.12.2020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38221D">
              <w:rPr>
                <w:sz w:val="18"/>
                <w:szCs w:val="18"/>
              </w:rPr>
              <w:t>на период с 01.01.2021 по 31.12.2021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38221D">
              <w:rPr>
                <w:sz w:val="18"/>
                <w:szCs w:val="18"/>
              </w:rPr>
              <w:t>на период с 01.01.2022 по 31.12.2022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Pr="0038221D" w:rsidRDefault="0038221D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38221D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>
              <w:rPr>
                <w:sz w:val="20"/>
              </w:rPr>
              <w:t>Показатели очистки сточных вод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100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 xml:space="preserve">Доля проб сточных вод, не соответствующих установленным нормативам допустимых </w:t>
            </w:r>
            <w:r>
              <w:rPr>
                <w:sz w:val="20"/>
              </w:rPr>
              <w:lastRenderedPageBreak/>
              <w:t>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lastRenderedPageBreak/>
              <w:t>%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lastRenderedPageBreak/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38221D" w:rsidTr="0038221D">
        <w:trPr>
          <w:gridAfter w:val="1"/>
          <w:wAfter w:w="1981" w:type="dxa"/>
          <w:trHeight w:val="144"/>
        </w:trPr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ед./</w:t>
            </w:r>
          </w:p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км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0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>
              <w:rPr>
                <w:sz w:val="20"/>
              </w:rPr>
              <w:t>Показатели энергетической эффективности</w:t>
            </w:r>
          </w:p>
        </w:tc>
      </w:tr>
      <w:tr w:rsidR="0038221D" w:rsidTr="0038221D">
        <w:trPr>
          <w:gridAfter w:val="1"/>
          <w:wAfter w:w="1981" w:type="dxa"/>
          <w:trHeight w:val="1386"/>
        </w:trPr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кВт.ч/</w:t>
            </w:r>
          </w:p>
          <w:p w:rsidR="0038221D" w:rsidRDefault="0038221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куб. м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01.01.2019 по 31.12.2019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01.01.2020 по 31.12.2020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01.01.2021 по 31.12.2021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01.01.2022 по 31.12.2022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01.01.2023 по 31.12.2023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383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Итого эффективность производственной программы за весь период реализации: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38221D" w:rsidTr="0038221D">
        <w:trPr>
          <w:gridAfter w:val="1"/>
          <w:wAfter w:w="1980" w:type="dxa"/>
          <w:trHeight w:val="540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Всего сумма, тыс. руб.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01.01.2019 по 31.12.2019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1660,53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01.01.2020 по 31.12.2020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1673,54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01.01.2021 по 31.12.2021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1723,68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01.01.2022 по 31.12.2022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1791,56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на период с 01.01.2023 по 31.12.2023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1856,47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bCs/>
                <w:sz w:val="20"/>
              </w:rPr>
              <w:t>Итого</w:t>
            </w:r>
            <w:r>
              <w:rPr>
                <w:sz w:val="20"/>
              </w:rPr>
              <w:t xml:space="preserve"> объем финансовых потребностей за весь период реализации программы</w:t>
            </w:r>
            <w:r>
              <w:rPr>
                <w:bCs/>
                <w:sz w:val="20"/>
              </w:rPr>
              <w:t>: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8705,78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98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2018 год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Объем принятых сточных вод, тыс. куб. м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62,40</w:t>
            </w:r>
          </w:p>
        </w:tc>
      </w:tr>
      <w:tr w:rsidR="0038221D" w:rsidTr="0038221D">
        <w:trPr>
          <w:gridAfter w:val="1"/>
          <w:wAfter w:w="1980" w:type="dxa"/>
          <w:trHeight w:val="313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lastRenderedPageBreak/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1768,40</w:t>
            </w:r>
          </w:p>
        </w:tc>
      </w:tr>
      <w:tr w:rsidR="0038221D" w:rsidTr="0038221D">
        <w:trPr>
          <w:gridAfter w:val="1"/>
          <w:wAfter w:w="1980" w:type="dxa"/>
          <w:trHeight w:val="144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</w:tr>
      <w:tr w:rsidR="0038221D" w:rsidTr="0038221D">
        <w:trPr>
          <w:gridAfter w:val="1"/>
          <w:wAfter w:w="1980" w:type="dxa"/>
          <w:trHeight w:val="225"/>
        </w:trPr>
        <w:tc>
          <w:tcPr>
            <w:tcW w:w="8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</w:rPr>
              <w:t>Общий объем финансовых потребностей, тыс. руб.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1D" w:rsidRDefault="0038221D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1768,40</w:t>
            </w:r>
          </w:p>
        </w:tc>
      </w:tr>
    </w:tbl>
    <w:p w:rsidR="00016631" w:rsidRDefault="0038221D" w:rsidP="0038221D">
      <w:pPr>
        <w:spacing w:line="276" w:lineRule="auto"/>
        <w:jc w:val="right"/>
        <w:rPr>
          <w:szCs w:val="28"/>
        </w:rPr>
      </w:pPr>
      <w:r>
        <w:rPr>
          <w:szCs w:val="28"/>
        </w:rPr>
        <w:t>».</w:t>
      </w:r>
    </w:p>
    <w:sectPr w:rsidR="0001663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93AA9">
      <w:rPr>
        <w:rStyle w:val="a9"/>
        <w:noProof/>
      </w:rPr>
      <w:t>14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16631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29E4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3CF0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17C1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21D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6EE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5B3D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3F27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183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D65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16B8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6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87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AA9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23F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1E15A-47FE-4A66-ADD0-3D6B888D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15</TotalTime>
  <Pages>14</Pages>
  <Words>3437</Words>
  <Characters>22048</Characters>
  <Application>Microsoft Office Word</Application>
  <DocSecurity>0</DocSecurity>
  <Lines>183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Владмировна</cp:lastModifiedBy>
  <cp:revision>9</cp:revision>
  <cp:lastPrinted>2019-11-14T08:13:00Z</cp:lastPrinted>
  <dcterms:created xsi:type="dcterms:W3CDTF">2019-05-31T13:59:00Z</dcterms:created>
  <dcterms:modified xsi:type="dcterms:W3CDTF">2019-11-14T08:13:00Z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