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CC6C1D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C96B16" w:rsidP="00E20A3C">
            <w:pPr>
              <w:tabs>
                <w:tab w:val="center" w:pos="2160"/>
              </w:tabs>
              <w:ind w:left="-108"/>
              <w:jc w:val="center"/>
            </w:pPr>
            <w:r>
              <w:t>50/4</w:t>
            </w:r>
            <w:r w:rsidR="001F31BA">
              <w:t>1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56238E" w:rsidRDefault="0056238E" w:rsidP="00D3046B">
            <w:pPr>
              <w:jc w:val="center"/>
              <w:rPr>
                <w:bCs/>
                <w:szCs w:val="28"/>
              </w:rPr>
            </w:pPr>
            <w:r w:rsidRPr="0056238E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>
              <w:rPr>
                <w:szCs w:val="28"/>
              </w:rPr>
              <w:br/>
            </w:r>
            <w:r w:rsidR="00D3046B" w:rsidRPr="00E6773D">
              <w:rPr>
                <w:szCs w:val="28"/>
              </w:rPr>
              <w:t xml:space="preserve"> </w:t>
            </w:r>
            <w:r w:rsidR="00E6773D" w:rsidRPr="00E6773D">
              <w:rPr>
                <w:szCs w:val="28"/>
              </w:rPr>
              <w:t xml:space="preserve"> от 27 ноября 2018 г. № 47/38 «</w:t>
            </w:r>
            <w:r w:rsidR="00E6773D" w:rsidRPr="00E6773D">
              <w:rPr>
                <w:bCs/>
                <w:noProof/>
                <w:szCs w:val="28"/>
              </w:rPr>
              <w:t>Об установлении ОРДЕНА «ЗНАК ПОЧЕТА» АКЦИОНЕРНОМУ ОБЩЕСТВУ «ХОХЛОМСКАЯ РОСПИСЬ» (ИНН 5228001113), г. Семенов Нижегородской области, тарифов в сфере холодного водоснабжения для потребителей городского округа Семеновский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CC6C1D" w:rsidRDefault="00261BEB" w:rsidP="00CC6C1D">
      <w:pPr>
        <w:pStyle w:val="ac"/>
        <w:spacing w:line="276" w:lineRule="auto"/>
        <w:jc w:val="center"/>
      </w:pPr>
    </w:p>
    <w:p w:rsidR="00016631" w:rsidRDefault="00016631" w:rsidP="00CC6C1D">
      <w:pPr>
        <w:pStyle w:val="ac"/>
        <w:spacing w:line="276" w:lineRule="auto"/>
        <w:jc w:val="center"/>
      </w:pPr>
    </w:p>
    <w:p w:rsidR="00C96B16" w:rsidRPr="00CC6C1D" w:rsidRDefault="00C96B16" w:rsidP="00CC6C1D">
      <w:pPr>
        <w:pStyle w:val="ac"/>
        <w:spacing w:line="276" w:lineRule="auto"/>
        <w:jc w:val="center"/>
      </w:pPr>
    </w:p>
    <w:p w:rsidR="00E6773D" w:rsidRPr="00E6773D" w:rsidRDefault="0056238E" w:rsidP="00E6773D">
      <w:pPr>
        <w:spacing w:line="276" w:lineRule="auto"/>
        <w:ind w:firstLine="709"/>
        <w:jc w:val="both"/>
        <w:rPr>
          <w:szCs w:val="28"/>
        </w:rPr>
      </w:pPr>
      <w:r w:rsidRPr="00E6773D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="00E6773D" w:rsidRPr="00E6773D">
        <w:rPr>
          <w:szCs w:val="28"/>
          <w:lang w:eastAsia="en-US"/>
        </w:rPr>
        <w:t>ОРДЕНА «ЗНАК ПОЧЕТА» АКЦИОНЕРНЫМ ОБЩЕСТВОМ «ХОХЛОМСКАЯ РОСПИСЬ» (ИНН 5228001113)</w:t>
      </w:r>
      <w:r w:rsidR="00E6773D" w:rsidRPr="00E6773D">
        <w:rPr>
          <w:szCs w:val="28"/>
        </w:rPr>
        <w:t>, г. Семенов Нижегородской области, экспертного заключения рег</w:t>
      </w:r>
      <w:r w:rsidR="00E6773D" w:rsidRPr="00520389">
        <w:rPr>
          <w:szCs w:val="28"/>
        </w:rPr>
        <w:t>. № в-</w:t>
      </w:r>
      <w:r w:rsidR="00520389" w:rsidRPr="00520389">
        <w:rPr>
          <w:szCs w:val="28"/>
        </w:rPr>
        <w:t>613</w:t>
      </w:r>
      <w:r w:rsidR="00E6773D" w:rsidRPr="00520389">
        <w:rPr>
          <w:szCs w:val="28"/>
        </w:rPr>
        <w:t xml:space="preserve"> от </w:t>
      </w:r>
      <w:r w:rsidR="00CC6C1D" w:rsidRPr="00520389">
        <w:rPr>
          <w:szCs w:val="28"/>
        </w:rPr>
        <w:t>7 ноября</w:t>
      </w:r>
      <w:r w:rsidR="00CC6C1D" w:rsidRPr="00CC6C1D">
        <w:rPr>
          <w:szCs w:val="28"/>
        </w:rPr>
        <w:t xml:space="preserve"> </w:t>
      </w:r>
      <w:r w:rsidR="00E6773D" w:rsidRPr="00CC6C1D">
        <w:rPr>
          <w:szCs w:val="28"/>
        </w:rPr>
        <w:t>2019</w:t>
      </w:r>
      <w:r w:rsidR="00E6773D" w:rsidRPr="00E6773D">
        <w:rPr>
          <w:szCs w:val="28"/>
        </w:rPr>
        <w:t xml:space="preserve"> г.:</w:t>
      </w:r>
    </w:p>
    <w:p w:rsidR="00E6773D" w:rsidRPr="00E6773D" w:rsidRDefault="00E6773D" w:rsidP="00E6773D">
      <w:pPr>
        <w:spacing w:line="276" w:lineRule="auto"/>
        <w:ind w:firstLine="709"/>
        <w:jc w:val="both"/>
        <w:rPr>
          <w:noProof/>
          <w:szCs w:val="28"/>
        </w:rPr>
      </w:pPr>
      <w:r w:rsidRPr="00E6773D">
        <w:rPr>
          <w:b/>
          <w:szCs w:val="28"/>
        </w:rPr>
        <w:t xml:space="preserve">1. </w:t>
      </w:r>
      <w:r w:rsidRPr="00E6773D">
        <w:rPr>
          <w:bCs/>
          <w:szCs w:val="28"/>
        </w:rPr>
        <w:t>Внести в решение региональной службы по</w:t>
      </w:r>
      <w:r>
        <w:rPr>
          <w:bCs/>
          <w:szCs w:val="28"/>
        </w:rPr>
        <w:t xml:space="preserve"> тарифам Нижегородской области </w:t>
      </w:r>
      <w:r w:rsidR="00CC6C1D">
        <w:rPr>
          <w:szCs w:val="28"/>
        </w:rPr>
        <w:t>о</w:t>
      </w:r>
      <w:r w:rsidRPr="00E6773D">
        <w:rPr>
          <w:szCs w:val="28"/>
        </w:rPr>
        <w:t>т 27 ноября 2018 г. № 47/38 «</w:t>
      </w:r>
      <w:r w:rsidRPr="00E6773D">
        <w:rPr>
          <w:bCs/>
          <w:noProof/>
          <w:szCs w:val="28"/>
        </w:rPr>
        <w:t>Об установлении ОРДЕНА «ЗНАК ПОЧЕТА» АКЦИОНЕРНОМУ ОБЩЕСТВУ «ХОХЛОМСКАЯ РОСПИСЬ» (ИНН 5228001113), г. Семенов Нижегородской области, тарифов в сфере холодного водоснабжения для потребителей городского округа Семеновский Нижегородской области</w:t>
      </w:r>
      <w:r w:rsidRPr="00E6773D">
        <w:rPr>
          <w:szCs w:val="28"/>
        </w:rPr>
        <w:t>»</w:t>
      </w:r>
      <w:r w:rsidRPr="00E6773D">
        <w:rPr>
          <w:noProof/>
          <w:szCs w:val="28"/>
        </w:rPr>
        <w:t xml:space="preserve"> следующие изменения:</w:t>
      </w:r>
    </w:p>
    <w:p w:rsidR="00E6773D" w:rsidRPr="00E6773D" w:rsidRDefault="00E6773D" w:rsidP="00E6773D">
      <w:pPr>
        <w:spacing w:line="276" w:lineRule="auto"/>
        <w:jc w:val="both"/>
        <w:rPr>
          <w:szCs w:val="28"/>
        </w:rPr>
      </w:pPr>
      <w:r w:rsidRPr="00E6773D">
        <w:rPr>
          <w:b/>
          <w:i/>
          <w:szCs w:val="28"/>
        </w:rPr>
        <w:t>1.1.</w:t>
      </w:r>
      <w:r w:rsidRPr="00E6773D">
        <w:rPr>
          <w:szCs w:val="28"/>
        </w:rPr>
        <w:t xml:space="preserve"> Таблицу пункта 3 решения изложить в следующей редакции:</w:t>
      </w:r>
    </w:p>
    <w:p w:rsidR="00E6773D" w:rsidRPr="00E6773D" w:rsidRDefault="00E6773D" w:rsidP="00E6773D">
      <w:pPr>
        <w:spacing w:line="276" w:lineRule="auto"/>
        <w:jc w:val="both"/>
        <w:rPr>
          <w:szCs w:val="28"/>
        </w:rPr>
      </w:pPr>
      <w:r w:rsidRPr="00E6773D">
        <w:rPr>
          <w:szCs w:val="28"/>
        </w:rPr>
        <w:t>«</w:t>
      </w:r>
    </w:p>
    <w:tbl>
      <w:tblPr>
        <w:tblW w:w="487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1388"/>
        <w:gridCol w:w="760"/>
        <w:gridCol w:w="828"/>
        <w:gridCol w:w="759"/>
        <w:gridCol w:w="825"/>
        <w:gridCol w:w="759"/>
        <w:gridCol w:w="825"/>
        <w:gridCol w:w="759"/>
        <w:gridCol w:w="825"/>
        <w:gridCol w:w="759"/>
        <w:gridCol w:w="819"/>
      </w:tblGrid>
      <w:tr w:rsidR="00E6773D" w:rsidTr="004B649E">
        <w:trPr>
          <w:trHeight w:val="283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Тарифы в сфере холодного водоснабжения</w:t>
            </w:r>
          </w:p>
        </w:tc>
        <w:tc>
          <w:tcPr>
            <w:tcW w:w="406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E6773D" w:rsidTr="004B649E">
        <w:trPr>
          <w:cantSplit/>
          <w:trHeight w:val="139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73D" w:rsidRDefault="00E6773D" w:rsidP="00E6773D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73D" w:rsidRDefault="00E6773D" w:rsidP="00E6773D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CC6C1D" w:rsidTr="004B649E">
        <w:trPr>
          <w:cantSplit/>
          <w:trHeight w:val="359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73D" w:rsidRDefault="00E6773D" w:rsidP="00E6773D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73D" w:rsidRDefault="00E6773D" w:rsidP="00E6773D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С 1 января по 30 июня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С 1 января по 30 июня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С 1 января по 30 июня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С 1 января по 30 июня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С 1 января по 30 июня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73D" w:rsidRDefault="00E6773D" w:rsidP="00E6773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</w:tr>
      <w:tr w:rsidR="004B649E" w:rsidTr="004B649E">
        <w:trPr>
          <w:trHeight w:val="13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49E" w:rsidRDefault="004B649E" w:rsidP="00E6773D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49E" w:rsidRDefault="004B649E" w:rsidP="00E6773D">
            <w:pPr>
              <w:rPr>
                <w:noProof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Питьевая вода, руб./м</w:t>
            </w:r>
            <w:r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24,11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24,39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24,39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25,03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25,03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25,88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25,88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26,88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26,88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27,79</w:t>
            </w:r>
          </w:p>
        </w:tc>
      </w:tr>
      <w:tr w:rsidR="004B649E" w:rsidTr="004B649E">
        <w:trPr>
          <w:trHeight w:val="869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49E" w:rsidRDefault="004B649E" w:rsidP="00E6773D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lastRenderedPageBreak/>
              <w:t>2.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49E" w:rsidRDefault="004B649E" w:rsidP="00E6773D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Питьевая вода, руб./м</w:t>
            </w:r>
            <w:r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  <w:t>3</w:t>
            </w:r>
          </w:p>
          <w:p w:rsidR="004B649E" w:rsidRDefault="004B649E" w:rsidP="00E6773D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Население (с учетом НДС)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28,93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29,27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29,27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31,06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31,06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32,26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32,26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49E" w:rsidRDefault="004B64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33,35</w:t>
            </w:r>
          </w:p>
        </w:tc>
      </w:tr>
    </w:tbl>
    <w:p w:rsidR="00D3046B" w:rsidRPr="00D3046B" w:rsidRDefault="00D3046B" w:rsidP="00E6773D">
      <w:pPr>
        <w:spacing w:line="276" w:lineRule="auto"/>
        <w:ind w:firstLine="709"/>
        <w:jc w:val="right"/>
        <w:rPr>
          <w:szCs w:val="28"/>
        </w:rPr>
      </w:pPr>
      <w:r w:rsidRPr="00D3046B">
        <w:rPr>
          <w:szCs w:val="28"/>
        </w:rPr>
        <w:t>».</w:t>
      </w:r>
    </w:p>
    <w:p w:rsidR="00D3046B" w:rsidRPr="00D3046B" w:rsidRDefault="00D3046B" w:rsidP="00D3046B">
      <w:pPr>
        <w:spacing w:line="276" w:lineRule="auto"/>
        <w:jc w:val="both"/>
        <w:rPr>
          <w:szCs w:val="28"/>
        </w:rPr>
      </w:pPr>
      <w:r w:rsidRPr="00D3046B">
        <w:rPr>
          <w:b/>
          <w:i/>
          <w:szCs w:val="28"/>
        </w:rPr>
        <w:t>1.2.</w:t>
      </w:r>
      <w:r w:rsidRPr="00D3046B">
        <w:rPr>
          <w:szCs w:val="28"/>
        </w:rPr>
        <w:t xml:space="preserve"> </w:t>
      </w:r>
      <w:r w:rsidRPr="00D3046B">
        <w:rPr>
          <w:noProof/>
          <w:szCs w:val="28"/>
        </w:rPr>
        <w:t xml:space="preserve">Приложение </w:t>
      </w:r>
      <w:r w:rsidRPr="00D3046B">
        <w:rPr>
          <w:szCs w:val="28"/>
        </w:rPr>
        <w:t xml:space="preserve">к решению изложить в новой редакции согласно </w:t>
      </w:r>
      <w:r w:rsidRPr="00D3046B">
        <w:rPr>
          <w:noProof/>
          <w:szCs w:val="28"/>
        </w:rPr>
        <w:t xml:space="preserve">Приложению </w:t>
      </w:r>
      <w:r w:rsidRPr="00D3046B">
        <w:rPr>
          <w:szCs w:val="28"/>
        </w:rPr>
        <w:t>к настоящему решению.</w:t>
      </w:r>
    </w:p>
    <w:p w:rsidR="0056238E" w:rsidRPr="00016631" w:rsidRDefault="0056238E" w:rsidP="00D3046B">
      <w:pPr>
        <w:spacing w:line="276" w:lineRule="auto"/>
        <w:ind w:firstLine="709"/>
        <w:jc w:val="both"/>
        <w:rPr>
          <w:szCs w:val="28"/>
        </w:rPr>
      </w:pPr>
      <w:r w:rsidRPr="00016631">
        <w:rPr>
          <w:b/>
          <w:szCs w:val="28"/>
        </w:rPr>
        <w:t xml:space="preserve">2. </w:t>
      </w:r>
      <w:r w:rsidRPr="00016631">
        <w:rPr>
          <w:szCs w:val="28"/>
        </w:rPr>
        <w:t>Настоящее решение вступает в силу с 1 января 2020 г.</w:t>
      </w:r>
    </w:p>
    <w:p w:rsidR="000C3EA3" w:rsidRPr="0056238E" w:rsidRDefault="000C3EA3" w:rsidP="00CC6C1D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</w:p>
    <w:p w:rsidR="000C3EA3" w:rsidRPr="000C3EA3" w:rsidRDefault="000C3EA3" w:rsidP="00CC6C1D">
      <w:pPr>
        <w:tabs>
          <w:tab w:val="left" w:pos="1897"/>
        </w:tabs>
        <w:rPr>
          <w:noProof/>
        </w:rPr>
      </w:pPr>
    </w:p>
    <w:p w:rsidR="007D25C7" w:rsidRPr="007D25C7" w:rsidRDefault="007D25C7" w:rsidP="00CC6C1D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</w:t>
      </w:r>
      <w:r w:rsidR="00CC6C1D">
        <w:rPr>
          <w:szCs w:val="28"/>
        </w:rPr>
        <w:t>тель службы</w:t>
      </w:r>
      <w:r w:rsidR="00CC6C1D">
        <w:rPr>
          <w:szCs w:val="28"/>
        </w:rPr>
        <w:tab/>
      </w:r>
      <w:r w:rsidR="00CC6C1D">
        <w:rPr>
          <w:szCs w:val="28"/>
        </w:rPr>
        <w:tab/>
      </w:r>
      <w:r w:rsidR="00CC6C1D">
        <w:rPr>
          <w:szCs w:val="28"/>
        </w:rPr>
        <w:tab/>
      </w:r>
      <w:r w:rsidR="00CC6C1D">
        <w:rPr>
          <w:szCs w:val="28"/>
        </w:rPr>
        <w:tab/>
      </w:r>
      <w:r w:rsidR="00CC6C1D">
        <w:rPr>
          <w:szCs w:val="28"/>
        </w:rPr>
        <w:tab/>
      </w:r>
      <w:r w:rsidR="00CC6C1D">
        <w:rPr>
          <w:szCs w:val="28"/>
        </w:rPr>
        <w:tab/>
      </w:r>
      <w:r w:rsidR="00CC6C1D">
        <w:rPr>
          <w:szCs w:val="28"/>
        </w:rPr>
        <w:tab/>
        <w:t xml:space="preserve">            Ю.Л.Алешина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DC7870" w:rsidRDefault="00DC7870" w:rsidP="003F7CA5">
      <w:pPr>
        <w:tabs>
          <w:tab w:val="left" w:pos="1897"/>
        </w:tabs>
        <w:spacing w:line="276" w:lineRule="auto"/>
        <w:rPr>
          <w:szCs w:val="28"/>
        </w:rPr>
      </w:pPr>
    </w:p>
    <w:p w:rsidR="00DC7870" w:rsidRDefault="00DC7870" w:rsidP="003F7CA5">
      <w:pPr>
        <w:tabs>
          <w:tab w:val="left" w:pos="1897"/>
        </w:tabs>
        <w:spacing w:line="276" w:lineRule="auto"/>
        <w:rPr>
          <w:szCs w:val="28"/>
        </w:rPr>
      </w:pPr>
    </w:p>
    <w:p w:rsidR="00E6773D" w:rsidRDefault="00E6773D" w:rsidP="003F7CA5">
      <w:pPr>
        <w:tabs>
          <w:tab w:val="left" w:pos="1897"/>
        </w:tabs>
        <w:spacing w:line="276" w:lineRule="auto"/>
        <w:rPr>
          <w:szCs w:val="28"/>
        </w:rPr>
      </w:pPr>
    </w:p>
    <w:p w:rsidR="00CC6C1D" w:rsidRDefault="00CC6C1D" w:rsidP="003F7CA5">
      <w:pPr>
        <w:tabs>
          <w:tab w:val="left" w:pos="1897"/>
        </w:tabs>
        <w:spacing w:line="276" w:lineRule="auto"/>
        <w:rPr>
          <w:szCs w:val="28"/>
        </w:rPr>
      </w:pPr>
    </w:p>
    <w:p w:rsidR="00E6773D" w:rsidRDefault="00E6773D" w:rsidP="003F7CA5">
      <w:pPr>
        <w:tabs>
          <w:tab w:val="left" w:pos="1897"/>
        </w:tabs>
        <w:spacing w:line="276" w:lineRule="auto"/>
        <w:rPr>
          <w:szCs w:val="28"/>
        </w:rPr>
      </w:pPr>
    </w:p>
    <w:p w:rsidR="00E6773D" w:rsidRDefault="00E6773D" w:rsidP="003F7CA5">
      <w:pPr>
        <w:tabs>
          <w:tab w:val="left" w:pos="1897"/>
        </w:tabs>
        <w:spacing w:line="276" w:lineRule="auto"/>
        <w:rPr>
          <w:szCs w:val="28"/>
        </w:rPr>
      </w:pPr>
    </w:p>
    <w:p w:rsidR="006648EA" w:rsidRDefault="006648EA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CC6C1D">
              <w:t xml:space="preserve">от </w:t>
            </w:r>
            <w:r w:rsidR="00CC6C1D" w:rsidRPr="00CC6C1D">
              <w:t xml:space="preserve">14 ноября </w:t>
            </w:r>
            <w:r w:rsidR="00F1607E" w:rsidRPr="00CC6C1D">
              <w:t xml:space="preserve">2019 </w:t>
            </w:r>
            <w:r w:rsidR="00CC03DF" w:rsidRPr="00CC6C1D">
              <w:t>г.</w:t>
            </w:r>
            <w:r w:rsidRPr="00CC6C1D">
              <w:t xml:space="preserve"> №</w:t>
            </w:r>
            <w:r w:rsidR="006B0802" w:rsidRPr="00D74902">
              <w:t xml:space="preserve"> </w:t>
            </w:r>
            <w:r w:rsidR="001F31BA">
              <w:t>50/41</w:t>
            </w:r>
            <w:bookmarkStart w:id="0" w:name="_GoBack"/>
            <w:bookmarkEnd w:id="0"/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56238E" w:rsidP="0056238E">
            <w:pPr>
              <w:ind w:left="3552"/>
              <w:jc w:val="center"/>
            </w:pPr>
            <w:r>
              <w:t xml:space="preserve">«ПРИЛОЖЕНИЕ 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D3046B" w:rsidP="00E6773D">
            <w:pPr>
              <w:ind w:left="3552"/>
              <w:jc w:val="center"/>
            </w:pPr>
            <w:r>
              <w:t xml:space="preserve">от </w:t>
            </w:r>
            <w:r w:rsidR="00E6773D">
              <w:t>27 ноября</w:t>
            </w:r>
            <w:r w:rsidR="0056238E" w:rsidRPr="0056238E">
              <w:t xml:space="preserve"> 2018 г. №</w:t>
            </w:r>
            <w:r w:rsidR="0056238E">
              <w:t xml:space="preserve"> </w:t>
            </w:r>
            <w:r w:rsidR="00E6773D">
              <w:t>47/38</w:t>
            </w:r>
          </w:p>
        </w:tc>
      </w:tr>
      <w:tr w:rsidR="00AB760E" w:rsidRPr="006161EA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521285" w:rsidRDefault="00521285" w:rsidP="00032C10">
            <w:pPr>
              <w:ind w:left="3552"/>
              <w:jc w:val="center"/>
              <w:rPr>
                <w:sz w:val="24"/>
                <w:szCs w:val="24"/>
              </w:rPr>
            </w:pPr>
          </w:p>
          <w:p w:rsidR="0056238E" w:rsidRDefault="0056238E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7D25C7" w:rsidRPr="007D25C7" w:rsidRDefault="00B0596B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7D25C7"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DC7870" w:rsidRDefault="007D25C7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25C7">
              <w:rPr>
                <w:b/>
                <w:sz w:val="24"/>
                <w:szCs w:val="24"/>
              </w:rPr>
              <w:t xml:space="preserve">ПО ОКАЗАНИЮ УСЛУГ </w:t>
            </w:r>
            <w:r w:rsidR="00016631">
              <w:rPr>
                <w:b/>
                <w:sz w:val="24"/>
                <w:szCs w:val="24"/>
              </w:rPr>
              <w:t>ХОЛОДНОГО ВОДОСНАБЖЕНИЯ</w:t>
            </w:r>
          </w:p>
          <w:p w:rsidR="007D25C7" w:rsidRPr="00B6104E" w:rsidRDefault="007D25C7" w:rsidP="00D304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21285" w:rsidRDefault="00B17710" w:rsidP="00B20077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21466F">
        <w:rPr>
          <w:sz w:val="24"/>
          <w:szCs w:val="24"/>
          <w:lang w:eastAsia="en-US"/>
        </w:rPr>
        <w:t xml:space="preserve">дственной программы с </w:t>
      </w:r>
      <w:r w:rsidR="0056238E">
        <w:rPr>
          <w:sz w:val="24"/>
          <w:szCs w:val="24"/>
          <w:lang w:eastAsia="en-US"/>
        </w:rPr>
        <w:t>01.01</w:t>
      </w:r>
      <w:r w:rsidR="00114A0B">
        <w:rPr>
          <w:sz w:val="24"/>
          <w:szCs w:val="24"/>
          <w:lang w:eastAsia="en-US"/>
        </w:rPr>
        <w:t>.201</w:t>
      </w:r>
      <w:r w:rsidR="00A1039E">
        <w:rPr>
          <w:sz w:val="24"/>
          <w:szCs w:val="24"/>
          <w:lang w:eastAsia="en-US"/>
        </w:rPr>
        <w:t>9</w:t>
      </w:r>
      <w:r>
        <w:rPr>
          <w:sz w:val="24"/>
          <w:szCs w:val="24"/>
          <w:lang w:eastAsia="en-US"/>
        </w:rPr>
        <w:t xml:space="preserve"> г. по 31.12.20</w:t>
      </w:r>
      <w:r w:rsidR="0056238E">
        <w:rPr>
          <w:sz w:val="24"/>
          <w:szCs w:val="24"/>
          <w:lang w:eastAsia="en-US"/>
        </w:rPr>
        <w:t>23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10477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359"/>
        <w:gridCol w:w="23"/>
        <w:gridCol w:w="1029"/>
        <w:gridCol w:w="264"/>
        <w:gridCol w:w="29"/>
        <w:gridCol w:w="399"/>
        <w:gridCol w:w="43"/>
        <w:gridCol w:w="440"/>
        <w:gridCol w:w="382"/>
        <w:gridCol w:w="793"/>
        <w:gridCol w:w="64"/>
        <w:gridCol w:w="436"/>
        <w:gridCol w:w="88"/>
        <w:gridCol w:w="440"/>
        <w:gridCol w:w="441"/>
        <w:gridCol w:w="324"/>
        <w:gridCol w:w="263"/>
        <w:gridCol w:w="1030"/>
        <w:gridCol w:w="588"/>
        <w:gridCol w:w="42"/>
      </w:tblGrid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5E38BA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5E38BA" w:rsidRPr="005E38BA" w:rsidTr="005E38BA">
        <w:trPr>
          <w:gridAfter w:val="2"/>
          <w:wAfter w:w="630" w:type="dxa"/>
          <w:trHeight w:val="444"/>
        </w:trPr>
        <w:tc>
          <w:tcPr>
            <w:tcW w:w="3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38BA">
              <w:rPr>
                <w:sz w:val="20"/>
              </w:rPr>
              <w:t xml:space="preserve">Наименование регулируемой  </w:t>
            </w:r>
          </w:p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организации (ИНН)</w:t>
            </w:r>
          </w:p>
        </w:tc>
        <w:tc>
          <w:tcPr>
            <w:tcW w:w="648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ОРДЕНА «ЗНАК ПОЧЕТА» АКЦИОНЕРНОЕ ОБЩЕСТВО «ХОХЛОМСКАЯ РОСПИСЬ» (ИНН 5228001113)</w:t>
            </w:r>
          </w:p>
        </w:tc>
      </w:tr>
      <w:tr w:rsidR="005E38BA" w:rsidRPr="005E38BA" w:rsidTr="005E38BA">
        <w:trPr>
          <w:gridAfter w:val="2"/>
          <w:wAfter w:w="630" w:type="dxa"/>
          <w:trHeight w:val="360"/>
        </w:trPr>
        <w:tc>
          <w:tcPr>
            <w:tcW w:w="3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38BA">
              <w:rPr>
                <w:sz w:val="20"/>
              </w:rPr>
              <w:t xml:space="preserve">Местонахождение            </w:t>
            </w:r>
          </w:p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48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606651, Нижегородская область, г. Семенов, ул. Чкалова, д. 18</w:t>
            </w:r>
          </w:p>
        </w:tc>
      </w:tr>
      <w:tr w:rsidR="005E38BA" w:rsidRPr="005E38BA" w:rsidTr="005E38BA">
        <w:trPr>
          <w:gridAfter w:val="2"/>
          <w:wAfter w:w="630" w:type="dxa"/>
          <w:trHeight w:val="231"/>
        </w:trPr>
        <w:tc>
          <w:tcPr>
            <w:tcW w:w="3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38BA">
              <w:rPr>
                <w:sz w:val="20"/>
              </w:rPr>
              <w:t xml:space="preserve">Наименование               </w:t>
            </w:r>
          </w:p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48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5E38BA" w:rsidRPr="005E38BA" w:rsidTr="005E38BA">
        <w:trPr>
          <w:gridAfter w:val="2"/>
          <w:wAfter w:w="630" w:type="dxa"/>
          <w:trHeight w:val="360"/>
        </w:trPr>
        <w:tc>
          <w:tcPr>
            <w:tcW w:w="3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38BA">
              <w:rPr>
                <w:sz w:val="20"/>
              </w:rPr>
              <w:t xml:space="preserve">Местонахождение            </w:t>
            </w:r>
          </w:p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48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5E38BA">
              <w:rPr>
                <w:b/>
                <w:sz w:val="20"/>
              </w:rPr>
              <w:t>2. Объем подачи воды</w:t>
            </w:r>
          </w:p>
        </w:tc>
      </w:tr>
      <w:tr w:rsidR="005E38BA" w:rsidRPr="005E38BA" w:rsidTr="005E38BA">
        <w:trPr>
          <w:gridAfter w:val="2"/>
          <w:wAfter w:w="630" w:type="dxa"/>
          <w:trHeight w:val="269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01.01.2019 по 31.12.2019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01.01.2020 по 31.12.2020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01.01.2021 по 31.12.2021</w:t>
            </w:r>
          </w:p>
        </w:tc>
        <w:tc>
          <w:tcPr>
            <w:tcW w:w="1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01.01.2022 по 31.12.2022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01.01.2023 по 31.12.2023</w:t>
            </w:r>
          </w:p>
        </w:tc>
      </w:tr>
      <w:tr w:rsidR="005E38BA" w:rsidRPr="005E38BA" w:rsidTr="005E38BA">
        <w:trPr>
          <w:gridAfter w:val="2"/>
          <w:wAfter w:w="630" w:type="dxa"/>
          <w:trHeight w:val="296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5E38BA">
              <w:rPr>
                <w:sz w:val="20"/>
              </w:rPr>
              <w:t>Подано воды всего, тыс. м</w:t>
            </w:r>
            <w:r w:rsidRPr="005E38BA">
              <w:rPr>
                <w:sz w:val="20"/>
                <w:vertAlign w:val="superscript"/>
              </w:rPr>
              <w:t>3</w:t>
            </w:r>
            <w:r w:rsidRPr="005E38BA">
              <w:rPr>
                <w:sz w:val="20"/>
              </w:rPr>
              <w:t xml:space="preserve"> в том числе: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54,33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54,33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54,33</w:t>
            </w:r>
          </w:p>
        </w:tc>
        <w:tc>
          <w:tcPr>
            <w:tcW w:w="1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54,33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54,33</w:t>
            </w:r>
          </w:p>
        </w:tc>
      </w:tr>
      <w:tr w:rsidR="005E38BA" w:rsidRPr="005E38BA" w:rsidTr="005E38BA">
        <w:trPr>
          <w:gridAfter w:val="2"/>
          <w:wAfter w:w="630" w:type="dxa"/>
          <w:trHeight w:val="296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5E38BA">
              <w:rPr>
                <w:i/>
                <w:sz w:val="20"/>
              </w:rPr>
              <w:t>- населению,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25,69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25,69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25,69</w:t>
            </w:r>
          </w:p>
        </w:tc>
        <w:tc>
          <w:tcPr>
            <w:tcW w:w="1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25,69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25,69</w:t>
            </w:r>
          </w:p>
        </w:tc>
      </w:tr>
      <w:tr w:rsidR="005E38BA" w:rsidRPr="005E38BA" w:rsidTr="005E38BA">
        <w:trPr>
          <w:gridAfter w:val="2"/>
          <w:wAfter w:w="630" w:type="dxa"/>
          <w:trHeight w:val="296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5E38BA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0,80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0,80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0,80</w:t>
            </w:r>
          </w:p>
        </w:tc>
        <w:tc>
          <w:tcPr>
            <w:tcW w:w="1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0,80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0,80</w:t>
            </w:r>
          </w:p>
        </w:tc>
      </w:tr>
      <w:tr w:rsidR="005E38BA" w:rsidRPr="005E38BA" w:rsidTr="005E38BA">
        <w:trPr>
          <w:gridAfter w:val="2"/>
          <w:wAfter w:w="630" w:type="dxa"/>
          <w:trHeight w:val="296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5E38BA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2,37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2,37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2,37</w:t>
            </w:r>
          </w:p>
        </w:tc>
        <w:tc>
          <w:tcPr>
            <w:tcW w:w="1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2,37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2,37</w:t>
            </w:r>
          </w:p>
        </w:tc>
      </w:tr>
      <w:tr w:rsidR="005E38BA" w:rsidRPr="005E38BA" w:rsidTr="005E38BA">
        <w:trPr>
          <w:gridAfter w:val="2"/>
          <w:wAfter w:w="630" w:type="dxa"/>
          <w:trHeight w:val="296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5E38BA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25,47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25,47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25,47</w:t>
            </w:r>
          </w:p>
        </w:tc>
        <w:tc>
          <w:tcPr>
            <w:tcW w:w="1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25,47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25,47</w:t>
            </w:r>
          </w:p>
        </w:tc>
      </w:tr>
      <w:tr w:rsidR="005E38BA" w:rsidRPr="005E38BA" w:rsidTr="005E38BA">
        <w:trPr>
          <w:gridAfter w:val="2"/>
          <w:wAfter w:w="630" w:type="dxa"/>
          <w:trHeight w:val="296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5E38BA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5E38BA" w:rsidRPr="005E38BA" w:rsidTr="005E38BA">
        <w:trPr>
          <w:gridAfter w:val="2"/>
          <w:wAfter w:w="630" w:type="dxa"/>
          <w:trHeight w:val="223"/>
        </w:trPr>
        <w:tc>
          <w:tcPr>
            <w:tcW w:w="338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4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График реализации мероприятий</w:t>
            </w:r>
          </w:p>
        </w:tc>
        <w:tc>
          <w:tcPr>
            <w:tcW w:w="308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Всего сумма, тыс. руб.  </w:t>
            </w:r>
          </w:p>
        </w:tc>
      </w:tr>
      <w:tr w:rsidR="005E38BA" w:rsidRPr="005E38BA" w:rsidTr="005E38BA">
        <w:trPr>
          <w:gridAfter w:val="2"/>
          <w:wAfter w:w="630" w:type="dxa"/>
          <w:trHeight w:val="255"/>
        </w:trPr>
        <w:tc>
          <w:tcPr>
            <w:tcW w:w="338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  <w:tc>
          <w:tcPr>
            <w:tcW w:w="1764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Себестоимость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38BA">
              <w:rPr>
                <w:sz w:val="20"/>
              </w:rPr>
              <w:t xml:space="preserve">  Другие   </w:t>
            </w:r>
          </w:p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источники </w:t>
            </w:r>
          </w:p>
        </w:tc>
        <w:tc>
          <w:tcPr>
            <w:tcW w:w="1617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01.01.2019 по 31.12.2019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Производственные расходы</w:t>
            </w:r>
          </w:p>
        </w:tc>
        <w:tc>
          <w:tcPr>
            <w:tcW w:w="17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с 01.01.2019 по 31.12.2019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1298,98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1298,98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>с 01.01.2019 по 31.12.2019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22,97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22,97</w:t>
            </w:r>
          </w:p>
        </w:tc>
      </w:tr>
      <w:tr w:rsidR="005E38BA" w:rsidRPr="005E38BA" w:rsidTr="005E38BA">
        <w:trPr>
          <w:gridAfter w:val="1"/>
          <w:wAfter w:w="42" w:type="dxa"/>
          <w:trHeight w:val="144"/>
        </w:trPr>
        <w:tc>
          <w:tcPr>
            <w:tcW w:w="514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1321,95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1321,95</w:t>
            </w:r>
          </w:p>
        </w:tc>
        <w:tc>
          <w:tcPr>
            <w:tcW w:w="588" w:type="dxa"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01.01.2020 по 31.12.2020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lastRenderedPageBreak/>
              <w:t>Производственные расходы</w:t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с 01.01.2020 по 31.12.2020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1330,26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1330,26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60"/>
        </w:trPr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26,39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26,39</w:t>
            </w:r>
          </w:p>
        </w:tc>
      </w:tr>
      <w:tr w:rsidR="005E38BA" w:rsidRPr="005E38BA" w:rsidTr="005E38BA">
        <w:trPr>
          <w:gridAfter w:val="1"/>
          <w:wAfter w:w="42" w:type="dxa"/>
          <w:trHeight w:val="144"/>
        </w:trPr>
        <w:tc>
          <w:tcPr>
            <w:tcW w:w="514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1356,65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1356,65</w:t>
            </w:r>
          </w:p>
        </w:tc>
        <w:tc>
          <w:tcPr>
            <w:tcW w:w="588" w:type="dxa"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5E38BA" w:rsidRPr="005E38BA" w:rsidTr="005E38BA">
        <w:trPr>
          <w:gridAfter w:val="2"/>
          <w:wAfter w:w="630" w:type="dxa"/>
          <w:trHeight w:val="178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01.01.2021 по 31.12.2021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Производственные расходы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с 01.01.2021 по 31.12.2021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1362,81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1362,81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30,38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30,38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1393,19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1393,19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01.01.2022 по 31.12.2022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Производственные расходы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с 01.01.2022 по 31.12.2022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1403,24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1403,24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34,95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34,95</w:t>
            </w:r>
          </w:p>
        </w:tc>
      </w:tr>
      <w:tr w:rsidR="005E38BA" w:rsidRPr="005E38BA" w:rsidTr="005E38BA">
        <w:trPr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1438,19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1438,19</w:t>
            </w:r>
          </w:p>
        </w:tc>
        <w:tc>
          <w:tcPr>
            <w:tcW w:w="630" w:type="dxa"/>
            <w:gridSpan w:val="2"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01.01.2023 по 31.12.2023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Производственные расходы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с 01.01.2023 по 31.12.2023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1444,88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1444,88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BA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40,20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40,20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1485,08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1485,08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6995,06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6995,06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5E38BA">
              <w:rPr>
                <w:b/>
                <w:sz w:val="20"/>
              </w:rPr>
              <w:t xml:space="preserve">4. Мероприятия, направленные на поддержание объектов централизованных систем холодного </w:t>
            </w:r>
            <w:r w:rsidRPr="005E38BA">
              <w:rPr>
                <w:b/>
                <w:sz w:val="20"/>
              </w:rPr>
              <w:lastRenderedPageBreak/>
              <w:t>водоснабжения в состоянии, соответствующем установленным требованиям технических регламентов</w:t>
            </w:r>
          </w:p>
        </w:tc>
      </w:tr>
      <w:tr w:rsidR="005E38BA" w:rsidRPr="005E38BA" w:rsidTr="005E38BA">
        <w:trPr>
          <w:gridAfter w:val="2"/>
          <w:wAfter w:w="630" w:type="dxa"/>
          <w:trHeight w:val="360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5E38BA">
              <w:rPr>
                <w:sz w:val="20"/>
              </w:rPr>
              <w:lastRenderedPageBreak/>
              <w:t xml:space="preserve">  </w:t>
            </w:r>
            <w:r w:rsidRPr="005E38BA">
              <w:rPr>
                <w:i/>
                <w:sz w:val="20"/>
              </w:rPr>
              <w:t>4.1. Перечень мероприятий по ремо</w:t>
            </w:r>
            <w:r>
              <w:rPr>
                <w:i/>
                <w:sz w:val="20"/>
              </w:rPr>
              <w:t xml:space="preserve">нту объектов централизованных </w:t>
            </w:r>
            <w:r w:rsidRPr="005E38BA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5E38BA" w:rsidRPr="005E38BA" w:rsidTr="005E38BA">
        <w:trPr>
          <w:gridAfter w:val="2"/>
          <w:wAfter w:w="630" w:type="dxa"/>
          <w:trHeight w:val="223"/>
        </w:trPr>
        <w:tc>
          <w:tcPr>
            <w:tcW w:w="338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4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График реализации мероприятий</w:t>
            </w:r>
          </w:p>
        </w:tc>
        <w:tc>
          <w:tcPr>
            <w:tcW w:w="308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Всего сумма, тыс. руб.  </w:t>
            </w:r>
          </w:p>
        </w:tc>
      </w:tr>
      <w:tr w:rsidR="005E38BA" w:rsidRPr="005E38BA" w:rsidTr="005E38BA">
        <w:trPr>
          <w:gridAfter w:val="2"/>
          <w:wAfter w:w="630" w:type="dxa"/>
          <w:trHeight w:val="255"/>
        </w:trPr>
        <w:tc>
          <w:tcPr>
            <w:tcW w:w="338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  <w:tc>
          <w:tcPr>
            <w:tcW w:w="1764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Себестоимость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38BA">
              <w:rPr>
                <w:sz w:val="20"/>
              </w:rPr>
              <w:t xml:space="preserve">  Другие   </w:t>
            </w:r>
          </w:p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источники </w:t>
            </w:r>
          </w:p>
        </w:tc>
        <w:tc>
          <w:tcPr>
            <w:tcW w:w="1617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01.01.2019 по 31.12.2019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1"/>
          <w:wAfter w:w="42" w:type="dxa"/>
          <w:trHeight w:val="144"/>
        </w:trPr>
        <w:tc>
          <w:tcPr>
            <w:tcW w:w="514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588" w:type="dxa"/>
            <w:vAlign w:val="center"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01.01.2020 по 31.12.2020</w:t>
            </w:r>
          </w:p>
        </w:tc>
      </w:tr>
      <w:tr w:rsidR="005E38BA" w:rsidRPr="005E38BA" w:rsidTr="005E38BA">
        <w:trPr>
          <w:gridAfter w:val="2"/>
          <w:wAfter w:w="630" w:type="dxa"/>
          <w:trHeight w:val="315"/>
        </w:trPr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514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178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01.01.2021 по 31.12.2021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01.01.2022 по 31.12.2022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01.01.2023 по 31.12.2023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360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5E38BA">
              <w:rPr>
                <w:i/>
                <w:sz w:val="20"/>
              </w:rPr>
              <w:t xml:space="preserve">   4.2. Перечень мероприятий, напра</w:t>
            </w:r>
            <w:r>
              <w:rPr>
                <w:i/>
                <w:sz w:val="20"/>
              </w:rPr>
              <w:t xml:space="preserve">вленных на улучшение качества </w:t>
            </w:r>
            <w:r w:rsidRPr="005E38BA">
              <w:rPr>
                <w:i/>
                <w:sz w:val="20"/>
              </w:rPr>
              <w:t xml:space="preserve">питьевой воды </w:t>
            </w:r>
          </w:p>
        </w:tc>
      </w:tr>
      <w:tr w:rsidR="005E38BA" w:rsidRPr="005E38BA" w:rsidTr="005E38BA">
        <w:trPr>
          <w:gridAfter w:val="2"/>
          <w:wAfter w:w="630" w:type="dxa"/>
          <w:trHeight w:val="223"/>
        </w:trPr>
        <w:tc>
          <w:tcPr>
            <w:tcW w:w="338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4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График реализации мероприятий</w:t>
            </w:r>
          </w:p>
        </w:tc>
        <w:tc>
          <w:tcPr>
            <w:tcW w:w="308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Всего сумма, тыс. руб.  </w:t>
            </w:r>
          </w:p>
        </w:tc>
      </w:tr>
      <w:tr w:rsidR="005E38BA" w:rsidRPr="005E38BA" w:rsidTr="005E38BA">
        <w:trPr>
          <w:gridAfter w:val="2"/>
          <w:wAfter w:w="630" w:type="dxa"/>
          <w:trHeight w:val="255"/>
        </w:trPr>
        <w:tc>
          <w:tcPr>
            <w:tcW w:w="338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  <w:tc>
          <w:tcPr>
            <w:tcW w:w="1764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Себестоимость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38BA">
              <w:rPr>
                <w:sz w:val="20"/>
              </w:rPr>
              <w:t xml:space="preserve">  Другие   </w:t>
            </w:r>
          </w:p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источники </w:t>
            </w:r>
          </w:p>
        </w:tc>
        <w:tc>
          <w:tcPr>
            <w:tcW w:w="1617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01.01.2019 по 31.12.2019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514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01.01.2020 по 31.12.2020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514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178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01.01.2021 по 31.12.2021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01.01.2022 по 31.12.2022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01.01.2023 по 31.12.2023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360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5E38BA">
              <w:rPr>
                <w:sz w:val="20"/>
              </w:rPr>
              <w:t xml:space="preserve">    </w:t>
            </w:r>
            <w:r w:rsidRPr="005E38BA">
              <w:rPr>
                <w:i/>
                <w:sz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5E38BA">
              <w:rPr>
                <w:sz w:val="20"/>
              </w:rPr>
              <w:t xml:space="preserve">   </w:t>
            </w:r>
          </w:p>
        </w:tc>
      </w:tr>
      <w:tr w:rsidR="005E38BA" w:rsidRPr="005E38BA" w:rsidTr="005E38BA">
        <w:trPr>
          <w:gridAfter w:val="2"/>
          <w:wAfter w:w="630" w:type="dxa"/>
          <w:trHeight w:val="223"/>
        </w:trPr>
        <w:tc>
          <w:tcPr>
            <w:tcW w:w="338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4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График реализации мероприятий</w:t>
            </w:r>
          </w:p>
        </w:tc>
        <w:tc>
          <w:tcPr>
            <w:tcW w:w="308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Всего сумма, тыс. руб.  </w:t>
            </w:r>
          </w:p>
        </w:tc>
      </w:tr>
      <w:tr w:rsidR="005E38BA" w:rsidRPr="005E38BA" w:rsidTr="005E38BA">
        <w:trPr>
          <w:gridAfter w:val="2"/>
          <w:wAfter w:w="630" w:type="dxa"/>
          <w:trHeight w:val="273"/>
        </w:trPr>
        <w:tc>
          <w:tcPr>
            <w:tcW w:w="338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  <w:tc>
          <w:tcPr>
            <w:tcW w:w="1764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Себестоимость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38BA">
              <w:rPr>
                <w:sz w:val="20"/>
              </w:rPr>
              <w:t xml:space="preserve">  Другие   </w:t>
            </w:r>
          </w:p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источники </w:t>
            </w:r>
          </w:p>
        </w:tc>
        <w:tc>
          <w:tcPr>
            <w:tcW w:w="1617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01.01.2019 по 31.12.2019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514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01.01.2020 по 31.12.2020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514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178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01.01.2021 по 31.12.2021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01.01.2022 по 31.12.2022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lastRenderedPageBreak/>
              <w:t xml:space="preserve">Итого на период с 01.01.2022 по 31.12.2022:                              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01.01.2023 по 31.12.2023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  <w:lang w:eastAsia="en-US"/>
              </w:rPr>
            </w:pPr>
            <w:r w:rsidRPr="005E38BA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5E38BA" w:rsidRPr="005E38BA" w:rsidTr="005E38BA">
        <w:trPr>
          <w:gridAfter w:val="2"/>
          <w:wAfter w:w="630" w:type="dxa"/>
          <w:trHeight w:val="223"/>
        </w:trPr>
        <w:tc>
          <w:tcPr>
            <w:tcW w:w="338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4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График реализации мероприятий</w:t>
            </w:r>
          </w:p>
        </w:tc>
        <w:tc>
          <w:tcPr>
            <w:tcW w:w="308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Всего сумма, тыс. руб.  </w:t>
            </w:r>
          </w:p>
        </w:tc>
      </w:tr>
      <w:tr w:rsidR="005E38BA" w:rsidRPr="005E38BA" w:rsidTr="005E38BA">
        <w:trPr>
          <w:gridAfter w:val="2"/>
          <w:wAfter w:w="630" w:type="dxa"/>
          <w:trHeight w:val="255"/>
        </w:trPr>
        <w:tc>
          <w:tcPr>
            <w:tcW w:w="338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  <w:tc>
          <w:tcPr>
            <w:tcW w:w="1764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Себестоимость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38BA">
              <w:rPr>
                <w:sz w:val="20"/>
              </w:rPr>
              <w:t xml:space="preserve">  Другие   </w:t>
            </w:r>
          </w:p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источники </w:t>
            </w:r>
          </w:p>
        </w:tc>
        <w:tc>
          <w:tcPr>
            <w:tcW w:w="1617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01.01.2019 по 31.12.2019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514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01.01.2020 по 31.12.2020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514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178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01.01.2021 по 31.12.2021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01.01.2022 по 31.12.2022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 период с 01.01.2023 по 31.12.2023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 отсутствуют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1"/>
        </w:trPr>
        <w:tc>
          <w:tcPr>
            <w:tcW w:w="51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4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     </w:t>
            </w:r>
            <w:r w:rsidRPr="005E38BA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5E38BA" w:rsidRPr="005E38BA" w:rsidTr="005E38BA">
        <w:trPr>
          <w:gridAfter w:val="2"/>
          <w:wAfter w:w="630" w:type="dxa"/>
          <w:trHeight w:val="215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Наименование показателя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Ед.изм.</w:t>
            </w:r>
          </w:p>
        </w:tc>
        <w:tc>
          <w:tcPr>
            <w:tcW w:w="1175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E38BA">
              <w:rPr>
                <w:sz w:val="18"/>
                <w:szCs w:val="18"/>
              </w:rPr>
              <w:t xml:space="preserve">На период </w:t>
            </w:r>
          </w:p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5E38BA">
              <w:rPr>
                <w:sz w:val="18"/>
                <w:szCs w:val="18"/>
              </w:rPr>
              <w:t>с 01.01.2019 по 31.12.2019</w:t>
            </w:r>
          </w:p>
        </w:tc>
        <w:tc>
          <w:tcPr>
            <w:tcW w:w="117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5E38BA">
              <w:rPr>
                <w:sz w:val="18"/>
                <w:szCs w:val="18"/>
              </w:rPr>
              <w:t xml:space="preserve">На период </w:t>
            </w:r>
            <w:r w:rsidRPr="005E38BA">
              <w:rPr>
                <w:sz w:val="18"/>
                <w:szCs w:val="18"/>
              </w:rPr>
              <w:br/>
              <w:t>с 01.01.2020 по 31.12.2020</w:t>
            </w:r>
          </w:p>
        </w:tc>
        <w:tc>
          <w:tcPr>
            <w:tcW w:w="1028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E38BA">
              <w:rPr>
                <w:sz w:val="18"/>
                <w:szCs w:val="18"/>
              </w:rPr>
              <w:t xml:space="preserve">На период </w:t>
            </w:r>
          </w:p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5E38BA">
              <w:rPr>
                <w:sz w:val="18"/>
                <w:szCs w:val="18"/>
              </w:rPr>
              <w:t>с 01.01.2021 по 31.12.2021</w:t>
            </w:r>
          </w:p>
        </w:tc>
        <w:tc>
          <w:tcPr>
            <w:tcW w:w="1028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5E38BA">
              <w:rPr>
                <w:sz w:val="18"/>
                <w:szCs w:val="18"/>
              </w:rPr>
              <w:t>На период с 01.01.2022 по 31.12.2022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5E38BA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5E38BA" w:rsidRPr="005E38BA" w:rsidTr="005E38BA">
        <w:trPr>
          <w:gridAfter w:val="2"/>
          <w:wAfter w:w="630" w:type="dxa"/>
          <w:trHeight w:val="212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Показатели качества воды</w:t>
            </w:r>
          </w:p>
        </w:tc>
      </w:tr>
      <w:tr w:rsidR="005E38BA" w:rsidRPr="005E38BA" w:rsidTr="005E38BA">
        <w:trPr>
          <w:gridAfter w:val="2"/>
          <w:wAfter w:w="630" w:type="dxa"/>
          <w:trHeight w:val="2111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%</w:t>
            </w:r>
          </w:p>
        </w:tc>
        <w:tc>
          <w:tcPr>
            <w:tcW w:w="1175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17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028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028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1039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%</w:t>
            </w:r>
          </w:p>
        </w:tc>
        <w:tc>
          <w:tcPr>
            <w:tcW w:w="1175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17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028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028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276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5E38BA" w:rsidRPr="005E38BA" w:rsidTr="005E38BA">
        <w:trPr>
          <w:gridAfter w:val="2"/>
          <w:wAfter w:w="630" w:type="dxa"/>
          <w:trHeight w:val="845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</w:t>
            </w:r>
            <w:r w:rsidRPr="005E38BA">
              <w:rPr>
                <w:sz w:val="20"/>
              </w:rPr>
              <w:lastRenderedPageBreak/>
              <w:t xml:space="preserve">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lastRenderedPageBreak/>
              <w:t>ед./км</w:t>
            </w:r>
          </w:p>
        </w:tc>
        <w:tc>
          <w:tcPr>
            <w:tcW w:w="1175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17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028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028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212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lastRenderedPageBreak/>
              <w:t>Показатели энергетической эффективности</w:t>
            </w:r>
          </w:p>
        </w:tc>
      </w:tr>
      <w:tr w:rsidR="005E38BA" w:rsidRPr="005E38BA" w:rsidTr="005E38BA">
        <w:trPr>
          <w:gridAfter w:val="2"/>
          <w:wAfter w:w="630" w:type="dxa"/>
          <w:trHeight w:val="212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%</w:t>
            </w:r>
          </w:p>
        </w:tc>
        <w:tc>
          <w:tcPr>
            <w:tcW w:w="1175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17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028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028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</w:t>
            </w:r>
          </w:p>
        </w:tc>
      </w:tr>
      <w:tr w:rsidR="005E38BA" w:rsidRPr="005E38BA" w:rsidTr="005E38BA">
        <w:trPr>
          <w:gridAfter w:val="2"/>
          <w:wAfter w:w="630" w:type="dxa"/>
          <w:trHeight w:val="705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38BA" w:rsidRPr="005E38BA" w:rsidRDefault="005E38BA" w:rsidP="005E38B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38BA">
              <w:rPr>
                <w:sz w:val="20"/>
              </w:rPr>
              <w:t>кВт*ч/</w:t>
            </w:r>
          </w:p>
          <w:p w:rsidR="005E38BA" w:rsidRPr="005E38BA" w:rsidRDefault="005E38BA" w:rsidP="005E38B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38BA">
              <w:rPr>
                <w:sz w:val="20"/>
              </w:rPr>
              <w:t>куб. м</w:t>
            </w:r>
          </w:p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175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0,97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0,97</w:t>
            </w:r>
          </w:p>
        </w:tc>
        <w:tc>
          <w:tcPr>
            <w:tcW w:w="1028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0,97</w:t>
            </w:r>
          </w:p>
        </w:tc>
        <w:tc>
          <w:tcPr>
            <w:tcW w:w="1028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0,97</w:t>
            </w:r>
          </w:p>
        </w:tc>
        <w:tc>
          <w:tcPr>
            <w:tcW w:w="1030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0,97</w:t>
            </w:r>
          </w:p>
        </w:tc>
      </w:tr>
      <w:tr w:rsidR="005E38BA" w:rsidRPr="005E38BA" w:rsidTr="005E38BA">
        <w:trPr>
          <w:gridAfter w:val="2"/>
          <w:wAfter w:w="630" w:type="dxa"/>
          <w:trHeight w:val="212"/>
        </w:trPr>
        <w:tc>
          <w:tcPr>
            <w:tcW w:w="338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38BA" w:rsidRPr="005E38BA" w:rsidRDefault="005E38BA" w:rsidP="005E38B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38BA">
              <w:rPr>
                <w:sz w:val="20"/>
              </w:rPr>
              <w:t>кВт*ч/</w:t>
            </w:r>
          </w:p>
          <w:p w:rsidR="005E38BA" w:rsidRPr="005E38BA" w:rsidRDefault="005E38BA" w:rsidP="005E38B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38BA">
              <w:rPr>
                <w:sz w:val="20"/>
              </w:rPr>
              <w:t>куб. м</w:t>
            </w:r>
          </w:p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175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  <w:tc>
          <w:tcPr>
            <w:tcW w:w="1028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  <w:tc>
          <w:tcPr>
            <w:tcW w:w="1028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  <w:tc>
          <w:tcPr>
            <w:tcW w:w="103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rPr>
                <w:sz w:val="20"/>
                <w:lang w:eastAsia="en-US"/>
              </w:rPr>
            </w:pP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9847" w:type="dxa"/>
            <w:gridSpan w:val="1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5E38BA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5E38BA" w:rsidRPr="005E38BA" w:rsidTr="005E38BA">
        <w:trPr>
          <w:gridAfter w:val="2"/>
          <w:wAfter w:w="630" w:type="dxa"/>
          <w:trHeight w:val="215"/>
        </w:trPr>
        <w:tc>
          <w:tcPr>
            <w:tcW w:w="4704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За период с 01.01.2019 по 31.12.2019</w:t>
            </w:r>
          </w:p>
        </w:tc>
        <w:tc>
          <w:tcPr>
            <w:tcW w:w="5143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2"/>
        </w:trPr>
        <w:tc>
          <w:tcPr>
            <w:tcW w:w="4704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За период с 01.01.2020 по 31.12.2020</w:t>
            </w:r>
          </w:p>
        </w:tc>
        <w:tc>
          <w:tcPr>
            <w:tcW w:w="5143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2"/>
        </w:trPr>
        <w:tc>
          <w:tcPr>
            <w:tcW w:w="4704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5143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2"/>
        </w:trPr>
        <w:tc>
          <w:tcPr>
            <w:tcW w:w="4704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За период с 01.01.2022 по 31.12.2022</w:t>
            </w:r>
          </w:p>
        </w:tc>
        <w:tc>
          <w:tcPr>
            <w:tcW w:w="5143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2"/>
        </w:trPr>
        <w:tc>
          <w:tcPr>
            <w:tcW w:w="4704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За период с 01.01.2023 по 31.12.2023</w:t>
            </w:r>
          </w:p>
        </w:tc>
        <w:tc>
          <w:tcPr>
            <w:tcW w:w="5143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212"/>
        </w:trPr>
        <w:tc>
          <w:tcPr>
            <w:tcW w:w="4704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143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360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5E38BA">
              <w:rPr>
                <w:sz w:val="20"/>
              </w:rPr>
              <w:t xml:space="preserve">        </w:t>
            </w:r>
            <w:r w:rsidRPr="005E38BA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b/>
                <w:sz w:val="20"/>
              </w:rPr>
              <w:t xml:space="preserve">                         производственной программы</w:t>
            </w:r>
            <w:r w:rsidRPr="005E38BA">
              <w:rPr>
                <w:sz w:val="20"/>
              </w:rPr>
              <w:t xml:space="preserve">                         </w:t>
            </w:r>
          </w:p>
        </w:tc>
      </w:tr>
      <w:tr w:rsidR="005E38BA" w:rsidRPr="005E38BA" w:rsidTr="005E38BA">
        <w:trPr>
          <w:gridAfter w:val="2"/>
          <w:wAfter w:w="630" w:type="dxa"/>
          <w:trHeight w:val="478"/>
        </w:trPr>
        <w:tc>
          <w:tcPr>
            <w:tcW w:w="823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38BA">
              <w:rPr>
                <w:sz w:val="20"/>
              </w:rPr>
              <w:t xml:space="preserve">Всего сумма, </w:t>
            </w:r>
          </w:p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тыс. руб.  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823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1317,70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823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1342,65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823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1383,19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823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1433,19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823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1485,08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823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6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spacing w:after="20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6961,81</w:t>
            </w:r>
          </w:p>
        </w:tc>
      </w:tr>
      <w:tr w:rsidR="005E38BA" w:rsidRPr="005E38BA" w:rsidTr="005E38BA">
        <w:trPr>
          <w:gridAfter w:val="2"/>
          <w:wAfter w:w="630" w:type="dxa"/>
          <w:trHeight w:val="360"/>
        </w:trPr>
        <w:tc>
          <w:tcPr>
            <w:tcW w:w="984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     </w:t>
            </w:r>
            <w:r w:rsidRPr="005E38BA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5E38BA">
              <w:rPr>
                <w:sz w:val="20"/>
              </w:rPr>
              <w:t xml:space="preserve">                         </w:t>
            </w:r>
          </w:p>
        </w:tc>
      </w:tr>
      <w:tr w:rsidR="005E38BA" w:rsidRPr="005E38BA" w:rsidTr="005E38BA">
        <w:trPr>
          <w:gridAfter w:val="2"/>
          <w:wAfter w:w="630" w:type="dxa"/>
          <w:trHeight w:val="372"/>
        </w:trPr>
        <w:tc>
          <w:tcPr>
            <w:tcW w:w="734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249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 xml:space="preserve">   2018 год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734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Объем подачи воды, тыс. куб. м</w:t>
            </w:r>
          </w:p>
        </w:tc>
        <w:tc>
          <w:tcPr>
            <w:tcW w:w="249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53,10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734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9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1508,92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734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9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-</w:t>
            </w:r>
          </w:p>
        </w:tc>
      </w:tr>
      <w:tr w:rsidR="005E38BA" w:rsidRPr="005E38BA" w:rsidTr="005E38BA">
        <w:trPr>
          <w:gridAfter w:val="2"/>
          <w:wAfter w:w="630" w:type="dxa"/>
          <w:trHeight w:val="144"/>
        </w:trPr>
        <w:tc>
          <w:tcPr>
            <w:tcW w:w="734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Общий объем финансовых потребностей за 2018 год, тыс. руб.</w:t>
            </w:r>
          </w:p>
        </w:tc>
        <w:tc>
          <w:tcPr>
            <w:tcW w:w="249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8BA" w:rsidRPr="005E38BA" w:rsidRDefault="005E38BA" w:rsidP="005E38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5E38BA">
              <w:rPr>
                <w:sz w:val="20"/>
              </w:rPr>
              <w:t>1508,92</w:t>
            </w:r>
          </w:p>
        </w:tc>
      </w:tr>
    </w:tbl>
    <w:p w:rsidR="0056238E" w:rsidRPr="005E38BA" w:rsidRDefault="0056238E" w:rsidP="0056238E">
      <w:pPr>
        <w:jc w:val="right"/>
        <w:rPr>
          <w:szCs w:val="28"/>
          <w:lang w:eastAsia="en-US"/>
        </w:rPr>
      </w:pPr>
      <w:r w:rsidRPr="005E38BA">
        <w:rPr>
          <w:szCs w:val="28"/>
          <w:lang w:eastAsia="en-US"/>
        </w:rPr>
        <w:t>».</w:t>
      </w:r>
    </w:p>
    <w:p w:rsidR="0056238E" w:rsidRPr="0056238E" w:rsidRDefault="0056238E" w:rsidP="0056238E">
      <w:pPr>
        <w:rPr>
          <w:sz w:val="24"/>
          <w:szCs w:val="24"/>
          <w:lang w:eastAsia="en-US"/>
        </w:rPr>
      </w:pPr>
    </w:p>
    <w:p w:rsidR="00016631" w:rsidRDefault="00016631" w:rsidP="00016631">
      <w:pPr>
        <w:spacing w:line="276" w:lineRule="auto"/>
        <w:rPr>
          <w:szCs w:val="28"/>
        </w:rPr>
      </w:pPr>
    </w:p>
    <w:sectPr w:rsidR="0001663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F31BA">
      <w:rPr>
        <w:rStyle w:val="a9"/>
        <w:noProof/>
      </w:rPr>
      <w:t>7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16631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3CF0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31BA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17C1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49E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0389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8BA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151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6B16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6C1D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6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87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3D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8</TotalTime>
  <Pages>7</Pages>
  <Words>1948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9</cp:revision>
  <cp:lastPrinted>2019-11-14T08:14:00Z</cp:lastPrinted>
  <dcterms:created xsi:type="dcterms:W3CDTF">2019-05-31T13:53:00Z</dcterms:created>
  <dcterms:modified xsi:type="dcterms:W3CDTF">2019-11-14T08:15:00Z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