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A1255F" w:rsidP="00E006BE">
            <w:pPr>
              <w:jc w:val="center"/>
            </w:pPr>
            <w:r>
              <w:t>14.11.2019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66344E" w:rsidP="00DB5572">
            <w:pPr>
              <w:tabs>
                <w:tab w:val="center" w:pos="2160"/>
              </w:tabs>
              <w:ind w:left="-108"/>
              <w:jc w:val="center"/>
            </w:pPr>
            <w:r>
              <w:t>50/4</w:t>
            </w:r>
            <w:r w:rsidR="00DB5572">
              <w:t>3</w:t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6648EA">
        <w:trPr>
          <w:trHeight w:val="244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9E54A8" w:rsidRDefault="009E54A8" w:rsidP="00823328">
            <w:pPr>
              <w:jc w:val="center"/>
              <w:rPr>
                <w:szCs w:val="28"/>
              </w:rPr>
            </w:pPr>
            <w:r w:rsidRPr="009E54A8">
              <w:rPr>
                <w:szCs w:val="28"/>
              </w:rPr>
              <w:t>О внесении изменений в решение региональной службы п</w:t>
            </w:r>
            <w:r>
              <w:rPr>
                <w:szCs w:val="28"/>
              </w:rPr>
              <w:t>о тарифам Нижегородской области</w:t>
            </w:r>
          </w:p>
          <w:p w:rsidR="0085764D" w:rsidRPr="00C72BC0" w:rsidRDefault="009E54A8" w:rsidP="00943853">
            <w:pPr>
              <w:jc w:val="center"/>
              <w:rPr>
                <w:bCs/>
                <w:szCs w:val="28"/>
              </w:rPr>
            </w:pPr>
            <w:r w:rsidRPr="009E54A8">
              <w:rPr>
                <w:szCs w:val="28"/>
              </w:rPr>
              <w:t xml:space="preserve">от 27 ноября 2018 г. № 47/40 «Об установлении ГОСУДАРСТВЕННОМУ БЮДЖЕТНОМУ УЧРЕЖДЕНИЮ «ВАРНАВИНСКИЙ ПСИХОНЕВРОЛОГИЧЕСКИЙ ИНТЕРНАТ» (ИНН 5207002268), п. Заречный Варнавинского муниципального района Нижегородской области, тарифов в сфере холодного водоснабжения и водоотведения </w:t>
            </w:r>
            <w:r w:rsidR="00943853">
              <w:rPr>
                <w:szCs w:val="28"/>
              </w:rPr>
              <w:br/>
            </w:r>
            <w:r w:rsidRPr="009E54A8">
              <w:rPr>
                <w:szCs w:val="28"/>
              </w:rPr>
              <w:t>для потребителей п. Заречный Варнавинского муниципального района Нижегородской области»</w:t>
            </w:r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61BEB" w:rsidRPr="00943853" w:rsidRDefault="00261BEB" w:rsidP="00C72BC0">
      <w:pPr>
        <w:pStyle w:val="ac"/>
        <w:jc w:val="center"/>
      </w:pPr>
    </w:p>
    <w:p w:rsidR="000C3EA3" w:rsidRDefault="000C3EA3" w:rsidP="00C72BC0">
      <w:pPr>
        <w:pStyle w:val="ac"/>
        <w:jc w:val="center"/>
      </w:pPr>
    </w:p>
    <w:p w:rsidR="0066344E" w:rsidRPr="00943853" w:rsidRDefault="0066344E" w:rsidP="00C72BC0">
      <w:pPr>
        <w:pStyle w:val="ac"/>
        <w:jc w:val="center"/>
      </w:pPr>
    </w:p>
    <w:p w:rsidR="009E54A8" w:rsidRPr="009E54A8" w:rsidRDefault="009E54A8" w:rsidP="009E54A8">
      <w:pPr>
        <w:spacing w:line="276" w:lineRule="auto"/>
        <w:ind w:firstLine="720"/>
        <w:jc w:val="both"/>
        <w:rPr>
          <w:szCs w:val="24"/>
        </w:rPr>
      </w:pPr>
      <w:r w:rsidRPr="009E54A8">
        <w:rPr>
          <w:szCs w:val="24"/>
        </w:rPr>
        <w:t xml:space="preserve"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Pr="009E54A8">
        <w:rPr>
          <w:noProof/>
          <w:szCs w:val="24"/>
        </w:rPr>
        <w:t>ГОСУДАРСТВЕННЫМ БЮДЖЕТНЫМ УЧРЕЖДЕНИЕМ «ВАРНАВИНСКИЙ</w:t>
      </w:r>
      <w:r>
        <w:rPr>
          <w:noProof/>
          <w:szCs w:val="24"/>
        </w:rPr>
        <w:t xml:space="preserve"> ПСИХОНЕВРОЛОГИЧЕСКИЙ ИНТЕРНАТ»</w:t>
      </w:r>
      <w:r>
        <w:rPr>
          <w:noProof/>
          <w:szCs w:val="24"/>
        </w:rPr>
        <w:br/>
      </w:r>
      <w:r w:rsidRPr="009E54A8">
        <w:rPr>
          <w:noProof/>
          <w:szCs w:val="24"/>
        </w:rPr>
        <w:t>(ИНН 5207002268), п. Заречный Варнавинского муниципального района Нижегородской области</w:t>
      </w:r>
      <w:r w:rsidRPr="009E54A8">
        <w:rPr>
          <w:szCs w:val="24"/>
        </w:rPr>
        <w:t xml:space="preserve">, экспертного </w:t>
      </w:r>
      <w:r w:rsidRPr="007650F7">
        <w:rPr>
          <w:szCs w:val="24"/>
        </w:rPr>
        <w:t>заключения рег. № в-</w:t>
      </w:r>
      <w:r w:rsidR="007650F7" w:rsidRPr="007650F7">
        <w:rPr>
          <w:szCs w:val="24"/>
        </w:rPr>
        <w:t>615</w:t>
      </w:r>
      <w:r w:rsidRPr="007650F7">
        <w:rPr>
          <w:szCs w:val="24"/>
        </w:rPr>
        <w:t xml:space="preserve"> от</w:t>
      </w:r>
      <w:r w:rsidRPr="00943853">
        <w:rPr>
          <w:szCs w:val="24"/>
        </w:rPr>
        <w:t xml:space="preserve"> </w:t>
      </w:r>
      <w:r w:rsidR="00943853" w:rsidRPr="00943853">
        <w:rPr>
          <w:szCs w:val="24"/>
        </w:rPr>
        <w:t xml:space="preserve">7 ноября </w:t>
      </w:r>
      <w:r w:rsidR="005B5B03">
        <w:rPr>
          <w:szCs w:val="24"/>
        </w:rPr>
        <w:br/>
      </w:r>
      <w:r w:rsidRPr="00943853">
        <w:rPr>
          <w:szCs w:val="24"/>
        </w:rPr>
        <w:t>2019</w:t>
      </w:r>
      <w:r w:rsidRPr="009E54A8">
        <w:rPr>
          <w:szCs w:val="24"/>
        </w:rPr>
        <w:t xml:space="preserve"> г.:</w:t>
      </w:r>
    </w:p>
    <w:p w:rsidR="009E54A8" w:rsidRPr="009E54A8" w:rsidRDefault="009E54A8" w:rsidP="009E54A8">
      <w:pPr>
        <w:spacing w:line="276" w:lineRule="auto"/>
        <w:ind w:firstLine="709"/>
        <w:jc w:val="both"/>
        <w:rPr>
          <w:szCs w:val="24"/>
        </w:rPr>
      </w:pPr>
      <w:r w:rsidRPr="009E54A8">
        <w:rPr>
          <w:b/>
          <w:szCs w:val="24"/>
        </w:rPr>
        <w:t xml:space="preserve">1. </w:t>
      </w:r>
      <w:r w:rsidRPr="009E54A8">
        <w:rPr>
          <w:bCs/>
          <w:szCs w:val="24"/>
        </w:rPr>
        <w:t>Внести в решение региональной службы по тарифам Нижегородской области</w:t>
      </w:r>
      <w:r>
        <w:rPr>
          <w:bCs/>
          <w:szCs w:val="24"/>
        </w:rPr>
        <w:t xml:space="preserve"> </w:t>
      </w:r>
      <w:r w:rsidRPr="009E54A8">
        <w:rPr>
          <w:szCs w:val="24"/>
        </w:rPr>
        <w:t xml:space="preserve">от 27 ноября 2018 г. № 47/40 «Об установлении ГОСУДАРСТВЕННОМУ БЮДЖЕТНОМУ УЧРЕЖДЕНИЮ «ВАРНАВИНСКИЙ ПСИХОНЕВРОЛОГИЧЕСКИЙ ИНТЕРНАТ» </w:t>
      </w:r>
      <w:r>
        <w:rPr>
          <w:szCs w:val="24"/>
        </w:rPr>
        <w:br/>
      </w:r>
      <w:r w:rsidRPr="009E54A8">
        <w:rPr>
          <w:szCs w:val="24"/>
        </w:rPr>
        <w:t xml:space="preserve">(ИНН 5207002268), п. Заречный Варнавинского муниципального района Нижегородской области, тарифов в сфере холодного водоснабжения и </w:t>
      </w:r>
      <w:r w:rsidRPr="009E54A8">
        <w:rPr>
          <w:szCs w:val="24"/>
        </w:rPr>
        <w:lastRenderedPageBreak/>
        <w:t xml:space="preserve">водоотведения для потребителей п. Заречный Варнавинского муниципального района Нижегородской области» </w:t>
      </w:r>
      <w:r w:rsidRPr="009E54A8">
        <w:rPr>
          <w:noProof/>
          <w:szCs w:val="24"/>
        </w:rPr>
        <w:t>следующие изменения:</w:t>
      </w:r>
    </w:p>
    <w:p w:rsidR="009E54A8" w:rsidRPr="009E54A8" w:rsidRDefault="009E54A8" w:rsidP="009E54A8">
      <w:pPr>
        <w:spacing w:line="276" w:lineRule="auto"/>
        <w:jc w:val="both"/>
        <w:rPr>
          <w:szCs w:val="24"/>
        </w:rPr>
      </w:pPr>
      <w:r w:rsidRPr="009E54A8">
        <w:rPr>
          <w:b/>
          <w:i/>
          <w:szCs w:val="24"/>
        </w:rPr>
        <w:t>1.1.</w:t>
      </w:r>
      <w:r w:rsidRPr="009E54A8">
        <w:rPr>
          <w:szCs w:val="24"/>
        </w:rPr>
        <w:t xml:space="preserve"> Таблицу пункта 3 решения изложить в следующей редакции:</w:t>
      </w:r>
    </w:p>
    <w:p w:rsidR="009E54A8" w:rsidRPr="009E54A8" w:rsidRDefault="009E54A8" w:rsidP="009E54A8">
      <w:pPr>
        <w:spacing w:line="276" w:lineRule="auto"/>
        <w:jc w:val="both"/>
        <w:rPr>
          <w:szCs w:val="24"/>
        </w:rPr>
      </w:pPr>
      <w:r w:rsidRPr="009E54A8">
        <w:rPr>
          <w:szCs w:val="24"/>
        </w:rPr>
        <w:t>«</w:t>
      </w:r>
    </w:p>
    <w:tbl>
      <w:tblPr>
        <w:tblW w:w="4891" w:type="pct"/>
        <w:jc w:val="center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9"/>
        <w:gridCol w:w="1619"/>
        <w:gridCol w:w="741"/>
        <w:gridCol w:w="804"/>
        <w:gridCol w:w="741"/>
        <w:gridCol w:w="804"/>
        <w:gridCol w:w="741"/>
        <w:gridCol w:w="804"/>
        <w:gridCol w:w="741"/>
        <w:gridCol w:w="806"/>
        <w:gridCol w:w="694"/>
        <w:gridCol w:w="743"/>
      </w:tblGrid>
      <w:tr w:rsidR="009E54A8" w:rsidRPr="00930F72" w:rsidTr="00943853">
        <w:trPr>
          <w:trHeight w:val="280"/>
          <w:jc w:val="center"/>
        </w:trPr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4A8" w:rsidRPr="00930F72" w:rsidRDefault="009E54A8" w:rsidP="00943853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930F72">
              <w:rPr>
                <w:b/>
                <w:sz w:val="16"/>
                <w:szCs w:val="16"/>
                <w:lang w:eastAsia="en-US"/>
              </w:rPr>
              <w:t>№ п/п</w:t>
            </w:r>
          </w:p>
        </w:tc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4A8" w:rsidRPr="00930F72" w:rsidRDefault="009E54A8" w:rsidP="00943853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930F72">
              <w:rPr>
                <w:b/>
                <w:sz w:val="16"/>
                <w:szCs w:val="16"/>
                <w:lang w:eastAsia="en-US"/>
              </w:rPr>
              <w:t>Тарифы в сфере холодного водоснабжения и водоотведения</w:t>
            </w:r>
          </w:p>
        </w:tc>
        <w:tc>
          <w:tcPr>
            <w:tcW w:w="389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4A8" w:rsidRPr="00930F72" w:rsidRDefault="009E54A8" w:rsidP="00943853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930F72">
              <w:rPr>
                <w:b/>
                <w:sz w:val="16"/>
                <w:szCs w:val="16"/>
                <w:lang w:eastAsia="en-US"/>
              </w:rPr>
              <w:t>Периоды регулирования</w:t>
            </w:r>
          </w:p>
        </w:tc>
      </w:tr>
      <w:tr w:rsidR="009E54A8" w:rsidRPr="00930F72" w:rsidTr="00943853">
        <w:trPr>
          <w:cantSplit/>
          <w:trHeight w:val="137"/>
          <w:jc w:val="center"/>
        </w:trPr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4A8" w:rsidRPr="00930F72" w:rsidRDefault="009E54A8" w:rsidP="00943853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4A8" w:rsidRPr="00930F72" w:rsidRDefault="009E54A8" w:rsidP="00943853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7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4A8" w:rsidRPr="00930F72" w:rsidRDefault="009E54A8" w:rsidP="00943853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930F72">
              <w:rPr>
                <w:b/>
                <w:sz w:val="16"/>
                <w:szCs w:val="16"/>
                <w:lang w:eastAsia="en-US"/>
              </w:rPr>
              <w:t>2019 год</w:t>
            </w:r>
          </w:p>
        </w:tc>
        <w:tc>
          <w:tcPr>
            <w:tcW w:w="7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4A8" w:rsidRPr="00930F72" w:rsidRDefault="009E54A8" w:rsidP="00943853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930F72">
              <w:rPr>
                <w:b/>
                <w:sz w:val="16"/>
                <w:szCs w:val="16"/>
                <w:lang w:eastAsia="en-US"/>
              </w:rPr>
              <w:t>2020 год</w:t>
            </w:r>
          </w:p>
        </w:tc>
        <w:tc>
          <w:tcPr>
            <w:tcW w:w="7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4A8" w:rsidRPr="00930F72" w:rsidRDefault="009E54A8" w:rsidP="00943853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930F72">
              <w:rPr>
                <w:b/>
                <w:sz w:val="16"/>
                <w:szCs w:val="16"/>
                <w:lang w:eastAsia="en-US"/>
              </w:rPr>
              <w:t>2021 год</w:t>
            </w:r>
          </w:p>
        </w:tc>
        <w:tc>
          <w:tcPr>
            <w:tcW w:w="7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4A8" w:rsidRPr="00930F72" w:rsidRDefault="009E54A8" w:rsidP="00943853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930F72">
              <w:rPr>
                <w:b/>
                <w:sz w:val="16"/>
                <w:szCs w:val="16"/>
                <w:lang w:eastAsia="en-US"/>
              </w:rPr>
              <w:t>2022 год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4A8" w:rsidRPr="00930F72" w:rsidRDefault="009E54A8" w:rsidP="00943853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930F72">
              <w:rPr>
                <w:b/>
                <w:sz w:val="16"/>
                <w:szCs w:val="16"/>
                <w:lang w:eastAsia="en-US"/>
              </w:rPr>
              <w:t>2023 год</w:t>
            </w:r>
          </w:p>
        </w:tc>
      </w:tr>
      <w:tr w:rsidR="009E54A8" w:rsidRPr="00930F72" w:rsidTr="00943853">
        <w:trPr>
          <w:cantSplit/>
          <w:trHeight w:val="356"/>
          <w:jc w:val="center"/>
        </w:trPr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4A8" w:rsidRPr="00930F72" w:rsidRDefault="009E54A8" w:rsidP="00943853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4A8" w:rsidRPr="00930F72" w:rsidRDefault="009E54A8" w:rsidP="00943853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4A8" w:rsidRPr="00930F72" w:rsidRDefault="009E54A8" w:rsidP="00943853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930F72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4A8" w:rsidRPr="00930F72" w:rsidRDefault="009E54A8" w:rsidP="00943853">
            <w:pPr>
              <w:jc w:val="center"/>
              <w:rPr>
                <w:b/>
                <w:sz w:val="14"/>
                <w:szCs w:val="14"/>
                <w:highlight w:val="yellow"/>
                <w:lang w:eastAsia="en-US"/>
              </w:rPr>
            </w:pPr>
            <w:r w:rsidRPr="00930F72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4A8" w:rsidRPr="00930F72" w:rsidRDefault="009E54A8" w:rsidP="00943853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930F72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4A8" w:rsidRPr="00930F72" w:rsidRDefault="009E54A8" w:rsidP="00943853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930F72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4A8" w:rsidRPr="00930F72" w:rsidRDefault="009E54A8" w:rsidP="00943853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930F72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4A8" w:rsidRPr="00930F72" w:rsidRDefault="009E54A8" w:rsidP="00943853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930F72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4A8" w:rsidRPr="00930F72" w:rsidRDefault="009E54A8" w:rsidP="00943853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930F72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4A8" w:rsidRPr="00930F72" w:rsidRDefault="009E54A8" w:rsidP="00943853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930F72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4A8" w:rsidRPr="00930F72" w:rsidRDefault="009E54A8" w:rsidP="00943853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930F72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4A8" w:rsidRPr="00930F72" w:rsidRDefault="009E54A8" w:rsidP="00943853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930F72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</w:tr>
      <w:tr w:rsidR="00A1255F" w:rsidRPr="00930F72" w:rsidTr="00943853">
        <w:trPr>
          <w:trHeight w:val="132"/>
          <w:jc w:val="center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55F" w:rsidRPr="00930F72" w:rsidRDefault="00A1255F" w:rsidP="00943853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930F72">
              <w:rPr>
                <w:b/>
                <w:bCs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55F" w:rsidRPr="00930F72" w:rsidRDefault="00A1255F" w:rsidP="00943853">
            <w:pPr>
              <w:rPr>
                <w:noProof/>
                <w:sz w:val="18"/>
                <w:szCs w:val="18"/>
                <w:lang w:eastAsia="en-US"/>
              </w:rPr>
            </w:pPr>
            <w:r w:rsidRPr="00930F72">
              <w:rPr>
                <w:sz w:val="18"/>
                <w:szCs w:val="18"/>
                <w:lang w:eastAsia="en-US"/>
              </w:rPr>
              <w:t>Питьевая вода, руб./м</w:t>
            </w:r>
            <w:r w:rsidRPr="00930F72">
              <w:rPr>
                <w:sz w:val="18"/>
                <w:szCs w:val="18"/>
                <w:vertAlign w:val="superscript"/>
                <w:lang w:eastAsia="en-US"/>
              </w:rPr>
              <w:t>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55F" w:rsidRPr="00A1255F" w:rsidRDefault="00A1255F" w:rsidP="00A1255F">
            <w:pPr>
              <w:jc w:val="center"/>
              <w:rPr>
                <w:sz w:val="18"/>
                <w:szCs w:val="18"/>
              </w:rPr>
            </w:pPr>
            <w:r w:rsidRPr="00A1255F">
              <w:rPr>
                <w:sz w:val="18"/>
                <w:szCs w:val="18"/>
              </w:rPr>
              <w:t>6,43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55F" w:rsidRPr="00A1255F" w:rsidRDefault="00A1255F" w:rsidP="00A1255F">
            <w:pPr>
              <w:jc w:val="center"/>
              <w:rPr>
                <w:sz w:val="18"/>
                <w:szCs w:val="18"/>
              </w:rPr>
            </w:pPr>
            <w:r w:rsidRPr="00A1255F">
              <w:rPr>
                <w:sz w:val="18"/>
                <w:szCs w:val="18"/>
              </w:rPr>
              <w:t>6,55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55F" w:rsidRPr="00A1255F" w:rsidRDefault="00A1255F" w:rsidP="00A1255F">
            <w:pPr>
              <w:jc w:val="center"/>
              <w:rPr>
                <w:sz w:val="18"/>
                <w:szCs w:val="18"/>
              </w:rPr>
            </w:pPr>
            <w:r w:rsidRPr="00A1255F">
              <w:rPr>
                <w:sz w:val="18"/>
                <w:szCs w:val="18"/>
              </w:rPr>
              <w:t>6,55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55F" w:rsidRPr="00A1255F" w:rsidRDefault="00A1255F" w:rsidP="00A1255F">
            <w:pPr>
              <w:jc w:val="center"/>
              <w:rPr>
                <w:sz w:val="18"/>
                <w:szCs w:val="18"/>
              </w:rPr>
            </w:pPr>
            <w:r w:rsidRPr="00A1255F">
              <w:rPr>
                <w:sz w:val="18"/>
                <w:szCs w:val="18"/>
              </w:rPr>
              <w:t>6,71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55F" w:rsidRPr="00A1255F" w:rsidRDefault="00A1255F" w:rsidP="00A1255F">
            <w:pPr>
              <w:jc w:val="center"/>
              <w:rPr>
                <w:sz w:val="18"/>
                <w:szCs w:val="18"/>
              </w:rPr>
            </w:pPr>
            <w:r w:rsidRPr="00A1255F">
              <w:rPr>
                <w:sz w:val="18"/>
                <w:szCs w:val="18"/>
              </w:rPr>
              <w:t>6,71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55F" w:rsidRPr="00A1255F" w:rsidRDefault="00A1255F" w:rsidP="00A1255F">
            <w:pPr>
              <w:jc w:val="center"/>
              <w:rPr>
                <w:sz w:val="18"/>
                <w:szCs w:val="18"/>
              </w:rPr>
            </w:pPr>
            <w:r w:rsidRPr="00A1255F">
              <w:rPr>
                <w:sz w:val="18"/>
                <w:szCs w:val="18"/>
              </w:rPr>
              <w:t>6,84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55F" w:rsidRPr="00A1255F" w:rsidRDefault="00A1255F" w:rsidP="00A1255F">
            <w:pPr>
              <w:jc w:val="center"/>
              <w:rPr>
                <w:sz w:val="18"/>
                <w:szCs w:val="18"/>
              </w:rPr>
            </w:pPr>
            <w:r w:rsidRPr="00A1255F">
              <w:rPr>
                <w:sz w:val="18"/>
                <w:szCs w:val="18"/>
              </w:rPr>
              <w:t>6,84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55F" w:rsidRPr="00A1255F" w:rsidRDefault="00A1255F" w:rsidP="00A1255F">
            <w:pPr>
              <w:jc w:val="center"/>
              <w:rPr>
                <w:sz w:val="18"/>
                <w:szCs w:val="18"/>
              </w:rPr>
            </w:pPr>
            <w:r w:rsidRPr="00A1255F">
              <w:rPr>
                <w:sz w:val="18"/>
                <w:szCs w:val="18"/>
              </w:rPr>
              <w:t>7,06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55F" w:rsidRPr="00A1255F" w:rsidRDefault="00A1255F" w:rsidP="00A1255F">
            <w:pPr>
              <w:jc w:val="center"/>
              <w:rPr>
                <w:sz w:val="18"/>
                <w:szCs w:val="18"/>
              </w:rPr>
            </w:pPr>
            <w:r w:rsidRPr="00A1255F">
              <w:rPr>
                <w:sz w:val="18"/>
                <w:szCs w:val="18"/>
              </w:rPr>
              <w:t>7,06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55F" w:rsidRPr="00A1255F" w:rsidRDefault="00A1255F" w:rsidP="00A1255F">
            <w:pPr>
              <w:jc w:val="center"/>
              <w:rPr>
                <w:sz w:val="18"/>
                <w:szCs w:val="18"/>
              </w:rPr>
            </w:pPr>
            <w:r w:rsidRPr="00A1255F">
              <w:rPr>
                <w:sz w:val="18"/>
                <w:szCs w:val="18"/>
              </w:rPr>
              <w:t>7,23</w:t>
            </w:r>
          </w:p>
        </w:tc>
      </w:tr>
      <w:tr w:rsidR="00A1255F" w:rsidRPr="00930F72" w:rsidTr="00943853">
        <w:trPr>
          <w:trHeight w:val="132"/>
          <w:jc w:val="center"/>
        </w:trPr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55F" w:rsidRPr="00930F72" w:rsidRDefault="00A1255F" w:rsidP="00943853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930F72">
              <w:rPr>
                <w:b/>
                <w:bCs/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1255F" w:rsidRPr="00930F72" w:rsidRDefault="00A1255F" w:rsidP="00943853">
            <w:pPr>
              <w:rPr>
                <w:noProof/>
                <w:sz w:val="18"/>
                <w:szCs w:val="18"/>
                <w:lang w:eastAsia="en-US"/>
              </w:rPr>
            </w:pPr>
            <w:r w:rsidRPr="00930F72">
              <w:rPr>
                <w:sz w:val="18"/>
                <w:szCs w:val="18"/>
                <w:lang w:eastAsia="en-US"/>
              </w:rPr>
              <w:t>Питьевая вода, руб./м</w:t>
            </w:r>
            <w:r w:rsidRPr="00930F72">
              <w:rPr>
                <w:sz w:val="18"/>
                <w:szCs w:val="18"/>
                <w:vertAlign w:val="superscript"/>
                <w:lang w:eastAsia="en-US"/>
              </w:rPr>
              <w:t>3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55F" w:rsidRPr="00A1255F" w:rsidRDefault="00A1255F" w:rsidP="00A1255F">
            <w:pPr>
              <w:jc w:val="center"/>
              <w:rPr>
                <w:sz w:val="18"/>
                <w:szCs w:val="18"/>
              </w:rPr>
            </w:pPr>
            <w:r w:rsidRPr="00A1255F">
              <w:rPr>
                <w:sz w:val="18"/>
                <w:szCs w:val="18"/>
              </w:rPr>
              <w:t>7,72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55F" w:rsidRPr="00A1255F" w:rsidRDefault="00A1255F" w:rsidP="00A1255F">
            <w:pPr>
              <w:jc w:val="center"/>
              <w:rPr>
                <w:sz w:val="18"/>
                <w:szCs w:val="18"/>
              </w:rPr>
            </w:pPr>
            <w:r w:rsidRPr="00A1255F">
              <w:rPr>
                <w:sz w:val="18"/>
                <w:szCs w:val="18"/>
              </w:rPr>
              <w:t>7,86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55F" w:rsidRPr="00A1255F" w:rsidRDefault="00A1255F" w:rsidP="00A1255F">
            <w:pPr>
              <w:jc w:val="center"/>
              <w:rPr>
                <w:sz w:val="18"/>
                <w:szCs w:val="18"/>
              </w:rPr>
            </w:pPr>
            <w:r w:rsidRPr="00A1255F">
              <w:rPr>
                <w:sz w:val="18"/>
                <w:szCs w:val="18"/>
              </w:rPr>
              <w:t>7,86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55F" w:rsidRPr="00A1255F" w:rsidRDefault="00A1255F" w:rsidP="00A1255F">
            <w:pPr>
              <w:jc w:val="center"/>
              <w:rPr>
                <w:sz w:val="18"/>
                <w:szCs w:val="18"/>
              </w:rPr>
            </w:pPr>
            <w:r w:rsidRPr="00A1255F">
              <w:rPr>
                <w:sz w:val="18"/>
                <w:szCs w:val="18"/>
              </w:rPr>
              <w:t>8,05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55F" w:rsidRPr="00A1255F" w:rsidRDefault="00A1255F" w:rsidP="00A1255F">
            <w:pPr>
              <w:jc w:val="center"/>
              <w:rPr>
                <w:sz w:val="18"/>
                <w:szCs w:val="18"/>
              </w:rPr>
            </w:pPr>
            <w:r w:rsidRPr="00A1255F">
              <w:rPr>
                <w:sz w:val="18"/>
                <w:szCs w:val="18"/>
              </w:rPr>
              <w:t>8,05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55F" w:rsidRPr="00A1255F" w:rsidRDefault="00A1255F" w:rsidP="00A1255F">
            <w:pPr>
              <w:jc w:val="center"/>
              <w:rPr>
                <w:sz w:val="18"/>
                <w:szCs w:val="18"/>
              </w:rPr>
            </w:pPr>
            <w:r w:rsidRPr="00A1255F">
              <w:rPr>
                <w:sz w:val="18"/>
                <w:szCs w:val="18"/>
              </w:rPr>
              <w:t>8,21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55F" w:rsidRPr="00A1255F" w:rsidRDefault="00A1255F" w:rsidP="00A1255F">
            <w:pPr>
              <w:jc w:val="center"/>
              <w:rPr>
                <w:sz w:val="18"/>
                <w:szCs w:val="18"/>
              </w:rPr>
            </w:pPr>
            <w:r w:rsidRPr="00A1255F">
              <w:rPr>
                <w:sz w:val="18"/>
                <w:szCs w:val="18"/>
              </w:rPr>
              <w:t>8,21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55F" w:rsidRPr="00A1255F" w:rsidRDefault="00A1255F" w:rsidP="00A1255F">
            <w:pPr>
              <w:jc w:val="center"/>
              <w:rPr>
                <w:sz w:val="18"/>
                <w:szCs w:val="18"/>
              </w:rPr>
            </w:pPr>
            <w:r w:rsidRPr="00A1255F">
              <w:rPr>
                <w:sz w:val="18"/>
                <w:szCs w:val="18"/>
              </w:rPr>
              <w:t>8,47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55F" w:rsidRPr="00A1255F" w:rsidRDefault="00A1255F" w:rsidP="00A1255F">
            <w:pPr>
              <w:jc w:val="center"/>
              <w:rPr>
                <w:sz w:val="18"/>
                <w:szCs w:val="18"/>
              </w:rPr>
            </w:pPr>
            <w:r w:rsidRPr="00A1255F">
              <w:rPr>
                <w:sz w:val="18"/>
                <w:szCs w:val="18"/>
              </w:rPr>
              <w:t>8,47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55F" w:rsidRPr="00A1255F" w:rsidRDefault="00A1255F" w:rsidP="00A1255F">
            <w:pPr>
              <w:jc w:val="center"/>
              <w:rPr>
                <w:sz w:val="18"/>
                <w:szCs w:val="18"/>
              </w:rPr>
            </w:pPr>
            <w:r w:rsidRPr="00A1255F">
              <w:rPr>
                <w:sz w:val="18"/>
                <w:szCs w:val="18"/>
              </w:rPr>
              <w:t>8,68</w:t>
            </w:r>
          </w:p>
        </w:tc>
      </w:tr>
      <w:tr w:rsidR="00A1255F" w:rsidRPr="00930F72" w:rsidTr="00943853">
        <w:trPr>
          <w:trHeight w:val="131"/>
          <w:jc w:val="center"/>
        </w:trPr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55F" w:rsidRPr="00930F72" w:rsidRDefault="00A1255F" w:rsidP="00943853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55F" w:rsidRPr="00930F72" w:rsidRDefault="00A1255F" w:rsidP="00943853">
            <w:pPr>
              <w:rPr>
                <w:noProof/>
                <w:sz w:val="18"/>
                <w:szCs w:val="18"/>
                <w:lang w:eastAsia="en-US"/>
              </w:rPr>
            </w:pPr>
            <w:r w:rsidRPr="00930F72">
              <w:rPr>
                <w:noProof/>
                <w:sz w:val="18"/>
                <w:szCs w:val="18"/>
                <w:lang w:eastAsia="en-US"/>
              </w:rPr>
              <w:t xml:space="preserve">Население </w:t>
            </w:r>
            <w:r w:rsidRPr="00930F72">
              <w:rPr>
                <w:noProof/>
                <w:sz w:val="18"/>
                <w:szCs w:val="18"/>
                <w:lang w:eastAsia="en-US"/>
              </w:rPr>
              <w:br/>
              <w:t>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55F" w:rsidRPr="00A1255F" w:rsidRDefault="00A1255F" w:rsidP="00A12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55F" w:rsidRPr="00A1255F" w:rsidRDefault="00A1255F" w:rsidP="00A12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55F" w:rsidRPr="00A1255F" w:rsidRDefault="00A1255F" w:rsidP="00A12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55F" w:rsidRPr="00A1255F" w:rsidRDefault="00A1255F" w:rsidP="00A1255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55F" w:rsidRPr="00A1255F" w:rsidRDefault="00A1255F" w:rsidP="00A1255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55F" w:rsidRPr="00A1255F" w:rsidRDefault="00A1255F" w:rsidP="00A1255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55F" w:rsidRPr="00A1255F" w:rsidRDefault="00A1255F" w:rsidP="00A1255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55F" w:rsidRPr="00A1255F" w:rsidRDefault="00A1255F" w:rsidP="00A1255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55F" w:rsidRPr="00A1255F" w:rsidRDefault="00A1255F" w:rsidP="00A1255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55F" w:rsidRPr="00A1255F" w:rsidRDefault="00A1255F" w:rsidP="00A1255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A1255F" w:rsidRPr="00930F72" w:rsidTr="00943853">
        <w:trPr>
          <w:trHeight w:val="131"/>
          <w:jc w:val="center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55F" w:rsidRPr="00930F72" w:rsidRDefault="00A1255F" w:rsidP="00943853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930F72">
              <w:rPr>
                <w:b/>
                <w:bCs/>
                <w:sz w:val="16"/>
                <w:szCs w:val="16"/>
                <w:lang w:eastAsia="en-US"/>
              </w:rPr>
              <w:t>3.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55F" w:rsidRPr="00930F72" w:rsidRDefault="00A1255F" w:rsidP="00943853">
            <w:pPr>
              <w:rPr>
                <w:noProof/>
                <w:sz w:val="18"/>
                <w:szCs w:val="18"/>
                <w:lang w:eastAsia="en-US"/>
              </w:rPr>
            </w:pPr>
            <w:r w:rsidRPr="00930F72">
              <w:rPr>
                <w:sz w:val="18"/>
                <w:szCs w:val="18"/>
                <w:lang w:eastAsia="en-US"/>
              </w:rPr>
              <w:t>Водоотведение, руб./м</w:t>
            </w:r>
            <w:r w:rsidRPr="00930F72">
              <w:rPr>
                <w:sz w:val="18"/>
                <w:szCs w:val="18"/>
                <w:vertAlign w:val="superscript"/>
                <w:lang w:eastAsia="en-US"/>
              </w:rPr>
              <w:t>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55F" w:rsidRPr="00A1255F" w:rsidRDefault="00A1255F" w:rsidP="00A1255F">
            <w:pPr>
              <w:jc w:val="center"/>
              <w:rPr>
                <w:sz w:val="18"/>
                <w:szCs w:val="18"/>
              </w:rPr>
            </w:pPr>
            <w:r w:rsidRPr="00A1255F">
              <w:rPr>
                <w:sz w:val="18"/>
                <w:szCs w:val="18"/>
              </w:rPr>
              <w:t>11,02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55F" w:rsidRPr="00A1255F" w:rsidRDefault="00A1255F" w:rsidP="00A1255F">
            <w:pPr>
              <w:jc w:val="center"/>
              <w:rPr>
                <w:sz w:val="18"/>
                <w:szCs w:val="18"/>
              </w:rPr>
            </w:pPr>
            <w:r w:rsidRPr="00A1255F">
              <w:rPr>
                <w:sz w:val="18"/>
                <w:szCs w:val="18"/>
              </w:rPr>
              <w:t>11,23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55F" w:rsidRPr="00A1255F" w:rsidRDefault="00A1255F" w:rsidP="00A1255F">
            <w:pPr>
              <w:jc w:val="center"/>
              <w:rPr>
                <w:sz w:val="18"/>
                <w:szCs w:val="18"/>
              </w:rPr>
            </w:pPr>
            <w:r w:rsidRPr="00A1255F">
              <w:rPr>
                <w:sz w:val="18"/>
                <w:szCs w:val="18"/>
              </w:rPr>
              <w:t>11,23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55F" w:rsidRPr="00A1255F" w:rsidRDefault="00A1255F" w:rsidP="00A1255F">
            <w:pPr>
              <w:jc w:val="center"/>
              <w:rPr>
                <w:sz w:val="18"/>
                <w:szCs w:val="18"/>
              </w:rPr>
            </w:pPr>
            <w:r w:rsidRPr="00A1255F">
              <w:rPr>
                <w:sz w:val="18"/>
                <w:szCs w:val="18"/>
              </w:rPr>
              <w:t>11,48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55F" w:rsidRPr="00A1255F" w:rsidRDefault="00A1255F" w:rsidP="00A1255F">
            <w:pPr>
              <w:jc w:val="center"/>
              <w:rPr>
                <w:sz w:val="18"/>
                <w:szCs w:val="18"/>
              </w:rPr>
            </w:pPr>
            <w:r w:rsidRPr="00A1255F">
              <w:rPr>
                <w:sz w:val="18"/>
                <w:szCs w:val="18"/>
              </w:rPr>
              <w:t>11,48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55F" w:rsidRPr="00A1255F" w:rsidRDefault="00A1255F" w:rsidP="00A1255F">
            <w:pPr>
              <w:jc w:val="center"/>
              <w:rPr>
                <w:sz w:val="18"/>
                <w:szCs w:val="18"/>
              </w:rPr>
            </w:pPr>
            <w:r w:rsidRPr="00A1255F">
              <w:rPr>
                <w:sz w:val="18"/>
                <w:szCs w:val="18"/>
              </w:rPr>
              <w:t>11,58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55F" w:rsidRPr="00A1255F" w:rsidRDefault="00A1255F" w:rsidP="00A1255F">
            <w:pPr>
              <w:jc w:val="center"/>
              <w:rPr>
                <w:sz w:val="18"/>
                <w:szCs w:val="18"/>
              </w:rPr>
            </w:pPr>
            <w:r w:rsidRPr="00A1255F">
              <w:rPr>
                <w:sz w:val="18"/>
                <w:szCs w:val="18"/>
              </w:rPr>
              <w:t>11,58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55F" w:rsidRPr="00A1255F" w:rsidRDefault="00A1255F" w:rsidP="00A1255F">
            <w:pPr>
              <w:jc w:val="center"/>
              <w:rPr>
                <w:sz w:val="18"/>
                <w:szCs w:val="18"/>
              </w:rPr>
            </w:pPr>
            <w:r w:rsidRPr="00A1255F">
              <w:rPr>
                <w:sz w:val="18"/>
                <w:szCs w:val="18"/>
              </w:rPr>
              <w:t>11,66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55F" w:rsidRPr="00A1255F" w:rsidRDefault="00A1255F" w:rsidP="00A1255F">
            <w:pPr>
              <w:jc w:val="center"/>
              <w:rPr>
                <w:sz w:val="18"/>
                <w:szCs w:val="18"/>
              </w:rPr>
            </w:pPr>
            <w:r w:rsidRPr="00A1255F">
              <w:rPr>
                <w:sz w:val="18"/>
                <w:szCs w:val="18"/>
              </w:rPr>
              <w:t>11,66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55F" w:rsidRPr="00A1255F" w:rsidRDefault="00A1255F" w:rsidP="00A1255F">
            <w:pPr>
              <w:jc w:val="center"/>
              <w:rPr>
                <w:sz w:val="18"/>
                <w:szCs w:val="18"/>
              </w:rPr>
            </w:pPr>
            <w:r w:rsidRPr="00A1255F">
              <w:rPr>
                <w:sz w:val="18"/>
                <w:szCs w:val="18"/>
              </w:rPr>
              <w:t>11,77</w:t>
            </w:r>
          </w:p>
        </w:tc>
      </w:tr>
      <w:tr w:rsidR="00A1255F" w:rsidRPr="00930F72" w:rsidTr="00943853">
        <w:trPr>
          <w:trHeight w:val="131"/>
          <w:jc w:val="center"/>
        </w:trPr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55F" w:rsidRPr="00930F72" w:rsidRDefault="00A1255F" w:rsidP="00943853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930F72">
              <w:rPr>
                <w:b/>
                <w:bCs/>
                <w:sz w:val="16"/>
                <w:szCs w:val="16"/>
                <w:lang w:eastAsia="en-US"/>
              </w:rPr>
              <w:t>4.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1255F" w:rsidRPr="00930F72" w:rsidRDefault="00A1255F" w:rsidP="00943853">
            <w:pPr>
              <w:rPr>
                <w:noProof/>
                <w:sz w:val="18"/>
                <w:szCs w:val="18"/>
                <w:lang w:eastAsia="en-US"/>
              </w:rPr>
            </w:pPr>
            <w:r w:rsidRPr="00930F72">
              <w:rPr>
                <w:sz w:val="18"/>
                <w:szCs w:val="18"/>
                <w:lang w:eastAsia="en-US"/>
              </w:rPr>
              <w:t>Водоотведение, руб./м</w:t>
            </w:r>
            <w:r w:rsidRPr="00930F72">
              <w:rPr>
                <w:sz w:val="18"/>
                <w:szCs w:val="18"/>
                <w:vertAlign w:val="superscript"/>
                <w:lang w:eastAsia="en-US"/>
              </w:rPr>
              <w:t>3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55F" w:rsidRPr="00A1255F" w:rsidRDefault="00A1255F" w:rsidP="00A1255F">
            <w:pPr>
              <w:jc w:val="center"/>
              <w:rPr>
                <w:sz w:val="18"/>
                <w:szCs w:val="18"/>
              </w:rPr>
            </w:pPr>
            <w:r w:rsidRPr="00A1255F">
              <w:rPr>
                <w:sz w:val="18"/>
                <w:szCs w:val="18"/>
              </w:rPr>
              <w:t>13,22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55F" w:rsidRPr="00A1255F" w:rsidRDefault="00A1255F" w:rsidP="00A1255F">
            <w:pPr>
              <w:jc w:val="center"/>
              <w:rPr>
                <w:sz w:val="18"/>
                <w:szCs w:val="18"/>
              </w:rPr>
            </w:pPr>
            <w:r w:rsidRPr="00A1255F">
              <w:rPr>
                <w:sz w:val="18"/>
                <w:szCs w:val="18"/>
              </w:rPr>
              <w:t>13,48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55F" w:rsidRPr="00A1255F" w:rsidRDefault="00A1255F" w:rsidP="00A1255F">
            <w:pPr>
              <w:jc w:val="center"/>
              <w:rPr>
                <w:sz w:val="18"/>
                <w:szCs w:val="18"/>
              </w:rPr>
            </w:pPr>
            <w:r w:rsidRPr="00A1255F">
              <w:rPr>
                <w:sz w:val="18"/>
                <w:szCs w:val="18"/>
              </w:rPr>
              <w:t>13,48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55F" w:rsidRPr="00A1255F" w:rsidRDefault="00A1255F" w:rsidP="00A1255F">
            <w:pPr>
              <w:jc w:val="center"/>
              <w:rPr>
                <w:sz w:val="18"/>
                <w:szCs w:val="18"/>
              </w:rPr>
            </w:pPr>
            <w:r w:rsidRPr="00A1255F">
              <w:rPr>
                <w:sz w:val="18"/>
                <w:szCs w:val="18"/>
              </w:rPr>
              <w:t>13,78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55F" w:rsidRPr="00A1255F" w:rsidRDefault="00A1255F" w:rsidP="00A1255F">
            <w:pPr>
              <w:jc w:val="center"/>
              <w:rPr>
                <w:sz w:val="18"/>
                <w:szCs w:val="18"/>
              </w:rPr>
            </w:pPr>
            <w:r w:rsidRPr="00A1255F">
              <w:rPr>
                <w:sz w:val="18"/>
                <w:szCs w:val="18"/>
              </w:rPr>
              <w:t>13,78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55F" w:rsidRPr="00A1255F" w:rsidRDefault="00A1255F" w:rsidP="00A1255F">
            <w:pPr>
              <w:jc w:val="center"/>
              <w:rPr>
                <w:sz w:val="18"/>
                <w:szCs w:val="18"/>
              </w:rPr>
            </w:pPr>
            <w:r w:rsidRPr="00A1255F">
              <w:rPr>
                <w:sz w:val="18"/>
                <w:szCs w:val="18"/>
              </w:rPr>
              <w:t>13,90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55F" w:rsidRPr="00A1255F" w:rsidRDefault="00A1255F" w:rsidP="00A1255F">
            <w:pPr>
              <w:jc w:val="center"/>
              <w:rPr>
                <w:sz w:val="18"/>
                <w:szCs w:val="18"/>
              </w:rPr>
            </w:pPr>
            <w:r w:rsidRPr="00A1255F">
              <w:rPr>
                <w:sz w:val="18"/>
                <w:szCs w:val="18"/>
              </w:rPr>
              <w:t>13,90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55F" w:rsidRPr="00A1255F" w:rsidRDefault="00A1255F" w:rsidP="00A1255F">
            <w:pPr>
              <w:jc w:val="center"/>
              <w:rPr>
                <w:sz w:val="18"/>
                <w:szCs w:val="18"/>
              </w:rPr>
            </w:pPr>
            <w:r w:rsidRPr="00A1255F">
              <w:rPr>
                <w:sz w:val="18"/>
                <w:szCs w:val="18"/>
              </w:rPr>
              <w:t>13,99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55F" w:rsidRPr="00A1255F" w:rsidRDefault="00A1255F" w:rsidP="00A1255F">
            <w:pPr>
              <w:jc w:val="center"/>
              <w:rPr>
                <w:sz w:val="18"/>
                <w:szCs w:val="18"/>
              </w:rPr>
            </w:pPr>
            <w:r w:rsidRPr="00A1255F">
              <w:rPr>
                <w:sz w:val="18"/>
                <w:szCs w:val="18"/>
              </w:rPr>
              <w:t>13,99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55F" w:rsidRPr="00A1255F" w:rsidRDefault="00A1255F" w:rsidP="00A1255F">
            <w:pPr>
              <w:jc w:val="center"/>
              <w:rPr>
                <w:sz w:val="18"/>
                <w:szCs w:val="18"/>
              </w:rPr>
            </w:pPr>
            <w:r w:rsidRPr="00A1255F">
              <w:rPr>
                <w:sz w:val="18"/>
                <w:szCs w:val="18"/>
              </w:rPr>
              <w:t>14,12</w:t>
            </w:r>
          </w:p>
        </w:tc>
      </w:tr>
      <w:tr w:rsidR="009E54A8" w:rsidRPr="00930F72" w:rsidTr="00943853">
        <w:trPr>
          <w:trHeight w:val="131"/>
          <w:jc w:val="center"/>
        </w:trPr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4A8" w:rsidRPr="00930F72" w:rsidRDefault="009E54A8" w:rsidP="00943853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4A8" w:rsidRPr="00930F72" w:rsidRDefault="009E54A8" w:rsidP="00943853">
            <w:pPr>
              <w:rPr>
                <w:noProof/>
                <w:sz w:val="18"/>
                <w:szCs w:val="18"/>
                <w:lang w:eastAsia="en-US"/>
              </w:rPr>
            </w:pPr>
            <w:r w:rsidRPr="00930F72">
              <w:rPr>
                <w:noProof/>
                <w:sz w:val="18"/>
                <w:szCs w:val="18"/>
                <w:lang w:eastAsia="en-US"/>
              </w:rPr>
              <w:t xml:space="preserve">Население </w:t>
            </w:r>
            <w:r w:rsidRPr="00930F72">
              <w:rPr>
                <w:noProof/>
                <w:sz w:val="18"/>
                <w:szCs w:val="18"/>
                <w:lang w:eastAsia="en-US"/>
              </w:rPr>
              <w:br/>
              <w:t>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4A8" w:rsidRPr="00930F72" w:rsidRDefault="009E54A8" w:rsidP="00943853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4A8" w:rsidRPr="00930F72" w:rsidRDefault="009E54A8" w:rsidP="00943853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4A8" w:rsidRPr="00930F72" w:rsidRDefault="009E54A8" w:rsidP="00943853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4A8" w:rsidRPr="00930F72" w:rsidRDefault="009E54A8" w:rsidP="00943853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4A8" w:rsidRPr="00930F72" w:rsidRDefault="009E54A8" w:rsidP="00943853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4A8" w:rsidRPr="00930F72" w:rsidRDefault="009E54A8" w:rsidP="00943853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4A8" w:rsidRPr="00930F72" w:rsidRDefault="009E54A8" w:rsidP="00943853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4A8" w:rsidRPr="00930F72" w:rsidRDefault="009E54A8" w:rsidP="00943853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4A8" w:rsidRPr="00930F72" w:rsidRDefault="009E54A8" w:rsidP="00943853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4A8" w:rsidRPr="00930F72" w:rsidRDefault="009E54A8" w:rsidP="00943853">
            <w:pPr>
              <w:rPr>
                <w:sz w:val="20"/>
              </w:rPr>
            </w:pPr>
          </w:p>
        </w:tc>
      </w:tr>
    </w:tbl>
    <w:p w:rsidR="009E7ECA" w:rsidRPr="009E7ECA" w:rsidRDefault="009E7ECA" w:rsidP="009E7ECA">
      <w:pPr>
        <w:spacing w:line="276" w:lineRule="auto"/>
        <w:jc w:val="right"/>
        <w:rPr>
          <w:szCs w:val="28"/>
        </w:rPr>
      </w:pPr>
      <w:r w:rsidRPr="009E7ECA">
        <w:rPr>
          <w:szCs w:val="28"/>
        </w:rPr>
        <w:t>».</w:t>
      </w:r>
    </w:p>
    <w:p w:rsidR="009E7ECA" w:rsidRPr="009E7ECA" w:rsidRDefault="009E7ECA" w:rsidP="009E7ECA">
      <w:pPr>
        <w:spacing w:line="276" w:lineRule="auto"/>
        <w:jc w:val="both"/>
        <w:rPr>
          <w:szCs w:val="28"/>
        </w:rPr>
      </w:pPr>
      <w:r w:rsidRPr="009E7ECA">
        <w:rPr>
          <w:b/>
          <w:i/>
          <w:szCs w:val="28"/>
        </w:rPr>
        <w:t>1.2.</w:t>
      </w:r>
      <w:r w:rsidRPr="009E7ECA">
        <w:rPr>
          <w:szCs w:val="28"/>
        </w:rPr>
        <w:t xml:space="preserve"> </w:t>
      </w:r>
      <w:r w:rsidRPr="009E7ECA">
        <w:rPr>
          <w:noProof/>
          <w:szCs w:val="28"/>
        </w:rPr>
        <w:t xml:space="preserve">Приложения 1, 2 </w:t>
      </w:r>
      <w:r w:rsidRPr="009E7ECA">
        <w:rPr>
          <w:szCs w:val="28"/>
        </w:rPr>
        <w:t xml:space="preserve"> к решению изложить в новой редакции согласно </w:t>
      </w:r>
      <w:r w:rsidRPr="009E7ECA">
        <w:rPr>
          <w:noProof/>
          <w:szCs w:val="28"/>
        </w:rPr>
        <w:t xml:space="preserve">Приложениям 1, 2 </w:t>
      </w:r>
      <w:r w:rsidRPr="009E7ECA">
        <w:rPr>
          <w:szCs w:val="28"/>
        </w:rPr>
        <w:t>к настоящему решению.</w:t>
      </w:r>
    </w:p>
    <w:p w:rsidR="006F7468" w:rsidRPr="009E7ECA" w:rsidRDefault="006F7468" w:rsidP="009E7ECA">
      <w:pPr>
        <w:spacing w:line="276" w:lineRule="auto"/>
        <w:ind w:firstLine="720"/>
        <w:jc w:val="both"/>
        <w:rPr>
          <w:szCs w:val="28"/>
        </w:rPr>
      </w:pPr>
      <w:r w:rsidRPr="009E7ECA">
        <w:rPr>
          <w:b/>
          <w:szCs w:val="28"/>
        </w:rPr>
        <w:t xml:space="preserve">2. </w:t>
      </w:r>
      <w:r w:rsidRPr="009E7ECA">
        <w:rPr>
          <w:szCs w:val="28"/>
        </w:rPr>
        <w:t>Настоящее решение вступает в силу с 1 января 2020 г.</w:t>
      </w:r>
    </w:p>
    <w:p w:rsidR="007D25C7" w:rsidRDefault="007D25C7" w:rsidP="00C60C7E">
      <w:pPr>
        <w:pStyle w:val="ac"/>
        <w:spacing w:line="276" w:lineRule="auto"/>
      </w:pPr>
    </w:p>
    <w:p w:rsidR="007016A7" w:rsidRDefault="007016A7" w:rsidP="00943853">
      <w:pPr>
        <w:pStyle w:val="ac"/>
      </w:pPr>
    </w:p>
    <w:p w:rsidR="007016A7" w:rsidRPr="007D25C7" w:rsidRDefault="007016A7" w:rsidP="00943853">
      <w:pPr>
        <w:pStyle w:val="ac"/>
      </w:pPr>
    </w:p>
    <w:p w:rsidR="003F7CA5" w:rsidRDefault="003F7CA5" w:rsidP="003F7CA5">
      <w:pPr>
        <w:tabs>
          <w:tab w:val="left" w:pos="1897"/>
        </w:tabs>
        <w:spacing w:line="276" w:lineRule="auto"/>
        <w:rPr>
          <w:szCs w:val="28"/>
        </w:rPr>
      </w:pPr>
      <w:r w:rsidRPr="003F7CA5">
        <w:rPr>
          <w:szCs w:val="28"/>
        </w:rPr>
        <w:t>Руководитель службы</w:t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="00936EBB" w:rsidRPr="00936EBB">
        <w:rPr>
          <w:szCs w:val="28"/>
        </w:rPr>
        <w:t xml:space="preserve">         </w:t>
      </w:r>
      <w:r w:rsidR="00936EBB">
        <w:rPr>
          <w:szCs w:val="28"/>
        </w:rPr>
        <w:t xml:space="preserve">                                         </w:t>
      </w:r>
      <w:r w:rsidR="00936EBB" w:rsidRPr="00936EBB">
        <w:rPr>
          <w:szCs w:val="28"/>
        </w:rPr>
        <w:t xml:space="preserve">   Ю.Л.Алешина</w:t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  <w:t xml:space="preserve">              </w:t>
      </w:r>
    </w:p>
    <w:p w:rsidR="00C72BC0" w:rsidRDefault="00C72BC0" w:rsidP="006B717F">
      <w:pPr>
        <w:spacing w:line="276" w:lineRule="auto"/>
        <w:rPr>
          <w:szCs w:val="28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5C06DC" w:rsidTr="009E7ECA">
        <w:trPr>
          <w:gridAfter w:val="1"/>
          <w:wAfter w:w="11" w:type="dxa"/>
        </w:trPr>
        <w:tc>
          <w:tcPr>
            <w:tcW w:w="528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9E7ECA" w:rsidRDefault="009E7ECA" w:rsidP="009E7ECA"/>
          <w:p w:rsidR="009E7ECA" w:rsidRDefault="009E7ECA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5B5B03" w:rsidRDefault="005B5B03" w:rsidP="008305DC">
            <w:pPr>
              <w:ind w:left="3552"/>
              <w:jc w:val="center"/>
            </w:pPr>
          </w:p>
          <w:p w:rsidR="005C06DC" w:rsidRDefault="00E81283" w:rsidP="008305DC">
            <w:pPr>
              <w:ind w:left="3552"/>
              <w:jc w:val="center"/>
            </w:pPr>
            <w:r>
              <w:lastRenderedPageBreak/>
              <w:t xml:space="preserve">ПРИЛОЖЕНИЕ </w:t>
            </w:r>
            <w:r w:rsidR="009E54A8">
              <w:t>1</w:t>
            </w:r>
          </w:p>
          <w:p w:rsidR="005C06DC" w:rsidRDefault="005C06DC" w:rsidP="008305DC">
            <w:pPr>
              <w:ind w:left="3552"/>
              <w:jc w:val="center"/>
            </w:pPr>
            <w:r>
              <w:t xml:space="preserve">к решению региональной службы </w:t>
            </w:r>
            <w:r w:rsidR="005C1C7D">
              <w:br/>
            </w:r>
            <w:r>
              <w:t xml:space="preserve">по тарифам Нижегородской области </w:t>
            </w:r>
          </w:p>
          <w:p w:rsidR="005C06DC" w:rsidRDefault="005C06DC" w:rsidP="0056238E">
            <w:pPr>
              <w:ind w:left="3552"/>
              <w:jc w:val="center"/>
            </w:pPr>
            <w:r w:rsidRPr="00A1255F">
              <w:t>от</w:t>
            </w:r>
            <w:r w:rsidR="00A1255F" w:rsidRPr="00A1255F">
              <w:t xml:space="preserve"> 14 ноября</w:t>
            </w:r>
            <w:r w:rsidRPr="00A1255F">
              <w:t xml:space="preserve"> </w:t>
            </w:r>
            <w:r w:rsidR="00F1607E" w:rsidRPr="00A1255F">
              <w:t xml:space="preserve">2019 </w:t>
            </w:r>
            <w:r w:rsidR="00CC03DF" w:rsidRPr="00A1255F">
              <w:t>г.</w:t>
            </w:r>
            <w:r w:rsidRPr="00A1255F">
              <w:t xml:space="preserve"> №</w:t>
            </w:r>
            <w:r w:rsidR="006B0802" w:rsidRPr="00D74902">
              <w:t xml:space="preserve"> </w:t>
            </w:r>
            <w:r w:rsidR="00DB5572">
              <w:t>50/43</w:t>
            </w:r>
          </w:p>
          <w:p w:rsidR="0056238E" w:rsidRPr="001D06AF" w:rsidRDefault="0056238E" w:rsidP="009E7ECA"/>
        </w:tc>
      </w:tr>
      <w:tr w:rsidR="009E7ECA" w:rsidTr="009E7ECA">
        <w:trPr>
          <w:gridAfter w:val="1"/>
          <w:wAfter w:w="11" w:type="dxa"/>
        </w:trPr>
        <w:tc>
          <w:tcPr>
            <w:tcW w:w="528" w:type="dxa"/>
          </w:tcPr>
          <w:p w:rsidR="009E7ECA" w:rsidRDefault="009E7ECA" w:rsidP="009E7ECA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9E7ECA" w:rsidRDefault="009E7ECA" w:rsidP="009E7ECA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823328" w:rsidRDefault="00823328" w:rsidP="00823328">
            <w:pPr>
              <w:spacing w:line="276" w:lineRule="auto"/>
              <w:ind w:left="3552"/>
              <w:jc w:val="center"/>
            </w:pPr>
            <w:r>
              <w:t xml:space="preserve">«ПРИЛОЖЕНИЕ </w:t>
            </w:r>
            <w:r w:rsidR="009E54A8">
              <w:t>1</w:t>
            </w:r>
          </w:p>
          <w:p w:rsidR="00823328" w:rsidRDefault="00823328" w:rsidP="00823328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9E7ECA" w:rsidRPr="00A1255F" w:rsidRDefault="00BD1AA2" w:rsidP="007016A7">
            <w:pPr>
              <w:ind w:left="3552"/>
              <w:jc w:val="center"/>
            </w:pPr>
            <w:r w:rsidRPr="00BD1AA2">
              <w:t>от 13 декабря 2018 г. № 52/84</w:t>
            </w:r>
          </w:p>
        </w:tc>
      </w:tr>
      <w:tr w:rsidR="009E7ECA" w:rsidRPr="006161EA" w:rsidTr="009E7ECA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9E7ECA" w:rsidRDefault="009E7ECA" w:rsidP="009E7E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F25DDE" w:rsidRPr="00F25DDE" w:rsidRDefault="00F25DDE" w:rsidP="00F25D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F25DDE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9E7ECA" w:rsidRDefault="00F25DDE" w:rsidP="00F25D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F25DDE">
              <w:rPr>
                <w:b/>
                <w:sz w:val="24"/>
                <w:szCs w:val="24"/>
              </w:rPr>
              <w:t>ПО ОКАЗАНИЮ УСЛУГ ХОЛОДНОГО ВОДОСНАБЖЕНИЯ</w:t>
            </w:r>
          </w:p>
          <w:p w:rsidR="00F25DDE" w:rsidRPr="00C15EF7" w:rsidRDefault="00F25DDE" w:rsidP="00F25D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9E7ECA" w:rsidRPr="00A1255F" w:rsidRDefault="009E7ECA" w:rsidP="00A1255F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</w:t>
      </w:r>
      <w:r w:rsidR="00100FCF">
        <w:rPr>
          <w:sz w:val="24"/>
          <w:szCs w:val="24"/>
          <w:lang w:eastAsia="en-US"/>
        </w:rPr>
        <w:t>19</w:t>
      </w:r>
      <w:r>
        <w:rPr>
          <w:sz w:val="24"/>
          <w:szCs w:val="24"/>
          <w:lang w:eastAsia="en-US"/>
        </w:rPr>
        <w:t xml:space="preserve"> г. по 31.12.2023 г.</w:t>
      </w:r>
    </w:p>
    <w:tbl>
      <w:tblPr>
        <w:tblW w:w="1010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0"/>
        <w:gridCol w:w="21"/>
        <w:gridCol w:w="992"/>
        <w:gridCol w:w="283"/>
        <w:gridCol w:w="385"/>
        <w:gridCol w:w="41"/>
        <w:gridCol w:w="425"/>
        <w:gridCol w:w="425"/>
        <w:gridCol w:w="709"/>
        <w:gridCol w:w="61"/>
        <w:gridCol w:w="458"/>
        <w:gridCol w:w="48"/>
        <w:gridCol w:w="425"/>
        <w:gridCol w:w="425"/>
        <w:gridCol w:w="331"/>
        <w:gridCol w:w="236"/>
        <w:gridCol w:w="993"/>
        <w:gridCol w:w="567"/>
        <w:gridCol w:w="41"/>
      </w:tblGrid>
      <w:tr w:rsidR="00A1255F" w:rsidRPr="00A1255F" w:rsidTr="00943853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A1255F">
              <w:rPr>
                <w:rFonts w:eastAsia="Calibri"/>
                <w:b/>
                <w:sz w:val="20"/>
                <w:lang w:eastAsia="en-US"/>
              </w:rPr>
              <w:t>1. Паспорт производственной программы</w:t>
            </w:r>
          </w:p>
        </w:tc>
      </w:tr>
      <w:tr w:rsidR="00A1255F" w:rsidRPr="00A1255F" w:rsidTr="00943853">
        <w:trPr>
          <w:gridAfter w:val="2"/>
          <w:wAfter w:w="608" w:type="dxa"/>
          <w:trHeight w:val="744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Наименование регулируемой  </w:t>
            </w:r>
          </w:p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организации (ИНН)</w:t>
            </w:r>
          </w:p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rPr>
                <w:color w:val="000000"/>
                <w:sz w:val="20"/>
              </w:rPr>
            </w:pPr>
            <w:r w:rsidRPr="00A1255F">
              <w:rPr>
                <w:color w:val="000000"/>
                <w:sz w:val="20"/>
              </w:rPr>
              <w:t>ГОСУДАРСТВЕННОЕ БЮДЖЕТНОЕ УЧРЕЖДЕНИЕ «ВАРНАВИНСКИЙ ПСИХОНЕВРОЛОГИЧЕСКИЙ ИНТЕРНАТ» (ИНН 5207002268)</w:t>
            </w:r>
          </w:p>
        </w:tc>
      </w:tr>
      <w:tr w:rsidR="00A1255F" w:rsidRPr="00A1255F" w:rsidTr="00943853">
        <w:trPr>
          <w:gridAfter w:val="2"/>
          <w:wAfter w:w="608" w:type="dxa"/>
          <w:trHeight w:val="36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регулируемой организации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rPr>
                <w:color w:val="000000"/>
                <w:sz w:val="20"/>
              </w:rPr>
            </w:pPr>
            <w:r w:rsidRPr="00A1255F">
              <w:rPr>
                <w:color w:val="000000"/>
                <w:sz w:val="20"/>
              </w:rPr>
              <w:t>606782, Нижегородская область, Варнавинский муниципальный район, п. Заречный, ул. Лесная, д. 20</w:t>
            </w:r>
          </w:p>
        </w:tc>
      </w:tr>
      <w:tr w:rsidR="00A1255F" w:rsidRPr="00A1255F" w:rsidTr="00A1255F">
        <w:trPr>
          <w:gridAfter w:val="2"/>
          <w:wAfter w:w="608" w:type="dxa"/>
          <w:trHeight w:val="488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Наименование               </w:t>
            </w:r>
          </w:p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уполномоченного органа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A1255F" w:rsidRPr="00A1255F" w:rsidTr="00943853">
        <w:trPr>
          <w:gridAfter w:val="2"/>
          <w:wAfter w:w="608" w:type="dxa"/>
          <w:trHeight w:val="36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уполномоченного органа  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603082, г. Нижний Новгород, Кремль, корпус 1       </w:t>
            </w:r>
          </w:p>
        </w:tc>
      </w:tr>
      <w:tr w:rsidR="00A1255F" w:rsidRPr="00A1255F" w:rsidTr="00943853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A1255F">
              <w:rPr>
                <w:rFonts w:eastAsia="Calibri"/>
                <w:b/>
                <w:sz w:val="20"/>
                <w:lang w:eastAsia="en-US"/>
              </w:rPr>
              <w:t>2. Объем подачи воды</w:t>
            </w:r>
          </w:p>
        </w:tc>
      </w:tr>
      <w:tr w:rsidR="00A1255F" w:rsidRPr="00A1255F" w:rsidTr="00943853">
        <w:trPr>
          <w:gridAfter w:val="2"/>
          <w:wAfter w:w="608" w:type="dxa"/>
          <w:trHeight w:val="269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Наименование услуги   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245998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45998">
              <w:rPr>
                <w:rFonts w:eastAsia="Calibri"/>
                <w:sz w:val="18"/>
                <w:szCs w:val="18"/>
                <w:lang w:eastAsia="en-US"/>
              </w:rPr>
              <w:t>На период с 01.01.2019 по 31.12.2019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245998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45998">
              <w:rPr>
                <w:rFonts w:eastAsia="Calibri"/>
                <w:sz w:val="18"/>
                <w:szCs w:val="18"/>
                <w:lang w:eastAsia="en-US"/>
              </w:rPr>
              <w:t>На период с 01.01.2020 по 31.12.2020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245998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45998">
              <w:rPr>
                <w:rFonts w:eastAsia="Calibri"/>
                <w:sz w:val="18"/>
                <w:szCs w:val="18"/>
                <w:lang w:eastAsia="en-US"/>
              </w:rPr>
              <w:t>На период с 01.01.2021 по 31.12.2021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245998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45998">
              <w:rPr>
                <w:rFonts w:eastAsia="Calibri"/>
                <w:sz w:val="18"/>
                <w:szCs w:val="18"/>
                <w:lang w:eastAsia="en-US"/>
              </w:rPr>
              <w:t>На период с 01.01.2022 по 31.12.2022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245998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45998">
              <w:rPr>
                <w:rFonts w:eastAsia="Calibri"/>
                <w:sz w:val="18"/>
                <w:szCs w:val="18"/>
                <w:lang w:eastAsia="en-US"/>
              </w:rPr>
              <w:t>На период с 01.01.2023 по 31.12.2023</w:t>
            </w:r>
          </w:p>
        </w:tc>
      </w:tr>
      <w:tr w:rsidR="00A1255F" w:rsidRPr="00A1255F" w:rsidTr="00943853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Подано воды всего, тыс. м</w:t>
            </w:r>
            <w:r w:rsidRPr="00A1255F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A1255F">
              <w:rPr>
                <w:rFonts w:eastAsia="Calibri"/>
                <w:sz w:val="20"/>
                <w:lang w:eastAsia="en-US"/>
              </w:rPr>
              <w:t xml:space="preserve"> в том числе: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63,20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63,20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63,20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63,20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63,20</w:t>
            </w:r>
          </w:p>
        </w:tc>
      </w:tr>
      <w:tr w:rsidR="00A1255F" w:rsidRPr="00A1255F" w:rsidTr="00943853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A1255F">
              <w:rPr>
                <w:rFonts w:eastAsia="Calibri"/>
                <w:i/>
                <w:sz w:val="20"/>
                <w:lang w:eastAsia="en-US"/>
              </w:rPr>
              <w:t>- населению,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3,80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3,80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3,80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3,80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3,80</w:t>
            </w:r>
          </w:p>
        </w:tc>
      </w:tr>
      <w:tr w:rsidR="00A1255F" w:rsidRPr="00A1255F" w:rsidTr="00943853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A1255F">
              <w:rPr>
                <w:rFonts w:eastAsia="Calibri"/>
                <w:i/>
                <w:sz w:val="20"/>
                <w:lang w:eastAsia="en-US"/>
              </w:rPr>
              <w:t>- бюджетным потребителям,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A1255F">
              <w:rPr>
                <w:rFonts w:eastAsia="Calibri"/>
                <w:i/>
                <w:sz w:val="20"/>
                <w:lang w:eastAsia="en-US"/>
              </w:rPr>
              <w:t>- прочим потребителям,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A1255F">
              <w:rPr>
                <w:rFonts w:eastAsia="Calibri"/>
                <w:i/>
                <w:sz w:val="20"/>
                <w:lang w:eastAsia="en-US"/>
              </w:rPr>
              <w:t xml:space="preserve">- собственное потребление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59,40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59,40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59,40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59,40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59,40</w:t>
            </w:r>
          </w:p>
        </w:tc>
      </w:tr>
      <w:tr w:rsidR="00A1255F" w:rsidRPr="00A1255F" w:rsidTr="00943853">
        <w:trPr>
          <w:gridAfter w:val="2"/>
          <w:wAfter w:w="608" w:type="dxa"/>
          <w:trHeight w:val="296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A1255F">
              <w:rPr>
                <w:rFonts w:eastAsia="Calibri"/>
                <w:b/>
                <w:sz w:val="20"/>
                <w:lang w:eastAsia="en-US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A1255F" w:rsidRPr="00A1255F" w:rsidTr="00943853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A1255F" w:rsidRPr="00A1255F" w:rsidTr="00943853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A1255F" w:rsidRPr="00A1255F" w:rsidTr="00943853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A1255F" w:rsidRPr="00A1255F" w:rsidTr="00943853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361,74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361,74   </w:t>
            </w:r>
          </w:p>
        </w:tc>
      </w:tr>
      <w:tr w:rsidR="00A1255F" w:rsidRPr="00A1255F" w:rsidTr="00943853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A1255F">
              <w:rPr>
                <w:rFonts w:eastAsia="Calibri"/>
                <w:bCs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40,65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40,65   </w:t>
            </w:r>
          </w:p>
        </w:tc>
      </w:tr>
      <w:tr w:rsidR="00A1255F" w:rsidRPr="00A1255F" w:rsidTr="00943853">
        <w:trPr>
          <w:gridAfter w:val="1"/>
          <w:wAfter w:w="41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402,39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402,39   </w:t>
            </w:r>
          </w:p>
        </w:tc>
        <w:tc>
          <w:tcPr>
            <w:tcW w:w="567" w:type="dxa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A1255F" w:rsidRPr="00A1255F" w:rsidTr="00943853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A1255F" w:rsidRPr="00A1255F" w:rsidTr="00943853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lastRenderedPageBreak/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356,10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356,10   </w:t>
            </w:r>
          </w:p>
        </w:tc>
      </w:tr>
      <w:tr w:rsidR="00A1255F" w:rsidRPr="00A1255F" w:rsidTr="00943853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2"/>
          <w:wAfter w:w="608" w:type="dxa"/>
          <w:trHeight w:val="60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46,72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46,72   </w:t>
            </w:r>
          </w:p>
        </w:tc>
      </w:tr>
      <w:tr w:rsidR="00A1255F" w:rsidRPr="00A1255F" w:rsidTr="00943853">
        <w:trPr>
          <w:gridAfter w:val="1"/>
          <w:wAfter w:w="41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402,82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402,82   </w:t>
            </w:r>
          </w:p>
        </w:tc>
        <w:tc>
          <w:tcPr>
            <w:tcW w:w="567" w:type="dxa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A1255F" w:rsidRPr="00A1255F" w:rsidTr="00943853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366,30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366,30   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53,80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53,80   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420,10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420,10   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377,23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377,23   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61,89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61,89   </w:t>
            </w:r>
          </w:p>
        </w:tc>
      </w:tr>
      <w:tr w:rsidR="00A1255F" w:rsidRPr="00A1255F" w:rsidTr="00943853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439,12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439,12   </w:t>
            </w:r>
          </w:p>
        </w:tc>
        <w:tc>
          <w:tcPr>
            <w:tcW w:w="608" w:type="dxa"/>
            <w:gridSpan w:val="2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388,49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388,49   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71,19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71,19   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459,68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459,68   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2124,11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2124,11</w:t>
            </w:r>
          </w:p>
        </w:tc>
      </w:tr>
      <w:tr w:rsidR="00A1255F" w:rsidRPr="00A1255F" w:rsidTr="00943853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A1255F">
              <w:rPr>
                <w:rFonts w:eastAsia="Calibri"/>
                <w:b/>
                <w:sz w:val="20"/>
                <w:lang w:eastAsia="en-US"/>
              </w:rPr>
              <w:t xml:space="preserve">4. Мероприятия, направленные на поддержание объектов централизованных систем холодного </w:t>
            </w:r>
            <w:r w:rsidRPr="00A1255F">
              <w:rPr>
                <w:rFonts w:eastAsia="Calibri"/>
                <w:b/>
                <w:sz w:val="20"/>
                <w:lang w:eastAsia="en-US"/>
              </w:rPr>
              <w:lastRenderedPageBreak/>
              <w:t>водоснабжения в состоянии, соответствующем установленным требованиям технических регламентов</w:t>
            </w:r>
          </w:p>
        </w:tc>
      </w:tr>
      <w:tr w:rsidR="00A1255F" w:rsidRPr="00A1255F" w:rsidTr="00245998">
        <w:trPr>
          <w:gridAfter w:val="2"/>
          <w:wAfter w:w="608" w:type="dxa"/>
          <w:trHeight w:val="227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245998" w:rsidRDefault="00A1255F" w:rsidP="0024599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lastRenderedPageBreak/>
              <w:t xml:space="preserve">  </w:t>
            </w:r>
            <w:r w:rsidRPr="00A1255F">
              <w:rPr>
                <w:rFonts w:eastAsia="Calibri"/>
                <w:i/>
                <w:sz w:val="20"/>
                <w:lang w:eastAsia="en-US"/>
              </w:rPr>
              <w:t>4.1. Перечень мероприятий по ремо</w:t>
            </w:r>
            <w:r w:rsidR="00245998">
              <w:rPr>
                <w:rFonts w:eastAsia="Calibri"/>
                <w:i/>
                <w:sz w:val="20"/>
                <w:lang w:eastAsia="en-US"/>
              </w:rPr>
              <w:t xml:space="preserve">нту объектов централизованных </w:t>
            </w:r>
            <w:r w:rsidRPr="00A1255F">
              <w:rPr>
                <w:rFonts w:eastAsia="Calibri"/>
                <w:i/>
                <w:sz w:val="20"/>
                <w:lang w:eastAsia="en-US"/>
              </w:rPr>
              <w:t xml:space="preserve">систем водоснабжения </w:t>
            </w:r>
          </w:p>
        </w:tc>
      </w:tr>
      <w:tr w:rsidR="00A1255F" w:rsidRPr="00A1255F" w:rsidTr="00943853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A1255F" w:rsidRPr="00A1255F" w:rsidTr="00943853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A1255F" w:rsidRPr="00A1255F" w:rsidTr="00943853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A1255F" w:rsidRPr="00A1255F" w:rsidTr="00943853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1"/>
          <w:wAfter w:w="41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567" w:type="dxa"/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A1255F" w:rsidRPr="00A1255F" w:rsidTr="00943853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A1255F" w:rsidRPr="00A1255F" w:rsidTr="00943853">
        <w:trPr>
          <w:gridAfter w:val="2"/>
          <w:wAfter w:w="608" w:type="dxa"/>
          <w:trHeight w:val="315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245998" w:rsidRDefault="00A1255F" w:rsidP="0024599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A1255F">
              <w:rPr>
                <w:rFonts w:eastAsia="Calibri"/>
                <w:i/>
                <w:sz w:val="20"/>
                <w:lang w:eastAsia="en-US"/>
              </w:rPr>
              <w:t xml:space="preserve">   4.2. Перечень мероприятий, напра</w:t>
            </w:r>
            <w:r w:rsidR="00245998">
              <w:rPr>
                <w:rFonts w:eastAsia="Calibri"/>
                <w:i/>
                <w:sz w:val="20"/>
                <w:lang w:eastAsia="en-US"/>
              </w:rPr>
              <w:t xml:space="preserve">вленных на улучшение качества </w:t>
            </w:r>
            <w:r w:rsidRPr="00A1255F">
              <w:rPr>
                <w:rFonts w:eastAsia="Calibri"/>
                <w:i/>
                <w:sz w:val="20"/>
                <w:lang w:eastAsia="en-US"/>
              </w:rPr>
              <w:t xml:space="preserve">питьевой воды </w:t>
            </w:r>
          </w:p>
        </w:tc>
      </w:tr>
      <w:tr w:rsidR="00A1255F" w:rsidRPr="00A1255F" w:rsidTr="00943853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A1255F" w:rsidRPr="00A1255F" w:rsidTr="00943853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A1255F" w:rsidRPr="00A1255F" w:rsidTr="00943853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A1255F" w:rsidRPr="00A1255F" w:rsidTr="00943853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A1255F" w:rsidRPr="00A1255F" w:rsidTr="00943853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    </w:t>
            </w:r>
            <w:r w:rsidRPr="00A1255F">
              <w:rPr>
                <w:rFonts w:eastAsia="Calibri"/>
                <w:i/>
                <w:sz w:val="20"/>
                <w:lang w:eastAsia="en-US"/>
              </w:rPr>
              <w:t xml:space="preserve">4.3. Перечень мероприятий по энергосбережению и повышению энергетической    </w:t>
            </w:r>
          </w:p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i/>
                <w:sz w:val="20"/>
                <w:lang w:eastAsia="en-US"/>
              </w:rPr>
              <w:t xml:space="preserve">   эффективности, в том числе по снижению потерь воды при транспортировке</w:t>
            </w:r>
            <w:r w:rsidRPr="00A1255F">
              <w:rPr>
                <w:rFonts w:eastAsia="Calibri"/>
                <w:sz w:val="20"/>
                <w:lang w:eastAsia="en-US"/>
              </w:rPr>
              <w:t xml:space="preserve">   </w:t>
            </w:r>
          </w:p>
        </w:tc>
      </w:tr>
      <w:tr w:rsidR="00A1255F" w:rsidRPr="00A1255F" w:rsidTr="00943853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A1255F" w:rsidRPr="00A1255F" w:rsidTr="00943853">
        <w:trPr>
          <w:gridAfter w:val="2"/>
          <w:wAfter w:w="608" w:type="dxa"/>
          <w:trHeight w:val="273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A1255F" w:rsidRPr="00A1255F" w:rsidTr="00943853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A1255F" w:rsidRPr="00A1255F" w:rsidTr="00943853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A1255F" w:rsidRPr="00A1255F" w:rsidTr="00943853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lastRenderedPageBreak/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A1255F">
              <w:rPr>
                <w:rFonts w:eastAsia="Calibri"/>
                <w:i/>
                <w:sz w:val="20"/>
                <w:lang w:eastAsia="en-US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A1255F" w:rsidRPr="00A1255F" w:rsidTr="00943853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A1255F" w:rsidRPr="00A1255F" w:rsidTr="00943853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A1255F" w:rsidRPr="00A1255F" w:rsidTr="00943853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A1255F" w:rsidRPr="00A1255F" w:rsidTr="00943853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A1255F" w:rsidRPr="00A1255F" w:rsidTr="00943853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A1255F" w:rsidRPr="00A1255F" w:rsidTr="00943853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A1255F">
              <w:rPr>
                <w:rFonts w:eastAsia="Calibri"/>
                <w:b/>
                <w:sz w:val="20"/>
                <w:lang w:eastAsia="en-US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A1255F" w:rsidRPr="00A1255F" w:rsidTr="00943853">
        <w:trPr>
          <w:gridAfter w:val="2"/>
          <w:wAfter w:w="608" w:type="dxa"/>
          <w:trHeight w:val="21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Ед.изм.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1255F" w:rsidRPr="00245998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45998">
              <w:rPr>
                <w:rFonts w:eastAsia="Calibri"/>
                <w:sz w:val="18"/>
                <w:szCs w:val="18"/>
                <w:lang w:eastAsia="en-US"/>
              </w:rPr>
              <w:t xml:space="preserve">На период </w:t>
            </w:r>
          </w:p>
          <w:p w:rsidR="00A1255F" w:rsidRPr="00245998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45998">
              <w:rPr>
                <w:rFonts w:eastAsia="Calibri"/>
                <w:sz w:val="18"/>
                <w:szCs w:val="18"/>
                <w:lang w:eastAsia="en-US"/>
              </w:rPr>
              <w:t>с 01.01.2019 по 31.12.2019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1255F" w:rsidRPr="00245998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45998">
              <w:rPr>
                <w:rFonts w:eastAsia="Calibri"/>
                <w:sz w:val="18"/>
                <w:szCs w:val="18"/>
                <w:lang w:eastAsia="en-US"/>
              </w:rPr>
              <w:t xml:space="preserve">На период </w:t>
            </w:r>
            <w:r w:rsidRPr="00245998">
              <w:rPr>
                <w:rFonts w:eastAsia="Calibri"/>
                <w:sz w:val="18"/>
                <w:szCs w:val="18"/>
                <w:lang w:eastAsia="en-US"/>
              </w:rPr>
              <w:br/>
              <w:t>с 01.01.2020 по 31.12.2020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1255F" w:rsidRPr="00245998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45998">
              <w:rPr>
                <w:rFonts w:eastAsia="Calibri"/>
                <w:sz w:val="18"/>
                <w:szCs w:val="18"/>
                <w:lang w:eastAsia="en-US"/>
              </w:rPr>
              <w:t xml:space="preserve">На период </w:t>
            </w:r>
          </w:p>
          <w:p w:rsidR="00A1255F" w:rsidRPr="00245998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45998">
              <w:rPr>
                <w:rFonts w:eastAsia="Calibri"/>
                <w:sz w:val="18"/>
                <w:szCs w:val="18"/>
                <w:lang w:eastAsia="en-US"/>
              </w:rPr>
              <w:t>с 01.01.2021 по 31.12.2021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1255F" w:rsidRPr="00245998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45998">
              <w:rPr>
                <w:rFonts w:eastAsia="Calibri"/>
                <w:sz w:val="18"/>
                <w:szCs w:val="18"/>
                <w:lang w:eastAsia="en-US"/>
              </w:rPr>
              <w:t>На период с 01.01.2022 по 31.12.2022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1255F" w:rsidRPr="00245998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45998">
              <w:rPr>
                <w:rFonts w:eastAsia="Calibri"/>
                <w:sz w:val="18"/>
                <w:szCs w:val="18"/>
                <w:lang w:eastAsia="en-US"/>
              </w:rPr>
              <w:t>На период с 01.01.2023 по 31.12.2023</w:t>
            </w:r>
          </w:p>
        </w:tc>
      </w:tr>
      <w:tr w:rsidR="00A1255F" w:rsidRPr="00A1255F" w:rsidTr="00943853">
        <w:trPr>
          <w:gridAfter w:val="2"/>
          <w:wAfter w:w="608" w:type="dxa"/>
          <w:trHeight w:val="212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Показатели качества воды</w:t>
            </w:r>
          </w:p>
        </w:tc>
      </w:tr>
      <w:tr w:rsidR="00A1255F" w:rsidRPr="00A1255F" w:rsidTr="00943853">
        <w:trPr>
          <w:gridAfter w:val="2"/>
          <w:wAfter w:w="608" w:type="dxa"/>
          <w:trHeight w:val="21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2"/>
          <w:wAfter w:w="608" w:type="dxa"/>
          <w:trHeight w:val="1039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2"/>
          <w:wAfter w:w="608" w:type="dxa"/>
          <w:trHeight w:val="276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Показатели надежности и бесперебойности водоснабжения</w:t>
            </w:r>
          </w:p>
        </w:tc>
      </w:tr>
      <w:tr w:rsidR="00A1255F" w:rsidRPr="00A1255F" w:rsidTr="00943853">
        <w:trPr>
          <w:gridAfter w:val="2"/>
          <w:wAfter w:w="608" w:type="dxa"/>
          <w:trHeight w:val="84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</w:t>
            </w:r>
            <w:r w:rsidRPr="00A1255F">
              <w:rPr>
                <w:rFonts w:eastAsia="Calibri"/>
                <w:sz w:val="20"/>
                <w:lang w:eastAsia="en-US"/>
              </w:rPr>
              <w:lastRenderedPageBreak/>
              <w:t xml:space="preserve">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lastRenderedPageBreak/>
              <w:t>ед./км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2"/>
          <w:wAfter w:w="608" w:type="dxa"/>
          <w:trHeight w:val="212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lastRenderedPageBreak/>
              <w:t>Показатели энергетической эффективности</w:t>
            </w:r>
          </w:p>
        </w:tc>
      </w:tr>
      <w:tr w:rsidR="00A1255F" w:rsidRPr="00A1255F" w:rsidTr="00943853">
        <w:trPr>
          <w:gridAfter w:val="2"/>
          <w:wAfter w:w="608" w:type="dxa"/>
          <w:trHeight w:val="212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2"/>
          <w:wAfter w:w="608" w:type="dxa"/>
          <w:trHeight w:val="70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кВт*ч/</w:t>
            </w:r>
          </w:p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куб. м</w:t>
            </w:r>
          </w:p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0,47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0,47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0,47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0,47</w:t>
            </w:r>
          </w:p>
        </w:tc>
        <w:tc>
          <w:tcPr>
            <w:tcW w:w="99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0,47</w:t>
            </w:r>
          </w:p>
        </w:tc>
      </w:tr>
      <w:tr w:rsidR="00A1255F" w:rsidRPr="00A1255F" w:rsidTr="00943853">
        <w:trPr>
          <w:gridAfter w:val="2"/>
          <w:wAfter w:w="608" w:type="dxa"/>
          <w:trHeight w:val="212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кВт*ч/</w:t>
            </w:r>
          </w:p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куб. м</w:t>
            </w:r>
          </w:p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</w:tr>
      <w:tr w:rsidR="00A1255F" w:rsidRPr="00A1255F" w:rsidTr="00943853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A1255F">
              <w:rPr>
                <w:rFonts w:eastAsia="Calibri"/>
                <w:b/>
                <w:sz w:val="20"/>
                <w:lang w:eastAsia="en-US"/>
              </w:rPr>
              <w:t xml:space="preserve">       6. Расчет эффективности производственной программы        </w:t>
            </w:r>
          </w:p>
        </w:tc>
      </w:tr>
      <w:tr w:rsidR="00A1255F" w:rsidRPr="00A1255F" w:rsidTr="00943853">
        <w:trPr>
          <w:gridAfter w:val="2"/>
          <w:wAfter w:w="608" w:type="dxa"/>
          <w:trHeight w:val="215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   За период с 01.01.2019 по 31.12.2019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   За период с 01.01.2020 по 31.12.2020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   За период с 01.01.2021 по 31.12.2021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   За период с 01.01.2022 по 31.12.2022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   За период с 01.01.2023 по 31.12.2023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A1255F">
              <w:rPr>
                <w:rFonts w:eastAsia="Calibri"/>
                <w:b/>
                <w:sz w:val="20"/>
                <w:lang w:eastAsia="en-US"/>
              </w:rPr>
              <w:t xml:space="preserve">7. Общий объем финансовых потребностей, направленных на реализацию       </w:t>
            </w:r>
          </w:p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b/>
                <w:sz w:val="20"/>
                <w:lang w:eastAsia="en-US"/>
              </w:rPr>
              <w:t xml:space="preserve">                         производственной программы</w:t>
            </w:r>
            <w:r w:rsidRPr="00A1255F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A1255F" w:rsidRPr="00A1255F" w:rsidTr="00943853">
        <w:trPr>
          <w:gridAfter w:val="2"/>
          <w:wAfter w:w="608" w:type="dxa"/>
          <w:trHeight w:val="478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Всего сумма, </w:t>
            </w:r>
          </w:p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  тыс. руб.  </w:t>
            </w:r>
          </w:p>
        </w:tc>
      </w:tr>
      <w:tr w:rsidR="00A1255F" w:rsidRPr="00A1255F" w:rsidTr="00943853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   На период с 01.01.2019 по 31.12.2019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410,28   </w:t>
            </w:r>
          </w:p>
        </w:tc>
      </w:tr>
      <w:tr w:rsidR="00A1255F" w:rsidRPr="00A1255F" w:rsidTr="00943853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   На период с 01.01.2020 по 31.12.2020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419,18   </w:t>
            </w:r>
          </w:p>
        </w:tc>
      </w:tr>
      <w:tr w:rsidR="00A1255F" w:rsidRPr="00A1255F" w:rsidTr="00943853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   На период с 01.01.2021 по 31.12.2021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428,10   </w:t>
            </w:r>
          </w:p>
        </w:tc>
      </w:tr>
      <w:tr w:rsidR="00A1255F" w:rsidRPr="00A1255F" w:rsidTr="00943853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   На период с 01.01.2022 по 31.12.2022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439,12   </w:t>
            </w:r>
          </w:p>
        </w:tc>
      </w:tr>
      <w:tr w:rsidR="00A1255F" w:rsidRPr="00A1255F" w:rsidTr="00943853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   На период с 01.01.2023 по 31.12.2023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451,68   </w:t>
            </w:r>
          </w:p>
        </w:tc>
      </w:tr>
      <w:tr w:rsidR="00A1255F" w:rsidRPr="00A1255F" w:rsidTr="00943853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Итого на период реализации программы: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2148,36</w:t>
            </w:r>
          </w:p>
        </w:tc>
      </w:tr>
      <w:tr w:rsidR="00A1255F" w:rsidRPr="00A1255F" w:rsidTr="00943853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A1255F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  <w:r w:rsidRPr="00A1255F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A1255F" w:rsidRPr="00A1255F" w:rsidTr="00943853">
        <w:trPr>
          <w:gridAfter w:val="2"/>
          <w:wAfter w:w="608" w:type="dxa"/>
          <w:trHeight w:val="372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   2018 год</w:t>
            </w:r>
          </w:p>
        </w:tc>
      </w:tr>
      <w:tr w:rsidR="00A1255F" w:rsidRPr="00A1255F" w:rsidTr="00943853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Объем подачи воды, тыс. куб. м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5B5B03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49,88</w:t>
            </w:r>
          </w:p>
        </w:tc>
      </w:tr>
      <w:tr w:rsidR="00A1255F" w:rsidRPr="00A1255F" w:rsidTr="00943853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364,49</w:t>
            </w:r>
          </w:p>
        </w:tc>
      </w:tr>
      <w:tr w:rsidR="00A1255F" w:rsidRPr="00A1255F" w:rsidTr="00943853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Мероприятия, направленные на поддержание объектов водоснабжения в состоянии, соответствующем установленным требованиям,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326,49</w:t>
            </w:r>
          </w:p>
        </w:tc>
      </w:tr>
      <w:tr w:rsidR="00A1255F" w:rsidRPr="00A1255F" w:rsidTr="00943853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Общий объем финансовых потребностей за 2018 год,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255F" w:rsidRPr="00A1255F" w:rsidRDefault="00A1255F" w:rsidP="00A12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690,98</w:t>
            </w:r>
          </w:p>
        </w:tc>
      </w:tr>
    </w:tbl>
    <w:p w:rsidR="00A1255F" w:rsidRPr="00A1255F" w:rsidRDefault="00A1255F" w:rsidP="009E7ECA">
      <w:pPr>
        <w:rPr>
          <w:szCs w:val="28"/>
          <w:lang w:eastAsia="en-US"/>
        </w:rPr>
      </w:pPr>
      <w:r>
        <w:rPr>
          <w:szCs w:val="28"/>
          <w:lang w:eastAsia="en-US"/>
        </w:rPr>
        <w:t xml:space="preserve">                                                                                                                                     </w:t>
      </w:r>
      <w:r w:rsidRPr="00A1255F">
        <w:rPr>
          <w:szCs w:val="28"/>
          <w:lang w:eastAsia="en-US"/>
        </w:rPr>
        <w:t>».</w:t>
      </w:r>
    </w:p>
    <w:p w:rsidR="009E54A8" w:rsidRPr="009E7ECA" w:rsidRDefault="009E54A8" w:rsidP="00F25DDE">
      <w:pPr>
        <w:tabs>
          <w:tab w:val="left" w:pos="8250"/>
        </w:tabs>
        <w:rPr>
          <w:sz w:val="20"/>
          <w:szCs w:val="24"/>
          <w:lang w:eastAsia="en-US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9E54A8" w:rsidTr="00943853">
        <w:trPr>
          <w:gridAfter w:val="1"/>
          <w:wAfter w:w="11" w:type="dxa"/>
        </w:trPr>
        <w:tc>
          <w:tcPr>
            <w:tcW w:w="528" w:type="dxa"/>
          </w:tcPr>
          <w:p w:rsidR="009E54A8" w:rsidRDefault="009E54A8" w:rsidP="00943853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9E54A8" w:rsidRDefault="009E54A8" w:rsidP="00943853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9E54A8" w:rsidRDefault="009E54A8" w:rsidP="00943853">
            <w:pPr>
              <w:ind w:left="3552"/>
              <w:jc w:val="center"/>
            </w:pPr>
            <w:r>
              <w:t>ПРИЛОЖЕНИЕ 2</w:t>
            </w:r>
          </w:p>
          <w:p w:rsidR="009E54A8" w:rsidRDefault="009E54A8" w:rsidP="00943853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9E54A8" w:rsidRDefault="009E54A8" w:rsidP="00943853">
            <w:pPr>
              <w:ind w:left="3552"/>
              <w:jc w:val="center"/>
            </w:pPr>
            <w:r w:rsidRPr="00A1255F">
              <w:t>от</w:t>
            </w:r>
            <w:r w:rsidR="00A1255F" w:rsidRPr="00A1255F">
              <w:t xml:space="preserve"> 14 ноября</w:t>
            </w:r>
            <w:r w:rsidRPr="00A1255F">
              <w:t xml:space="preserve"> 2019 г. №</w:t>
            </w:r>
            <w:r w:rsidRPr="00D74902">
              <w:t xml:space="preserve"> </w:t>
            </w:r>
            <w:r w:rsidR="00DB5572">
              <w:t>50/43</w:t>
            </w:r>
            <w:bookmarkStart w:id="0" w:name="_GoBack"/>
            <w:bookmarkEnd w:id="0"/>
          </w:p>
          <w:p w:rsidR="009E54A8" w:rsidRPr="001D06AF" w:rsidRDefault="009E54A8" w:rsidP="00943853"/>
        </w:tc>
      </w:tr>
      <w:tr w:rsidR="009E54A8" w:rsidTr="00943853">
        <w:trPr>
          <w:gridAfter w:val="1"/>
          <w:wAfter w:w="11" w:type="dxa"/>
        </w:trPr>
        <w:tc>
          <w:tcPr>
            <w:tcW w:w="528" w:type="dxa"/>
          </w:tcPr>
          <w:p w:rsidR="009E54A8" w:rsidRDefault="009E54A8" w:rsidP="00943853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9E54A8" w:rsidRDefault="009E54A8" w:rsidP="00943853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9E54A8" w:rsidRDefault="009E54A8" w:rsidP="00943853">
            <w:pPr>
              <w:spacing w:line="276" w:lineRule="auto"/>
              <w:ind w:left="3552"/>
              <w:jc w:val="center"/>
            </w:pPr>
            <w:r>
              <w:t>«ПРИЛОЖЕНИЕ 2</w:t>
            </w:r>
          </w:p>
          <w:p w:rsidR="009E54A8" w:rsidRDefault="009E54A8" w:rsidP="00943853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9E54A8" w:rsidRPr="00CB1B90" w:rsidRDefault="009E54A8" w:rsidP="00943853">
            <w:pPr>
              <w:ind w:left="3552"/>
              <w:jc w:val="center"/>
              <w:rPr>
                <w:lang w:val="en-US"/>
              </w:rPr>
            </w:pPr>
            <w:r w:rsidRPr="00BD1AA2">
              <w:t>от 13 декабря 2018 г. № 52/84</w:t>
            </w:r>
          </w:p>
        </w:tc>
      </w:tr>
      <w:tr w:rsidR="009E54A8" w:rsidRPr="006161EA" w:rsidTr="00943853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9E54A8" w:rsidRDefault="009E54A8" w:rsidP="009438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E54A8" w:rsidRPr="009E54A8" w:rsidRDefault="009E54A8" w:rsidP="009E5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E54A8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9E54A8" w:rsidRDefault="009E54A8" w:rsidP="009E5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E54A8">
              <w:rPr>
                <w:b/>
                <w:sz w:val="24"/>
                <w:szCs w:val="24"/>
              </w:rPr>
              <w:t>ПО ОКАЗАНИЮ УСЛУГ ВОДООТВЕДЕНИЯ</w:t>
            </w:r>
            <w:r w:rsidRPr="009E54A8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  <w:p w:rsidR="009E54A8" w:rsidRPr="00C15EF7" w:rsidRDefault="009E54A8" w:rsidP="009E5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A1255F" w:rsidRDefault="009E54A8" w:rsidP="00A1255F">
      <w:pPr>
        <w:tabs>
          <w:tab w:val="left" w:pos="8250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</w:t>
      </w:r>
      <w:r w:rsidR="00100FCF">
        <w:rPr>
          <w:sz w:val="24"/>
          <w:szCs w:val="24"/>
          <w:lang w:eastAsia="en-US"/>
        </w:rPr>
        <w:t>19</w:t>
      </w:r>
      <w:r>
        <w:rPr>
          <w:sz w:val="24"/>
          <w:szCs w:val="24"/>
          <w:lang w:eastAsia="en-US"/>
        </w:rPr>
        <w:t xml:space="preserve"> г. по 31.12.2023</w:t>
      </w:r>
      <w:r w:rsidR="00A1255F">
        <w:rPr>
          <w:sz w:val="24"/>
          <w:szCs w:val="24"/>
          <w:lang w:eastAsia="en-US"/>
        </w:rPr>
        <w:t xml:space="preserve"> г.</w:t>
      </w:r>
    </w:p>
    <w:tbl>
      <w:tblPr>
        <w:tblW w:w="1123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27"/>
        <w:gridCol w:w="256"/>
        <w:gridCol w:w="851"/>
        <w:gridCol w:w="425"/>
        <w:gridCol w:w="142"/>
        <w:gridCol w:w="83"/>
        <w:gridCol w:w="909"/>
        <w:gridCol w:w="142"/>
        <w:gridCol w:w="824"/>
        <w:gridCol w:w="26"/>
        <w:gridCol w:w="425"/>
        <w:gridCol w:w="567"/>
        <w:gridCol w:w="426"/>
        <w:gridCol w:w="283"/>
        <w:gridCol w:w="151"/>
        <w:gridCol w:w="133"/>
        <w:gridCol w:w="992"/>
        <w:gridCol w:w="1878"/>
      </w:tblGrid>
      <w:tr w:rsidR="00A1255F" w:rsidRPr="00A1255F" w:rsidTr="0094385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A1255F">
              <w:rPr>
                <w:rFonts w:eastAsia="Calibri"/>
                <w:b/>
                <w:sz w:val="20"/>
                <w:lang w:eastAsia="en-US"/>
              </w:rPr>
              <w:t>1. Паспорт производственной программы</w:t>
            </w:r>
          </w:p>
        </w:tc>
      </w:tr>
      <w:tr w:rsidR="00A1255F" w:rsidRPr="00A1255F" w:rsidTr="00A1255F">
        <w:trPr>
          <w:gridAfter w:val="1"/>
          <w:wAfter w:w="1878" w:type="dxa"/>
          <w:trHeight w:val="245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Наименование регулируемой организации (ИНН)</w:t>
            </w:r>
          </w:p>
        </w:tc>
        <w:tc>
          <w:tcPr>
            <w:tcW w:w="63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rPr>
                <w:color w:val="000000"/>
                <w:sz w:val="20"/>
              </w:rPr>
            </w:pPr>
            <w:r w:rsidRPr="00A1255F">
              <w:rPr>
                <w:color w:val="000000"/>
                <w:sz w:val="20"/>
              </w:rPr>
              <w:t>ГОСУДАРСТВЕННОЕ БЮДЖЕТНОЕ УЧРЕЖДЕНИЕ «ВАРНАВИНСКИЙ ПСИХОНЕВРОЛОГИЧЕСКИЙ ИНТЕРНАТ» (ИНН 5207002268)</w:t>
            </w:r>
          </w:p>
        </w:tc>
      </w:tr>
      <w:tr w:rsidR="00A1255F" w:rsidRPr="00A1255F" w:rsidTr="00943853">
        <w:trPr>
          <w:gridAfter w:val="1"/>
          <w:wAfter w:w="1878" w:type="dxa"/>
          <w:trHeight w:val="527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Местонахождение регулируемой организации</w:t>
            </w:r>
          </w:p>
        </w:tc>
        <w:tc>
          <w:tcPr>
            <w:tcW w:w="63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rPr>
                <w:color w:val="000000"/>
                <w:sz w:val="20"/>
              </w:rPr>
            </w:pPr>
            <w:r w:rsidRPr="00A1255F">
              <w:rPr>
                <w:color w:val="000000"/>
                <w:sz w:val="20"/>
              </w:rPr>
              <w:t>606782, Нижегородская область, Варнавинский муниципальный район, п. Заречный, ул. Лесная, д. 20</w:t>
            </w:r>
          </w:p>
        </w:tc>
      </w:tr>
      <w:tr w:rsidR="00A1255F" w:rsidRPr="00A1255F" w:rsidTr="00A1255F">
        <w:trPr>
          <w:gridAfter w:val="1"/>
          <w:wAfter w:w="1878" w:type="dxa"/>
          <w:trHeight w:val="28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Наименование уполномоченного органа</w:t>
            </w:r>
          </w:p>
        </w:tc>
        <w:tc>
          <w:tcPr>
            <w:tcW w:w="63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Региональная служба по тарифам Нижегородской области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Местонахождение уполномоченного органа</w:t>
            </w:r>
          </w:p>
        </w:tc>
        <w:tc>
          <w:tcPr>
            <w:tcW w:w="63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603082, г. Нижний Новгород, Кремль, корпус 1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A1255F">
              <w:rPr>
                <w:rFonts w:eastAsia="Calibri"/>
                <w:b/>
                <w:sz w:val="20"/>
                <w:lang w:eastAsia="en-US"/>
              </w:rPr>
              <w:t>2. Объем транспортируемых сточных вод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Наименование услуги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Принято сточных вод всего, тыс. м</w:t>
            </w:r>
            <w:r w:rsidRPr="00A1255F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A1255F">
              <w:rPr>
                <w:rFonts w:eastAsia="Calibri"/>
                <w:sz w:val="20"/>
                <w:lang w:eastAsia="en-US"/>
              </w:rPr>
              <w:t>, в том числе: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61,23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61,23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61,23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61,23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61,23</w:t>
            </w:r>
          </w:p>
        </w:tc>
      </w:tr>
      <w:tr w:rsidR="00A1255F" w:rsidRPr="00A1255F" w:rsidTr="00943853">
        <w:trPr>
          <w:gridAfter w:val="1"/>
          <w:wAfter w:w="1878" w:type="dxa"/>
          <w:trHeight w:val="131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rPr>
                <w:rFonts w:eastAsia="Calibri"/>
                <w:i/>
                <w:iCs/>
                <w:sz w:val="20"/>
                <w:lang w:eastAsia="en-US"/>
              </w:rPr>
            </w:pPr>
            <w:r w:rsidRPr="00A1255F">
              <w:rPr>
                <w:rFonts w:eastAsia="Calibri"/>
                <w:i/>
                <w:iCs/>
                <w:sz w:val="20"/>
                <w:lang w:eastAsia="en-US"/>
              </w:rPr>
              <w:t>- население,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255F" w:rsidRPr="00A1255F" w:rsidRDefault="00A1255F" w:rsidP="00A1255F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A1255F">
              <w:rPr>
                <w:rFonts w:eastAsia="Calibri"/>
                <w:color w:val="000000"/>
                <w:sz w:val="20"/>
                <w:lang w:eastAsia="en-US"/>
              </w:rPr>
              <w:t>2,61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255F" w:rsidRPr="00A1255F" w:rsidRDefault="00A1255F" w:rsidP="00A1255F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A1255F">
              <w:rPr>
                <w:rFonts w:eastAsia="Calibri"/>
                <w:color w:val="000000"/>
                <w:sz w:val="20"/>
                <w:lang w:eastAsia="en-US"/>
              </w:rPr>
              <w:t>2,61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255F" w:rsidRPr="00A1255F" w:rsidRDefault="00A1255F" w:rsidP="00A1255F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A1255F">
              <w:rPr>
                <w:rFonts w:eastAsia="Calibri"/>
                <w:color w:val="000000"/>
                <w:sz w:val="20"/>
                <w:lang w:eastAsia="en-US"/>
              </w:rPr>
              <w:t>2,61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255F" w:rsidRPr="00A1255F" w:rsidRDefault="00A1255F" w:rsidP="00A1255F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A1255F">
              <w:rPr>
                <w:rFonts w:eastAsia="Calibri"/>
                <w:color w:val="000000"/>
                <w:sz w:val="20"/>
                <w:lang w:eastAsia="en-US"/>
              </w:rPr>
              <w:t>2,61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255F" w:rsidRPr="00A1255F" w:rsidRDefault="00A1255F" w:rsidP="00A1255F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A1255F">
              <w:rPr>
                <w:rFonts w:eastAsia="Calibri"/>
                <w:color w:val="000000"/>
                <w:sz w:val="20"/>
                <w:lang w:eastAsia="en-US"/>
              </w:rPr>
              <w:t>2,61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rPr>
                <w:rFonts w:eastAsia="Calibri"/>
                <w:i/>
                <w:iCs/>
                <w:sz w:val="20"/>
                <w:lang w:eastAsia="en-US"/>
              </w:rPr>
            </w:pPr>
            <w:r w:rsidRPr="00A1255F">
              <w:rPr>
                <w:rFonts w:eastAsia="Calibri"/>
                <w:i/>
                <w:iCs/>
                <w:sz w:val="20"/>
                <w:lang w:eastAsia="en-US"/>
              </w:rPr>
              <w:t>- бюджетные потребители,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255F" w:rsidRPr="00A1255F" w:rsidRDefault="00A1255F" w:rsidP="00A1255F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A1255F">
              <w:rPr>
                <w:rFonts w:eastAsia="Calibri"/>
                <w:color w:val="000000"/>
                <w:sz w:val="20"/>
                <w:lang w:eastAsia="en-US"/>
              </w:rPr>
              <w:t>22,51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255F" w:rsidRPr="00A1255F" w:rsidRDefault="00A1255F" w:rsidP="00A1255F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A1255F">
              <w:rPr>
                <w:rFonts w:eastAsia="Calibri"/>
                <w:color w:val="000000"/>
                <w:sz w:val="20"/>
                <w:lang w:eastAsia="en-US"/>
              </w:rPr>
              <w:t>22,51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255F" w:rsidRPr="00A1255F" w:rsidRDefault="00A1255F" w:rsidP="00A1255F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A1255F">
              <w:rPr>
                <w:rFonts w:eastAsia="Calibri"/>
                <w:color w:val="000000"/>
                <w:sz w:val="20"/>
                <w:lang w:eastAsia="en-US"/>
              </w:rPr>
              <w:t>22,51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255F" w:rsidRPr="00A1255F" w:rsidRDefault="00A1255F" w:rsidP="00A1255F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A1255F">
              <w:rPr>
                <w:rFonts w:eastAsia="Calibri"/>
                <w:color w:val="000000"/>
                <w:sz w:val="20"/>
                <w:lang w:eastAsia="en-US"/>
              </w:rPr>
              <w:t>22,51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255F" w:rsidRPr="00A1255F" w:rsidRDefault="00A1255F" w:rsidP="00A1255F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A1255F">
              <w:rPr>
                <w:rFonts w:eastAsia="Calibri"/>
                <w:color w:val="000000"/>
                <w:sz w:val="20"/>
                <w:lang w:eastAsia="en-US"/>
              </w:rPr>
              <w:t>22,51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rPr>
                <w:rFonts w:eastAsia="Calibri"/>
                <w:i/>
                <w:iCs/>
                <w:sz w:val="20"/>
                <w:lang w:eastAsia="en-US"/>
              </w:rPr>
            </w:pPr>
            <w:r w:rsidRPr="00A1255F">
              <w:rPr>
                <w:rFonts w:eastAsia="Calibri"/>
                <w:i/>
                <w:iCs/>
                <w:sz w:val="20"/>
                <w:lang w:eastAsia="en-US"/>
              </w:rPr>
              <w:t>- прочие  потребители,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rPr>
                <w:rFonts w:eastAsia="Calibri"/>
                <w:i/>
                <w:iCs/>
                <w:sz w:val="20"/>
                <w:lang w:eastAsia="en-US"/>
              </w:rPr>
            </w:pPr>
            <w:r w:rsidRPr="00A1255F">
              <w:rPr>
                <w:rFonts w:eastAsia="Calibri"/>
                <w:i/>
                <w:iCs/>
                <w:sz w:val="20"/>
                <w:lang w:eastAsia="en-US"/>
              </w:rPr>
              <w:t>- собственное потребление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36,11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36,11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36,11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36,11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36,11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rPr>
                <w:rFonts w:eastAsia="Calibri"/>
                <w:iCs/>
                <w:sz w:val="20"/>
                <w:lang w:eastAsia="en-US"/>
              </w:rPr>
            </w:pPr>
            <w:r w:rsidRPr="00A1255F">
              <w:rPr>
                <w:rFonts w:eastAsia="Calibri"/>
                <w:iCs/>
                <w:sz w:val="20"/>
                <w:lang w:eastAsia="en-US"/>
              </w:rPr>
              <w:t xml:space="preserve">Пропущено через очистные сооружения, </w:t>
            </w:r>
            <w:r w:rsidRPr="00A1255F">
              <w:rPr>
                <w:rFonts w:eastAsia="Calibri"/>
                <w:sz w:val="20"/>
                <w:lang w:eastAsia="en-US"/>
              </w:rPr>
              <w:t>тыс. м</w:t>
            </w:r>
            <w:r w:rsidRPr="00A1255F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61,23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61,23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61,23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61,23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61,23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rPr>
                <w:rFonts w:eastAsia="Calibri"/>
                <w:sz w:val="20"/>
                <w:vertAlign w:val="superscript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Передано сточных вод на сторону, тыс. м</w:t>
            </w:r>
            <w:r w:rsidRPr="00A1255F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A1255F">
              <w:rPr>
                <w:rFonts w:eastAsia="Calibri"/>
                <w:b/>
                <w:sz w:val="20"/>
                <w:lang w:eastAsia="en-US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7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37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Источники финансирования, тыс. руб.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Всего сумма, </w:t>
            </w:r>
          </w:p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тыс. руб.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7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Другие источники</w:t>
            </w:r>
          </w:p>
        </w:tc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lastRenderedPageBreak/>
              <w:t>на период с 01.01.2019 по 31.12.2019</w:t>
            </w:r>
          </w:p>
        </w:tc>
      </w:tr>
      <w:tr w:rsidR="00A1255F" w:rsidRPr="00A1255F" w:rsidTr="00943853">
        <w:trPr>
          <w:gridAfter w:val="1"/>
          <w:wAfter w:w="1878" w:type="dxa"/>
          <w:trHeight w:val="569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674,71   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674,71   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1"/>
          <w:wAfter w:w="1878" w:type="dxa"/>
          <w:trHeight w:val="739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Итого за период 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674,71   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674,71   </w:t>
            </w:r>
          </w:p>
        </w:tc>
        <w:tc>
          <w:tcPr>
            <w:tcW w:w="1878" w:type="dxa"/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671,82   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671,82   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Итого за период 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671,82   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671,82   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691,83   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691,83   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lastRenderedPageBreak/>
              <w:t>Расходы, связанные с оплатой налогов и сборов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Итого за период 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691,83   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691,83   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712,44   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712,44   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Итого за период 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712,44   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712,44   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733,66   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733,66   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1"/>
          <w:wAfter w:w="1878" w:type="dxa"/>
          <w:trHeight w:val="638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Итого за период 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733,66   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733,66   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3484,46   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3484,46   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A1255F">
              <w:rPr>
                <w:rFonts w:eastAsia="Calibri"/>
                <w:b/>
                <w:sz w:val="20"/>
                <w:lang w:eastAsia="en-US"/>
              </w:rPr>
              <w:t>4. Мероприятия,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4.1. Перечень мероприятий по ремонту объектов централизованных систем водоотведения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7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37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Источники финансирования, тыс. руб.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Всего сумма,</w:t>
            </w:r>
          </w:p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 тыс. руб.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7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Другие источники</w:t>
            </w:r>
          </w:p>
        </w:tc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lastRenderedPageBreak/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4.2. Перечень мероприятий, направленных на улучшение качества очистки сточных вод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7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37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Источники финансирования, тыс. руб.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Всего сумма,</w:t>
            </w:r>
          </w:p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 тыс. руб.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7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Другие источники</w:t>
            </w:r>
          </w:p>
        </w:tc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4.3. Перечень мероприятий по энергосбережению и повышению энергетической эффективности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7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37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Источники финансирования, тыс. руб.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Всего сумма,</w:t>
            </w:r>
          </w:p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 тыс. руб.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7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Другие источники</w:t>
            </w:r>
          </w:p>
        </w:tc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A1255F" w:rsidRPr="00A1255F" w:rsidTr="00943853">
        <w:trPr>
          <w:gridAfter w:val="1"/>
          <w:wAfter w:w="1878" w:type="dxa"/>
          <w:trHeight w:val="403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lastRenderedPageBreak/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4.4. Мероприятия, направленные на повышение качества обслуживания абонентов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7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37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Источники финансирования, тыс. руб.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Всего сумма, </w:t>
            </w:r>
          </w:p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тыс. руб.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27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Другие источники</w:t>
            </w:r>
          </w:p>
        </w:tc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A1255F" w:rsidRPr="00A1255F" w:rsidTr="00943853">
        <w:trPr>
          <w:trHeight w:val="137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A1255F" w:rsidRPr="00A1255F" w:rsidTr="00943853"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A1255F" w:rsidRPr="00A1255F" w:rsidTr="00943853"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A1255F" w:rsidRPr="00A1255F" w:rsidTr="00943853"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878" w:type="dxa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A1255F" w:rsidRPr="00A1255F" w:rsidTr="00943853"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A1255F" w:rsidRPr="00A1255F" w:rsidTr="00943853"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  <w:tc>
          <w:tcPr>
            <w:tcW w:w="1878" w:type="dxa"/>
          </w:tcPr>
          <w:p w:rsidR="00A1255F" w:rsidRPr="00A1255F" w:rsidRDefault="00A1255F" w:rsidP="00A1255F">
            <w:pPr>
              <w:rPr>
                <w:rFonts w:eastAsia="Calibri"/>
                <w:sz w:val="20"/>
                <w:lang w:eastAsia="en-US"/>
              </w:rPr>
            </w:pPr>
          </w:p>
        </w:tc>
      </w:tr>
      <w:tr w:rsidR="00A1255F" w:rsidRPr="00A1255F" w:rsidTr="009438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</w:tcPr>
          <w:p w:rsidR="00A1255F" w:rsidRPr="00A1255F" w:rsidRDefault="00A1255F" w:rsidP="00A1255F">
            <w:pPr>
              <w:rPr>
                <w:rFonts w:eastAsia="Calibri"/>
                <w:sz w:val="20"/>
                <w:lang w:eastAsia="en-US"/>
              </w:rPr>
            </w:pPr>
          </w:p>
        </w:tc>
      </w:tr>
      <w:tr w:rsidR="00A1255F" w:rsidRPr="00A1255F" w:rsidTr="00943853"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A1255F" w:rsidRPr="00A1255F" w:rsidTr="00943853">
        <w:trPr>
          <w:gridAfter w:val="1"/>
          <w:wAfter w:w="1878" w:type="dxa"/>
          <w:trHeight w:val="445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A1255F">
              <w:rPr>
                <w:rFonts w:eastAsia="Calibri"/>
                <w:b/>
                <w:sz w:val="20"/>
                <w:lang w:eastAsia="en-US"/>
              </w:rPr>
              <w:t>5. Показатели надежности, качества, энергетической эффективности объектов централизованных систем водоотведения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01.01.2020по 31.12.2020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Показатели очистки сточных вод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Доля проб сточных вод, не </w:t>
            </w:r>
            <w:r w:rsidRPr="00A1255F">
              <w:rPr>
                <w:rFonts w:eastAsia="Calibri"/>
                <w:sz w:val="20"/>
                <w:lang w:eastAsia="en-US"/>
              </w:rPr>
              <w:lastRenderedPageBreak/>
              <w:t>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lastRenderedPageBreak/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lastRenderedPageBreak/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Показатели надежности и бесперебойности водоотведения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ед./</w:t>
            </w:r>
          </w:p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км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Показатели энергетической эффективности</w:t>
            </w:r>
          </w:p>
        </w:tc>
      </w:tr>
      <w:tr w:rsidR="00A1255F" w:rsidRPr="00A1255F" w:rsidTr="00943853">
        <w:trPr>
          <w:gridAfter w:val="1"/>
          <w:wAfter w:w="1878" w:type="dxa"/>
          <w:trHeight w:val="1386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кВт.ч/</w:t>
            </w:r>
          </w:p>
          <w:p w:rsidR="00A1255F" w:rsidRPr="00A1255F" w:rsidRDefault="00A1255F" w:rsidP="00A1255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куб. 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1,40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1,40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1,40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1,40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1,40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A1255F">
              <w:rPr>
                <w:rFonts w:eastAsia="Calibri"/>
                <w:b/>
                <w:sz w:val="20"/>
                <w:lang w:eastAsia="en-US"/>
              </w:rPr>
              <w:t>6. Расчет эффективности производственной программы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1"/>
          <w:wAfter w:w="1878" w:type="dxa"/>
          <w:trHeight w:val="383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период реализации: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A1255F">
              <w:rPr>
                <w:rFonts w:eastAsia="Calibri"/>
                <w:b/>
                <w:sz w:val="20"/>
                <w:lang w:eastAsia="en-US"/>
              </w:rPr>
              <w:t>7. Общий объем финансовых потребностей, направленных на реализацию производственной программы</w:t>
            </w:r>
          </w:p>
        </w:tc>
      </w:tr>
      <w:tr w:rsidR="00A1255F" w:rsidRPr="00A1255F" w:rsidTr="00943853">
        <w:trPr>
          <w:gridAfter w:val="1"/>
          <w:wAfter w:w="1878" w:type="dxa"/>
          <w:trHeight w:val="540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Всего сумма, тыс. руб.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681,28   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695,21   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705,83   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711,44   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 xml:space="preserve">717,16   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bCs/>
                <w:sz w:val="20"/>
                <w:lang w:eastAsia="en-US"/>
              </w:rPr>
              <w:t>Итого</w:t>
            </w:r>
            <w:r w:rsidRPr="00A1255F">
              <w:rPr>
                <w:rFonts w:eastAsia="Calibri"/>
                <w:sz w:val="20"/>
                <w:lang w:eastAsia="en-US"/>
              </w:rPr>
              <w:t xml:space="preserve"> объем финансовых потребностей за весь период реализации программы</w:t>
            </w:r>
            <w:r w:rsidRPr="00A1255F">
              <w:rPr>
                <w:rFonts w:eastAsia="Calibri"/>
                <w:bCs/>
                <w:sz w:val="20"/>
                <w:lang w:eastAsia="en-US"/>
              </w:rPr>
              <w:t>: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3510,92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A1255F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2018 год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Объем принятых сточных вод, тыс. куб. м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5B5B03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44,89</w:t>
            </w:r>
          </w:p>
        </w:tc>
      </w:tr>
      <w:tr w:rsidR="00A1255F" w:rsidRPr="00A1255F" w:rsidTr="00943853">
        <w:trPr>
          <w:gridAfter w:val="1"/>
          <w:wAfter w:w="1878" w:type="dxa"/>
          <w:trHeight w:val="424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700,98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Мероприятия, направленные на поддержание объектов водоотведения в состоянии, соответствующем установленным требованиям, 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104,00</w:t>
            </w:r>
          </w:p>
        </w:tc>
      </w:tr>
      <w:tr w:rsidR="00A1255F" w:rsidRPr="00A1255F" w:rsidTr="00943853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Общий объем финансовых потребностей, 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5F" w:rsidRPr="00A1255F" w:rsidRDefault="00A1255F" w:rsidP="00A12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1255F">
              <w:rPr>
                <w:rFonts w:eastAsia="Calibri"/>
                <w:sz w:val="20"/>
                <w:lang w:eastAsia="en-US"/>
              </w:rPr>
              <w:t>804,98</w:t>
            </w:r>
          </w:p>
        </w:tc>
      </w:tr>
    </w:tbl>
    <w:p w:rsidR="00A1255F" w:rsidRPr="00A1255F" w:rsidRDefault="00A1255F" w:rsidP="00A1255F">
      <w:pPr>
        <w:tabs>
          <w:tab w:val="left" w:pos="8250"/>
        </w:tabs>
        <w:rPr>
          <w:szCs w:val="28"/>
          <w:lang w:eastAsia="en-US"/>
        </w:rPr>
      </w:pPr>
      <w:r w:rsidRPr="00A1255F">
        <w:rPr>
          <w:szCs w:val="28"/>
          <w:lang w:eastAsia="en-US"/>
        </w:rPr>
        <w:t xml:space="preserve">                                                                                                                                      ».</w:t>
      </w:r>
    </w:p>
    <w:p w:rsidR="00A1255F" w:rsidRDefault="00A1255F" w:rsidP="00100FCF">
      <w:pPr>
        <w:tabs>
          <w:tab w:val="left" w:pos="8250"/>
        </w:tabs>
        <w:jc w:val="center"/>
        <w:rPr>
          <w:sz w:val="24"/>
          <w:szCs w:val="24"/>
          <w:lang w:eastAsia="en-US"/>
        </w:rPr>
      </w:pPr>
    </w:p>
    <w:p w:rsidR="00A1255F" w:rsidRPr="009E7ECA" w:rsidRDefault="00A1255F" w:rsidP="00100FCF">
      <w:pPr>
        <w:tabs>
          <w:tab w:val="left" w:pos="8250"/>
        </w:tabs>
        <w:jc w:val="center"/>
        <w:rPr>
          <w:sz w:val="20"/>
          <w:szCs w:val="24"/>
          <w:lang w:eastAsia="en-US"/>
        </w:rPr>
      </w:pPr>
    </w:p>
    <w:sectPr w:rsidR="00A1255F" w:rsidRPr="009E7ECA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853" w:rsidRDefault="00943853">
      <w:r>
        <w:separator/>
      </w:r>
    </w:p>
  </w:endnote>
  <w:endnote w:type="continuationSeparator" w:id="0">
    <w:p w:rsidR="00943853" w:rsidRDefault="00943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853" w:rsidRDefault="00943853">
      <w:r>
        <w:separator/>
      </w:r>
    </w:p>
  </w:footnote>
  <w:footnote w:type="continuationSeparator" w:id="0">
    <w:p w:rsidR="00943853" w:rsidRDefault="009438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853" w:rsidRDefault="0094385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43853" w:rsidRDefault="0094385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853" w:rsidRDefault="0094385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B5572">
      <w:rPr>
        <w:rStyle w:val="a9"/>
        <w:noProof/>
      </w:rPr>
      <w:t>14</w:t>
    </w:r>
    <w:r>
      <w:rPr>
        <w:rStyle w:val="a9"/>
      </w:rPr>
      <w:fldChar w:fldCharType="end"/>
    </w:r>
  </w:p>
  <w:p w:rsidR="00943853" w:rsidRDefault="0094385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853" w:rsidRDefault="00943853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4ABC0A8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3853" w:rsidRPr="00E52B15" w:rsidRDefault="0094385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 w:rsidRPr="00A51156"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28650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943853" w:rsidRPr="00561114" w:rsidRDefault="0094385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943853" w:rsidRPr="00561114" w:rsidRDefault="0094385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943853" w:rsidRPr="000F7B5C" w:rsidRDefault="00943853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943853" w:rsidRPr="000F7B5C" w:rsidRDefault="00943853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943853" w:rsidRDefault="00943853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943853" w:rsidRDefault="0094385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943853" w:rsidRPr="002B6128" w:rsidRDefault="00943853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943853" w:rsidRDefault="00943853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943853" w:rsidRPr="001772E6" w:rsidRDefault="00943853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943853" w:rsidRDefault="00943853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943853" w:rsidRPr="00E52B15" w:rsidRDefault="0094385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 w:rsidRPr="00A51156"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28650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943853" w:rsidRPr="00561114" w:rsidRDefault="0094385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943853" w:rsidRPr="00561114" w:rsidRDefault="0094385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943853" w:rsidRPr="000F7B5C" w:rsidRDefault="00943853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943853" w:rsidRPr="000F7B5C" w:rsidRDefault="00943853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943853" w:rsidRDefault="00943853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943853" w:rsidRDefault="0094385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943853" w:rsidRPr="002B6128" w:rsidRDefault="00943853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943853" w:rsidRDefault="00943853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943853" w:rsidRPr="001772E6" w:rsidRDefault="00943853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943853" w:rsidRDefault="00943853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7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C10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55D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EA3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0FCF"/>
    <w:rsid w:val="0010141B"/>
    <w:rsid w:val="00101880"/>
    <w:rsid w:val="00101F58"/>
    <w:rsid w:val="00102031"/>
    <w:rsid w:val="0010244A"/>
    <w:rsid w:val="0010360C"/>
    <w:rsid w:val="0010362E"/>
    <w:rsid w:val="00104EBD"/>
    <w:rsid w:val="00104ECA"/>
    <w:rsid w:val="00105359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3F0C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6AF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B5B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466F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5998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24D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51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773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3C3A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4779A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3F0C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07E69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38E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48C3"/>
    <w:rsid w:val="005754F6"/>
    <w:rsid w:val="00575F74"/>
    <w:rsid w:val="005762CB"/>
    <w:rsid w:val="005764A0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42A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5B03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2F33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E7F34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44E"/>
    <w:rsid w:val="006635A2"/>
    <w:rsid w:val="0066378D"/>
    <w:rsid w:val="00663D80"/>
    <w:rsid w:val="006642B3"/>
    <w:rsid w:val="00664468"/>
    <w:rsid w:val="006648EA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468"/>
    <w:rsid w:val="006F771A"/>
    <w:rsid w:val="00700C2E"/>
    <w:rsid w:val="007010C1"/>
    <w:rsid w:val="007016A7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0F7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5C7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328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1E77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EA"/>
    <w:rsid w:val="008D64A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6EBB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3853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B51"/>
    <w:rsid w:val="009D18BB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4A8"/>
    <w:rsid w:val="009E5522"/>
    <w:rsid w:val="009E5C03"/>
    <w:rsid w:val="009E5DAF"/>
    <w:rsid w:val="009E6A7C"/>
    <w:rsid w:val="009E78D2"/>
    <w:rsid w:val="009E7ECA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39E"/>
    <w:rsid w:val="00A10DBA"/>
    <w:rsid w:val="00A10FD2"/>
    <w:rsid w:val="00A11C2A"/>
    <w:rsid w:val="00A1255F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3D4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596B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1AA2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61C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C7E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2BC0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49C"/>
    <w:rsid w:val="00D26B89"/>
    <w:rsid w:val="00D26C5B"/>
    <w:rsid w:val="00D27025"/>
    <w:rsid w:val="00D3028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572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7644"/>
    <w:rsid w:val="00E90D08"/>
    <w:rsid w:val="00E91D28"/>
    <w:rsid w:val="00E92B16"/>
    <w:rsid w:val="00E935B4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1607E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5DDE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C03BD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7EC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7EC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49</TotalTime>
  <Pages>14</Pages>
  <Words>3416</Words>
  <Characters>22236</Characters>
  <Application>Microsoft Office Word</Application>
  <DocSecurity>0</DocSecurity>
  <Lines>185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25601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Уткина Елена Владмировна</cp:lastModifiedBy>
  <cp:revision>9</cp:revision>
  <cp:lastPrinted>2019-11-14T08:17:00Z</cp:lastPrinted>
  <dcterms:created xsi:type="dcterms:W3CDTF">2019-07-02T08:54:00Z</dcterms:created>
  <dcterms:modified xsi:type="dcterms:W3CDTF">2019-11-14T08:17:00Z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