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F7297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925E0A" w:rsidP="00E20A3C">
            <w:pPr>
              <w:tabs>
                <w:tab w:val="center" w:pos="2160"/>
              </w:tabs>
              <w:ind w:left="-108"/>
              <w:jc w:val="center"/>
            </w:pPr>
            <w:r>
              <w:t>50/44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AD00BF" w:rsidRDefault="00AD00BF" w:rsidP="0072069F">
            <w:pPr>
              <w:jc w:val="center"/>
              <w:rPr>
                <w:szCs w:val="28"/>
              </w:rPr>
            </w:pPr>
            <w:r w:rsidRPr="00AD00BF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AD00BF" w:rsidRDefault="00AD00BF" w:rsidP="0072069F">
            <w:pPr>
              <w:jc w:val="center"/>
              <w:rPr>
                <w:szCs w:val="28"/>
              </w:rPr>
            </w:pPr>
            <w:r w:rsidRPr="00AD00BF">
              <w:rPr>
                <w:szCs w:val="28"/>
              </w:rPr>
              <w:t xml:space="preserve">от 11 декабря 2018 г. № 51/68 «Об установлении МАЛОПИЦКОМУ МУНИЦИПАЛЬНОМУ УНИТАРНОМУ МНОГООТРАСЛЕВОМУ ПРОИЗВОДСТВЕННОМУ ПРЕДПРИЯТИЮ ЖИЛИЩНО-КОММУНАЛЬНОГО ХОЗЯЙСТВА (ИНН 5215000761), с. Малая </w:t>
            </w:r>
            <w:proofErr w:type="spellStart"/>
            <w:r w:rsidRPr="00AD00BF">
              <w:rPr>
                <w:szCs w:val="28"/>
              </w:rPr>
              <w:t>Пица</w:t>
            </w:r>
            <w:proofErr w:type="spellEnd"/>
            <w:r w:rsidRPr="00AD00BF">
              <w:rPr>
                <w:szCs w:val="28"/>
              </w:rPr>
              <w:t xml:space="preserve"> </w:t>
            </w:r>
            <w:proofErr w:type="spellStart"/>
            <w:r w:rsidRPr="00AD00BF">
              <w:rPr>
                <w:szCs w:val="28"/>
              </w:rPr>
              <w:t>Дальнеконстантиновского</w:t>
            </w:r>
            <w:proofErr w:type="spellEnd"/>
            <w:r w:rsidRPr="00AD00BF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и водоотведения для потребителей </w:t>
            </w:r>
            <w:proofErr w:type="spellStart"/>
            <w:r w:rsidRPr="00AD00BF">
              <w:rPr>
                <w:szCs w:val="28"/>
              </w:rPr>
              <w:t>Дальнеконстантиновского</w:t>
            </w:r>
            <w:proofErr w:type="spellEnd"/>
            <w:r w:rsidRPr="00AD00BF">
              <w:rPr>
                <w:szCs w:val="28"/>
              </w:rPr>
              <w:t xml:space="preserve"> муниципальног</w:t>
            </w:r>
            <w:r>
              <w:rPr>
                <w:szCs w:val="28"/>
              </w:rPr>
              <w:t xml:space="preserve">о района </w:t>
            </w:r>
          </w:p>
          <w:p w:rsidR="0085764D" w:rsidRPr="002A69F3" w:rsidRDefault="00AD00BF" w:rsidP="007206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Нижегородской области</w:t>
            </w:r>
            <w:r w:rsidR="002004D4" w:rsidRPr="002004D4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CF7297" w:rsidRDefault="00261BEB" w:rsidP="00CF7297">
      <w:pPr>
        <w:pStyle w:val="ac"/>
        <w:jc w:val="center"/>
      </w:pPr>
    </w:p>
    <w:p w:rsidR="0072069F" w:rsidRDefault="0072069F" w:rsidP="00CF7297">
      <w:pPr>
        <w:pStyle w:val="ac"/>
        <w:jc w:val="center"/>
      </w:pPr>
    </w:p>
    <w:p w:rsidR="00C70B84" w:rsidRPr="00CF7297" w:rsidRDefault="00C70B84" w:rsidP="00CF7297">
      <w:pPr>
        <w:pStyle w:val="ac"/>
        <w:jc w:val="center"/>
      </w:pPr>
    </w:p>
    <w:p w:rsidR="00AD00BF" w:rsidRPr="00AD00BF" w:rsidRDefault="00AD00BF" w:rsidP="00407D06">
      <w:pPr>
        <w:spacing w:line="276" w:lineRule="auto"/>
        <w:ind w:firstLine="720"/>
        <w:jc w:val="both"/>
        <w:rPr>
          <w:szCs w:val="24"/>
        </w:rPr>
      </w:pPr>
      <w:proofErr w:type="gramStart"/>
      <w:r w:rsidRPr="00AD00BF">
        <w:rPr>
          <w:szCs w:val="24"/>
        </w:rPr>
        <w:t xml:space="preserve">В соответствии с Федеральным законом от 7 декабря 2011 г. № 416-ФЗ </w:t>
      </w:r>
      <w:r w:rsidR="00CF7297">
        <w:rPr>
          <w:szCs w:val="24"/>
        </w:rPr>
        <w:br/>
      </w:r>
      <w:r w:rsidRPr="00AD00BF">
        <w:rPr>
          <w:szCs w:val="24"/>
        </w:rPr>
        <w:t xml:space="preserve">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МАЛОПИЦКИМ МУНИЦИПАЛЬНЫМ УНИТАРНЫМ МНОГООТРАСЛЕВЫМ ПРОИЗВОДСТВЕННЫМ ПРЕДПРИЯТИЕМ ЖИЛИЩНО-КОММУНАЛЬНОГО ХОЗЯЙСТВА (ИНН 5215000761), с. Малая </w:t>
      </w:r>
      <w:proofErr w:type="spellStart"/>
      <w:r w:rsidRPr="00AD00BF">
        <w:rPr>
          <w:szCs w:val="24"/>
        </w:rPr>
        <w:t>Пица</w:t>
      </w:r>
      <w:proofErr w:type="spellEnd"/>
      <w:r w:rsidRPr="00AD00BF">
        <w:rPr>
          <w:szCs w:val="24"/>
        </w:rPr>
        <w:t xml:space="preserve"> </w:t>
      </w:r>
      <w:proofErr w:type="spellStart"/>
      <w:r w:rsidRPr="00AD00BF">
        <w:rPr>
          <w:szCs w:val="24"/>
        </w:rPr>
        <w:t>Дальнеконстантиновского</w:t>
      </w:r>
      <w:proofErr w:type="spellEnd"/>
      <w:r w:rsidRPr="00AD00BF">
        <w:rPr>
          <w:szCs w:val="24"/>
        </w:rPr>
        <w:t xml:space="preserve"> муниципального района Нижегородской области</w:t>
      </w:r>
      <w:proofErr w:type="gramEnd"/>
      <w:r w:rsidRPr="00AD00BF">
        <w:rPr>
          <w:szCs w:val="24"/>
        </w:rPr>
        <w:t xml:space="preserve">, экспертного </w:t>
      </w:r>
      <w:r w:rsidRPr="007C14FF">
        <w:rPr>
          <w:szCs w:val="24"/>
        </w:rPr>
        <w:t>заключения рег. № в-</w:t>
      </w:r>
      <w:r w:rsidR="007C14FF" w:rsidRPr="007C14FF">
        <w:rPr>
          <w:szCs w:val="24"/>
        </w:rPr>
        <w:t>616</w:t>
      </w:r>
      <w:r w:rsidRPr="007C14FF">
        <w:rPr>
          <w:szCs w:val="24"/>
        </w:rPr>
        <w:t xml:space="preserve"> </w:t>
      </w:r>
      <w:r w:rsidR="00CF7297" w:rsidRPr="007C14FF">
        <w:rPr>
          <w:szCs w:val="24"/>
        </w:rPr>
        <w:t>от 7 ноября</w:t>
      </w:r>
      <w:r w:rsidR="00CF7297" w:rsidRPr="00CF7297">
        <w:rPr>
          <w:szCs w:val="24"/>
        </w:rPr>
        <w:t xml:space="preserve"> </w:t>
      </w:r>
      <w:r w:rsidRPr="00CF7297">
        <w:rPr>
          <w:szCs w:val="24"/>
        </w:rPr>
        <w:t>2019</w:t>
      </w:r>
      <w:r w:rsidRPr="00AD00BF">
        <w:rPr>
          <w:szCs w:val="24"/>
        </w:rPr>
        <w:t xml:space="preserve"> г.:</w:t>
      </w:r>
    </w:p>
    <w:p w:rsidR="00AD00BF" w:rsidRPr="00AD00BF" w:rsidRDefault="00AD00BF" w:rsidP="00AD00BF">
      <w:pPr>
        <w:spacing w:line="276" w:lineRule="auto"/>
        <w:ind w:firstLine="709"/>
        <w:jc w:val="both"/>
        <w:rPr>
          <w:bCs/>
          <w:szCs w:val="24"/>
        </w:rPr>
      </w:pPr>
      <w:r w:rsidRPr="00AD00BF">
        <w:rPr>
          <w:b/>
          <w:szCs w:val="24"/>
        </w:rPr>
        <w:t>1.</w:t>
      </w:r>
      <w:r w:rsidRPr="00AD00BF">
        <w:rPr>
          <w:szCs w:val="24"/>
        </w:rPr>
        <w:t xml:space="preserve"> </w:t>
      </w:r>
      <w:proofErr w:type="gramStart"/>
      <w:r w:rsidRPr="00AD00BF">
        <w:rPr>
          <w:szCs w:val="24"/>
        </w:rPr>
        <w:t xml:space="preserve">Внести в </w:t>
      </w:r>
      <w:r w:rsidRPr="00AD00BF">
        <w:rPr>
          <w:noProof/>
          <w:szCs w:val="24"/>
        </w:rPr>
        <w:t xml:space="preserve">решение региональной службы по тарифам Нижегородской области </w:t>
      </w:r>
      <w:r w:rsidRPr="00AD00BF">
        <w:rPr>
          <w:bCs/>
          <w:szCs w:val="24"/>
        </w:rPr>
        <w:t xml:space="preserve">от 11 декабря 2018 г. № 51/68 «Об установлении МАЛОПИЦКОМУ МУНИЦИПАЛЬНОМУ УНИТАРНОМУ МНОГООТРАСЛЕВОМУ ПРОИЗВОДСТВЕННОМУ ПРЕДПРИЯТИЮ ЖИЛИЩНО-КОММУНАЛЬНОГО ХОЗЯЙСТВА (ИНН 5215000761), с. Малая </w:t>
      </w:r>
      <w:proofErr w:type="spellStart"/>
      <w:r w:rsidRPr="00AD00BF">
        <w:rPr>
          <w:bCs/>
          <w:szCs w:val="24"/>
        </w:rPr>
        <w:t>Пица</w:t>
      </w:r>
      <w:proofErr w:type="spellEnd"/>
      <w:r w:rsidRPr="00AD00BF">
        <w:rPr>
          <w:bCs/>
          <w:szCs w:val="24"/>
        </w:rPr>
        <w:t xml:space="preserve"> </w:t>
      </w:r>
      <w:proofErr w:type="spellStart"/>
      <w:r w:rsidRPr="00AD00BF">
        <w:rPr>
          <w:bCs/>
          <w:szCs w:val="24"/>
        </w:rPr>
        <w:t>Дальнеконстантиновского</w:t>
      </w:r>
      <w:proofErr w:type="spellEnd"/>
      <w:r w:rsidRPr="00AD00BF">
        <w:rPr>
          <w:bCs/>
          <w:szCs w:val="24"/>
        </w:rPr>
        <w:t xml:space="preserve"> </w:t>
      </w:r>
      <w:r w:rsidRPr="00AD00BF">
        <w:rPr>
          <w:bCs/>
          <w:szCs w:val="24"/>
        </w:rPr>
        <w:lastRenderedPageBreak/>
        <w:t xml:space="preserve">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AD00BF">
        <w:rPr>
          <w:bCs/>
          <w:szCs w:val="24"/>
        </w:rPr>
        <w:t>Дальнеконстантиновского</w:t>
      </w:r>
      <w:proofErr w:type="spellEnd"/>
      <w:r w:rsidRPr="00AD00BF">
        <w:rPr>
          <w:bCs/>
          <w:szCs w:val="24"/>
        </w:rPr>
        <w:t xml:space="preserve"> муниципального района Нижегородской области»</w:t>
      </w:r>
      <w:r w:rsidRPr="00AD00BF">
        <w:rPr>
          <w:noProof/>
          <w:szCs w:val="24"/>
        </w:rPr>
        <w:t xml:space="preserve"> следующие изменения:</w:t>
      </w:r>
      <w:proofErr w:type="gramEnd"/>
    </w:p>
    <w:p w:rsidR="00AD00BF" w:rsidRPr="00AD00BF" w:rsidRDefault="00AD00BF" w:rsidP="00AD00BF">
      <w:pPr>
        <w:spacing w:line="276" w:lineRule="auto"/>
        <w:jc w:val="both"/>
        <w:rPr>
          <w:noProof/>
          <w:szCs w:val="24"/>
        </w:rPr>
      </w:pPr>
      <w:r w:rsidRPr="00AD00BF">
        <w:rPr>
          <w:b/>
          <w:i/>
          <w:noProof/>
          <w:szCs w:val="24"/>
        </w:rPr>
        <w:t>1.1.</w:t>
      </w:r>
      <w:r w:rsidRPr="00AD00BF">
        <w:rPr>
          <w:noProof/>
          <w:szCs w:val="24"/>
        </w:rPr>
        <w:t xml:space="preserve"> Таблицу пункта </w:t>
      </w:r>
      <w:r w:rsidR="00CE6E31">
        <w:rPr>
          <w:noProof/>
          <w:szCs w:val="24"/>
        </w:rPr>
        <w:t>3</w:t>
      </w:r>
      <w:r w:rsidRPr="00AD00BF">
        <w:rPr>
          <w:noProof/>
          <w:szCs w:val="24"/>
        </w:rPr>
        <w:t xml:space="preserve"> решения изложить в следующей редакции:</w:t>
      </w:r>
    </w:p>
    <w:p w:rsidR="00AD00BF" w:rsidRPr="00AD00BF" w:rsidRDefault="00AD00BF" w:rsidP="00AD00BF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D00BF">
        <w:rPr>
          <w:noProof/>
          <w:szCs w:val="24"/>
        </w:rPr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639"/>
        <w:gridCol w:w="744"/>
        <w:gridCol w:w="812"/>
        <w:gridCol w:w="744"/>
        <w:gridCol w:w="812"/>
        <w:gridCol w:w="745"/>
        <w:gridCol w:w="812"/>
        <w:gridCol w:w="747"/>
        <w:gridCol w:w="814"/>
        <w:gridCol w:w="710"/>
        <w:gridCol w:w="740"/>
      </w:tblGrid>
      <w:tr w:rsidR="00AD00BF" w:rsidTr="00187A9B">
        <w:trPr>
          <w:trHeight w:val="281"/>
          <w:jc w:val="center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AD00BF" w:rsidTr="00187A9B">
        <w:trPr>
          <w:cantSplit/>
          <w:trHeight w:val="138"/>
          <w:jc w:val="center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AD00BF" w:rsidTr="00187A9B">
        <w:trPr>
          <w:cantSplit/>
          <w:trHeight w:val="357"/>
          <w:jc w:val="center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AD00BF" w:rsidRPr="0006590A" w:rsidTr="00D5406A">
        <w:trPr>
          <w:trHeight w:val="13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20"/>
                <w:szCs w:val="24"/>
                <w:highlight w:val="yellow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>1.</w:t>
            </w:r>
          </w:p>
        </w:tc>
        <w:tc>
          <w:tcPr>
            <w:tcW w:w="47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Pr="0006590A" w:rsidRDefault="00AD00BF" w:rsidP="00CF72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06590A">
              <w:rPr>
                <w:rFonts w:eastAsiaTheme="minorHAnsi"/>
                <w:sz w:val="20"/>
                <w:lang w:eastAsia="en-US"/>
              </w:rPr>
              <w:t xml:space="preserve">На территории с. Малая </w:t>
            </w:r>
            <w:proofErr w:type="spellStart"/>
            <w:r w:rsidRPr="0006590A">
              <w:rPr>
                <w:rFonts w:eastAsiaTheme="minorHAnsi"/>
                <w:sz w:val="20"/>
                <w:lang w:eastAsia="en-US"/>
              </w:rPr>
              <w:t>Пица</w:t>
            </w:r>
            <w:proofErr w:type="spellEnd"/>
            <w:r w:rsidRPr="0006590A">
              <w:rPr>
                <w:rFonts w:eastAsiaTheme="minorHAnsi"/>
                <w:sz w:val="20"/>
                <w:lang w:eastAsia="en-US"/>
              </w:rPr>
              <w:t xml:space="preserve"> </w:t>
            </w:r>
            <w:proofErr w:type="spellStart"/>
            <w:r w:rsidRPr="0006590A">
              <w:rPr>
                <w:rFonts w:eastAsiaTheme="minorHAnsi"/>
                <w:sz w:val="20"/>
                <w:lang w:eastAsia="en-US"/>
              </w:rPr>
              <w:t>Дальнеконстантиновского</w:t>
            </w:r>
            <w:proofErr w:type="spellEnd"/>
            <w:r w:rsidRPr="0006590A">
              <w:rPr>
                <w:rFonts w:eastAsiaTheme="minorHAnsi"/>
                <w:sz w:val="20"/>
                <w:lang w:eastAsia="en-US"/>
              </w:rPr>
              <w:t xml:space="preserve"> </w:t>
            </w:r>
            <w:proofErr w:type="gramStart"/>
            <w:r w:rsidRPr="0006590A">
              <w:rPr>
                <w:rFonts w:eastAsiaTheme="minorHAnsi"/>
                <w:sz w:val="20"/>
                <w:lang w:eastAsia="en-US"/>
              </w:rPr>
              <w:t>муниципального</w:t>
            </w:r>
            <w:proofErr w:type="gramEnd"/>
            <w:r w:rsidRPr="0006590A">
              <w:rPr>
                <w:rFonts w:eastAsiaTheme="minorHAnsi"/>
                <w:sz w:val="20"/>
                <w:lang w:eastAsia="en-US"/>
              </w:rPr>
              <w:t xml:space="preserve"> района Нижегородской области</w:t>
            </w:r>
          </w:p>
        </w:tc>
      </w:tr>
      <w:tr w:rsidR="00D5406A" w:rsidRPr="0006590A" w:rsidTr="00187A9B">
        <w:trPr>
          <w:trHeight w:val="13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Default="00D5406A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Питьевая вода,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30,65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31,22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31,22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32,43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32,43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33,70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33,70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34,96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34,96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36,18</w:t>
            </w:r>
          </w:p>
        </w:tc>
      </w:tr>
      <w:tr w:rsidR="00D5406A" w:rsidRPr="0006590A" w:rsidTr="00187A9B">
        <w:trPr>
          <w:trHeight w:val="133"/>
          <w:jc w:val="center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Default="00D5406A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Питьевая вода,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30,65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31,22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31,22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32,43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32,43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33,70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33,70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34,96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34,96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36,18</w:t>
            </w:r>
          </w:p>
        </w:tc>
      </w:tr>
      <w:tr w:rsidR="00D5406A" w:rsidRPr="0006590A" w:rsidTr="00D5406A">
        <w:trPr>
          <w:trHeight w:val="132"/>
          <w:jc w:val="center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A" w:rsidRDefault="00D5406A" w:rsidP="00CF729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</w:tr>
      <w:tr w:rsidR="00187A9B" w:rsidRPr="0006590A" w:rsidTr="00187A9B">
        <w:trPr>
          <w:trHeight w:val="132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A9B" w:rsidRDefault="00187A9B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1.3.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A9B" w:rsidRPr="0006590A" w:rsidRDefault="00187A9B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5,88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5,93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5,93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6,09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6,09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6,43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6,43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6,64</w:t>
            </w:r>
          </w:p>
        </w:tc>
      </w:tr>
      <w:tr w:rsidR="00187A9B" w:rsidRPr="0006590A" w:rsidTr="00187A9B">
        <w:trPr>
          <w:trHeight w:val="132"/>
          <w:jc w:val="center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A9B" w:rsidRDefault="00187A9B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1.4.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7A9B" w:rsidRPr="0006590A" w:rsidRDefault="00187A9B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5,88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5,93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5,93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6,09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6,09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6,20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6,20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6,43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6,43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pStyle w:val="ac"/>
              <w:jc w:val="center"/>
              <w:rPr>
                <w:sz w:val="20"/>
                <w:szCs w:val="20"/>
              </w:rPr>
            </w:pPr>
            <w:r w:rsidRPr="00187A9B">
              <w:rPr>
                <w:sz w:val="20"/>
                <w:szCs w:val="20"/>
              </w:rPr>
              <w:t>6,64</w:t>
            </w:r>
          </w:p>
        </w:tc>
      </w:tr>
      <w:tr w:rsidR="00AD00BF" w:rsidRPr="0006590A" w:rsidTr="00D5406A">
        <w:trPr>
          <w:trHeight w:val="132"/>
          <w:jc w:val="center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Pr="0006590A" w:rsidRDefault="00AD00BF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</w:tr>
      <w:tr w:rsidR="00AD00BF" w:rsidRPr="0006590A" w:rsidTr="00D5406A">
        <w:trPr>
          <w:trHeight w:val="13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Default="00AD00BF" w:rsidP="00CF7297">
            <w:pPr>
              <w:jc w:val="center"/>
              <w:rPr>
                <w:b/>
                <w:sz w:val="20"/>
                <w:szCs w:val="24"/>
                <w:highlight w:val="yellow"/>
                <w:lang w:eastAsia="en-US"/>
              </w:rPr>
            </w:pPr>
            <w:r>
              <w:rPr>
                <w:b/>
                <w:sz w:val="20"/>
                <w:szCs w:val="24"/>
                <w:lang w:eastAsia="en-US"/>
              </w:rPr>
              <w:t>2.</w:t>
            </w:r>
          </w:p>
        </w:tc>
        <w:tc>
          <w:tcPr>
            <w:tcW w:w="47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Pr="0006590A" w:rsidRDefault="00AD00BF" w:rsidP="00CF72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06590A">
              <w:rPr>
                <w:rFonts w:eastAsiaTheme="minorHAnsi"/>
                <w:sz w:val="20"/>
                <w:lang w:eastAsia="en-US"/>
              </w:rPr>
              <w:t xml:space="preserve">На территории с. </w:t>
            </w:r>
            <w:proofErr w:type="spellStart"/>
            <w:r w:rsidRPr="0006590A">
              <w:rPr>
                <w:rFonts w:eastAsiaTheme="minorHAnsi"/>
                <w:sz w:val="20"/>
                <w:lang w:eastAsia="en-US"/>
              </w:rPr>
              <w:t>Маргуша</w:t>
            </w:r>
            <w:proofErr w:type="spellEnd"/>
            <w:r w:rsidRPr="0006590A">
              <w:rPr>
                <w:rFonts w:eastAsiaTheme="minorHAnsi"/>
                <w:sz w:val="20"/>
                <w:lang w:eastAsia="en-US"/>
              </w:rPr>
              <w:t xml:space="preserve"> </w:t>
            </w:r>
            <w:proofErr w:type="spellStart"/>
            <w:r w:rsidRPr="0006590A">
              <w:rPr>
                <w:rFonts w:eastAsiaTheme="minorHAnsi"/>
                <w:sz w:val="20"/>
                <w:lang w:eastAsia="en-US"/>
              </w:rPr>
              <w:t>Дальнеконстантиновского</w:t>
            </w:r>
            <w:proofErr w:type="spellEnd"/>
            <w:r w:rsidRPr="0006590A">
              <w:rPr>
                <w:rFonts w:eastAsiaTheme="minorHAnsi"/>
                <w:sz w:val="20"/>
                <w:lang w:eastAsia="en-US"/>
              </w:rPr>
              <w:t xml:space="preserve"> </w:t>
            </w:r>
            <w:proofErr w:type="gramStart"/>
            <w:r w:rsidRPr="0006590A">
              <w:rPr>
                <w:rFonts w:eastAsiaTheme="minorHAnsi"/>
                <w:sz w:val="20"/>
                <w:lang w:eastAsia="en-US"/>
              </w:rPr>
              <w:t>муниципального</w:t>
            </w:r>
            <w:proofErr w:type="gramEnd"/>
            <w:r w:rsidRPr="0006590A">
              <w:rPr>
                <w:rFonts w:eastAsiaTheme="minorHAnsi"/>
                <w:sz w:val="20"/>
                <w:lang w:eastAsia="en-US"/>
              </w:rPr>
              <w:t xml:space="preserve"> района Нижегородской области</w:t>
            </w:r>
          </w:p>
        </w:tc>
      </w:tr>
      <w:tr w:rsidR="00D5406A" w:rsidRPr="0006590A" w:rsidTr="00187A9B">
        <w:trPr>
          <w:trHeight w:val="13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Default="00D5406A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Питьевая вода,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36,70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37,38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37,38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38,68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38,68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39,93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39,93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41,31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41,31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41,73</w:t>
            </w:r>
          </w:p>
        </w:tc>
      </w:tr>
      <w:tr w:rsidR="00D5406A" w:rsidRPr="0006590A" w:rsidTr="00187A9B">
        <w:trPr>
          <w:trHeight w:val="133"/>
          <w:jc w:val="center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Default="00D5406A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2.2.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Питьевая вода,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36,70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37,38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37,38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38,68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38,68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39,93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39,93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41,31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41,31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41,73</w:t>
            </w:r>
          </w:p>
        </w:tc>
      </w:tr>
      <w:tr w:rsidR="00AD00BF" w:rsidRPr="0006590A" w:rsidTr="00D5406A">
        <w:trPr>
          <w:trHeight w:val="132"/>
          <w:jc w:val="center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Pr="0006590A" w:rsidRDefault="00AD00BF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0BF" w:rsidRPr="00D5406A" w:rsidRDefault="00AD00BF" w:rsidP="00D5406A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0BF" w:rsidRPr="00D5406A" w:rsidRDefault="00AD00BF" w:rsidP="00D5406A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0BF" w:rsidRPr="00D5406A" w:rsidRDefault="00AD00BF" w:rsidP="00D5406A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BF" w:rsidRPr="00D5406A" w:rsidRDefault="00AD00BF" w:rsidP="00D5406A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</w:tr>
      <w:tr w:rsidR="00D5406A" w:rsidRPr="0006590A" w:rsidTr="00187A9B">
        <w:trPr>
          <w:trHeight w:val="132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Default="00D5406A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2.3.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14,98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15,28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15,28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15,42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15,42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16,01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16,65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16,89</w:t>
            </w:r>
          </w:p>
        </w:tc>
      </w:tr>
      <w:tr w:rsidR="00D5406A" w:rsidRPr="0006590A" w:rsidTr="00187A9B">
        <w:trPr>
          <w:trHeight w:val="132"/>
          <w:jc w:val="center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06A" w:rsidRDefault="00D5406A" w:rsidP="00CF729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2.4.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406A" w:rsidRPr="0006590A" w:rsidRDefault="00D5406A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06590A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14,98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15,28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15,28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15,42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15,42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16,01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16,01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16,65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16,65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pStyle w:val="ac"/>
              <w:jc w:val="center"/>
              <w:rPr>
                <w:sz w:val="20"/>
                <w:szCs w:val="20"/>
              </w:rPr>
            </w:pPr>
            <w:r w:rsidRPr="00D5406A">
              <w:rPr>
                <w:sz w:val="20"/>
                <w:szCs w:val="20"/>
              </w:rPr>
              <w:t>16,89</w:t>
            </w:r>
          </w:p>
        </w:tc>
      </w:tr>
      <w:tr w:rsidR="00AD00BF" w:rsidRPr="0006590A" w:rsidTr="00D5406A">
        <w:trPr>
          <w:trHeight w:val="132"/>
          <w:jc w:val="center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Default="00AD00BF" w:rsidP="00CF729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BF" w:rsidRPr="0006590A" w:rsidRDefault="00AD00BF" w:rsidP="00CF7297">
            <w:pPr>
              <w:rPr>
                <w:noProof/>
                <w:sz w:val="20"/>
                <w:lang w:eastAsia="en-US"/>
              </w:rPr>
            </w:pPr>
            <w:r w:rsidRPr="0006590A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BF" w:rsidRPr="0006590A" w:rsidRDefault="00AD00BF" w:rsidP="00CF7297">
            <w:pPr>
              <w:rPr>
                <w:sz w:val="20"/>
                <w:lang w:eastAsia="en-US"/>
              </w:rPr>
            </w:pPr>
          </w:p>
        </w:tc>
      </w:tr>
    </w:tbl>
    <w:p w:rsidR="00AD00BF" w:rsidRPr="00AD00BF" w:rsidRDefault="00AD00BF" w:rsidP="00AD00BF">
      <w:pPr>
        <w:autoSpaceDE w:val="0"/>
        <w:autoSpaceDN w:val="0"/>
        <w:adjustRightInd w:val="0"/>
        <w:spacing w:line="276" w:lineRule="auto"/>
        <w:jc w:val="right"/>
        <w:rPr>
          <w:noProof/>
          <w:szCs w:val="28"/>
        </w:rPr>
      </w:pPr>
      <w:r w:rsidRPr="00AD00BF">
        <w:rPr>
          <w:noProof/>
          <w:szCs w:val="28"/>
        </w:rPr>
        <w:t>».</w:t>
      </w:r>
    </w:p>
    <w:p w:rsidR="00AD00BF" w:rsidRPr="00AD00BF" w:rsidRDefault="00AD00BF" w:rsidP="00AD00BF">
      <w:pPr>
        <w:pStyle w:val="ac"/>
        <w:spacing w:line="276" w:lineRule="auto"/>
      </w:pPr>
      <w:r w:rsidRPr="00AD00BF">
        <w:rPr>
          <w:b/>
          <w:i/>
        </w:rPr>
        <w:t>1.2.</w:t>
      </w:r>
      <w:r w:rsidRPr="00AD00BF">
        <w:t xml:space="preserve"> Приложения 1 – 4 к решению изложить в новой редакции согласно Приложениям 1 – 4 к настоящему решению.</w:t>
      </w:r>
    </w:p>
    <w:p w:rsidR="007016A7" w:rsidRDefault="006F7468" w:rsidP="00AD00BF">
      <w:pPr>
        <w:spacing w:line="276" w:lineRule="auto"/>
        <w:ind w:firstLine="720"/>
        <w:jc w:val="both"/>
        <w:rPr>
          <w:szCs w:val="28"/>
        </w:rPr>
      </w:pPr>
      <w:r w:rsidRPr="00AD00BF">
        <w:rPr>
          <w:b/>
          <w:szCs w:val="28"/>
        </w:rPr>
        <w:t xml:space="preserve">2. </w:t>
      </w:r>
      <w:r w:rsidRPr="00AD00BF">
        <w:rPr>
          <w:szCs w:val="28"/>
        </w:rPr>
        <w:t>Настоящее решение вступает в силу с 1 января 2020 г.</w:t>
      </w:r>
    </w:p>
    <w:p w:rsidR="00AD00BF" w:rsidRDefault="00AD00BF" w:rsidP="00CF7297">
      <w:pPr>
        <w:ind w:firstLine="720"/>
        <w:jc w:val="both"/>
        <w:rPr>
          <w:szCs w:val="28"/>
        </w:rPr>
      </w:pPr>
    </w:p>
    <w:p w:rsidR="00CF7297" w:rsidRPr="00AD00BF" w:rsidRDefault="00CF7297" w:rsidP="00AD00BF">
      <w:pPr>
        <w:spacing w:line="276" w:lineRule="auto"/>
        <w:ind w:firstLine="720"/>
        <w:jc w:val="both"/>
        <w:rPr>
          <w:szCs w:val="28"/>
        </w:rPr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72069F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CF7297">
              <w:t xml:space="preserve">от </w:t>
            </w:r>
            <w:r w:rsidR="00CF7297" w:rsidRPr="00CF7297">
              <w:t xml:space="preserve">14 ноября </w:t>
            </w:r>
            <w:r w:rsidR="00F1607E" w:rsidRPr="00CF7297">
              <w:t xml:space="preserve">2019 </w:t>
            </w:r>
            <w:r w:rsidR="00CC03DF" w:rsidRPr="00CF7297">
              <w:t>г.</w:t>
            </w:r>
            <w:r w:rsidRPr="00CF7297">
              <w:t xml:space="preserve"> №</w:t>
            </w:r>
            <w:r w:rsidR="006B0802" w:rsidRPr="00D74902">
              <w:t xml:space="preserve"> </w:t>
            </w:r>
            <w:r w:rsidR="00925E0A">
              <w:t>50/44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72069F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857C00" w:rsidP="0072069F">
            <w:pPr>
              <w:ind w:left="3552"/>
              <w:jc w:val="center"/>
              <w:rPr>
                <w:lang w:val="en-US"/>
              </w:rPr>
            </w:pPr>
            <w:r w:rsidRPr="00857C00">
              <w:t xml:space="preserve">от 11 декабря 2018 г. № </w:t>
            </w:r>
            <w:r w:rsidR="00AD00BF" w:rsidRPr="00AD00BF">
              <w:t>51/68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73FDD" w:rsidRPr="00973FDD" w:rsidRDefault="00973FDD" w:rsidP="00973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потребителям на территории </w:t>
            </w:r>
            <w:proofErr w:type="gramStart"/>
            <w:r w:rsidRPr="00AD00BF">
              <w:rPr>
                <w:b/>
                <w:sz w:val="24"/>
                <w:szCs w:val="24"/>
              </w:rPr>
              <w:t>с</w:t>
            </w:r>
            <w:proofErr w:type="gramEnd"/>
            <w:r w:rsidRPr="00AD00BF">
              <w:rPr>
                <w:b/>
                <w:sz w:val="24"/>
                <w:szCs w:val="24"/>
              </w:rPr>
              <w:t xml:space="preserve">. Малая </w:t>
            </w:r>
            <w:proofErr w:type="spellStart"/>
            <w:r w:rsidRPr="00AD00BF">
              <w:rPr>
                <w:b/>
                <w:sz w:val="24"/>
                <w:szCs w:val="24"/>
              </w:rPr>
              <w:t>Пица</w:t>
            </w:r>
            <w:proofErr w:type="spellEnd"/>
            <w:r w:rsidRPr="00AD00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00BF">
              <w:rPr>
                <w:b/>
                <w:sz w:val="24"/>
                <w:szCs w:val="24"/>
              </w:rPr>
              <w:t>Дальнеконстантиновского</w:t>
            </w:r>
            <w:proofErr w:type="spellEnd"/>
          </w:p>
          <w:p w:rsidR="0072069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AD00BF">
              <w:rPr>
                <w:b/>
                <w:sz w:val="24"/>
                <w:szCs w:val="24"/>
              </w:rPr>
              <w:t>муниципального</w:t>
            </w:r>
            <w:proofErr w:type="gramEnd"/>
            <w:r w:rsidRPr="00AD00BF">
              <w:rPr>
                <w:b/>
                <w:sz w:val="24"/>
                <w:szCs w:val="24"/>
              </w:rPr>
              <w:t xml:space="preserve"> района Нижегородской области</w:t>
            </w:r>
          </w:p>
          <w:p w:rsidR="00AD00BF" w:rsidRPr="00C15EF7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CF7297" w:rsidRPr="00D5406A" w:rsidRDefault="009E7ECA" w:rsidP="00D5406A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B35BEE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D42AE3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D5406A" w:rsidRPr="00D5406A" w:rsidTr="00E5096B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8F3071" w:rsidRDefault="00D5406A" w:rsidP="007709B6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8F3071">
              <w:rPr>
                <w:sz w:val="20"/>
                <w:szCs w:val="24"/>
                <w:lang w:eastAsia="en-US"/>
              </w:rPr>
              <w:t>МАЛОПИЦКОЕ МУНИЦИПАЛЬНОЕ УНИТАРНОЕ МНОГООТРАСЛЕВОЕ ПРОИЗВОДСТВЕННОЕ ПРЕДПРИЯТИЕ ЖИЛИЩНО-КОММУНАЛЬНОГО ХОЗЯЙСТВА (ИНН 5215000761)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8F3071" w:rsidRDefault="00D5406A" w:rsidP="007709B6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8F3071">
              <w:rPr>
                <w:sz w:val="20"/>
                <w:szCs w:val="24"/>
                <w:lang w:eastAsia="en-US"/>
              </w:rPr>
              <w:t xml:space="preserve">606324, Нижегородская область, </w:t>
            </w:r>
            <w:proofErr w:type="spellStart"/>
            <w:r w:rsidRPr="008F3071">
              <w:rPr>
                <w:sz w:val="20"/>
                <w:szCs w:val="24"/>
                <w:lang w:eastAsia="en-US"/>
              </w:rPr>
              <w:t>Дальнеконстантиновский</w:t>
            </w:r>
            <w:proofErr w:type="spellEnd"/>
            <w:r w:rsidRPr="008F3071">
              <w:rPr>
                <w:sz w:val="20"/>
                <w:szCs w:val="24"/>
                <w:lang w:eastAsia="en-US"/>
              </w:rPr>
              <w:t xml:space="preserve"> муниципальный район, </w:t>
            </w:r>
            <w:proofErr w:type="gramStart"/>
            <w:r w:rsidRPr="008F3071">
              <w:rPr>
                <w:sz w:val="20"/>
                <w:szCs w:val="24"/>
                <w:lang w:eastAsia="en-US"/>
              </w:rPr>
              <w:t>с</w:t>
            </w:r>
            <w:proofErr w:type="gramEnd"/>
            <w:r w:rsidRPr="008F3071">
              <w:rPr>
                <w:sz w:val="20"/>
                <w:szCs w:val="24"/>
                <w:lang w:eastAsia="en-US"/>
              </w:rPr>
              <w:t xml:space="preserve">. </w:t>
            </w:r>
            <w:proofErr w:type="gramStart"/>
            <w:r w:rsidRPr="008F3071">
              <w:rPr>
                <w:sz w:val="20"/>
                <w:szCs w:val="24"/>
                <w:lang w:eastAsia="en-US"/>
              </w:rPr>
              <w:t>Малая</w:t>
            </w:r>
            <w:proofErr w:type="gramEnd"/>
            <w:r w:rsidRPr="008F307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8F3071">
              <w:rPr>
                <w:sz w:val="20"/>
                <w:szCs w:val="24"/>
                <w:lang w:eastAsia="en-US"/>
              </w:rPr>
              <w:t>Пица</w:t>
            </w:r>
            <w:proofErr w:type="spellEnd"/>
            <w:r w:rsidRPr="008F3071">
              <w:rPr>
                <w:sz w:val="20"/>
                <w:szCs w:val="24"/>
                <w:lang w:eastAsia="en-US"/>
              </w:rPr>
              <w:t>, ул. 40 лет Победы, д. 9</w:t>
            </w:r>
          </w:p>
        </w:tc>
      </w:tr>
      <w:tr w:rsidR="00D5406A" w:rsidRPr="00D5406A" w:rsidTr="00E5096B">
        <w:trPr>
          <w:gridAfter w:val="2"/>
          <w:wAfter w:w="608" w:type="dxa"/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D5406A" w:rsidRPr="00D5406A" w:rsidTr="00E5096B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D5406A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40,39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40,39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40,39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40,39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40,39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36,45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36,45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36,45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36,45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36,45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1,02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2,92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2,92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2,92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2,92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2,92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1232,20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1232,20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Расходы, связанные с оплатой </w:t>
            </w:r>
            <w:r w:rsidRPr="00D5406A">
              <w:rPr>
                <w:rFonts w:eastAsia="Calibri"/>
                <w:bCs/>
                <w:sz w:val="20"/>
                <w:lang w:eastAsia="en-US"/>
              </w:rPr>
              <w:lastRenderedPageBreak/>
              <w:t>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20,33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20,33   </w:t>
            </w:r>
          </w:p>
        </w:tc>
      </w:tr>
      <w:tr w:rsidR="00D5406A" w:rsidRPr="00D5406A" w:rsidTr="00E5096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1252,53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1252,53   </w:t>
            </w:r>
          </w:p>
        </w:tc>
        <w:tc>
          <w:tcPr>
            <w:tcW w:w="567" w:type="dxa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1277,49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1277,49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21,96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21,96  </w:t>
            </w:r>
          </w:p>
        </w:tc>
      </w:tr>
      <w:tr w:rsidR="00D5406A" w:rsidRPr="00D5406A" w:rsidTr="00E5096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1299,45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1299,45</w:t>
            </w:r>
          </w:p>
        </w:tc>
        <w:tc>
          <w:tcPr>
            <w:tcW w:w="567" w:type="dxa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1313,93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1313,93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23,68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23,68   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1337,61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1337,61 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1357,11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1353,11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25,65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25,65 </w:t>
            </w:r>
          </w:p>
        </w:tc>
      </w:tr>
      <w:tr w:rsidR="00D5406A" w:rsidRPr="00D5406A" w:rsidTr="00E5096B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1378,76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1378,76   </w:t>
            </w:r>
          </w:p>
        </w:tc>
        <w:tc>
          <w:tcPr>
            <w:tcW w:w="608" w:type="dxa"/>
            <w:gridSpan w:val="2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1382,30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1382,30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27,74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27,74   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1410,04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1410,04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6678,39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6678,39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D5406A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</w:t>
            </w:r>
            <w:r w:rsidRPr="00D5406A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D5406A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D5406A" w:rsidRPr="00D5406A" w:rsidTr="00E5096B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D5406A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D5406A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D5406A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D5406A" w:rsidRPr="00D5406A" w:rsidTr="00E5096B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D5406A" w:rsidRPr="00D5406A" w:rsidTr="00E5096B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>/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куб. м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1,95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1,95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1,95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1,95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1,95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>/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куб. м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1249,92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1285,72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1335,89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1387,03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1437,03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6695,59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40,00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1736,89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1736,89</w:t>
            </w:r>
          </w:p>
        </w:tc>
      </w:tr>
    </w:tbl>
    <w:p w:rsidR="00CF7297" w:rsidRPr="00CF7297" w:rsidRDefault="00CF7297" w:rsidP="00CF7297">
      <w:pPr>
        <w:tabs>
          <w:tab w:val="left" w:pos="1897"/>
        </w:tabs>
        <w:jc w:val="right"/>
        <w:rPr>
          <w:szCs w:val="28"/>
          <w:lang w:eastAsia="en-US"/>
        </w:rPr>
      </w:pPr>
      <w:r w:rsidRPr="00CF7297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72069F" w:rsidTr="00616DBE">
        <w:trPr>
          <w:gridAfter w:val="1"/>
          <w:wAfter w:w="11" w:type="dxa"/>
        </w:trPr>
        <w:tc>
          <w:tcPr>
            <w:tcW w:w="528" w:type="dxa"/>
          </w:tcPr>
          <w:p w:rsidR="00CF7297" w:rsidRDefault="00CF7297" w:rsidP="00616DBE">
            <w:pPr>
              <w:tabs>
                <w:tab w:val="left" w:pos="1897"/>
              </w:tabs>
            </w:pPr>
          </w:p>
          <w:p w:rsidR="00CF7297" w:rsidRPr="00CF7297" w:rsidRDefault="00CF7297" w:rsidP="00CF7297"/>
          <w:p w:rsidR="00CF7297" w:rsidRDefault="00CF7297" w:rsidP="00CF7297"/>
          <w:p w:rsidR="0072069F" w:rsidRPr="00CF7297" w:rsidRDefault="0072069F" w:rsidP="00CF7297">
            <w:pPr>
              <w:jc w:val="right"/>
            </w:pPr>
          </w:p>
        </w:tc>
        <w:tc>
          <w:tcPr>
            <w:tcW w:w="456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72069F" w:rsidP="00616DBE"/>
          <w:p w:rsidR="0072069F" w:rsidRDefault="0072069F" w:rsidP="00616DBE">
            <w:pPr>
              <w:ind w:left="3552"/>
              <w:jc w:val="center"/>
            </w:pPr>
          </w:p>
          <w:p w:rsidR="0072069F" w:rsidRDefault="0072069F" w:rsidP="00616DBE">
            <w:pPr>
              <w:ind w:left="3552"/>
              <w:jc w:val="center"/>
            </w:pPr>
          </w:p>
          <w:p w:rsidR="0072069F" w:rsidRDefault="0072069F" w:rsidP="00616DBE"/>
          <w:p w:rsidR="0072069F" w:rsidRDefault="0072069F" w:rsidP="00616DBE"/>
          <w:p w:rsidR="0072069F" w:rsidRDefault="0072069F" w:rsidP="00616DBE"/>
          <w:p w:rsidR="0072069F" w:rsidRDefault="0072069F" w:rsidP="00616DBE"/>
          <w:p w:rsidR="0072069F" w:rsidRDefault="0072069F" w:rsidP="00616DBE"/>
          <w:p w:rsidR="0072069F" w:rsidRDefault="0072069F" w:rsidP="00616DBE">
            <w:pPr>
              <w:ind w:left="3552"/>
              <w:jc w:val="center"/>
            </w:pPr>
            <w:r>
              <w:t>ПРИЛОЖЕНИЕ 2</w:t>
            </w:r>
          </w:p>
          <w:p w:rsidR="0072069F" w:rsidRDefault="0072069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Default="0072069F" w:rsidP="00616DBE">
            <w:pPr>
              <w:ind w:left="3552"/>
              <w:jc w:val="center"/>
            </w:pPr>
            <w:r w:rsidRPr="00CF7297">
              <w:t xml:space="preserve">от </w:t>
            </w:r>
            <w:r w:rsidR="00CF7297" w:rsidRPr="00CF7297">
              <w:t xml:space="preserve">14 ноября </w:t>
            </w:r>
            <w:r w:rsidRPr="00CF7297">
              <w:t>2019 г. №</w:t>
            </w:r>
            <w:r w:rsidRPr="00D74902">
              <w:t xml:space="preserve"> </w:t>
            </w:r>
            <w:r w:rsidR="00925E0A">
              <w:t>50/44</w:t>
            </w:r>
          </w:p>
          <w:p w:rsidR="0072069F" w:rsidRPr="001D06AF" w:rsidRDefault="0072069F" w:rsidP="00616DBE"/>
        </w:tc>
      </w:tr>
      <w:tr w:rsidR="0072069F" w:rsidTr="00616DBE">
        <w:trPr>
          <w:gridAfter w:val="1"/>
          <w:wAfter w:w="11" w:type="dxa"/>
        </w:trPr>
        <w:tc>
          <w:tcPr>
            <w:tcW w:w="528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72069F" w:rsidP="00616DBE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72069F" w:rsidRDefault="0072069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Pr="00407D06" w:rsidRDefault="0072069F" w:rsidP="00407D06">
            <w:pPr>
              <w:ind w:left="3552"/>
              <w:jc w:val="center"/>
            </w:pPr>
            <w:r w:rsidRPr="00857C00">
              <w:t xml:space="preserve">от 11 декабря </w:t>
            </w:r>
            <w:r w:rsidR="00407D06">
              <w:t xml:space="preserve">2018 г. № </w:t>
            </w:r>
            <w:r w:rsidR="00AD00BF" w:rsidRPr="00AD00BF">
              <w:t>51/68</w:t>
            </w:r>
          </w:p>
        </w:tc>
      </w:tr>
      <w:tr w:rsidR="0072069F" w:rsidRPr="006161EA" w:rsidTr="00616DB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72069F" w:rsidRDefault="0072069F" w:rsidP="00616D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2069F" w:rsidRPr="00973FDD" w:rsidRDefault="0072069F" w:rsidP="00616DB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потребителям на территории с. </w:t>
            </w:r>
            <w:proofErr w:type="spellStart"/>
            <w:r w:rsidRPr="00AD00BF">
              <w:rPr>
                <w:b/>
                <w:sz w:val="24"/>
                <w:szCs w:val="24"/>
              </w:rPr>
              <w:t>Маргуша</w:t>
            </w:r>
            <w:proofErr w:type="spellEnd"/>
            <w:r w:rsidRPr="00AD00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00BF">
              <w:rPr>
                <w:b/>
                <w:sz w:val="24"/>
                <w:szCs w:val="24"/>
              </w:rPr>
              <w:t>Дальнеконстантиновского</w:t>
            </w:r>
            <w:proofErr w:type="spellEnd"/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AD00BF">
              <w:rPr>
                <w:b/>
                <w:sz w:val="24"/>
                <w:szCs w:val="24"/>
              </w:rPr>
              <w:t>муниципального</w:t>
            </w:r>
            <w:proofErr w:type="gramEnd"/>
            <w:r w:rsidRPr="00AD00BF">
              <w:rPr>
                <w:b/>
                <w:sz w:val="24"/>
                <w:szCs w:val="24"/>
              </w:rPr>
              <w:t xml:space="preserve"> района Нижегородской области</w:t>
            </w:r>
            <w:r w:rsidRPr="00AD00BF">
              <w:rPr>
                <w:b/>
                <w:bCs/>
                <w:sz w:val="24"/>
                <w:szCs w:val="24"/>
              </w:rPr>
              <w:t xml:space="preserve"> </w:t>
            </w:r>
          </w:p>
          <w:p w:rsidR="0072069F" w:rsidRPr="00C15EF7" w:rsidRDefault="0072069F" w:rsidP="007206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72069F" w:rsidRPr="00D5406A" w:rsidRDefault="0072069F" w:rsidP="00D5406A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B35BEE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D5406A" w:rsidRPr="00D5406A" w:rsidTr="00E5096B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8F3071" w:rsidRDefault="00D5406A" w:rsidP="00E5096B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8F3071">
              <w:rPr>
                <w:sz w:val="20"/>
                <w:szCs w:val="24"/>
                <w:lang w:eastAsia="en-US"/>
              </w:rPr>
              <w:t>МАЛОПИЦКОЕ МУНИЦИПАЛЬНОЕ УНИТАРНОЕ МНОГООТРАСЛЕВОЕ ПРОИЗВОДСТВЕННОЕ ПРЕДПРИЯТИЕ ЖИЛИЩНО-КОММУНАЛЬНОГО ХОЗЯЙСТВА (ИНН 5215000761)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8F3071" w:rsidRDefault="00D5406A" w:rsidP="00E5096B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8F3071">
              <w:rPr>
                <w:sz w:val="20"/>
                <w:szCs w:val="24"/>
                <w:lang w:eastAsia="en-US"/>
              </w:rPr>
              <w:t xml:space="preserve">606324, Нижегородская область, </w:t>
            </w:r>
            <w:proofErr w:type="spellStart"/>
            <w:r w:rsidRPr="008F3071">
              <w:rPr>
                <w:sz w:val="20"/>
                <w:szCs w:val="24"/>
                <w:lang w:eastAsia="en-US"/>
              </w:rPr>
              <w:t>Дальнеконстантиновский</w:t>
            </w:r>
            <w:proofErr w:type="spellEnd"/>
            <w:r w:rsidRPr="008F3071">
              <w:rPr>
                <w:sz w:val="20"/>
                <w:szCs w:val="24"/>
                <w:lang w:eastAsia="en-US"/>
              </w:rPr>
              <w:t xml:space="preserve"> муниципальный район, </w:t>
            </w:r>
            <w:proofErr w:type="gramStart"/>
            <w:r w:rsidRPr="008F3071">
              <w:rPr>
                <w:sz w:val="20"/>
                <w:szCs w:val="24"/>
                <w:lang w:eastAsia="en-US"/>
              </w:rPr>
              <w:t>с</w:t>
            </w:r>
            <w:proofErr w:type="gramEnd"/>
            <w:r w:rsidRPr="008F3071">
              <w:rPr>
                <w:sz w:val="20"/>
                <w:szCs w:val="24"/>
                <w:lang w:eastAsia="en-US"/>
              </w:rPr>
              <w:t xml:space="preserve">. </w:t>
            </w:r>
            <w:proofErr w:type="gramStart"/>
            <w:r w:rsidRPr="008F3071">
              <w:rPr>
                <w:sz w:val="20"/>
                <w:szCs w:val="24"/>
                <w:lang w:eastAsia="en-US"/>
              </w:rPr>
              <w:t>Малая</w:t>
            </w:r>
            <w:proofErr w:type="gramEnd"/>
            <w:r w:rsidRPr="008F307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8F3071">
              <w:rPr>
                <w:sz w:val="20"/>
                <w:szCs w:val="24"/>
                <w:lang w:eastAsia="en-US"/>
              </w:rPr>
              <w:t>Пица</w:t>
            </w:r>
            <w:proofErr w:type="spellEnd"/>
            <w:r w:rsidRPr="008F3071">
              <w:rPr>
                <w:sz w:val="20"/>
                <w:szCs w:val="24"/>
                <w:lang w:eastAsia="en-US"/>
              </w:rPr>
              <w:t>, ул. 40 лет Победы, д. 9</w:t>
            </w:r>
          </w:p>
        </w:tc>
      </w:tr>
      <w:tr w:rsidR="00D5406A" w:rsidRPr="00D5406A" w:rsidTr="00E5096B">
        <w:trPr>
          <w:gridAfter w:val="2"/>
          <w:wAfter w:w="608" w:type="dxa"/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D5406A" w:rsidRPr="00D5406A" w:rsidTr="00E5096B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D5406A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15,39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15,39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15,39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15,39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15,39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14,19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14,19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14,19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14,19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14,19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0,35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0,35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0,35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0,35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0,35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0,85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0,85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0,85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0,85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0,85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557,95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557,95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</w:t>
            </w:r>
            <w:r w:rsidRPr="00D5406A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lastRenderedPageBreak/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8,47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8,47   </w:t>
            </w:r>
          </w:p>
        </w:tc>
      </w:tr>
      <w:tr w:rsidR="00D5406A" w:rsidRPr="00D5406A" w:rsidTr="00E5096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566,42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566,42   </w:t>
            </w:r>
          </w:p>
        </w:tc>
        <w:tc>
          <w:tcPr>
            <w:tcW w:w="567" w:type="dxa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572,47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572,47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9,04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9,04 </w:t>
            </w:r>
          </w:p>
        </w:tc>
      </w:tr>
      <w:tr w:rsidR="00D5406A" w:rsidRPr="00D5406A" w:rsidTr="00E5096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581,51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581,51</w:t>
            </w:r>
          </w:p>
        </w:tc>
        <w:tc>
          <w:tcPr>
            <w:tcW w:w="567" w:type="dxa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588,55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588,55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9,69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9,69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598,24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598,24 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606,07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606,07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10,43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10,43 </w:t>
            </w:r>
          </w:p>
        </w:tc>
      </w:tr>
      <w:tr w:rsidR="00D5406A" w:rsidRPr="00D5406A" w:rsidTr="00E5096B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616,50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616,50   </w:t>
            </w:r>
          </w:p>
        </w:tc>
        <w:tc>
          <w:tcPr>
            <w:tcW w:w="608" w:type="dxa"/>
            <w:gridSpan w:val="2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624,11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624,11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11,26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11,26   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635,37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635,37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2998,04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2998,04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</w:t>
            </w:r>
            <w:r w:rsidRPr="00D5406A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</w:t>
            </w:r>
            <w:r w:rsidRPr="00D5406A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D5406A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5406A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5406A" w:rsidRPr="00D5406A" w:rsidTr="00E5096B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5406A" w:rsidRPr="00D5406A" w:rsidTr="00E5096B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D5406A" w:rsidRPr="00D5406A" w:rsidTr="00E5096B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D5406A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D5406A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D5406A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D5406A" w:rsidRPr="00D5406A" w:rsidTr="00E5096B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D5406A" w:rsidRPr="00D5406A" w:rsidTr="00E5096B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>/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куб. м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1,87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1,87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1,87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1,87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1,87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D5406A">
              <w:rPr>
                <w:rFonts w:eastAsia="Calibri"/>
                <w:sz w:val="20"/>
                <w:lang w:eastAsia="en-US"/>
              </w:rPr>
              <w:t>/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куб. м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569,89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585,14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604,71  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624,97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638,84 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3023,55</w:t>
            </w:r>
          </w:p>
        </w:tc>
      </w:tr>
      <w:tr w:rsidR="00D5406A" w:rsidRPr="00D5406A" w:rsidTr="00E5096B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D5406A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D5406A" w:rsidRPr="00D5406A" w:rsidTr="00E5096B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16,00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694,76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06A" w:rsidRPr="00D5406A" w:rsidRDefault="00D5406A" w:rsidP="00D54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694,76</w:t>
            </w:r>
          </w:p>
        </w:tc>
      </w:tr>
    </w:tbl>
    <w:p w:rsidR="00D5406A" w:rsidRDefault="00D5406A" w:rsidP="0072069F">
      <w:pPr>
        <w:tabs>
          <w:tab w:val="left" w:pos="5461"/>
        </w:tabs>
        <w:jc w:val="center"/>
      </w:pPr>
      <w:r>
        <w:t xml:space="preserve">                                                                                                                     ».</w:t>
      </w:r>
    </w:p>
    <w:p w:rsidR="00D5406A" w:rsidRDefault="00D5406A" w:rsidP="0072069F">
      <w:pPr>
        <w:tabs>
          <w:tab w:val="left" w:pos="5461"/>
        </w:tabs>
        <w:jc w:val="center"/>
      </w:pPr>
    </w:p>
    <w:p w:rsidR="00D5406A" w:rsidRDefault="00D5406A" w:rsidP="0072069F">
      <w:pPr>
        <w:tabs>
          <w:tab w:val="left" w:pos="5461"/>
        </w:tabs>
        <w:jc w:val="center"/>
      </w:pPr>
    </w:p>
    <w:p w:rsidR="00D5406A" w:rsidRDefault="00D5406A" w:rsidP="0072069F">
      <w:pPr>
        <w:tabs>
          <w:tab w:val="left" w:pos="5461"/>
        </w:tabs>
        <w:jc w:val="center"/>
      </w:pPr>
    </w:p>
    <w:p w:rsidR="0072069F" w:rsidRPr="0072069F" w:rsidRDefault="0072069F" w:rsidP="0072069F">
      <w:pPr>
        <w:tabs>
          <w:tab w:val="left" w:pos="1897"/>
        </w:tabs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AD00BF" w:rsidTr="00616DBE">
        <w:trPr>
          <w:gridAfter w:val="1"/>
          <w:wAfter w:w="11" w:type="dxa"/>
        </w:trPr>
        <w:tc>
          <w:tcPr>
            <w:tcW w:w="528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D5406A" w:rsidRDefault="00D5406A" w:rsidP="00616DBE"/>
          <w:p w:rsidR="00AD00BF" w:rsidRDefault="00AD00BF" w:rsidP="00616DBE">
            <w:pPr>
              <w:ind w:left="3552"/>
              <w:jc w:val="center"/>
            </w:pPr>
            <w:r>
              <w:lastRenderedPageBreak/>
              <w:t>ПРИЛОЖЕНИЕ 3</w:t>
            </w:r>
          </w:p>
          <w:p w:rsidR="00AD00BF" w:rsidRDefault="00AD00B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D00BF" w:rsidRDefault="00AD00BF" w:rsidP="00616DBE">
            <w:pPr>
              <w:ind w:left="3552"/>
              <w:jc w:val="center"/>
            </w:pPr>
            <w:r w:rsidRPr="00CF7297">
              <w:t xml:space="preserve">от </w:t>
            </w:r>
            <w:r w:rsidR="00CF7297" w:rsidRPr="00CF7297">
              <w:t xml:space="preserve">14 ноября </w:t>
            </w:r>
            <w:r w:rsidRPr="00CF7297">
              <w:t>2019 г. №</w:t>
            </w:r>
            <w:r w:rsidRPr="00D74902">
              <w:t xml:space="preserve"> </w:t>
            </w:r>
            <w:r w:rsidR="00925E0A">
              <w:t>50/44</w:t>
            </w:r>
          </w:p>
          <w:p w:rsidR="00AD00BF" w:rsidRPr="001D06AF" w:rsidRDefault="00AD00BF" w:rsidP="00616DBE"/>
        </w:tc>
      </w:tr>
      <w:tr w:rsidR="00AD00BF" w:rsidTr="00616DBE">
        <w:trPr>
          <w:gridAfter w:val="1"/>
          <w:wAfter w:w="11" w:type="dxa"/>
        </w:trPr>
        <w:tc>
          <w:tcPr>
            <w:tcW w:w="528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AD00BF" w:rsidRDefault="00AD00BF" w:rsidP="00616DBE">
            <w:pPr>
              <w:spacing w:line="276" w:lineRule="auto"/>
              <w:ind w:left="3552"/>
              <w:jc w:val="center"/>
            </w:pPr>
            <w:r>
              <w:t>«ПРИЛОЖЕНИЕ 3</w:t>
            </w:r>
          </w:p>
          <w:p w:rsidR="00AD00BF" w:rsidRDefault="00AD00B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D00BF" w:rsidRPr="00CB1B90" w:rsidRDefault="00AD00BF" w:rsidP="00616DBE">
            <w:pPr>
              <w:ind w:left="3552"/>
              <w:jc w:val="center"/>
              <w:rPr>
                <w:lang w:val="en-US"/>
              </w:rPr>
            </w:pPr>
            <w:r w:rsidRPr="00857C00">
              <w:t xml:space="preserve">от 11 декабря 2018 г. </w:t>
            </w:r>
            <w:r w:rsidR="00407D06">
              <w:t>№ 51</w:t>
            </w:r>
            <w:r w:rsidRPr="00AD00BF">
              <w:t>/68</w:t>
            </w:r>
          </w:p>
        </w:tc>
      </w:tr>
      <w:tr w:rsidR="00AD00BF" w:rsidRPr="006161EA" w:rsidTr="00616DB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D00BF" w:rsidRDefault="00AD00BF" w:rsidP="00616D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D00BF" w:rsidRPr="00973FDD" w:rsidRDefault="00AD00BF" w:rsidP="00616DB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(без учета очистки сточных вод) 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на территории с. Малая </w:t>
            </w:r>
            <w:proofErr w:type="spellStart"/>
            <w:r w:rsidRPr="00AD00BF">
              <w:rPr>
                <w:b/>
                <w:sz w:val="24"/>
                <w:szCs w:val="24"/>
              </w:rPr>
              <w:t>Пица</w:t>
            </w:r>
            <w:proofErr w:type="spellEnd"/>
            <w:r w:rsidRPr="00AD00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00BF">
              <w:rPr>
                <w:b/>
                <w:sz w:val="24"/>
                <w:szCs w:val="24"/>
              </w:rPr>
              <w:t>Дальнеконстантиновского</w:t>
            </w:r>
            <w:proofErr w:type="spellEnd"/>
            <w:r w:rsidRPr="00AD00BF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D00BF">
              <w:rPr>
                <w:b/>
                <w:sz w:val="24"/>
                <w:szCs w:val="24"/>
              </w:rPr>
              <w:t>муниципального</w:t>
            </w:r>
            <w:proofErr w:type="gramEnd"/>
            <w:r w:rsidRPr="00AD00BF">
              <w:rPr>
                <w:b/>
                <w:sz w:val="24"/>
                <w:szCs w:val="24"/>
              </w:rPr>
              <w:t xml:space="preserve"> района Нижегородской области</w:t>
            </w:r>
          </w:p>
          <w:p w:rsidR="00AD00BF" w:rsidRPr="00C15EF7" w:rsidRDefault="00AD00BF" w:rsidP="00616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D00BF" w:rsidRPr="00D5406A" w:rsidRDefault="00AD00BF" w:rsidP="00D5406A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B35BEE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709"/>
        <w:gridCol w:w="567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1. Паспорт производственной программы</w:t>
            </w:r>
          </w:p>
        </w:tc>
      </w:tr>
      <w:tr w:rsidR="00187A9B" w:rsidRPr="00187A9B" w:rsidTr="003B1C2F">
        <w:trPr>
          <w:gridAfter w:val="1"/>
          <w:wAfter w:w="1878" w:type="dxa"/>
          <w:trHeight w:val="58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A9B" w:rsidRPr="00187A9B" w:rsidRDefault="00187A9B" w:rsidP="00187A9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МАЛОПИЦКОЕ МУНИЦИПАЛЬНОЕ УНИТРАНОЕ МНОГООТРАСЛЕВОЕ ПРОИЗВДСТВЕННОЕ ПРЕДПРИЯТИЕ ЖИЛИЩНО-КОММУНАЛЬНОГО ХОЗЯЙСТВА</w:t>
            </w:r>
          </w:p>
          <w:p w:rsidR="00187A9B" w:rsidRPr="00187A9B" w:rsidRDefault="00187A9B" w:rsidP="00187A9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ИНН 5215000761</w:t>
            </w:r>
          </w:p>
        </w:tc>
      </w:tr>
      <w:tr w:rsidR="00187A9B" w:rsidRPr="00187A9B" w:rsidTr="003B1C2F">
        <w:trPr>
          <w:gridAfter w:val="1"/>
          <w:wAfter w:w="1878" w:type="dxa"/>
          <w:trHeight w:val="5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A9B" w:rsidRPr="00187A9B" w:rsidRDefault="00187A9B" w:rsidP="00187A9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606307, Нижегородская обл., </w:t>
            </w:r>
            <w:proofErr w:type="spellStart"/>
            <w:r w:rsidRPr="00187A9B">
              <w:rPr>
                <w:rFonts w:eastAsia="Calibri"/>
                <w:sz w:val="22"/>
                <w:szCs w:val="22"/>
                <w:lang w:eastAsia="en-US"/>
              </w:rPr>
              <w:t>Дальнеконстантиновский</w:t>
            </w:r>
            <w:proofErr w:type="spellEnd"/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 район, </w:t>
            </w:r>
            <w:proofErr w:type="spellStart"/>
            <w:r w:rsidRPr="00187A9B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gramStart"/>
            <w:r w:rsidRPr="00187A9B">
              <w:rPr>
                <w:rFonts w:eastAsia="Calibri"/>
                <w:sz w:val="22"/>
                <w:szCs w:val="22"/>
                <w:lang w:eastAsia="en-US"/>
              </w:rPr>
              <w:t>.М</w:t>
            </w:r>
            <w:proofErr w:type="gramEnd"/>
            <w:r w:rsidRPr="00187A9B">
              <w:rPr>
                <w:rFonts w:eastAsia="Calibri"/>
                <w:sz w:val="22"/>
                <w:szCs w:val="22"/>
                <w:lang w:eastAsia="en-US"/>
              </w:rPr>
              <w:t>алая</w:t>
            </w:r>
            <w:proofErr w:type="spellEnd"/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87A9B">
              <w:rPr>
                <w:rFonts w:eastAsia="Calibri"/>
                <w:sz w:val="22"/>
                <w:szCs w:val="22"/>
                <w:lang w:eastAsia="en-US"/>
              </w:rPr>
              <w:t>Пица</w:t>
            </w:r>
            <w:proofErr w:type="spellEnd"/>
            <w:r w:rsidRPr="00187A9B">
              <w:rPr>
                <w:rFonts w:eastAsia="Calibri"/>
                <w:sz w:val="22"/>
                <w:szCs w:val="22"/>
                <w:lang w:eastAsia="en-US"/>
              </w:rPr>
              <w:t>, ул. 40 лет Победы д.9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603082, Нижний Новгород, Кремль, корпус 1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2. Объем транспортируемых сточных вод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Принято сточных вод всего, тыс. м</w:t>
            </w:r>
            <w:r w:rsidRPr="00187A9B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  <w:r w:rsidRPr="00187A9B">
              <w:rPr>
                <w:rFonts w:eastAsia="Calibri"/>
                <w:sz w:val="22"/>
                <w:szCs w:val="22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31,00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31,00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31,00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31,00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31,00</w:t>
            </w:r>
          </w:p>
        </w:tc>
      </w:tr>
      <w:tr w:rsidR="00187A9B" w:rsidRPr="00187A9B" w:rsidTr="003B1C2F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30,27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30,27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30,27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30,27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30,27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0,68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0,68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0,68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B" w:rsidRPr="00187A9B" w:rsidRDefault="00187A9B" w:rsidP="00187A9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color w:val="000000"/>
                <w:sz w:val="22"/>
                <w:szCs w:val="22"/>
                <w:lang w:eastAsia="en-US"/>
              </w:rPr>
              <w:t>0,68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Пропущено через очистные сооружения, </w:t>
            </w:r>
            <w:r w:rsidRPr="00187A9B">
              <w:rPr>
                <w:rFonts w:eastAsia="Calibri"/>
                <w:sz w:val="22"/>
                <w:szCs w:val="22"/>
                <w:lang w:eastAsia="en-US"/>
              </w:rPr>
              <w:t>тыс. м</w:t>
            </w:r>
            <w:r w:rsidRPr="00187A9B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Передано сточных вод на </w:t>
            </w: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сторону, тыс. м</w:t>
            </w:r>
            <w:r w:rsidRPr="00187A9B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3. Мероприятия, направленные на осуществление текущей (операционной) деятельности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Всего сумма, 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тыс. руб.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</w:tr>
      <w:tr w:rsidR="00187A9B" w:rsidRPr="00187A9B" w:rsidTr="003B1C2F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181,15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181,15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1,83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1,83</w:t>
            </w:r>
          </w:p>
        </w:tc>
      </w:tr>
      <w:tr w:rsidR="00187A9B" w:rsidRPr="00187A9B" w:rsidTr="003B1C2F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182,98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182,98   </w:t>
            </w:r>
          </w:p>
        </w:tc>
        <w:tc>
          <w:tcPr>
            <w:tcW w:w="1878" w:type="dxa"/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184,72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184,72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1,87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1,87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186,59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186,59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Производственные </w:t>
            </w: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 01.01.2021 по </w:t>
            </w: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189,64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189,64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1,92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1,92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191,56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191,56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195,25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195,25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1,97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1,97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197,22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197,22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201,03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201,03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2,03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2,03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203,06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203,06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961,41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961,41   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сумма,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 тыс. руб.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сумма,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 тыс. руб.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период с 01.01.2022 по 31.12.2022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сумма,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 тыс. руб.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</w:tr>
      <w:tr w:rsidR="00187A9B" w:rsidRPr="00187A9B" w:rsidTr="003B1C2F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Всего сумма, 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тыс. руб.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</w:tr>
      <w:tr w:rsidR="00187A9B" w:rsidRPr="00187A9B" w:rsidTr="003B1C2F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</w:tr>
      <w:tr w:rsidR="00187A9B" w:rsidRPr="00187A9B" w:rsidTr="003B1C2F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</w:tr>
      <w:tr w:rsidR="00187A9B" w:rsidRPr="00187A9B" w:rsidTr="003B1C2F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8" w:type="dxa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7A9B" w:rsidRPr="00187A9B" w:rsidTr="003B1C2F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Показатели очистки сточных вод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ед./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Показатели энергетической эффективности</w:t>
            </w:r>
          </w:p>
        </w:tc>
      </w:tr>
      <w:tr w:rsidR="00187A9B" w:rsidRPr="00187A9B" w:rsidTr="003B1C2F">
        <w:trPr>
          <w:gridAfter w:val="1"/>
          <w:wAfter w:w="1878" w:type="dxa"/>
          <w:trHeight w:val="1386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87A9B">
              <w:rPr>
                <w:rFonts w:eastAsia="Calibri"/>
                <w:sz w:val="22"/>
                <w:szCs w:val="22"/>
                <w:lang w:eastAsia="en-US"/>
              </w:rPr>
              <w:t>кВт</w:t>
            </w:r>
            <w:proofErr w:type="gramStart"/>
            <w:r w:rsidRPr="00187A9B">
              <w:rPr>
                <w:rFonts w:eastAsia="Calibri"/>
                <w:sz w:val="22"/>
                <w:szCs w:val="22"/>
                <w:lang w:eastAsia="en-US"/>
              </w:rPr>
              <w:t>.ч</w:t>
            </w:r>
            <w:proofErr w:type="spellEnd"/>
            <w:proofErr w:type="gramEnd"/>
            <w:r w:rsidRPr="00187A9B">
              <w:rPr>
                <w:rFonts w:eastAsia="Calibri"/>
                <w:sz w:val="22"/>
                <w:szCs w:val="22"/>
                <w:lang w:eastAsia="en-US"/>
              </w:rPr>
              <w:t>/</w:t>
            </w:r>
          </w:p>
          <w:p w:rsidR="00187A9B" w:rsidRPr="00187A9B" w:rsidRDefault="00187A9B" w:rsidP="00187A9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187A9B" w:rsidRPr="00187A9B" w:rsidTr="003B1C2F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Всего сумма, тыс. руб.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183,06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186,29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190,55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195,81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202,56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Cs/>
                <w:sz w:val="22"/>
                <w:szCs w:val="22"/>
                <w:lang w:eastAsia="en-US"/>
              </w:rPr>
              <w:t>Итого</w:t>
            </w:r>
            <w:r w:rsidRPr="00187A9B">
              <w:rPr>
                <w:rFonts w:eastAsia="Calibri"/>
                <w:sz w:val="22"/>
                <w:szCs w:val="22"/>
                <w:lang w:eastAsia="en-US"/>
              </w:rPr>
              <w:t xml:space="preserve"> объем финансовых потребностей за весь период реализации программы</w:t>
            </w:r>
            <w:r w:rsidRPr="00187A9B">
              <w:rPr>
                <w:rFonts w:eastAsia="Calibri"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958,27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b/>
                <w:sz w:val="22"/>
                <w:szCs w:val="22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2018 год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28,00</w:t>
            </w:r>
          </w:p>
        </w:tc>
      </w:tr>
      <w:tr w:rsidR="00187A9B" w:rsidRPr="00187A9B" w:rsidTr="003B1C2F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809,64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187A9B" w:rsidRPr="00187A9B" w:rsidTr="003B1C2F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9B" w:rsidRPr="00187A9B" w:rsidRDefault="00187A9B" w:rsidP="00187A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7A9B">
              <w:rPr>
                <w:rFonts w:eastAsia="Calibri"/>
                <w:sz w:val="22"/>
                <w:szCs w:val="22"/>
                <w:lang w:eastAsia="en-US"/>
              </w:rPr>
              <w:t>809,64</w:t>
            </w:r>
          </w:p>
        </w:tc>
      </w:tr>
    </w:tbl>
    <w:p w:rsidR="00AD00BF" w:rsidRDefault="00D5406A" w:rsidP="00AD00BF">
      <w:pPr>
        <w:tabs>
          <w:tab w:val="left" w:pos="5461"/>
        </w:tabs>
        <w:jc w:val="center"/>
      </w:pPr>
      <w:r>
        <w:t xml:space="preserve">                                                                                                                     ».</w:t>
      </w:r>
    </w:p>
    <w:p w:rsidR="00D5406A" w:rsidRDefault="00D5406A" w:rsidP="00AD00BF">
      <w:pPr>
        <w:tabs>
          <w:tab w:val="left" w:pos="5461"/>
        </w:tabs>
        <w:jc w:val="center"/>
      </w:pPr>
    </w:p>
    <w:p w:rsidR="00D5406A" w:rsidRDefault="00D5406A" w:rsidP="00AD00BF">
      <w:pPr>
        <w:tabs>
          <w:tab w:val="left" w:pos="5461"/>
        </w:tabs>
        <w:jc w:val="center"/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AD00BF" w:rsidTr="00AD00BF">
        <w:trPr>
          <w:gridAfter w:val="1"/>
          <w:wAfter w:w="11" w:type="dxa"/>
          <w:trHeight w:val="1424"/>
        </w:trPr>
        <w:tc>
          <w:tcPr>
            <w:tcW w:w="528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AD00BF" w:rsidRDefault="00AD00BF" w:rsidP="00616DBE"/>
          <w:p w:rsidR="00AD00BF" w:rsidRDefault="00AD00BF" w:rsidP="00616DBE">
            <w:pPr>
              <w:ind w:left="3552"/>
              <w:jc w:val="center"/>
            </w:pPr>
          </w:p>
          <w:p w:rsidR="00AD00BF" w:rsidRDefault="00AD00BF" w:rsidP="00616DBE">
            <w:pPr>
              <w:ind w:left="3552"/>
              <w:jc w:val="center"/>
            </w:pPr>
          </w:p>
          <w:p w:rsidR="00AD00BF" w:rsidRDefault="00AD00BF" w:rsidP="00616DBE"/>
          <w:p w:rsidR="00AD00BF" w:rsidRDefault="00AD00BF" w:rsidP="00616DBE"/>
          <w:p w:rsidR="00AD00BF" w:rsidRDefault="00AD00BF" w:rsidP="00616DBE"/>
          <w:p w:rsidR="00AD00BF" w:rsidRDefault="00AD00BF" w:rsidP="00616DBE"/>
          <w:p w:rsidR="00AD00BF" w:rsidRDefault="00AD00BF" w:rsidP="00616DBE"/>
          <w:p w:rsidR="00AD00BF" w:rsidRDefault="00AD00BF" w:rsidP="00616DBE"/>
          <w:p w:rsidR="00D5406A" w:rsidRDefault="00D5406A" w:rsidP="00616DBE"/>
          <w:p w:rsidR="00187A9B" w:rsidRDefault="00187A9B" w:rsidP="00616DBE"/>
          <w:p w:rsidR="00D5406A" w:rsidRDefault="00D5406A" w:rsidP="00616DBE"/>
          <w:p w:rsidR="00AD00BF" w:rsidRDefault="00AD00BF" w:rsidP="00616DBE">
            <w:pPr>
              <w:ind w:left="3552"/>
              <w:jc w:val="center"/>
            </w:pPr>
            <w:r>
              <w:lastRenderedPageBreak/>
              <w:t>ПРИЛОЖЕНИЕ 4</w:t>
            </w:r>
          </w:p>
          <w:p w:rsidR="00AD00BF" w:rsidRDefault="00AD00B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D00BF" w:rsidRDefault="00AD00BF" w:rsidP="00616DBE">
            <w:pPr>
              <w:ind w:left="3552"/>
              <w:jc w:val="center"/>
            </w:pPr>
            <w:r w:rsidRPr="00CF7297">
              <w:t xml:space="preserve">от </w:t>
            </w:r>
            <w:r w:rsidR="00CF7297" w:rsidRPr="00CF7297">
              <w:t xml:space="preserve">14 ноября </w:t>
            </w:r>
            <w:r w:rsidRPr="00CF7297">
              <w:t>2019 г. №</w:t>
            </w:r>
            <w:r w:rsidRPr="00D74902">
              <w:t xml:space="preserve"> </w:t>
            </w:r>
            <w:r w:rsidR="00925E0A">
              <w:t>50/44</w:t>
            </w:r>
            <w:bookmarkStart w:id="0" w:name="_GoBack"/>
            <w:bookmarkEnd w:id="0"/>
          </w:p>
          <w:p w:rsidR="00AD00BF" w:rsidRPr="001D06AF" w:rsidRDefault="00AD00BF" w:rsidP="00616DBE"/>
        </w:tc>
      </w:tr>
      <w:tr w:rsidR="00AD00BF" w:rsidTr="00616DBE">
        <w:trPr>
          <w:gridAfter w:val="1"/>
          <w:wAfter w:w="11" w:type="dxa"/>
        </w:trPr>
        <w:tc>
          <w:tcPr>
            <w:tcW w:w="528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AD00BF" w:rsidRDefault="00AD00B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AD00BF" w:rsidRDefault="00AD00BF" w:rsidP="00616DBE">
            <w:pPr>
              <w:spacing w:line="276" w:lineRule="auto"/>
              <w:ind w:left="3552"/>
              <w:jc w:val="center"/>
            </w:pPr>
            <w:r>
              <w:t>«ПРИЛОЖЕНИЕ 4</w:t>
            </w:r>
          </w:p>
          <w:p w:rsidR="00AD00BF" w:rsidRDefault="00AD00B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D00BF" w:rsidRPr="00CB1B90" w:rsidRDefault="00AD00BF" w:rsidP="00616DBE">
            <w:pPr>
              <w:ind w:left="3552"/>
              <w:jc w:val="center"/>
              <w:rPr>
                <w:lang w:val="en-US"/>
              </w:rPr>
            </w:pPr>
            <w:r w:rsidRPr="00857C00">
              <w:t xml:space="preserve">от 11 декабря 2018 </w:t>
            </w:r>
            <w:r w:rsidR="00407D06">
              <w:t>г. № 51/</w:t>
            </w:r>
            <w:r w:rsidRPr="00AD00BF">
              <w:t>68</w:t>
            </w:r>
          </w:p>
        </w:tc>
      </w:tr>
      <w:tr w:rsidR="00AD00BF" w:rsidRPr="006161EA" w:rsidTr="00616DB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D00BF" w:rsidRDefault="00AD00BF" w:rsidP="00616D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D00BF" w:rsidRPr="00973FDD" w:rsidRDefault="00AD00BF" w:rsidP="00616DB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 ПО ОКАЗАНИЮ УСЛУГ ВОДООТВЕДЕНИЯ</w:t>
            </w:r>
          </w:p>
          <w:p w:rsidR="00AD00BF" w:rsidRP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(без учета очистки сточных вод) </w:t>
            </w:r>
          </w:p>
          <w:p w:rsidR="00AD00BF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00BF">
              <w:rPr>
                <w:b/>
                <w:sz w:val="24"/>
                <w:szCs w:val="24"/>
              </w:rPr>
              <w:t xml:space="preserve">на территории с. </w:t>
            </w:r>
            <w:proofErr w:type="spellStart"/>
            <w:r w:rsidRPr="00AD00BF">
              <w:rPr>
                <w:b/>
                <w:sz w:val="24"/>
                <w:szCs w:val="24"/>
              </w:rPr>
              <w:t>Маргуша</w:t>
            </w:r>
            <w:proofErr w:type="spellEnd"/>
            <w:r w:rsidRPr="00AD00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00BF">
              <w:rPr>
                <w:b/>
                <w:sz w:val="24"/>
                <w:szCs w:val="24"/>
              </w:rPr>
              <w:t>Дальнеконстантиновского</w:t>
            </w:r>
            <w:proofErr w:type="spellEnd"/>
            <w:r w:rsidRPr="00AD00BF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D00BF">
              <w:rPr>
                <w:b/>
                <w:sz w:val="24"/>
                <w:szCs w:val="24"/>
              </w:rPr>
              <w:t>муниципального</w:t>
            </w:r>
            <w:proofErr w:type="gramEnd"/>
            <w:r w:rsidRPr="00AD00BF">
              <w:rPr>
                <w:b/>
                <w:sz w:val="24"/>
                <w:szCs w:val="24"/>
              </w:rPr>
              <w:t xml:space="preserve"> района Нижегородской области</w:t>
            </w:r>
          </w:p>
          <w:p w:rsidR="00AD00BF" w:rsidRPr="00C15EF7" w:rsidRDefault="00AD00BF" w:rsidP="00AD00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D00BF" w:rsidRDefault="00AD00BF" w:rsidP="00AD00B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B35BEE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D5406A" w:rsidRPr="00D5406A" w:rsidTr="00E5096B">
        <w:trPr>
          <w:gridAfter w:val="1"/>
          <w:wAfter w:w="1878" w:type="dxa"/>
          <w:trHeight w:val="58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8F3071" w:rsidRDefault="00D5406A" w:rsidP="00E5096B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8F3071">
              <w:rPr>
                <w:sz w:val="20"/>
                <w:szCs w:val="24"/>
                <w:lang w:eastAsia="en-US"/>
              </w:rPr>
              <w:t>МАЛОПИЦКОЕ МУНИЦИПАЛЬНОЕ УНИТАРНОЕ МНОГООТРАСЛЕВОЕ ПРОИЗВОДСТВЕННОЕ ПРЕДПРИЯТИЕ ЖИЛИЩНО-КОММУНАЛЬНОГО ХОЗЯЙСТВА (ИНН 5215000761)</w:t>
            </w:r>
          </w:p>
        </w:tc>
      </w:tr>
      <w:tr w:rsidR="00D5406A" w:rsidRPr="00D5406A" w:rsidTr="00E5096B">
        <w:trPr>
          <w:gridAfter w:val="1"/>
          <w:wAfter w:w="1878" w:type="dxa"/>
          <w:trHeight w:val="5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06A" w:rsidRPr="008F3071" w:rsidRDefault="00D5406A" w:rsidP="00E5096B">
            <w:pPr>
              <w:tabs>
                <w:tab w:val="left" w:pos="1897"/>
              </w:tabs>
              <w:rPr>
                <w:sz w:val="20"/>
                <w:szCs w:val="24"/>
                <w:lang w:eastAsia="en-US"/>
              </w:rPr>
            </w:pPr>
            <w:r w:rsidRPr="008F3071">
              <w:rPr>
                <w:sz w:val="20"/>
                <w:szCs w:val="24"/>
                <w:lang w:eastAsia="en-US"/>
              </w:rPr>
              <w:t xml:space="preserve">606324, Нижегородская область, </w:t>
            </w:r>
            <w:proofErr w:type="spellStart"/>
            <w:r w:rsidRPr="008F3071">
              <w:rPr>
                <w:sz w:val="20"/>
                <w:szCs w:val="24"/>
                <w:lang w:eastAsia="en-US"/>
              </w:rPr>
              <w:t>Дальнеконстантиновский</w:t>
            </w:r>
            <w:proofErr w:type="spellEnd"/>
            <w:r w:rsidRPr="008F3071">
              <w:rPr>
                <w:sz w:val="20"/>
                <w:szCs w:val="24"/>
                <w:lang w:eastAsia="en-US"/>
              </w:rPr>
              <w:t xml:space="preserve"> муниципальный район, </w:t>
            </w:r>
            <w:proofErr w:type="gramStart"/>
            <w:r w:rsidRPr="008F3071">
              <w:rPr>
                <w:sz w:val="20"/>
                <w:szCs w:val="24"/>
                <w:lang w:eastAsia="en-US"/>
              </w:rPr>
              <w:t>с</w:t>
            </w:r>
            <w:proofErr w:type="gramEnd"/>
            <w:r w:rsidRPr="008F3071">
              <w:rPr>
                <w:sz w:val="20"/>
                <w:szCs w:val="24"/>
                <w:lang w:eastAsia="en-US"/>
              </w:rPr>
              <w:t xml:space="preserve">. </w:t>
            </w:r>
            <w:proofErr w:type="gramStart"/>
            <w:r w:rsidRPr="008F3071">
              <w:rPr>
                <w:sz w:val="20"/>
                <w:szCs w:val="24"/>
                <w:lang w:eastAsia="en-US"/>
              </w:rPr>
              <w:t>Малая</w:t>
            </w:r>
            <w:proofErr w:type="gramEnd"/>
            <w:r w:rsidRPr="008F3071">
              <w:rPr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8F3071">
              <w:rPr>
                <w:sz w:val="20"/>
                <w:szCs w:val="24"/>
                <w:lang w:eastAsia="en-US"/>
              </w:rPr>
              <w:t>Пица</w:t>
            </w:r>
            <w:proofErr w:type="spellEnd"/>
            <w:r w:rsidRPr="008F3071">
              <w:rPr>
                <w:sz w:val="20"/>
                <w:szCs w:val="24"/>
                <w:lang w:eastAsia="en-US"/>
              </w:rPr>
              <w:t>, ул. 40 лет Победы, д. 9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D5406A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2. Объем транспортируемых сточных вод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D5406A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D5406A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4,20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4,20</w:t>
            </w:r>
          </w:p>
        </w:tc>
      </w:tr>
      <w:tr w:rsidR="00D5406A" w:rsidRPr="00D5406A" w:rsidTr="00E5096B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5406A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4,20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4,20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4,20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5406A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6A" w:rsidRPr="00D5406A" w:rsidRDefault="00D5406A" w:rsidP="00D5406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5406A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5406A">
              <w:rPr>
                <w:rFonts w:eastAsia="Calibri"/>
                <w:i/>
                <w:iCs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5406A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iCs/>
                <w:sz w:val="20"/>
                <w:lang w:eastAsia="en-US"/>
              </w:rPr>
            </w:pPr>
            <w:r w:rsidRPr="00D5406A">
              <w:rPr>
                <w:rFonts w:eastAsia="Calibri"/>
                <w:iCs/>
                <w:sz w:val="20"/>
                <w:lang w:eastAsia="en-US"/>
              </w:rPr>
              <w:t xml:space="preserve">Пропущено через очистные сооружения, </w:t>
            </w:r>
            <w:r w:rsidRPr="00D5406A">
              <w:rPr>
                <w:rFonts w:eastAsia="Calibri"/>
                <w:sz w:val="20"/>
                <w:lang w:eastAsia="en-US"/>
              </w:rPr>
              <w:t>тыс. м</w:t>
            </w:r>
            <w:r w:rsidRPr="00D5406A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vertAlign w:val="superscript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D5406A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 xml:space="preserve">сумма, 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D5406A" w:rsidRPr="00D5406A" w:rsidTr="00E5096B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63,17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63,17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0,64</w:t>
            </w:r>
          </w:p>
        </w:tc>
      </w:tr>
      <w:tr w:rsidR="00D5406A" w:rsidRPr="00D5406A" w:rsidTr="00E5096B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63,81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63,81   </w:t>
            </w:r>
          </w:p>
        </w:tc>
        <w:tc>
          <w:tcPr>
            <w:tcW w:w="1878" w:type="dxa"/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64,44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64,44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0,65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65,09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65,09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66,15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66,15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>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0,67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66,82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66,82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68,11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68,11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0,69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68,80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68,80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70,13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70,13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0,71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0,71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70,84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70,84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335,36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335,36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на период с 01.01.2022 по 31.12.2022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D5406A" w:rsidRPr="00D5406A" w:rsidTr="00E5096B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5406A" w:rsidRPr="00D5406A" w:rsidTr="00E5096B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5406A" w:rsidRPr="00D5406A" w:rsidTr="00E5096B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5406A" w:rsidRPr="00D5406A" w:rsidTr="00E5096B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>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ед./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D5406A" w:rsidRPr="00D5406A" w:rsidTr="00E5096B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D5406A">
              <w:rPr>
                <w:rFonts w:eastAsia="Calibri"/>
                <w:sz w:val="20"/>
                <w:lang w:eastAsia="en-US"/>
              </w:rPr>
              <w:t>кВт</w:t>
            </w:r>
            <w:proofErr w:type="gramStart"/>
            <w:r w:rsidRPr="00D5406A">
              <w:rPr>
                <w:rFonts w:eastAsia="Calibri"/>
                <w:sz w:val="20"/>
                <w:lang w:eastAsia="en-US"/>
              </w:rPr>
              <w:t>.ч</w:t>
            </w:r>
            <w:proofErr w:type="spellEnd"/>
            <w:proofErr w:type="gramEnd"/>
            <w:r w:rsidRPr="00D5406A">
              <w:rPr>
                <w:rFonts w:eastAsia="Calibri"/>
                <w:sz w:val="20"/>
                <w:lang w:eastAsia="en-US"/>
              </w:rPr>
              <w:t>/</w:t>
            </w:r>
          </w:p>
          <w:p w:rsidR="00D5406A" w:rsidRPr="00D5406A" w:rsidRDefault="00D5406A" w:rsidP="00D540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3,2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3,2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D5406A" w:rsidRPr="00D5406A" w:rsidTr="00E5096B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63,55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64,74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66,02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68,60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70,45   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D5406A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период реализации программы</w:t>
            </w:r>
            <w:r w:rsidRPr="00D5406A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333,36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5406A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4,78</w:t>
            </w:r>
          </w:p>
        </w:tc>
      </w:tr>
      <w:tr w:rsidR="00D5406A" w:rsidRPr="00D5406A" w:rsidTr="00E5096B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деятельности, </w:t>
            </w:r>
            <w:r w:rsidRPr="00D5406A">
              <w:rPr>
                <w:rFonts w:eastAsia="Calibri"/>
                <w:sz w:val="20"/>
                <w:lang w:eastAsia="en-US"/>
              </w:rPr>
              <w:lastRenderedPageBreak/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138,27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lastRenderedPageBreak/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5406A" w:rsidRPr="00D5406A" w:rsidTr="00E5096B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A" w:rsidRPr="00D5406A" w:rsidRDefault="00D5406A" w:rsidP="00D540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5406A">
              <w:rPr>
                <w:rFonts w:eastAsia="Calibri"/>
                <w:sz w:val="20"/>
                <w:lang w:eastAsia="en-US"/>
              </w:rPr>
              <w:t>138,27</w:t>
            </w:r>
          </w:p>
        </w:tc>
      </w:tr>
    </w:tbl>
    <w:p w:rsidR="00935058" w:rsidRPr="00EE3F36" w:rsidRDefault="00935058" w:rsidP="00857C00">
      <w:pPr>
        <w:tabs>
          <w:tab w:val="left" w:pos="1897"/>
        </w:tabs>
        <w:rPr>
          <w:sz w:val="20"/>
          <w:szCs w:val="24"/>
          <w:lang w:eastAsia="en-US"/>
        </w:rPr>
      </w:pPr>
    </w:p>
    <w:sectPr w:rsidR="00935058" w:rsidRPr="00EE3F36" w:rsidSect="00CF7297">
      <w:type w:val="continuous"/>
      <w:pgSz w:w="11906" w:h="16838" w:code="9"/>
      <w:pgMar w:top="1134" w:right="709" w:bottom="709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5E0A">
      <w:rPr>
        <w:rStyle w:val="a9"/>
        <w:noProof/>
      </w:rPr>
      <w:t>26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9B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4D4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4832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D06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B5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08BA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4B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69F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6CF8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295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14FF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57C00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5E0A"/>
    <w:rsid w:val="009261BB"/>
    <w:rsid w:val="009266BD"/>
    <w:rsid w:val="00926A20"/>
    <w:rsid w:val="00927565"/>
    <w:rsid w:val="00934C0C"/>
    <w:rsid w:val="00935058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2A90"/>
    <w:rsid w:val="00AC3604"/>
    <w:rsid w:val="00AC3870"/>
    <w:rsid w:val="00AC3ADB"/>
    <w:rsid w:val="00AC501E"/>
    <w:rsid w:val="00AC5AA7"/>
    <w:rsid w:val="00AC69C6"/>
    <w:rsid w:val="00AC7A37"/>
    <w:rsid w:val="00AD00BF"/>
    <w:rsid w:val="00AD02D8"/>
    <w:rsid w:val="00AD0494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5BEE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3A1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0B84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6E31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297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AE3"/>
    <w:rsid w:val="00D43CD2"/>
    <w:rsid w:val="00D461FB"/>
    <w:rsid w:val="00D46609"/>
    <w:rsid w:val="00D51EF6"/>
    <w:rsid w:val="00D533E1"/>
    <w:rsid w:val="00D534DD"/>
    <w:rsid w:val="00D5390E"/>
    <w:rsid w:val="00D5406A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667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571C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3F36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D54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D54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</TotalTime>
  <Pages>26</Pages>
  <Words>6647</Words>
  <Characters>43091</Characters>
  <Application>Microsoft Office Word</Application>
  <DocSecurity>0</DocSecurity>
  <Lines>359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</cp:revision>
  <cp:lastPrinted>2019-11-07T08:26:00Z</cp:lastPrinted>
  <dcterms:created xsi:type="dcterms:W3CDTF">2019-07-16T07:51:00Z</dcterms:created>
  <dcterms:modified xsi:type="dcterms:W3CDTF">2019-11-14T08:16:00Z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