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873EB3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1C5493" w:rsidP="00E20A3C">
            <w:pPr>
              <w:tabs>
                <w:tab w:val="center" w:pos="2160"/>
              </w:tabs>
              <w:ind w:left="-108"/>
              <w:jc w:val="center"/>
            </w:pPr>
            <w:r>
              <w:t>50/4</w:t>
            </w:r>
            <w:r w:rsidR="00457390">
              <w:t>8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666D19" w:rsidRDefault="00666D19" w:rsidP="000A7B00">
            <w:pPr>
              <w:jc w:val="center"/>
              <w:rPr>
                <w:bCs/>
                <w:szCs w:val="28"/>
              </w:rPr>
            </w:pPr>
            <w:r w:rsidRPr="00666D19">
              <w:rPr>
                <w:bCs/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</w:p>
          <w:p w:rsidR="0085764D" w:rsidRPr="0056238E" w:rsidRDefault="00666D19" w:rsidP="000A7B00">
            <w:pPr>
              <w:jc w:val="center"/>
              <w:rPr>
                <w:bCs/>
                <w:szCs w:val="28"/>
              </w:rPr>
            </w:pPr>
            <w:r w:rsidRPr="00666D19">
              <w:rPr>
                <w:bCs/>
                <w:szCs w:val="28"/>
              </w:rPr>
              <w:t xml:space="preserve">от 13 декабря 2018 г. № 52/89 «Об установлении МУНИЦИПАЛЬНОМУ УНИТАРНОМУ ПРЕДПРИЯТИЮ «ЛУКОЯНОВСКИЙ ВОДОКАНАЛ» (ИНН 5221006970), г. </w:t>
            </w:r>
            <w:proofErr w:type="spellStart"/>
            <w:r w:rsidRPr="00666D19">
              <w:rPr>
                <w:bCs/>
                <w:szCs w:val="28"/>
              </w:rPr>
              <w:t>Лукоянов</w:t>
            </w:r>
            <w:proofErr w:type="spellEnd"/>
            <w:r w:rsidRPr="00666D19">
              <w:rPr>
                <w:bCs/>
                <w:szCs w:val="28"/>
              </w:rPr>
              <w:t xml:space="preserve"> Нижегородской области, тарифов в сфере холодного водоснабжения и водоотведения </w:t>
            </w:r>
            <w:r w:rsidR="00873EB3">
              <w:rPr>
                <w:bCs/>
                <w:szCs w:val="28"/>
              </w:rPr>
              <w:br/>
            </w:r>
            <w:r w:rsidRPr="00666D19">
              <w:rPr>
                <w:bCs/>
                <w:szCs w:val="28"/>
              </w:rPr>
              <w:t xml:space="preserve">для потребителей г. </w:t>
            </w:r>
            <w:proofErr w:type="spellStart"/>
            <w:r w:rsidRPr="00666D19">
              <w:rPr>
                <w:bCs/>
                <w:szCs w:val="28"/>
              </w:rPr>
              <w:t>Лукоянов</w:t>
            </w:r>
            <w:proofErr w:type="spellEnd"/>
            <w:r w:rsidRPr="00666D19">
              <w:rPr>
                <w:bCs/>
                <w:szCs w:val="28"/>
              </w:rPr>
              <w:t xml:space="preserve"> 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Default="00261BEB" w:rsidP="00873EB3">
      <w:pPr>
        <w:pStyle w:val="ac"/>
        <w:jc w:val="center"/>
        <w:rPr>
          <w:sz w:val="32"/>
        </w:rPr>
      </w:pPr>
    </w:p>
    <w:p w:rsidR="00873EB3" w:rsidRDefault="00873EB3" w:rsidP="00873EB3">
      <w:pPr>
        <w:pStyle w:val="ac"/>
        <w:jc w:val="center"/>
      </w:pPr>
    </w:p>
    <w:p w:rsidR="001C5493" w:rsidRPr="000A7B00" w:rsidRDefault="001C5493" w:rsidP="00873EB3">
      <w:pPr>
        <w:pStyle w:val="ac"/>
        <w:jc w:val="center"/>
      </w:pPr>
    </w:p>
    <w:p w:rsidR="00666D19" w:rsidRPr="00666D19" w:rsidRDefault="00666D19" w:rsidP="00666D19">
      <w:pPr>
        <w:pStyle w:val="ac"/>
        <w:spacing w:line="276" w:lineRule="auto"/>
        <w:ind w:firstLine="720"/>
        <w:rPr>
          <w:lang w:eastAsia="en-US"/>
        </w:rPr>
      </w:pPr>
      <w:proofErr w:type="gramStart"/>
      <w:r w:rsidRPr="00666D19"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666D19">
        <w:rPr>
          <w:lang w:eastAsia="en-US"/>
        </w:rPr>
        <w:t>МУНИЦИПАЛЬНЫМ УНИТАРНЫМ ПРЕДПРИЯТИЕМ «ЛУКОЯНОВСКИЙ ВОДОКАНАЛ» (ИНН 5221006970</w:t>
      </w:r>
      <w:r w:rsidRPr="00FC00F2">
        <w:rPr>
          <w:lang w:eastAsia="en-US"/>
        </w:rPr>
        <w:t xml:space="preserve">), г. </w:t>
      </w:r>
      <w:proofErr w:type="spellStart"/>
      <w:r w:rsidRPr="00FC00F2">
        <w:rPr>
          <w:lang w:eastAsia="en-US"/>
        </w:rPr>
        <w:t>Лукоянов</w:t>
      </w:r>
      <w:proofErr w:type="spellEnd"/>
      <w:r w:rsidRPr="00FC00F2">
        <w:rPr>
          <w:lang w:eastAsia="en-US"/>
        </w:rPr>
        <w:t xml:space="preserve"> Нижегородской области</w:t>
      </w:r>
      <w:r w:rsidRPr="00FC00F2">
        <w:t>, экспертного заключения рег</w:t>
      </w:r>
      <w:r w:rsidRPr="00666D19">
        <w:t>. </w:t>
      </w:r>
      <w:r w:rsidRPr="00DF59E2">
        <w:t>№ в-</w:t>
      </w:r>
      <w:r w:rsidR="00FC00F2">
        <w:t>620</w:t>
      </w:r>
      <w:r w:rsidRPr="00666D19">
        <w:t xml:space="preserve"> от</w:t>
      </w:r>
      <w:r w:rsidR="00873EB3">
        <w:t xml:space="preserve"> 7 ноября</w:t>
      </w:r>
      <w:proofErr w:type="gramEnd"/>
      <w:r w:rsidR="00873EB3">
        <w:t xml:space="preserve"> </w:t>
      </w:r>
      <w:r w:rsidRPr="00666D19">
        <w:t>2019 г.:</w:t>
      </w:r>
    </w:p>
    <w:p w:rsidR="00666D19" w:rsidRPr="00666D19" w:rsidRDefault="00666D19" w:rsidP="00666D19">
      <w:pPr>
        <w:spacing w:line="276" w:lineRule="auto"/>
        <w:ind w:firstLine="720"/>
        <w:jc w:val="both"/>
        <w:rPr>
          <w:bCs/>
          <w:szCs w:val="28"/>
        </w:rPr>
      </w:pPr>
      <w:r w:rsidRPr="00666D19">
        <w:rPr>
          <w:b/>
          <w:bCs/>
          <w:szCs w:val="28"/>
        </w:rPr>
        <w:t>1.</w:t>
      </w:r>
      <w:r w:rsidRPr="00666D19">
        <w:rPr>
          <w:bCs/>
          <w:szCs w:val="28"/>
        </w:rPr>
        <w:t xml:space="preserve"> Внести в решение региональной службы п</w:t>
      </w:r>
      <w:r>
        <w:rPr>
          <w:bCs/>
          <w:szCs w:val="28"/>
        </w:rPr>
        <w:t xml:space="preserve">о тарифам Нижегородской области </w:t>
      </w:r>
      <w:r w:rsidRPr="00666D19">
        <w:rPr>
          <w:bCs/>
          <w:szCs w:val="28"/>
        </w:rPr>
        <w:t>от 13 декабря 2018 г. № 52/89 «Об установлении МУНИЦИПАЛЬНОМУ УНИТАРНОМУ ПРЕДПРИЯТИЮ «ЛУКОЯНОВСКИЙ ВОДОКАНАЛ»</w:t>
      </w:r>
      <w:r>
        <w:rPr>
          <w:bCs/>
          <w:szCs w:val="28"/>
        </w:rPr>
        <w:t xml:space="preserve">                 </w:t>
      </w:r>
      <w:r w:rsidRPr="00666D19">
        <w:rPr>
          <w:bCs/>
          <w:szCs w:val="28"/>
        </w:rPr>
        <w:t xml:space="preserve"> (ИНН 5221006970), г. </w:t>
      </w:r>
      <w:proofErr w:type="spellStart"/>
      <w:r w:rsidRPr="00666D19">
        <w:rPr>
          <w:bCs/>
          <w:szCs w:val="28"/>
        </w:rPr>
        <w:t>Лукоянов</w:t>
      </w:r>
      <w:proofErr w:type="spellEnd"/>
      <w:r w:rsidRPr="00666D19">
        <w:rPr>
          <w:bCs/>
          <w:szCs w:val="28"/>
        </w:rPr>
        <w:t xml:space="preserve"> Нижегородской области, тарифов в сфере холодного водоснабжения и водоотведения для потребителей</w:t>
      </w:r>
      <w:r>
        <w:rPr>
          <w:bCs/>
          <w:szCs w:val="28"/>
        </w:rPr>
        <w:t xml:space="preserve"> </w:t>
      </w:r>
      <w:r w:rsidRPr="00666D19">
        <w:rPr>
          <w:bCs/>
          <w:szCs w:val="28"/>
        </w:rPr>
        <w:t xml:space="preserve">г. </w:t>
      </w:r>
      <w:proofErr w:type="spellStart"/>
      <w:r w:rsidRPr="00666D19">
        <w:rPr>
          <w:bCs/>
          <w:szCs w:val="28"/>
        </w:rPr>
        <w:t>Лукоянов</w:t>
      </w:r>
      <w:proofErr w:type="spellEnd"/>
      <w:r w:rsidRPr="00666D19">
        <w:rPr>
          <w:bCs/>
          <w:szCs w:val="28"/>
        </w:rPr>
        <w:t xml:space="preserve"> Нижегородской области» </w:t>
      </w:r>
      <w:r w:rsidRPr="00666D19">
        <w:rPr>
          <w:szCs w:val="28"/>
        </w:rPr>
        <w:t>следующие изменения:</w:t>
      </w:r>
    </w:p>
    <w:p w:rsidR="00666D19" w:rsidRPr="00666D19" w:rsidRDefault="00666D19" w:rsidP="00666D19">
      <w:pPr>
        <w:tabs>
          <w:tab w:val="left" w:pos="1134"/>
        </w:tabs>
        <w:spacing w:line="276" w:lineRule="auto"/>
        <w:jc w:val="both"/>
        <w:rPr>
          <w:bCs/>
          <w:szCs w:val="28"/>
        </w:rPr>
      </w:pPr>
      <w:r w:rsidRPr="00666D19">
        <w:rPr>
          <w:b/>
          <w:bCs/>
          <w:i/>
          <w:szCs w:val="28"/>
        </w:rPr>
        <w:t>1.1.</w:t>
      </w:r>
      <w:r w:rsidRPr="00666D19">
        <w:rPr>
          <w:bCs/>
          <w:szCs w:val="28"/>
        </w:rPr>
        <w:t xml:space="preserve"> Таблицу пункта 3 решения изложить в следующей редакции:</w:t>
      </w:r>
    </w:p>
    <w:p w:rsidR="00666D19" w:rsidRPr="00666D19" w:rsidRDefault="00666D19" w:rsidP="00666D19">
      <w:pPr>
        <w:tabs>
          <w:tab w:val="left" w:pos="1134"/>
        </w:tabs>
        <w:spacing w:line="276" w:lineRule="auto"/>
        <w:jc w:val="both"/>
        <w:rPr>
          <w:bCs/>
          <w:szCs w:val="28"/>
        </w:rPr>
      </w:pPr>
      <w:r w:rsidRPr="00666D19">
        <w:rPr>
          <w:bCs/>
          <w:szCs w:val="28"/>
        </w:rPr>
        <w:t>«</w:t>
      </w:r>
    </w:p>
    <w:tbl>
      <w:tblPr>
        <w:tblW w:w="4980" w:type="pct"/>
        <w:jc w:val="center"/>
        <w:tblInd w:w="-1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3365"/>
        <w:gridCol w:w="1013"/>
        <w:gridCol w:w="1013"/>
        <w:gridCol w:w="1013"/>
        <w:gridCol w:w="966"/>
        <w:gridCol w:w="1061"/>
        <w:gridCol w:w="996"/>
      </w:tblGrid>
      <w:tr w:rsidR="00666D19" w:rsidRPr="00647AAC" w:rsidTr="00025A19">
        <w:trPr>
          <w:trHeight w:val="281"/>
          <w:jc w:val="center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19" w:rsidRPr="00647AAC" w:rsidRDefault="00666D19" w:rsidP="00873EB3">
            <w:pPr>
              <w:jc w:val="center"/>
              <w:rPr>
                <w:b/>
                <w:sz w:val="18"/>
                <w:szCs w:val="18"/>
              </w:rPr>
            </w:pPr>
            <w:r w:rsidRPr="00647AAC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647AAC">
              <w:rPr>
                <w:b/>
                <w:sz w:val="18"/>
                <w:szCs w:val="18"/>
              </w:rPr>
              <w:t>п</w:t>
            </w:r>
            <w:proofErr w:type="gramEnd"/>
            <w:r w:rsidRPr="00647AAC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19" w:rsidRPr="00647AAC" w:rsidRDefault="00666D19" w:rsidP="00873EB3">
            <w:pPr>
              <w:jc w:val="center"/>
              <w:rPr>
                <w:b/>
                <w:sz w:val="18"/>
                <w:szCs w:val="18"/>
              </w:rPr>
            </w:pPr>
            <w:r w:rsidRPr="00647AAC">
              <w:rPr>
                <w:b/>
                <w:sz w:val="18"/>
                <w:szCs w:val="18"/>
              </w:rPr>
              <w:t>Тарифы в сфере холодного водоснабжения и водоотведения</w:t>
            </w:r>
          </w:p>
        </w:tc>
        <w:tc>
          <w:tcPr>
            <w:tcW w:w="30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19" w:rsidRPr="00647AAC" w:rsidRDefault="00666D19" w:rsidP="00873EB3">
            <w:pPr>
              <w:jc w:val="center"/>
              <w:rPr>
                <w:b/>
                <w:sz w:val="18"/>
                <w:szCs w:val="18"/>
              </w:rPr>
            </w:pPr>
            <w:r w:rsidRPr="00647AAC">
              <w:rPr>
                <w:b/>
                <w:sz w:val="18"/>
                <w:szCs w:val="18"/>
              </w:rPr>
              <w:t>Периоды регулирования</w:t>
            </w:r>
          </w:p>
        </w:tc>
      </w:tr>
      <w:tr w:rsidR="00666D19" w:rsidRPr="00647AAC" w:rsidTr="00025A19">
        <w:trPr>
          <w:cantSplit/>
          <w:trHeight w:val="1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D19" w:rsidRPr="00647AAC" w:rsidRDefault="00666D19" w:rsidP="00873EB3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D19" w:rsidRPr="00647AAC" w:rsidRDefault="00666D19" w:rsidP="00873EB3">
            <w:pPr>
              <w:rPr>
                <w:b/>
                <w:sz w:val="18"/>
                <w:szCs w:val="18"/>
              </w:rPr>
            </w:pP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19" w:rsidRPr="00647AAC" w:rsidRDefault="00666D19" w:rsidP="00873EB3">
            <w:pPr>
              <w:jc w:val="center"/>
              <w:rPr>
                <w:b/>
                <w:sz w:val="18"/>
                <w:szCs w:val="18"/>
              </w:rPr>
            </w:pPr>
            <w:r w:rsidRPr="00647AAC">
              <w:rPr>
                <w:b/>
                <w:sz w:val="18"/>
                <w:szCs w:val="18"/>
              </w:rPr>
              <w:t>2019 год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19" w:rsidRPr="00647AAC" w:rsidRDefault="00666D19" w:rsidP="00873EB3">
            <w:pPr>
              <w:jc w:val="center"/>
              <w:rPr>
                <w:b/>
                <w:sz w:val="18"/>
                <w:szCs w:val="18"/>
              </w:rPr>
            </w:pPr>
            <w:r w:rsidRPr="00647AAC">
              <w:rPr>
                <w:b/>
                <w:sz w:val="18"/>
                <w:szCs w:val="18"/>
              </w:rPr>
              <w:t>2020 год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19" w:rsidRPr="00647AAC" w:rsidRDefault="00666D19" w:rsidP="00873EB3">
            <w:pPr>
              <w:jc w:val="center"/>
              <w:rPr>
                <w:b/>
                <w:sz w:val="18"/>
                <w:szCs w:val="18"/>
              </w:rPr>
            </w:pPr>
            <w:r w:rsidRPr="00647AAC">
              <w:rPr>
                <w:b/>
                <w:sz w:val="18"/>
                <w:szCs w:val="18"/>
              </w:rPr>
              <w:t>2021 год</w:t>
            </w:r>
          </w:p>
        </w:tc>
      </w:tr>
      <w:tr w:rsidR="00666D19" w:rsidRPr="00647AAC" w:rsidTr="00025A19">
        <w:trPr>
          <w:cantSplit/>
          <w:trHeight w:val="3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D19" w:rsidRPr="00647AAC" w:rsidRDefault="00666D19" w:rsidP="00873EB3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D19" w:rsidRPr="00647AAC" w:rsidRDefault="00666D19" w:rsidP="00873EB3">
            <w:pPr>
              <w:rPr>
                <w:b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19" w:rsidRPr="00647AAC" w:rsidRDefault="00666D19" w:rsidP="00873EB3">
            <w:pPr>
              <w:jc w:val="center"/>
              <w:rPr>
                <w:b/>
                <w:sz w:val="18"/>
                <w:szCs w:val="18"/>
              </w:rPr>
            </w:pPr>
            <w:r w:rsidRPr="00647AAC">
              <w:rPr>
                <w:b/>
                <w:sz w:val="18"/>
                <w:szCs w:val="18"/>
              </w:rPr>
              <w:t>С 1 января по 30 июня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19" w:rsidRPr="00647AAC" w:rsidRDefault="00666D19" w:rsidP="00873EB3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647AAC">
              <w:rPr>
                <w:b/>
                <w:sz w:val="18"/>
                <w:szCs w:val="18"/>
              </w:rPr>
              <w:t>С 1 июля по 31 декабря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19" w:rsidRPr="00647AAC" w:rsidRDefault="00666D19" w:rsidP="00873EB3">
            <w:pPr>
              <w:jc w:val="center"/>
              <w:rPr>
                <w:b/>
                <w:sz w:val="18"/>
                <w:szCs w:val="18"/>
              </w:rPr>
            </w:pPr>
            <w:r w:rsidRPr="00647AAC">
              <w:rPr>
                <w:b/>
                <w:sz w:val="18"/>
                <w:szCs w:val="18"/>
              </w:rPr>
              <w:t>С 1 января по 30 июня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19" w:rsidRPr="00647AAC" w:rsidRDefault="00666D19" w:rsidP="00873EB3">
            <w:pPr>
              <w:jc w:val="center"/>
              <w:rPr>
                <w:b/>
                <w:sz w:val="18"/>
                <w:szCs w:val="18"/>
              </w:rPr>
            </w:pPr>
            <w:r w:rsidRPr="00647AAC">
              <w:rPr>
                <w:b/>
                <w:sz w:val="18"/>
                <w:szCs w:val="18"/>
              </w:rPr>
              <w:t>С 1 июля по 31 декабря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19" w:rsidRPr="00647AAC" w:rsidRDefault="00666D19" w:rsidP="00873EB3">
            <w:pPr>
              <w:jc w:val="center"/>
              <w:rPr>
                <w:b/>
                <w:sz w:val="18"/>
                <w:szCs w:val="18"/>
              </w:rPr>
            </w:pPr>
            <w:r w:rsidRPr="00647AAC">
              <w:rPr>
                <w:b/>
                <w:sz w:val="18"/>
                <w:szCs w:val="18"/>
              </w:rPr>
              <w:t>С 1 января по 30 июня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19" w:rsidRPr="00647AAC" w:rsidRDefault="00666D19" w:rsidP="00873EB3">
            <w:pPr>
              <w:jc w:val="center"/>
              <w:rPr>
                <w:b/>
                <w:sz w:val="18"/>
                <w:szCs w:val="18"/>
              </w:rPr>
            </w:pPr>
            <w:r w:rsidRPr="00647AAC">
              <w:rPr>
                <w:b/>
                <w:sz w:val="18"/>
                <w:szCs w:val="18"/>
              </w:rPr>
              <w:t>С 1 июля по 31 декабря</w:t>
            </w:r>
          </w:p>
        </w:tc>
      </w:tr>
      <w:tr w:rsidR="0047748B" w:rsidRPr="00647AAC" w:rsidTr="0047748B">
        <w:trPr>
          <w:trHeight w:val="133"/>
          <w:jc w:val="center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647AAC" w:rsidRDefault="0047748B" w:rsidP="00873EB3">
            <w:pPr>
              <w:jc w:val="center"/>
              <w:rPr>
                <w:b/>
                <w:bCs/>
                <w:sz w:val="20"/>
              </w:rPr>
            </w:pPr>
            <w:r w:rsidRPr="00647AAC">
              <w:rPr>
                <w:b/>
                <w:bCs/>
                <w:sz w:val="20"/>
              </w:rPr>
              <w:t>1.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647AAC" w:rsidRDefault="0047748B" w:rsidP="00873EB3">
            <w:pPr>
              <w:rPr>
                <w:noProof/>
                <w:sz w:val="21"/>
                <w:szCs w:val="21"/>
              </w:rPr>
            </w:pPr>
            <w:r w:rsidRPr="00647AAC">
              <w:rPr>
                <w:sz w:val="21"/>
                <w:szCs w:val="21"/>
              </w:rPr>
              <w:t>Питьевая вода, руб./м</w:t>
            </w:r>
            <w:r w:rsidRPr="00647AAC">
              <w:rPr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pStyle w:val="ac"/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25,58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pStyle w:val="ac"/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26,09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pStyle w:val="ac"/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26,09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48B" w:rsidRPr="0047748B" w:rsidRDefault="0047748B" w:rsidP="0047748B">
            <w:pPr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26,97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48B" w:rsidRPr="0047748B" w:rsidRDefault="0047748B" w:rsidP="0047748B">
            <w:pPr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26,97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48B" w:rsidRPr="0047748B" w:rsidRDefault="0047748B" w:rsidP="0047748B">
            <w:pPr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27,74</w:t>
            </w:r>
          </w:p>
        </w:tc>
      </w:tr>
      <w:tr w:rsidR="0047748B" w:rsidRPr="00647AAC" w:rsidTr="0047748B">
        <w:trPr>
          <w:trHeight w:val="133"/>
          <w:jc w:val="center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647AAC" w:rsidRDefault="0047748B" w:rsidP="00873EB3">
            <w:pPr>
              <w:jc w:val="center"/>
              <w:rPr>
                <w:b/>
                <w:bCs/>
                <w:sz w:val="20"/>
              </w:rPr>
            </w:pPr>
            <w:r w:rsidRPr="00647AAC">
              <w:rPr>
                <w:b/>
                <w:bCs/>
                <w:sz w:val="20"/>
              </w:rPr>
              <w:t>2.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748B" w:rsidRPr="00647AAC" w:rsidRDefault="0047748B" w:rsidP="00873EB3">
            <w:pPr>
              <w:rPr>
                <w:noProof/>
                <w:sz w:val="21"/>
                <w:szCs w:val="21"/>
              </w:rPr>
            </w:pPr>
            <w:r w:rsidRPr="00647AAC">
              <w:rPr>
                <w:sz w:val="21"/>
                <w:szCs w:val="21"/>
              </w:rPr>
              <w:t>Питьевая вода, руб./м</w:t>
            </w:r>
            <w:r w:rsidRPr="00647AAC">
              <w:rPr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pStyle w:val="ac"/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25,58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pStyle w:val="ac"/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26,09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pStyle w:val="ac"/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26,09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48B" w:rsidRPr="0047748B" w:rsidRDefault="0047748B" w:rsidP="0047748B">
            <w:pPr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26,97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48B" w:rsidRPr="0047748B" w:rsidRDefault="0047748B" w:rsidP="0047748B">
            <w:pPr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26,97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48B" w:rsidRPr="0047748B" w:rsidRDefault="0047748B" w:rsidP="0047748B">
            <w:pPr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27,74</w:t>
            </w:r>
          </w:p>
        </w:tc>
      </w:tr>
      <w:tr w:rsidR="00666D19" w:rsidRPr="00647AAC" w:rsidTr="0047748B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D19" w:rsidRPr="00647AAC" w:rsidRDefault="00666D19" w:rsidP="00873EB3">
            <w:pPr>
              <w:rPr>
                <w:b/>
                <w:bCs/>
                <w:sz w:val="20"/>
              </w:rPr>
            </w:pPr>
          </w:p>
        </w:tc>
        <w:tc>
          <w:tcPr>
            <w:tcW w:w="1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19" w:rsidRPr="00647AAC" w:rsidRDefault="00666D19" w:rsidP="00873EB3">
            <w:pPr>
              <w:rPr>
                <w:noProof/>
                <w:sz w:val="21"/>
                <w:szCs w:val="21"/>
              </w:rPr>
            </w:pPr>
            <w:r w:rsidRPr="00647AAC">
              <w:rPr>
                <w:noProof/>
                <w:sz w:val="21"/>
                <w:szCs w:val="21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6D19" w:rsidRPr="0047748B" w:rsidRDefault="00666D19" w:rsidP="0047748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6D19" w:rsidRPr="0047748B" w:rsidRDefault="00666D19" w:rsidP="0047748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6D19" w:rsidRPr="0047748B" w:rsidRDefault="00666D19" w:rsidP="0047748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D19" w:rsidRPr="0047748B" w:rsidRDefault="00666D19" w:rsidP="0047748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D19" w:rsidRPr="0047748B" w:rsidRDefault="00666D19" w:rsidP="0047748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D19" w:rsidRPr="0047748B" w:rsidRDefault="00666D19" w:rsidP="0047748B">
            <w:pPr>
              <w:jc w:val="center"/>
              <w:rPr>
                <w:sz w:val="21"/>
                <w:szCs w:val="21"/>
              </w:rPr>
            </w:pPr>
          </w:p>
        </w:tc>
      </w:tr>
      <w:tr w:rsidR="0047748B" w:rsidRPr="00647AAC" w:rsidTr="0047748B">
        <w:trPr>
          <w:trHeight w:val="132"/>
          <w:jc w:val="center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647AAC" w:rsidRDefault="0047748B" w:rsidP="00873EB3">
            <w:pPr>
              <w:jc w:val="center"/>
              <w:rPr>
                <w:b/>
                <w:bCs/>
                <w:sz w:val="20"/>
              </w:rPr>
            </w:pPr>
            <w:r w:rsidRPr="00647AAC">
              <w:rPr>
                <w:b/>
                <w:bCs/>
                <w:sz w:val="20"/>
              </w:rPr>
              <w:t>3.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647AAC" w:rsidRDefault="0047748B" w:rsidP="00873EB3">
            <w:pPr>
              <w:rPr>
                <w:noProof/>
                <w:sz w:val="21"/>
                <w:szCs w:val="21"/>
              </w:rPr>
            </w:pPr>
            <w:r w:rsidRPr="00647AAC">
              <w:rPr>
                <w:sz w:val="21"/>
                <w:szCs w:val="21"/>
              </w:rPr>
              <w:t>Водоотведение, руб./м</w:t>
            </w:r>
            <w:r w:rsidRPr="00647AAC">
              <w:rPr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pStyle w:val="ac"/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25,14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pStyle w:val="ac"/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25,64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pStyle w:val="ac"/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25,64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48B" w:rsidRPr="0047748B" w:rsidRDefault="0047748B" w:rsidP="0047748B">
            <w:pPr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26,25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48B" w:rsidRPr="0047748B" w:rsidRDefault="0047748B" w:rsidP="0047748B">
            <w:pPr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26,25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48B" w:rsidRPr="0047748B" w:rsidRDefault="0047748B" w:rsidP="0047748B">
            <w:pPr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26,59</w:t>
            </w:r>
          </w:p>
        </w:tc>
      </w:tr>
      <w:tr w:rsidR="0047748B" w:rsidRPr="00647AAC" w:rsidTr="0047748B">
        <w:trPr>
          <w:trHeight w:val="132"/>
          <w:jc w:val="center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647AAC" w:rsidRDefault="0047748B" w:rsidP="00873EB3">
            <w:pPr>
              <w:jc w:val="center"/>
              <w:rPr>
                <w:b/>
                <w:bCs/>
                <w:sz w:val="20"/>
              </w:rPr>
            </w:pPr>
            <w:r w:rsidRPr="00647AAC">
              <w:rPr>
                <w:b/>
                <w:bCs/>
                <w:sz w:val="20"/>
              </w:rPr>
              <w:t>4.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748B" w:rsidRPr="00647AAC" w:rsidRDefault="0047748B" w:rsidP="00873EB3">
            <w:pPr>
              <w:rPr>
                <w:noProof/>
                <w:sz w:val="21"/>
                <w:szCs w:val="21"/>
              </w:rPr>
            </w:pPr>
            <w:r w:rsidRPr="00647AAC">
              <w:rPr>
                <w:sz w:val="21"/>
                <w:szCs w:val="21"/>
              </w:rPr>
              <w:t>Водоотведение, руб./м</w:t>
            </w:r>
            <w:r w:rsidRPr="00647AAC">
              <w:rPr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pStyle w:val="ac"/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25,14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pStyle w:val="ac"/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25,64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pStyle w:val="ac"/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25,64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48B" w:rsidRPr="0047748B" w:rsidRDefault="0047748B" w:rsidP="0047748B">
            <w:pPr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26,25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48B" w:rsidRPr="0047748B" w:rsidRDefault="0047748B" w:rsidP="0047748B">
            <w:pPr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26,25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48B" w:rsidRPr="0047748B" w:rsidRDefault="0047748B" w:rsidP="0047748B">
            <w:pPr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26,59</w:t>
            </w:r>
          </w:p>
        </w:tc>
      </w:tr>
      <w:tr w:rsidR="00666D19" w:rsidRPr="00647AAC" w:rsidTr="0047748B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D19" w:rsidRPr="00647AAC" w:rsidRDefault="00666D19" w:rsidP="00873EB3">
            <w:pPr>
              <w:rPr>
                <w:b/>
                <w:bCs/>
                <w:sz w:val="20"/>
              </w:rPr>
            </w:pPr>
          </w:p>
        </w:tc>
        <w:tc>
          <w:tcPr>
            <w:tcW w:w="1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19" w:rsidRPr="00647AAC" w:rsidRDefault="00666D19" w:rsidP="00873EB3">
            <w:pPr>
              <w:rPr>
                <w:noProof/>
                <w:sz w:val="21"/>
                <w:szCs w:val="21"/>
              </w:rPr>
            </w:pPr>
            <w:r w:rsidRPr="00647AAC">
              <w:rPr>
                <w:noProof/>
                <w:sz w:val="21"/>
                <w:szCs w:val="21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6D19" w:rsidRPr="0047748B" w:rsidRDefault="00666D19" w:rsidP="0047748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6D19" w:rsidRPr="0047748B" w:rsidRDefault="00666D19" w:rsidP="0047748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6D19" w:rsidRPr="0047748B" w:rsidRDefault="00666D19" w:rsidP="0047748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D19" w:rsidRPr="0047748B" w:rsidRDefault="00666D19" w:rsidP="0047748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D19" w:rsidRPr="0047748B" w:rsidRDefault="00666D19" w:rsidP="0047748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D19" w:rsidRPr="0047748B" w:rsidRDefault="00666D19" w:rsidP="0047748B">
            <w:pPr>
              <w:jc w:val="center"/>
              <w:rPr>
                <w:sz w:val="21"/>
                <w:szCs w:val="21"/>
              </w:rPr>
            </w:pPr>
          </w:p>
        </w:tc>
      </w:tr>
      <w:tr w:rsidR="0047748B" w:rsidRPr="00647AAC" w:rsidTr="0047748B">
        <w:trPr>
          <w:trHeight w:val="132"/>
          <w:jc w:val="center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647AAC" w:rsidRDefault="0047748B" w:rsidP="00873EB3">
            <w:pPr>
              <w:jc w:val="center"/>
              <w:rPr>
                <w:b/>
                <w:bCs/>
                <w:sz w:val="20"/>
              </w:rPr>
            </w:pPr>
            <w:r w:rsidRPr="00647AAC">
              <w:rPr>
                <w:b/>
                <w:bCs/>
                <w:sz w:val="20"/>
              </w:rPr>
              <w:t>5.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647AAC" w:rsidRDefault="0047748B" w:rsidP="00873EB3">
            <w:pPr>
              <w:rPr>
                <w:sz w:val="21"/>
                <w:szCs w:val="21"/>
              </w:rPr>
            </w:pPr>
            <w:r w:rsidRPr="00647AAC">
              <w:rPr>
                <w:sz w:val="21"/>
                <w:szCs w:val="21"/>
              </w:rPr>
              <w:t>Водоотведение</w:t>
            </w:r>
            <w:r w:rsidRPr="00647AAC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r w:rsidRPr="00647AAC">
              <w:rPr>
                <w:sz w:val="21"/>
                <w:szCs w:val="21"/>
              </w:rPr>
              <w:t>(очистка сточных вод), руб./м</w:t>
            </w:r>
            <w:r w:rsidRPr="00647AAC">
              <w:rPr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pStyle w:val="ac"/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20,63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pStyle w:val="ac"/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21,04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pStyle w:val="ac"/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21,04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48B" w:rsidRPr="0047748B" w:rsidRDefault="0047748B" w:rsidP="0047748B">
            <w:pPr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21,54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48B" w:rsidRPr="0047748B" w:rsidRDefault="0047748B" w:rsidP="0047748B">
            <w:pPr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21,54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48B" w:rsidRPr="0047748B" w:rsidRDefault="0047748B" w:rsidP="0047748B">
            <w:pPr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22,15</w:t>
            </w:r>
          </w:p>
        </w:tc>
      </w:tr>
      <w:tr w:rsidR="0047748B" w:rsidRPr="00647AAC" w:rsidTr="0047748B">
        <w:trPr>
          <w:trHeight w:val="132"/>
          <w:jc w:val="center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647AAC" w:rsidRDefault="0047748B" w:rsidP="00873EB3">
            <w:pPr>
              <w:jc w:val="center"/>
              <w:rPr>
                <w:b/>
                <w:bCs/>
                <w:sz w:val="20"/>
              </w:rPr>
            </w:pPr>
            <w:r w:rsidRPr="00647AAC">
              <w:rPr>
                <w:b/>
                <w:bCs/>
                <w:sz w:val="20"/>
              </w:rPr>
              <w:t>6.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647AAC" w:rsidRDefault="0047748B" w:rsidP="00873EB3">
            <w:pPr>
              <w:rPr>
                <w:sz w:val="21"/>
                <w:szCs w:val="21"/>
              </w:rPr>
            </w:pPr>
            <w:r w:rsidRPr="00647AAC">
              <w:rPr>
                <w:sz w:val="21"/>
                <w:szCs w:val="21"/>
              </w:rPr>
              <w:t>Водоотведение</w:t>
            </w:r>
            <w:r w:rsidRPr="00647AAC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r w:rsidRPr="00647AAC">
              <w:rPr>
                <w:sz w:val="21"/>
                <w:szCs w:val="21"/>
              </w:rPr>
              <w:t>(очистка сточных вод), руб./м</w:t>
            </w:r>
            <w:r w:rsidRPr="00647AAC">
              <w:rPr>
                <w:sz w:val="21"/>
                <w:szCs w:val="21"/>
                <w:vertAlign w:val="superscript"/>
              </w:rPr>
              <w:t>3</w:t>
            </w:r>
          </w:p>
          <w:p w:rsidR="0047748B" w:rsidRPr="00647AAC" w:rsidRDefault="0047748B" w:rsidP="00873EB3">
            <w:pPr>
              <w:rPr>
                <w:noProof/>
                <w:sz w:val="21"/>
                <w:szCs w:val="21"/>
              </w:rPr>
            </w:pPr>
            <w:r w:rsidRPr="00647AAC">
              <w:rPr>
                <w:noProof/>
                <w:sz w:val="21"/>
                <w:szCs w:val="21"/>
              </w:rPr>
              <w:t>Население (с учетом НДС)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pStyle w:val="ac"/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20,63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pStyle w:val="ac"/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21,04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pStyle w:val="ac"/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21,04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48B" w:rsidRPr="0047748B" w:rsidRDefault="0047748B" w:rsidP="0047748B">
            <w:pPr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21,54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48B" w:rsidRPr="0047748B" w:rsidRDefault="0047748B" w:rsidP="0047748B">
            <w:pPr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21,54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48B" w:rsidRPr="0047748B" w:rsidRDefault="0047748B" w:rsidP="0047748B">
            <w:pPr>
              <w:jc w:val="center"/>
              <w:rPr>
                <w:sz w:val="21"/>
                <w:szCs w:val="21"/>
              </w:rPr>
            </w:pPr>
            <w:r w:rsidRPr="0047748B">
              <w:rPr>
                <w:sz w:val="21"/>
                <w:szCs w:val="21"/>
              </w:rPr>
              <w:t>22,15</w:t>
            </w:r>
          </w:p>
        </w:tc>
      </w:tr>
    </w:tbl>
    <w:p w:rsidR="00666D19" w:rsidRPr="00666D19" w:rsidRDefault="00666D19" w:rsidP="00666D19">
      <w:pPr>
        <w:spacing w:line="276" w:lineRule="auto"/>
        <w:jc w:val="right"/>
        <w:rPr>
          <w:szCs w:val="28"/>
        </w:rPr>
      </w:pPr>
      <w:r w:rsidRPr="00666D19">
        <w:rPr>
          <w:szCs w:val="28"/>
        </w:rPr>
        <w:t>».</w:t>
      </w:r>
    </w:p>
    <w:p w:rsidR="00666D19" w:rsidRPr="00666D19" w:rsidRDefault="00666D19" w:rsidP="00666D19">
      <w:pPr>
        <w:spacing w:line="276" w:lineRule="auto"/>
        <w:jc w:val="both"/>
        <w:rPr>
          <w:szCs w:val="28"/>
        </w:rPr>
      </w:pPr>
      <w:r w:rsidRPr="00666D19">
        <w:rPr>
          <w:b/>
          <w:i/>
          <w:szCs w:val="28"/>
        </w:rPr>
        <w:t>1.2.</w:t>
      </w:r>
      <w:r w:rsidRPr="00666D19">
        <w:rPr>
          <w:szCs w:val="28"/>
        </w:rPr>
        <w:t xml:space="preserve"> Приложения 1</w:t>
      </w:r>
      <w:r w:rsidR="00873EB3">
        <w:rPr>
          <w:szCs w:val="28"/>
        </w:rPr>
        <w:t xml:space="preserve"> </w:t>
      </w:r>
      <w:r w:rsidRPr="00666D19">
        <w:rPr>
          <w:szCs w:val="28"/>
        </w:rPr>
        <w:t xml:space="preserve">- 3 к решению изложить в новой редакции </w:t>
      </w:r>
      <w:r w:rsidRPr="00666D19">
        <w:rPr>
          <w:noProof/>
          <w:szCs w:val="28"/>
        </w:rPr>
        <w:t>согласно Приложениям 1</w:t>
      </w:r>
      <w:r w:rsidR="00873EB3">
        <w:rPr>
          <w:noProof/>
          <w:szCs w:val="28"/>
        </w:rPr>
        <w:t xml:space="preserve"> </w:t>
      </w:r>
      <w:r w:rsidRPr="00666D19">
        <w:rPr>
          <w:noProof/>
          <w:szCs w:val="28"/>
        </w:rPr>
        <w:t xml:space="preserve">- 3 </w:t>
      </w:r>
      <w:r w:rsidRPr="00666D19">
        <w:rPr>
          <w:szCs w:val="28"/>
        </w:rPr>
        <w:t>к настоящему решению.</w:t>
      </w:r>
    </w:p>
    <w:p w:rsidR="00666D19" w:rsidRPr="00666D19" w:rsidRDefault="00666D19" w:rsidP="00666D19">
      <w:pPr>
        <w:spacing w:line="276" w:lineRule="auto"/>
        <w:ind w:firstLine="720"/>
        <w:jc w:val="both"/>
        <w:rPr>
          <w:szCs w:val="28"/>
        </w:rPr>
      </w:pPr>
      <w:r w:rsidRPr="00666D19">
        <w:rPr>
          <w:b/>
          <w:szCs w:val="28"/>
        </w:rPr>
        <w:t>2.</w:t>
      </w:r>
      <w:r w:rsidRPr="00666D19">
        <w:rPr>
          <w:szCs w:val="28"/>
        </w:rPr>
        <w:t xml:space="preserve"> Настоящее решение вступает в силу с 1 января 2020 г.</w:t>
      </w:r>
    </w:p>
    <w:p w:rsidR="000A7B00" w:rsidRDefault="000A7B00" w:rsidP="00873EB3">
      <w:pPr>
        <w:ind w:firstLine="720"/>
        <w:jc w:val="both"/>
        <w:rPr>
          <w:szCs w:val="28"/>
        </w:rPr>
      </w:pPr>
    </w:p>
    <w:p w:rsidR="00666D19" w:rsidRDefault="00666D19" w:rsidP="00873EB3">
      <w:pPr>
        <w:ind w:firstLine="720"/>
        <w:jc w:val="both"/>
        <w:rPr>
          <w:szCs w:val="28"/>
        </w:rPr>
      </w:pPr>
    </w:p>
    <w:p w:rsidR="00666D19" w:rsidRPr="000A7B00" w:rsidRDefault="00666D19" w:rsidP="00873EB3">
      <w:pPr>
        <w:ind w:firstLine="720"/>
        <w:jc w:val="both"/>
        <w:rPr>
          <w:szCs w:val="28"/>
        </w:rPr>
      </w:pPr>
    </w:p>
    <w:p w:rsidR="000A7B00" w:rsidRDefault="003F7CA5" w:rsidP="000A7B00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607695">
        <w:rPr>
          <w:szCs w:val="28"/>
        </w:rPr>
        <w:t xml:space="preserve">                                                              Ю.Л. Алешина</w:t>
      </w:r>
      <w:r w:rsidR="000A7B00">
        <w:rPr>
          <w:szCs w:val="28"/>
        </w:rPr>
        <w:tab/>
      </w:r>
      <w:r w:rsidR="000A7B00">
        <w:rPr>
          <w:szCs w:val="28"/>
        </w:rPr>
        <w:tab/>
      </w:r>
      <w:r w:rsidR="000A7B00">
        <w:rPr>
          <w:szCs w:val="28"/>
        </w:rPr>
        <w:tab/>
      </w:r>
      <w:r w:rsidR="000A7B00">
        <w:rPr>
          <w:szCs w:val="28"/>
        </w:rPr>
        <w:tab/>
      </w:r>
      <w:r w:rsidR="000A7B00">
        <w:rPr>
          <w:szCs w:val="28"/>
        </w:rPr>
        <w:tab/>
        <w:t xml:space="preserve">             </w:t>
      </w: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p w:rsidR="00666D19" w:rsidRDefault="00666D19" w:rsidP="000A7B00">
      <w:pPr>
        <w:tabs>
          <w:tab w:val="left" w:pos="1897"/>
        </w:tabs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51" w:type="dxa"/>
        <w:tblLook w:val="04A0" w:firstRow="1" w:lastRow="0" w:firstColumn="1" w:lastColumn="0" w:noHBand="0" w:noVBand="1"/>
      </w:tblPr>
      <w:tblGrid>
        <w:gridCol w:w="528"/>
        <w:gridCol w:w="456"/>
        <w:gridCol w:w="9167"/>
      </w:tblGrid>
      <w:tr w:rsidR="005C06DC" w:rsidTr="000658D5"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  <w:r w:rsidR="000658D5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873EB3">
              <w:t xml:space="preserve">от </w:t>
            </w:r>
            <w:r w:rsidR="00873EB3" w:rsidRPr="00873EB3">
              <w:t xml:space="preserve">14 ноября </w:t>
            </w:r>
            <w:r w:rsidR="00F1607E" w:rsidRPr="00873EB3">
              <w:t xml:space="preserve">2019 </w:t>
            </w:r>
            <w:r w:rsidR="00CC03DF" w:rsidRPr="00873EB3">
              <w:t>г.</w:t>
            </w:r>
            <w:r w:rsidRPr="00873EB3">
              <w:t xml:space="preserve"> №</w:t>
            </w:r>
            <w:r w:rsidR="006B0802" w:rsidRPr="00D74902">
              <w:t xml:space="preserve"> </w:t>
            </w:r>
            <w:r w:rsidR="00457390">
              <w:t>50/48</w:t>
            </w:r>
          </w:p>
          <w:p w:rsidR="0056238E" w:rsidRDefault="0056238E" w:rsidP="0056238E">
            <w:pPr>
              <w:ind w:left="3552"/>
              <w:jc w:val="center"/>
            </w:pPr>
          </w:p>
          <w:p w:rsidR="0056238E" w:rsidRDefault="00607695" w:rsidP="0056238E">
            <w:pPr>
              <w:ind w:left="3552"/>
              <w:jc w:val="center"/>
            </w:pPr>
            <w:r>
              <w:t xml:space="preserve">«ПРИЛОЖЕНИЕ </w:t>
            </w:r>
            <w:r w:rsidR="000658D5">
              <w:t>1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1D06AF" w:rsidRDefault="00666D19" w:rsidP="00607695">
            <w:pPr>
              <w:ind w:left="3552"/>
              <w:jc w:val="center"/>
            </w:pPr>
            <w:r w:rsidRPr="00666D19">
              <w:rPr>
                <w:bCs/>
              </w:rPr>
              <w:t>от 13 декабря 2018 г. № 52/89</w:t>
            </w:r>
          </w:p>
        </w:tc>
      </w:tr>
    </w:tbl>
    <w:p w:rsidR="000658D5" w:rsidRDefault="000658D5" w:rsidP="000658D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0658D5" w:rsidRDefault="000658D5" w:rsidP="000658D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0658D5" w:rsidRPr="005C06DC" w:rsidRDefault="000658D5" w:rsidP="000658D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C06DC">
        <w:rPr>
          <w:b/>
          <w:bCs/>
          <w:sz w:val="24"/>
          <w:szCs w:val="24"/>
        </w:rPr>
        <w:t>ПРОИЗВОДСТВЕННАЯ ПРОГРАММА</w:t>
      </w:r>
    </w:p>
    <w:p w:rsidR="000658D5" w:rsidRDefault="000658D5" w:rsidP="000658D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C06DC">
        <w:rPr>
          <w:b/>
          <w:bCs/>
          <w:sz w:val="24"/>
          <w:szCs w:val="24"/>
        </w:rPr>
        <w:t xml:space="preserve">ПО ОКАЗАНИЮ УСЛУГ ХОЛОДНОГО ВОДОСНАБЖЕНИЯ </w:t>
      </w:r>
    </w:p>
    <w:p w:rsidR="000A7B00" w:rsidRDefault="000A7B00" w:rsidP="000658D5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0658D5" w:rsidRDefault="000658D5" w:rsidP="000658D5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Период</w:t>
      </w:r>
      <w:r w:rsidRPr="005C06DC">
        <w:rPr>
          <w:sz w:val="24"/>
          <w:szCs w:val="24"/>
        </w:rPr>
        <w:t xml:space="preserve"> реализации пр</w:t>
      </w:r>
      <w:r w:rsidR="00FF20DE">
        <w:rPr>
          <w:sz w:val="24"/>
          <w:szCs w:val="24"/>
        </w:rPr>
        <w:t>оизводственной программы с 01.01</w:t>
      </w:r>
      <w:r w:rsidRPr="005C06DC">
        <w:rPr>
          <w:sz w:val="24"/>
          <w:szCs w:val="24"/>
        </w:rPr>
        <w:t>.201</w:t>
      </w:r>
      <w:r w:rsidR="00FF20DE">
        <w:rPr>
          <w:sz w:val="24"/>
          <w:szCs w:val="24"/>
        </w:rPr>
        <w:t>9</w:t>
      </w:r>
      <w:r w:rsidRPr="005C06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г. </w:t>
      </w:r>
      <w:r w:rsidRPr="005C06DC">
        <w:rPr>
          <w:sz w:val="24"/>
          <w:szCs w:val="24"/>
        </w:rPr>
        <w:t>по 31.12.202</w:t>
      </w:r>
      <w:r w:rsidR="00666D19">
        <w:rPr>
          <w:sz w:val="24"/>
          <w:szCs w:val="24"/>
        </w:rPr>
        <w:t>1</w:t>
      </w:r>
      <w:r>
        <w:rPr>
          <w:sz w:val="24"/>
          <w:szCs w:val="24"/>
        </w:rPr>
        <w:t xml:space="preserve"> г.</w:t>
      </w:r>
    </w:p>
    <w:tbl>
      <w:tblPr>
        <w:tblW w:w="9827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350"/>
        <w:gridCol w:w="27"/>
        <w:gridCol w:w="197"/>
        <w:gridCol w:w="745"/>
        <w:gridCol w:w="789"/>
        <w:gridCol w:w="49"/>
        <w:gridCol w:w="203"/>
        <w:gridCol w:w="214"/>
        <w:gridCol w:w="84"/>
        <w:gridCol w:w="1191"/>
        <w:gridCol w:w="10"/>
        <w:gridCol w:w="576"/>
        <w:gridCol w:w="9"/>
        <w:gridCol w:w="297"/>
        <w:gridCol w:w="541"/>
        <w:gridCol w:w="55"/>
        <w:gridCol w:w="1490"/>
      </w:tblGrid>
      <w:tr w:rsidR="0047748B" w:rsidRPr="0047748B" w:rsidTr="0047748B">
        <w:trPr>
          <w:trHeight w:val="145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7748B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47748B" w:rsidRPr="0047748B" w:rsidTr="0047748B">
        <w:trPr>
          <w:trHeight w:val="545"/>
        </w:trPr>
        <w:tc>
          <w:tcPr>
            <w:tcW w:w="3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7748B">
              <w:rPr>
                <w:sz w:val="20"/>
              </w:rPr>
              <w:t xml:space="preserve">Наименование </w:t>
            </w:r>
            <w:proofErr w:type="gramStart"/>
            <w:r w:rsidRPr="0047748B">
              <w:rPr>
                <w:sz w:val="20"/>
              </w:rPr>
              <w:t>регулируемой</w:t>
            </w:r>
            <w:proofErr w:type="gramEnd"/>
            <w:r w:rsidRPr="0047748B">
              <w:rPr>
                <w:sz w:val="20"/>
              </w:rPr>
              <w:t xml:space="preserve">  </w:t>
            </w: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организации (ИНН)</w:t>
            </w:r>
          </w:p>
        </w:tc>
        <w:tc>
          <w:tcPr>
            <w:tcW w:w="647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7748B">
              <w:rPr>
                <w:sz w:val="20"/>
              </w:rPr>
              <w:t>МУНИЦИПАЛЬНОЕ УНИТАРНОЕ ПРЕДПРИЯТИЕ «ЛУКОЯНОВСКИЙ ВОДОКАНАЛ» (ИНН 5221006970)</w:t>
            </w:r>
          </w:p>
        </w:tc>
      </w:tr>
      <w:tr w:rsidR="0047748B" w:rsidRPr="0047748B" w:rsidTr="0047748B">
        <w:trPr>
          <w:trHeight w:val="362"/>
        </w:trPr>
        <w:tc>
          <w:tcPr>
            <w:tcW w:w="3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7748B">
              <w:rPr>
                <w:sz w:val="20"/>
              </w:rPr>
              <w:t xml:space="preserve">Местонахождение            </w:t>
            </w: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47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666D19">
              <w:rPr>
                <w:color w:val="000000"/>
                <w:sz w:val="20"/>
                <w:shd w:val="clear" w:color="auto" w:fill="FFFFFF"/>
              </w:rPr>
              <w:t xml:space="preserve">607800, Нижегородская область, г. </w:t>
            </w:r>
            <w:proofErr w:type="spellStart"/>
            <w:r w:rsidRPr="00666D19">
              <w:rPr>
                <w:color w:val="000000"/>
                <w:sz w:val="20"/>
                <w:shd w:val="clear" w:color="auto" w:fill="FFFFFF"/>
              </w:rPr>
              <w:t>Лукоянов</w:t>
            </w:r>
            <w:proofErr w:type="spellEnd"/>
            <w:r w:rsidRPr="00666D19">
              <w:rPr>
                <w:color w:val="000000"/>
                <w:sz w:val="20"/>
                <w:shd w:val="clear" w:color="auto" w:fill="FFFFFF"/>
              </w:rPr>
              <w:t xml:space="preserve">, ул. Пушкина, д. 65 </w:t>
            </w:r>
            <w:r>
              <w:rPr>
                <w:color w:val="000000"/>
                <w:sz w:val="20"/>
                <w:shd w:val="clear" w:color="auto" w:fill="FFFFFF"/>
              </w:rPr>
              <w:t>«А»</w:t>
            </w:r>
          </w:p>
        </w:tc>
      </w:tr>
      <w:tr w:rsidR="0047748B" w:rsidRPr="0047748B" w:rsidTr="0047748B">
        <w:trPr>
          <w:trHeight w:val="461"/>
        </w:trPr>
        <w:tc>
          <w:tcPr>
            <w:tcW w:w="3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7748B">
              <w:rPr>
                <w:sz w:val="20"/>
              </w:rPr>
              <w:t xml:space="preserve">Наименование               </w:t>
            </w: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47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47748B" w:rsidRPr="0047748B" w:rsidTr="0047748B">
        <w:trPr>
          <w:trHeight w:val="362"/>
        </w:trPr>
        <w:tc>
          <w:tcPr>
            <w:tcW w:w="3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7748B">
              <w:rPr>
                <w:sz w:val="20"/>
              </w:rPr>
              <w:t xml:space="preserve">Местонахождение            </w:t>
            </w: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47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603082, г. Нижний Новгород, Кремль, корпус 1 </w:t>
            </w:r>
          </w:p>
        </w:tc>
      </w:tr>
      <w:tr w:rsidR="0047748B" w:rsidRPr="0047748B" w:rsidTr="0047748B">
        <w:trPr>
          <w:trHeight w:val="145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7748B">
              <w:rPr>
                <w:b/>
                <w:sz w:val="20"/>
              </w:rPr>
              <w:t>2. Объем подачи воды</w:t>
            </w:r>
          </w:p>
        </w:tc>
      </w:tr>
      <w:tr w:rsidR="0047748B" w:rsidRPr="0047748B" w:rsidTr="0047748B">
        <w:trPr>
          <w:trHeight w:val="278"/>
        </w:trPr>
        <w:tc>
          <w:tcPr>
            <w:tcW w:w="35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2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01.01.2019 по 31.12.2019 год</w:t>
            </w:r>
          </w:p>
        </w:tc>
        <w:tc>
          <w:tcPr>
            <w:tcW w:w="2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01.01.2020 по 31.12.2020 год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01.01.2021 по 31.12.2021 год</w:t>
            </w:r>
          </w:p>
        </w:tc>
      </w:tr>
      <w:tr w:rsidR="0047748B" w:rsidRPr="0047748B" w:rsidTr="0047748B">
        <w:trPr>
          <w:trHeight w:val="298"/>
        </w:trPr>
        <w:tc>
          <w:tcPr>
            <w:tcW w:w="35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47748B">
              <w:rPr>
                <w:sz w:val="20"/>
              </w:rPr>
              <w:t>Подано воды всего, тыс</w:t>
            </w:r>
            <w:proofErr w:type="gramStart"/>
            <w:r w:rsidRPr="0047748B">
              <w:rPr>
                <w:sz w:val="20"/>
              </w:rPr>
              <w:t>.м</w:t>
            </w:r>
            <w:proofErr w:type="gramEnd"/>
            <w:r w:rsidRPr="0047748B">
              <w:rPr>
                <w:sz w:val="20"/>
                <w:vertAlign w:val="superscript"/>
              </w:rPr>
              <w:t>3</w:t>
            </w:r>
            <w:r w:rsidRPr="0047748B">
              <w:rPr>
                <w:sz w:val="20"/>
              </w:rPr>
              <w:t xml:space="preserve"> в том числе:</w:t>
            </w:r>
          </w:p>
        </w:tc>
        <w:tc>
          <w:tcPr>
            <w:tcW w:w="2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373,76</w:t>
            </w:r>
          </w:p>
        </w:tc>
        <w:tc>
          <w:tcPr>
            <w:tcW w:w="2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373,76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373,76</w:t>
            </w:r>
          </w:p>
        </w:tc>
      </w:tr>
      <w:tr w:rsidR="0047748B" w:rsidRPr="0047748B" w:rsidTr="0047748B">
        <w:trPr>
          <w:trHeight w:val="298"/>
        </w:trPr>
        <w:tc>
          <w:tcPr>
            <w:tcW w:w="35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47748B">
              <w:rPr>
                <w:i/>
                <w:sz w:val="20"/>
              </w:rPr>
              <w:t>- населению,</w:t>
            </w:r>
          </w:p>
        </w:tc>
        <w:tc>
          <w:tcPr>
            <w:tcW w:w="2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316,10</w:t>
            </w:r>
          </w:p>
        </w:tc>
        <w:tc>
          <w:tcPr>
            <w:tcW w:w="2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316,10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316,10</w:t>
            </w:r>
          </w:p>
        </w:tc>
      </w:tr>
      <w:tr w:rsidR="0047748B" w:rsidRPr="0047748B" w:rsidTr="0047748B">
        <w:trPr>
          <w:trHeight w:val="298"/>
        </w:trPr>
        <w:tc>
          <w:tcPr>
            <w:tcW w:w="35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47748B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2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2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trHeight w:val="298"/>
        </w:trPr>
        <w:tc>
          <w:tcPr>
            <w:tcW w:w="35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47748B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2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57,66</w:t>
            </w:r>
          </w:p>
        </w:tc>
        <w:tc>
          <w:tcPr>
            <w:tcW w:w="2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57,66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57,66</w:t>
            </w:r>
          </w:p>
        </w:tc>
      </w:tr>
      <w:tr w:rsidR="0047748B" w:rsidRPr="0047748B" w:rsidTr="0047748B">
        <w:trPr>
          <w:trHeight w:val="298"/>
        </w:trPr>
        <w:tc>
          <w:tcPr>
            <w:tcW w:w="35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47748B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2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2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trHeight w:val="298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7748B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47748B" w:rsidRPr="0047748B" w:rsidTr="0047748B">
        <w:trPr>
          <w:trHeight w:val="224"/>
        </w:trPr>
        <w:tc>
          <w:tcPr>
            <w:tcW w:w="337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Наименование мероприятий</w:t>
            </w:r>
          </w:p>
        </w:tc>
        <w:tc>
          <w:tcPr>
            <w:tcW w:w="178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График реализации мероприятия</w:t>
            </w:r>
          </w:p>
        </w:tc>
        <w:tc>
          <w:tcPr>
            <w:tcW w:w="312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Всего сумма, тыс. руб.  </w:t>
            </w:r>
          </w:p>
        </w:tc>
      </w:tr>
      <w:tr w:rsidR="0047748B" w:rsidRPr="0047748B" w:rsidTr="0047748B">
        <w:trPr>
          <w:trHeight w:val="257"/>
        </w:trPr>
        <w:tc>
          <w:tcPr>
            <w:tcW w:w="3377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780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Себестоимость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7748B">
              <w:rPr>
                <w:sz w:val="20"/>
              </w:rPr>
              <w:t xml:space="preserve">  Другие   </w:t>
            </w: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 источники </w:t>
            </w:r>
          </w:p>
        </w:tc>
        <w:tc>
          <w:tcPr>
            <w:tcW w:w="154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</w:tr>
      <w:tr w:rsidR="0047748B" w:rsidRPr="0047748B" w:rsidTr="0047748B">
        <w:trPr>
          <w:trHeight w:val="145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На период с 01.01.2019 по 31.12.2019 год  </w:t>
            </w:r>
          </w:p>
        </w:tc>
      </w:tr>
      <w:tr w:rsidR="0047748B" w:rsidRPr="0047748B" w:rsidTr="0047748B">
        <w:trPr>
          <w:trHeight w:val="145"/>
        </w:trPr>
        <w:tc>
          <w:tcPr>
            <w:tcW w:w="3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Производственные расходы</w:t>
            </w:r>
          </w:p>
        </w:tc>
        <w:tc>
          <w:tcPr>
            <w:tcW w:w="17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с 01.01.2019 по 31.12.2019 год  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9523,30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9523,30</w:t>
            </w:r>
          </w:p>
        </w:tc>
      </w:tr>
      <w:tr w:rsidR="0047748B" w:rsidRPr="0047748B" w:rsidTr="0047748B">
        <w:trPr>
          <w:trHeight w:val="145"/>
        </w:trPr>
        <w:tc>
          <w:tcPr>
            <w:tcW w:w="3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с 01.01.2019 по 31.12.2019 год  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trHeight w:val="145"/>
        </w:trPr>
        <w:tc>
          <w:tcPr>
            <w:tcW w:w="3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с 01.01.2019 по 31.12.2019 год  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trHeight w:val="145"/>
        </w:trPr>
        <w:tc>
          <w:tcPr>
            <w:tcW w:w="3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с 01.01.2019 по 31.12.2019 год  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trHeight w:val="145"/>
        </w:trPr>
        <w:tc>
          <w:tcPr>
            <w:tcW w:w="3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с 01.01.2019 по 31.12.2019 год  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trHeight w:val="145"/>
        </w:trPr>
        <w:tc>
          <w:tcPr>
            <w:tcW w:w="3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 01.01.2019 по 31.12.2019 год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180,55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180,55</w:t>
            </w:r>
          </w:p>
        </w:tc>
      </w:tr>
      <w:tr w:rsidR="0047748B" w:rsidRPr="0047748B" w:rsidTr="0047748B">
        <w:trPr>
          <w:trHeight w:val="145"/>
        </w:trPr>
        <w:tc>
          <w:tcPr>
            <w:tcW w:w="51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Итого на период с 01.01.2019 по 31.12.2019 год  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9703,85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9703,85</w:t>
            </w:r>
          </w:p>
        </w:tc>
      </w:tr>
      <w:tr w:rsidR="0047748B" w:rsidRPr="0047748B" w:rsidTr="0047748B">
        <w:trPr>
          <w:trHeight w:val="145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На период с 01.01.2020 по 31.12.2020 год  </w:t>
            </w:r>
          </w:p>
        </w:tc>
      </w:tr>
      <w:tr w:rsidR="0047748B" w:rsidRPr="0047748B" w:rsidTr="0047748B">
        <w:trPr>
          <w:trHeight w:val="145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Производственные расходы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с 01.01.2020 по </w:t>
            </w:r>
            <w:r w:rsidRPr="0047748B">
              <w:rPr>
                <w:sz w:val="20"/>
              </w:rPr>
              <w:lastRenderedPageBreak/>
              <w:t xml:space="preserve">31.12.2020 год  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lastRenderedPageBreak/>
              <w:t>9704,86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9704,86</w:t>
            </w:r>
          </w:p>
        </w:tc>
      </w:tr>
      <w:tr w:rsidR="0047748B" w:rsidRPr="0047748B" w:rsidTr="0047748B">
        <w:trPr>
          <w:trHeight w:val="145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bCs/>
                <w:sz w:val="20"/>
              </w:rPr>
              <w:lastRenderedPageBreak/>
              <w:t>Административные расходы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с 01.01.2020 по 31.12.2020 год  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trHeight w:val="145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с 01.01.2020 по 31.12.2020 год  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trHeight w:val="145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с 01.01.2020 по 31.12.2020 год  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trHeight w:val="145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с 01.01.2020 по 31.12.2020 год  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trHeight w:val="145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с 01.01.2020 по 31.12.2020 год  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spacing w:after="20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195,11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spacing w:after="20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195,11</w:t>
            </w:r>
          </w:p>
        </w:tc>
      </w:tr>
      <w:tr w:rsidR="0047748B" w:rsidRPr="0047748B" w:rsidTr="0047748B">
        <w:trPr>
          <w:trHeight w:val="145"/>
        </w:trPr>
        <w:tc>
          <w:tcPr>
            <w:tcW w:w="5157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Итого на период с 01.01.2020 по 31.12.2020 год  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9899,97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9899,97</w:t>
            </w:r>
          </w:p>
        </w:tc>
      </w:tr>
      <w:tr w:rsidR="0047748B" w:rsidRPr="0047748B" w:rsidTr="0047748B">
        <w:trPr>
          <w:trHeight w:val="179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На период с 01.01.2021 по 31.12.2021 год  </w:t>
            </w:r>
          </w:p>
        </w:tc>
      </w:tr>
      <w:tr w:rsidR="0047748B" w:rsidRPr="0047748B" w:rsidTr="0047748B">
        <w:trPr>
          <w:trHeight w:val="212"/>
        </w:trPr>
        <w:tc>
          <w:tcPr>
            <w:tcW w:w="3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Производственные расходы</w:t>
            </w:r>
          </w:p>
        </w:tc>
        <w:tc>
          <w:tcPr>
            <w:tcW w:w="17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с 01.01.2021 по 31.12.2021 год </w:t>
            </w:r>
          </w:p>
        </w:tc>
        <w:tc>
          <w:tcPr>
            <w:tcW w:w="17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9978,11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9978,11</w:t>
            </w:r>
          </w:p>
        </w:tc>
      </w:tr>
      <w:tr w:rsidR="0047748B" w:rsidRPr="0047748B" w:rsidTr="0047748B">
        <w:trPr>
          <w:trHeight w:val="212"/>
        </w:trPr>
        <w:tc>
          <w:tcPr>
            <w:tcW w:w="3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с 01.01.2021 по 31.12.2021 год </w:t>
            </w:r>
          </w:p>
        </w:tc>
        <w:tc>
          <w:tcPr>
            <w:tcW w:w="17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trHeight w:val="212"/>
        </w:trPr>
        <w:tc>
          <w:tcPr>
            <w:tcW w:w="3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с 01.01.2021 по 31.12.2021 год </w:t>
            </w:r>
          </w:p>
        </w:tc>
        <w:tc>
          <w:tcPr>
            <w:tcW w:w="17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trHeight w:val="212"/>
        </w:trPr>
        <w:tc>
          <w:tcPr>
            <w:tcW w:w="3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с 01.01.2021 по 31.12.2021 год </w:t>
            </w:r>
          </w:p>
        </w:tc>
        <w:tc>
          <w:tcPr>
            <w:tcW w:w="17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trHeight w:val="212"/>
        </w:trPr>
        <w:tc>
          <w:tcPr>
            <w:tcW w:w="3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с 01.01.2021 по 31.12.2021 год </w:t>
            </w:r>
          </w:p>
        </w:tc>
        <w:tc>
          <w:tcPr>
            <w:tcW w:w="17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trHeight w:val="212"/>
        </w:trPr>
        <w:tc>
          <w:tcPr>
            <w:tcW w:w="3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с 01.01.2021 по 31.12.2021 год </w:t>
            </w:r>
          </w:p>
        </w:tc>
        <w:tc>
          <w:tcPr>
            <w:tcW w:w="17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212,57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212,57</w:t>
            </w:r>
          </w:p>
        </w:tc>
      </w:tr>
      <w:tr w:rsidR="0047748B" w:rsidRPr="0047748B" w:rsidTr="0047748B">
        <w:trPr>
          <w:trHeight w:val="212"/>
        </w:trPr>
        <w:tc>
          <w:tcPr>
            <w:tcW w:w="510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Итого на период с 01.01.2021 по 31.12.2021 год  </w:t>
            </w:r>
          </w:p>
        </w:tc>
        <w:tc>
          <w:tcPr>
            <w:tcW w:w="17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10190,68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10190,68</w:t>
            </w:r>
          </w:p>
        </w:tc>
      </w:tr>
      <w:tr w:rsidR="0047748B" w:rsidRPr="0047748B" w:rsidTr="0047748B">
        <w:trPr>
          <w:trHeight w:val="212"/>
        </w:trPr>
        <w:tc>
          <w:tcPr>
            <w:tcW w:w="510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29794,50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29794,50</w:t>
            </w:r>
          </w:p>
        </w:tc>
      </w:tr>
      <w:tr w:rsidR="0047748B" w:rsidRPr="0047748B" w:rsidTr="0047748B">
        <w:trPr>
          <w:trHeight w:val="145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7748B">
              <w:rPr>
                <w:b/>
                <w:sz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47748B" w:rsidRPr="0047748B" w:rsidTr="0047748B">
        <w:trPr>
          <w:trHeight w:val="166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  <w:lang w:eastAsia="en-US"/>
              </w:rPr>
            </w:pPr>
            <w:r w:rsidRPr="0047748B">
              <w:rPr>
                <w:i/>
                <w:sz w:val="20"/>
              </w:rPr>
              <w:t xml:space="preserve">4.1. Перечень мероприятий по ремонту объектов централизованных систем водоснабжения </w:t>
            </w:r>
          </w:p>
        </w:tc>
      </w:tr>
      <w:tr w:rsidR="0047748B" w:rsidRPr="0047748B" w:rsidTr="0047748B">
        <w:trPr>
          <w:trHeight w:val="224"/>
        </w:trPr>
        <w:tc>
          <w:tcPr>
            <w:tcW w:w="337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Наименование мероприятий</w:t>
            </w:r>
          </w:p>
        </w:tc>
        <w:tc>
          <w:tcPr>
            <w:tcW w:w="178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График реализации мероприятия</w:t>
            </w:r>
          </w:p>
        </w:tc>
        <w:tc>
          <w:tcPr>
            <w:tcW w:w="312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Всего сумма, тыс. руб.  </w:t>
            </w:r>
          </w:p>
        </w:tc>
      </w:tr>
      <w:tr w:rsidR="0047748B" w:rsidRPr="0047748B" w:rsidTr="0047748B">
        <w:trPr>
          <w:trHeight w:val="257"/>
        </w:trPr>
        <w:tc>
          <w:tcPr>
            <w:tcW w:w="3377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780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Себестоимость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7748B">
              <w:rPr>
                <w:sz w:val="20"/>
              </w:rPr>
              <w:t xml:space="preserve">  Другие   </w:t>
            </w: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 источники </w:t>
            </w:r>
          </w:p>
        </w:tc>
        <w:tc>
          <w:tcPr>
            <w:tcW w:w="154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</w:tr>
      <w:tr w:rsidR="0047748B" w:rsidRPr="0047748B" w:rsidTr="0047748B">
        <w:trPr>
          <w:trHeight w:val="145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На период с 01.01.2019 по 31.12.2019 год  </w:t>
            </w:r>
          </w:p>
        </w:tc>
      </w:tr>
      <w:tr w:rsidR="0047748B" w:rsidRPr="0047748B" w:rsidTr="0047748B">
        <w:trPr>
          <w:trHeight w:val="145"/>
        </w:trPr>
        <w:tc>
          <w:tcPr>
            <w:tcW w:w="3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7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145"/>
        </w:trPr>
        <w:tc>
          <w:tcPr>
            <w:tcW w:w="51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Итого на период с 01.01.2019 по 31.12.2019 год  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145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На период с 01.01.2020 по 31.12.2020 год  </w:t>
            </w:r>
          </w:p>
        </w:tc>
      </w:tr>
      <w:tr w:rsidR="0047748B" w:rsidRPr="0047748B" w:rsidTr="0047748B">
        <w:trPr>
          <w:trHeight w:val="145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145"/>
        </w:trPr>
        <w:tc>
          <w:tcPr>
            <w:tcW w:w="5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Итого на период с 01.01.2020 по 31.12.2020 год  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179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На период с 01.01.2021 по 31.12.2021 год  </w:t>
            </w:r>
          </w:p>
        </w:tc>
      </w:tr>
      <w:tr w:rsidR="0047748B" w:rsidRPr="0047748B" w:rsidTr="0047748B">
        <w:trPr>
          <w:trHeight w:val="262"/>
        </w:trPr>
        <w:tc>
          <w:tcPr>
            <w:tcW w:w="3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7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7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212"/>
        </w:trPr>
        <w:tc>
          <w:tcPr>
            <w:tcW w:w="510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Итого на период с 01.01.2021 по 31.12.2021 год  </w:t>
            </w:r>
          </w:p>
        </w:tc>
        <w:tc>
          <w:tcPr>
            <w:tcW w:w="17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212"/>
        </w:trPr>
        <w:tc>
          <w:tcPr>
            <w:tcW w:w="510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69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47748B">
              <w:rPr>
                <w:i/>
                <w:sz w:val="20"/>
              </w:rPr>
              <w:t>4.2. Перечень мероприятий, направленных на улучшение качества  питьевой воды</w:t>
            </w:r>
          </w:p>
        </w:tc>
      </w:tr>
      <w:tr w:rsidR="0047748B" w:rsidRPr="0047748B" w:rsidTr="0047748B">
        <w:trPr>
          <w:trHeight w:val="224"/>
        </w:trPr>
        <w:tc>
          <w:tcPr>
            <w:tcW w:w="337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Наименование мероприятий</w:t>
            </w:r>
          </w:p>
        </w:tc>
        <w:tc>
          <w:tcPr>
            <w:tcW w:w="178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График реализации мероприятия</w:t>
            </w:r>
          </w:p>
        </w:tc>
        <w:tc>
          <w:tcPr>
            <w:tcW w:w="312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Всего сумма, тыс. руб.  </w:t>
            </w:r>
          </w:p>
        </w:tc>
      </w:tr>
      <w:tr w:rsidR="0047748B" w:rsidRPr="0047748B" w:rsidTr="0047748B">
        <w:trPr>
          <w:trHeight w:val="257"/>
        </w:trPr>
        <w:tc>
          <w:tcPr>
            <w:tcW w:w="3377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780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Себестоимость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7748B">
              <w:rPr>
                <w:sz w:val="20"/>
              </w:rPr>
              <w:t xml:space="preserve">  Другие   </w:t>
            </w: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 источники </w:t>
            </w:r>
          </w:p>
        </w:tc>
        <w:tc>
          <w:tcPr>
            <w:tcW w:w="154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</w:tr>
      <w:tr w:rsidR="0047748B" w:rsidRPr="0047748B" w:rsidTr="0047748B">
        <w:trPr>
          <w:trHeight w:val="145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На период с 01.01.2019 по 31.12.2019 год  </w:t>
            </w:r>
          </w:p>
        </w:tc>
      </w:tr>
      <w:tr w:rsidR="0047748B" w:rsidRPr="0047748B" w:rsidTr="0047748B">
        <w:trPr>
          <w:trHeight w:val="145"/>
        </w:trPr>
        <w:tc>
          <w:tcPr>
            <w:tcW w:w="3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7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145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На период с 01.01.2020 по 31.12.2020 год  </w:t>
            </w:r>
          </w:p>
        </w:tc>
      </w:tr>
      <w:tr w:rsidR="0047748B" w:rsidRPr="0047748B" w:rsidTr="0047748B">
        <w:trPr>
          <w:trHeight w:val="145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179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На период с 01.01.2021 по 31.12.2021 год  </w:t>
            </w:r>
          </w:p>
        </w:tc>
      </w:tr>
      <w:tr w:rsidR="0047748B" w:rsidRPr="0047748B" w:rsidTr="0047748B">
        <w:trPr>
          <w:trHeight w:val="212"/>
        </w:trPr>
        <w:tc>
          <w:tcPr>
            <w:tcW w:w="3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7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7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212"/>
        </w:trPr>
        <w:tc>
          <w:tcPr>
            <w:tcW w:w="510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362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47748B">
              <w:rPr>
                <w:i/>
                <w:sz w:val="20"/>
              </w:rPr>
              <w:t>4.3. Перечень мероприятий по энергосбережению и повышению энергетической эффективности, в том числе по снижению потерь воды при транспортировке</w:t>
            </w:r>
            <w:r w:rsidRPr="0047748B">
              <w:rPr>
                <w:sz w:val="20"/>
              </w:rPr>
              <w:t xml:space="preserve">   </w:t>
            </w:r>
          </w:p>
        </w:tc>
      </w:tr>
      <w:tr w:rsidR="0047748B" w:rsidRPr="0047748B" w:rsidTr="0047748B">
        <w:trPr>
          <w:trHeight w:val="224"/>
        </w:trPr>
        <w:tc>
          <w:tcPr>
            <w:tcW w:w="337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Наименование мероприятий</w:t>
            </w:r>
          </w:p>
        </w:tc>
        <w:tc>
          <w:tcPr>
            <w:tcW w:w="178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График реализации </w:t>
            </w:r>
            <w:r w:rsidRPr="0047748B">
              <w:rPr>
                <w:sz w:val="20"/>
              </w:rPr>
              <w:lastRenderedPageBreak/>
              <w:t>мероприятия</w:t>
            </w:r>
          </w:p>
        </w:tc>
        <w:tc>
          <w:tcPr>
            <w:tcW w:w="312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lastRenderedPageBreak/>
              <w:t xml:space="preserve">Источники финансирования,  тыс. руб.        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Всего сумма, тыс. руб.  </w:t>
            </w:r>
          </w:p>
        </w:tc>
      </w:tr>
      <w:tr w:rsidR="0047748B" w:rsidRPr="0047748B" w:rsidTr="0047748B">
        <w:trPr>
          <w:trHeight w:val="257"/>
        </w:trPr>
        <w:tc>
          <w:tcPr>
            <w:tcW w:w="3377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780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Себестоимость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7748B">
              <w:rPr>
                <w:sz w:val="20"/>
              </w:rPr>
              <w:t xml:space="preserve">  Другие   </w:t>
            </w: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 источники </w:t>
            </w:r>
          </w:p>
        </w:tc>
        <w:tc>
          <w:tcPr>
            <w:tcW w:w="154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</w:tr>
      <w:tr w:rsidR="0047748B" w:rsidRPr="0047748B" w:rsidTr="0047748B">
        <w:trPr>
          <w:trHeight w:val="145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lastRenderedPageBreak/>
              <w:t xml:space="preserve">На период с 01.01.2019 по 31.12.2019 год  </w:t>
            </w:r>
          </w:p>
        </w:tc>
      </w:tr>
      <w:tr w:rsidR="0047748B" w:rsidRPr="0047748B" w:rsidTr="0047748B">
        <w:trPr>
          <w:trHeight w:val="214"/>
        </w:trPr>
        <w:tc>
          <w:tcPr>
            <w:tcW w:w="3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7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145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На период с 01.01.2020 по 31.12.2020 год  </w:t>
            </w:r>
          </w:p>
        </w:tc>
      </w:tr>
      <w:tr w:rsidR="0047748B" w:rsidRPr="0047748B" w:rsidTr="0047748B">
        <w:trPr>
          <w:trHeight w:val="145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179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На период с 01.01.2021 по 31.12.2021 год  </w:t>
            </w:r>
          </w:p>
        </w:tc>
      </w:tr>
      <w:tr w:rsidR="0047748B" w:rsidRPr="0047748B" w:rsidTr="0047748B">
        <w:trPr>
          <w:trHeight w:val="212"/>
        </w:trPr>
        <w:tc>
          <w:tcPr>
            <w:tcW w:w="3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7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7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212"/>
        </w:trPr>
        <w:tc>
          <w:tcPr>
            <w:tcW w:w="510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145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  <w:lang w:eastAsia="en-US"/>
              </w:rPr>
            </w:pPr>
            <w:r w:rsidRPr="0047748B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47748B" w:rsidRPr="0047748B" w:rsidTr="0047748B">
        <w:trPr>
          <w:trHeight w:val="224"/>
        </w:trPr>
        <w:tc>
          <w:tcPr>
            <w:tcW w:w="337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Наименование мероприятий</w:t>
            </w:r>
          </w:p>
        </w:tc>
        <w:tc>
          <w:tcPr>
            <w:tcW w:w="178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График реализации мероприятия</w:t>
            </w:r>
          </w:p>
        </w:tc>
        <w:tc>
          <w:tcPr>
            <w:tcW w:w="312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Всего сумма, тыс. руб.  </w:t>
            </w:r>
          </w:p>
        </w:tc>
      </w:tr>
      <w:tr w:rsidR="0047748B" w:rsidRPr="0047748B" w:rsidTr="0047748B">
        <w:trPr>
          <w:trHeight w:val="257"/>
        </w:trPr>
        <w:tc>
          <w:tcPr>
            <w:tcW w:w="3377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780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Себестоимость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7748B">
              <w:rPr>
                <w:sz w:val="20"/>
              </w:rPr>
              <w:t xml:space="preserve">  Другие   </w:t>
            </w: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 источники </w:t>
            </w:r>
          </w:p>
        </w:tc>
        <w:tc>
          <w:tcPr>
            <w:tcW w:w="154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</w:tr>
      <w:tr w:rsidR="0047748B" w:rsidRPr="0047748B" w:rsidTr="0047748B">
        <w:trPr>
          <w:trHeight w:val="145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На период с 01.01.2019 по 31.12.2019 год  </w:t>
            </w:r>
          </w:p>
        </w:tc>
      </w:tr>
      <w:tr w:rsidR="0047748B" w:rsidRPr="0047748B" w:rsidTr="0047748B">
        <w:trPr>
          <w:trHeight w:val="145"/>
        </w:trPr>
        <w:tc>
          <w:tcPr>
            <w:tcW w:w="3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7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145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На период с 01.01.2020 по 31.12.2020 год  </w:t>
            </w:r>
          </w:p>
        </w:tc>
      </w:tr>
      <w:tr w:rsidR="0047748B" w:rsidRPr="0047748B" w:rsidTr="0047748B">
        <w:trPr>
          <w:trHeight w:val="145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179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На период с 01.01.2021 по 31.12.2021 год  </w:t>
            </w:r>
          </w:p>
        </w:tc>
      </w:tr>
      <w:tr w:rsidR="0047748B" w:rsidRPr="0047748B" w:rsidTr="0047748B">
        <w:trPr>
          <w:trHeight w:val="212"/>
        </w:trPr>
        <w:tc>
          <w:tcPr>
            <w:tcW w:w="3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7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7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212"/>
        </w:trPr>
        <w:tc>
          <w:tcPr>
            <w:tcW w:w="510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145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7748B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холодного водоснабжения</w:t>
            </w:r>
          </w:p>
        </w:tc>
      </w:tr>
      <w:tr w:rsidR="0047748B" w:rsidRPr="0047748B" w:rsidTr="0047748B">
        <w:trPr>
          <w:trHeight w:val="216"/>
        </w:trPr>
        <w:tc>
          <w:tcPr>
            <w:tcW w:w="431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Наименование показателя</w:t>
            </w:r>
          </w:p>
        </w:tc>
        <w:tc>
          <w:tcPr>
            <w:tcW w:w="10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proofErr w:type="spellStart"/>
            <w:r w:rsidRPr="0047748B">
              <w:rPr>
                <w:sz w:val="20"/>
              </w:rPr>
              <w:t>Ед</w:t>
            </w:r>
            <w:proofErr w:type="gramStart"/>
            <w:r w:rsidRPr="0047748B">
              <w:rPr>
                <w:sz w:val="20"/>
              </w:rPr>
              <w:t>.и</w:t>
            </w:r>
            <w:proofErr w:type="gramEnd"/>
            <w:r w:rsidRPr="0047748B">
              <w:rPr>
                <w:sz w:val="20"/>
              </w:rPr>
              <w:t>зм</w:t>
            </w:r>
            <w:proofErr w:type="spellEnd"/>
            <w:r w:rsidRPr="0047748B">
              <w:rPr>
                <w:sz w:val="20"/>
              </w:rPr>
              <w:t>.</w:t>
            </w:r>
          </w:p>
        </w:tc>
        <w:tc>
          <w:tcPr>
            <w:tcW w:w="14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Период с 01.01.2019 по 31.12.2019 год</w:t>
            </w:r>
          </w:p>
        </w:tc>
        <w:tc>
          <w:tcPr>
            <w:tcW w:w="14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Период с 01.01.2020 по 31.12.2020 год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Период с 01.01.2021 по 31.12.2021 год</w:t>
            </w:r>
          </w:p>
        </w:tc>
      </w:tr>
      <w:tr w:rsidR="0047748B" w:rsidRPr="0047748B" w:rsidTr="0047748B">
        <w:trPr>
          <w:trHeight w:val="213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Показатели качества воды</w:t>
            </w:r>
          </w:p>
        </w:tc>
      </w:tr>
      <w:tr w:rsidR="0047748B" w:rsidRPr="0047748B" w:rsidTr="0047748B">
        <w:trPr>
          <w:trHeight w:val="1407"/>
        </w:trPr>
        <w:tc>
          <w:tcPr>
            <w:tcW w:w="4319" w:type="dxa"/>
            <w:gridSpan w:val="4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%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88" w:type="dxa"/>
            <w:gridSpan w:val="6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trHeight w:val="841"/>
        </w:trPr>
        <w:tc>
          <w:tcPr>
            <w:tcW w:w="4319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%</w:t>
            </w:r>
          </w:p>
        </w:tc>
        <w:tc>
          <w:tcPr>
            <w:tcW w:w="148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88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trHeight w:val="278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47748B" w:rsidRPr="0047748B" w:rsidTr="0047748B">
        <w:trPr>
          <w:trHeight w:val="850"/>
        </w:trPr>
        <w:tc>
          <w:tcPr>
            <w:tcW w:w="4319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041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7748B">
              <w:rPr>
                <w:sz w:val="20"/>
              </w:rPr>
              <w:t>ед./</w:t>
            </w: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км</w:t>
            </w:r>
          </w:p>
        </w:tc>
        <w:tc>
          <w:tcPr>
            <w:tcW w:w="148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88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1,5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1,5</w:t>
            </w:r>
          </w:p>
        </w:tc>
      </w:tr>
      <w:tr w:rsidR="0047748B" w:rsidRPr="0047748B" w:rsidTr="0047748B">
        <w:trPr>
          <w:trHeight w:val="213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Показатели энергетической эффективности</w:t>
            </w:r>
          </w:p>
        </w:tc>
      </w:tr>
      <w:tr w:rsidR="0047748B" w:rsidRPr="0047748B" w:rsidTr="0047748B">
        <w:trPr>
          <w:trHeight w:val="213"/>
        </w:trPr>
        <w:tc>
          <w:tcPr>
            <w:tcW w:w="4319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1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%</w:t>
            </w:r>
          </w:p>
        </w:tc>
        <w:tc>
          <w:tcPr>
            <w:tcW w:w="148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88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15,80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15,80</w:t>
            </w:r>
          </w:p>
        </w:tc>
      </w:tr>
      <w:tr w:rsidR="0047748B" w:rsidRPr="0047748B" w:rsidTr="0047748B">
        <w:trPr>
          <w:trHeight w:val="709"/>
        </w:trPr>
        <w:tc>
          <w:tcPr>
            <w:tcW w:w="4319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кВт*</w:t>
            </w:r>
            <w:proofErr w:type="gramStart"/>
            <w:r w:rsidRPr="0047748B">
              <w:rPr>
                <w:sz w:val="20"/>
              </w:rPr>
              <w:t>ч</w:t>
            </w:r>
            <w:proofErr w:type="gramEnd"/>
            <w:r w:rsidRPr="0047748B">
              <w:rPr>
                <w:sz w:val="20"/>
              </w:rPr>
              <w:t>/куб. м</w:t>
            </w:r>
          </w:p>
        </w:tc>
        <w:tc>
          <w:tcPr>
            <w:tcW w:w="1489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1,36</w:t>
            </w:r>
          </w:p>
        </w:tc>
        <w:tc>
          <w:tcPr>
            <w:tcW w:w="1488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1,36</w:t>
            </w:r>
          </w:p>
        </w:tc>
        <w:tc>
          <w:tcPr>
            <w:tcW w:w="149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1,36</w:t>
            </w:r>
          </w:p>
        </w:tc>
      </w:tr>
      <w:tr w:rsidR="0047748B" w:rsidRPr="0047748B" w:rsidTr="0047748B">
        <w:trPr>
          <w:trHeight w:val="213"/>
        </w:trPr>
        <w:tc>
          <w:tcPr>
            <w:tcW w:w="4319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lastRenderedPageBreak/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кВт*</w:t>
            </w:r>
            <w:proofErr w:type="gramStart"/>
            <w:r w:rsidRPr="0047748B">
              <w:rPr>
                <w:sz w:val="20"/>
              </w:rPr>
              <w:t>ч</w:t>
            </w:r>
            <w:proofErr w:type="gramEnd"/>
            <w:r w:rsidRPr="0047748B">
              <w:rPr>
                <w:sz w:val="20"/>
              </w:rPr>
              <w:t>/куб. м</w:t>
            </w:r>
          </w:p>
        </w:tc>
        <w:tc>
          <w:tcPr>
            <w:tcW w:w="1489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488" w:type="dxa"/>
            <w:gridSpan w:val="6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4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</w:tr>
      <w:tr w:rsidR="0047748B" w:rsidRPr="0047748B" w:rsidTr="0047748B">
        <w:trPr>
          <w:trHeight w:val="332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7748B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47748B" w:rsidRPr="0047748B" w:rsidTr="0047748B">
        <w:trPr>
          <w:trHeight w:val="216"/>
        </w:trPr>
        <w:tc>
          <w:tcPr>
            <w:tcW w:w="5574" w:type="dxa"/>
            <w:gridSpan w:val="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На период с 01.01.2019 по 31.12.2019 год  </w:t>
            </w:r>
          </w:p>
        </w:tc>
        <w:tc>
          <w:tcPr>
            <w:tcW w:w="4253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184"/>
        </w:trPr>
        <w:tc>
          <w:tcPr>
            <w:tcW w:w="5574" w:type="dxa"/>
            <w:gridSpan w:val="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На период с 01.01.2020 по 31.12.2020 год  </w:t>
            </w:r>
          </w:p>
        </w:tc>
        <w:tc>
          <w:tcPr>
            <w:tcW w:w="4253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213"/>
        </w:trPr>
        <w:tc>
          <w:tcPr>
            <w:tcW w:w="5574" w:type="dxa"/>
            <w:gridSpan w:val="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На период с 01.01.2021 по 31.12.2021 год  </w:t>
            </w:r>
          </w:p>
        </w:tc>
        <w:tc>
          <w:tcPr>
            <w:tcW w:w="4253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213"/>
        </w:trPr>
        <w:tc>
          <w:tcPr>
            <w:tcW w:w="5574" w:type="dxa"/>
            <w:gridSpan w:val="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253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362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b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47748B" w:rsidRPr="0047748B" w:rsidTr="0047748B">
        <w:trPr>
          <w:trHeight w:val="481"/>
        </w:trPr>
        <w:tc>
          <w:tcPr>
            <w:tcW w:w="743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23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7748B">
              <w:rPr>
                <w:sz w:val="20"/>
              </w:rPr>
              <w:t>Всего сумма,</w:t>
            </w:r>
          </w:p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тыс. руб.</w:t>
            </w:r>
          </w:p>
        </w:tc>
      </w:tr>
      <w:tr w:rsidR="0047748B" w:rsidRPr="0047748B" w:rsidTr="0047748B">
        <w:trPr>
          <w:trHeight w:val="193"/>
        </w:trPr>
        <w:tc>
          <w:tcPr>
            <w:tcW w:w="7435" w:type="dxa"/>
            <w:gridSpan w:val="1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01.01.2019 по 31.12.2019 год</w:t>
            </w:r>
          </w:p>
        </w:tc>
        <w:tc>
          <w:tcPr>
            <w:tcW w:w="23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9655,10</w:t>
            </w:r>
          </w:p>
        </w:tc>
      </w:tr>
      <w:tr w:rsidR="0047748B" w:rsidRPr="0047748B" w:rsidTr="0047748B">
        <w:trPr>
          <w:trHeight w:val="558"/>
        </w:trPr>
        <w:tc>
          <w:tcPr>
            <w:tcW w:w="743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01.01.2020 по 31.12.2020 год</w:t>
            </w:r>
          </w:p>
        </w:tc>
        <w:tc>
          <w:tcPr>
            <w:tcW w:w="23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spacing w:after="20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9914,97</w:t>
            </w:r>
          </w:p>
        </w:tc>
      </w:tr>
      <w:tr w:rsidR="0047748B" w:rsidRPr="0047748B" w:rsidTr="0047748B">
        <w:trPr>
          <w:trHeight w:val="574"/>
        </w:trPr>
        <w:tc>
          <w:tcPr>
            <w:tcW w:w="7435" w:type="dxa"/>
            <w:gridSpan w:val="1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01.01.2021 по 31.12.2021 год</w:t>
            </w:r>
          </w:p>
        </w:tc>
        <w:tc>
          <w:tcPr>
            <w:tcW w:w="23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spacing w:after="20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10224,43</w:t>
            </w:r>
          </w:p>
        </w:tc>
      </w:tr>
      <w:tr w:rsidR="0047748B" w:rsidRPr="0047748B" w:rsidTr="0047748B">
        <w:trPr>
          <w:trHeight w:val="604"/>
        </w:trPr>
        <w:tc>
          <w:tcPr>
            <w:tcW w:w="7435" w:type="dxa"/>
            <w:gridSpan w:val="1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47748B">
              <w:rPr>
                <w:sz w:val="20"/>
              </w:rPr>
              <w:t>Итого объем финансовых потребностей за весь период реализации программы</w:t>
            </w:r>
            <w:r w:rsidRPr="0047748B">
              <w:rPr>
                <w:bCs/>
                <w:sz w:val="20"/>
              </w:rPr>
              <w:t>:</w:t>
            </w:r>
          </w:p>
        </w:tc>
        <w:tc>
          <w:tcPr>
            <w:tcW w:w="23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29794,50</w:t>
            </w:r>
          </w:p>
        </w:tc>
      </w:tr>
      <w:tr w:rsidR="0047748B" w:rsidRPr="0047748B" w:rsidTr="0047748B">
        <w:trPr>
          <w:trHeight w:val="362"/>
        </w:trPr>
        <w:tc>
          <w:tcPr>
            <w:tcW w:w="982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7748B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47748B" w:rsidRPr="0047748B" w:rsidTr="0047748B">
        <w:trPr>
          <w:trHeight w:val="106"/>
        </w:trPr>
        <w:tc>
          <w:tcPr>
            <w:tcW w:w="744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238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2018 год</w:t>
            </w:r>
          </w:p>
        </w:tc>
      </w:tr>
      <w:tr w:rsidR="0047748B" w:rsidRPr="0047748B" w:rsidTr="0047748B">
        <w:trPr>
          <w:trHeight w:val="148"/>
        </w:trPr>
        <w:tc>
          <w:tcPr>
            <w:tcW w:w="744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spacing w:after="20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Объем подачи воды, тыс. куб. м</w:t>
            </w:r>
          </w:p>
        </w:tc>
        <w:tc>
          <w:tcPr>
            <w:tcW w:w="238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373,76</w:t>
            </w:r>
          </w:p>
        </w:tc>
      </w:tr>
      <w:tr w:rsidR="0047748B" w:rsidRPr="0047748B" w:rsidTr="0047748B">
        <w:trPr>
          <w:trHeight w:val="148"/>
        </w:trPr>
        <w:tc>
          <w:tcPr>
            <w:tcW w:w="744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spacing w:after="20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38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148"/>
        </w:trPr>
        <w:tc>
          <w:tcPr>
            <w:tcW w:w="744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spacing w:after="20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38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148"/>
        </w:trPr>
        <w:tc>
          <w:tcPr>
            <w:tcW w:w="744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spacing w:after="20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Общий объем финансовых потребностей за период, тыс. руб.</w:t>
            </w:r>
          </w:p>
        </w:tc>
        <w:tc>
          <w:tcPr>
            <w:tcW w:w="238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18139,51</w:t>
            </w:r>
          </w:p>
        </w:tc>
      </w:tr>
    </w:tbl>
    <w:p w:rsidR="0056238E" w:rsidRPr="00873EB3" w:rsidRDefault="0056238E" w:rsidP="0060528D">
      <w:pPr>
        <w:jc w:val="right"/>
        <w:rPr>
          <w:szCs w:val="28"/>
          <w:lang w:eastAsia="en-US"/>
        </w:rPr>
      </w:pPr>
      <w:r w:rsidRPr="00873EB3">
        <w:rPr>
          <w:szCs w:val="28"/>
          <w:lang w:eastAsia="en-US"/>
        </w:rPr>
        <w:t>».</w:t>
      </w:r>
    </w:p>
    <w:p w:rsidR="0056238E" w:rsidRPr="0056238E" w:rsidRDefault="0056238E" w:rsidP="0056238E">
      <w:pPr>
        <w:rPr>
          <w:sz w:val="24"/>
          <w:szCs w:val="24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Default="0056238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Pr="0056238E" w:rsidRDefault="00FF20DE" w:rsidP="0056238E">
      <w:pPr>
        <w:rPr>
          <w:sz w:val="20"/>
          <w:lang w:eastAsia="en-US"/>
        </w:rPr>
      </w:pPr>
    </w:p>
    <w:p w:rsidR="0056238E" w:rsidRDefault="0056238E" w:rsidP="0056238E">
      <w:pPr>
        <w:rPr>
          <w:sz w:val="20"/>
          <w:lang w:eastAsia="en-US"/>
        </w:rPr>
      </w:pPr>
    </w:p>
    <w:p w:rsidR="0047748B" w:rsidRDefault="0047748B" w:rsidP="0056238E">
      <w:pPr>
        <w:rPr>
          <w:sz w:val="20"/>
          <w:lang w:eastAsia="en-US"/>
        </w:rPr>
      </w:pPr>
    </w:p>
    <w:p w:rsidR="0047748B" w:rsidRDefault="0047748B" w:rsidP="0056238E">
      <w:pPr>
        <w:rPr>
          <w:sz w:val="20"/>
          <w:lang w:eastAsia="en-US"/>
        </w:rPr>
      </w:pPr>
    </w:p>
    <w:p w:rsidR="0047748B" w:rsidRDefault="0047748B" w:rsidP="0056238E">
      <w:pPr>
        <w:rPr>
          <w:sz w:val="20"/>
          <w:lang w:eastAsia="en-US"/>
        </w:rPr>
      </w:pPr>
    </w:p>
    <w:p w:rsidR="0047748B" w:rsidRDefault="0047748B" w:rsidP="0056238E">
      <w:pPr>
        <w:rPr>
          <w:sz w:val="20"/>
          <w:lang w:eastAsia="en-US"/>
        </w:rPr>
      </w:pPr>
    </w:p>
    <w:p w:rsidR="0047748B" w:rsidRDefault="0047748B" w:rsidP="0056238E">
      <w:pPr>
        <w:rPr>
          <w:sz w:val="20"/>
          <w:lang w:eastAsia="en-US"/>
        </w:rPr>
      </w:pPr>
    </w:p>
    <w:p w:rsidR="0047748B" w:rsidRDefault="0047748B" w:rsidP="0056238E">
      <w:pPr>
        <w:rPr>
          <w:sz w:val="20"/>
          <w:lang w:eastAsia="en-US"/>
        </w:rPr>
      </w:pPr>
    </w:p>
    <w:p w:rsidR="0047748B" w:rsidRDefault="0047748B" w:rsidP="0056238E">
      <w:pPr>
        <w:rPr>
          <w:sz w:val="20"/>
          <w:lang w:eastAsia="en-US"/>
        </w:rPr>
      </w:pPr>
    </w:p>
    <w:p w:rsidR="0047748B" w:rsidRDefault="0047748B" w:rsidP="0056238E">
      <w:pPr>
        <w:rPr>
          <w:sz w:val="20"/>
          <w:lang w:eastAsia="en-US"/>
        </w:rPr>
      </w:pPr>
    </w:p>
    <w:p w:rsidR="0056238E" w:rsidRDefault="0056238E" w:rsidP="0056238E">
      <w:pPr>
        <w:tabs>
          <w:tab w:val="left" w:pos="6495"/>
        </w:tabs>
        <w:rPr>
          <w:sz w:val="20"/>
          <w:lang w:eastAsia="en-US"/>
        </w:rPr>
      </w:pPr>
      <w:r>
        <w:rPr>
          <w:sz w:val="20"/>
          <w:lang w:eastAsia="en-US"/>
        </w:rPr>
        <w:tab/>
      </w:r>
    </w:p>
    <w:p w:rsidR="000658D5" w:rsidRDefault="000658D5" w:rsidP="0056238E">
      <w:pPr>
        <w:tabs>
          <w:tab w:val="left" w:pos="6495"/>
        </w:tabs>
        <w:rPr>
          <w:sz w:val="20"/>
          <w:lang w:eastAsia="en-US"/>
        </w:rPr>
      </w:pPr>
    </w:p>
    <w:p w:rsidR="000658D5" w:rsidRDefault="000658D5" w:rsidP="000658D5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51" w:type="dxa"/>
        <w:tblLook w:val="04A0" w:firstRow="1" w:lastRow="0" w:firstColumn="1" w:lastColumn="0" w:noHBand="0" w:noVBand="1"/>
      </w:tblPr>
      <w:tblGrid>
        <w:gridCol w:w="528"/>
        <w:gridCol w:w="456"/>
        <w:gridCol w:w="9167"/>
      </w:tblGrid>
      <w:tr w:rsidR="000658D5" w:rsidTr="000A7B00">
        <w:tc>
          <w:tcPr>
            <w:tcW w:w="528" w:type="dxa"/>
          </w:tcPr>
          <w:p w:rsidR="000658D5" w:rsidRDefault="000658D5" w:rsidP="000A7B00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0658D5" w:rsidRDefault="000658D5" w:rsidP="000A7B00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0658D5" w:rsidRDefault="000658D5" w:rsidP="000A7B00">
            <w:pPr>
              <w:ind w:left="3552"/>
              <w:jc w:val="center"/>
            </w:pPr>
            <w:r>
              <w:t>ПРИЛОЖЕНИЕ 2</w:t>
            </w:r>
          </w:p>
          <w:p w:rsidR="000658D5" w:rsidRDefault="000658D5" w:rsidP="000A7B00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873EB3" w:rsidRDefault="00873EB3" w:rsidP="00873EB3">
            <w:pPr>
              <w:ind w:left="3552"/>
              <w:jc w:val="center"/>
            </w:pPr>
            <w:r w:rsidRPr="00873EB3">
              <w:t>от 14 ноября 2019 г. №</w:t>
            </w:r>
            <w:r w:rsidRPr="00D74902">
              <w:t xml:space="preserve"> </w:t>
            </w:r>
            <w:r w:rsidR="00457390">
              <w:t>50/48</w:t>
            </w:r>
          </w:p>
          <w:p w:rsidR="000658D5" w:rsidRDefault="000658D5" w:rsidP="000A7B00">
            <w:pPr>
              <w:ind w:left="3552"/>
              <w:jc w:val="center"/>
            </w:pPr>
          </w:p>
          <w:p w:rsidR="000658D5" w:rsidRDefault="000658D5" w:rsidP="000A7B00">
            <w:pPr>
              <w:ind w:left="3552"/>
              <w:jc w:val="center"/>
            </w:pPr>
            <w:r>
              <w:t>«ПРИЛОЖЕНИЕ 2</w:t>
            </w:r>
          </w:p>
          <w:p w:rsidR="000658D5" w:rsidRDefault="000658D5" w:rsidP="000A7B00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0658D5" w:rsidRPr="001D06AF" w:rsidRDefault="00666D19" w:rsidP="000A7B00">
            <w:pPr>
              <w:ind w:left="3552"/>
              <w:jc w:val="center"/>
            </w:pPr>
            <w:r w:rsidRPr="00666D19">
              <w:rPr>
                <w:bCs/>
              </w:rPr>
              <w:t>от 13 декабря 2018 г. № 52/89</w:t>
            </w:r>
          </w:p>
        </w:tc>
      </w:tr>
    </w:tbl>
    <w:p w:rsidR="000658D5" w:rsidRDefault="000658D5" w:rsidP="000658D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0A7B00" w:rsidRDefault="000A7B00" w:rsidP="000658D5">
      <w:pPr>
        <w:autoSpaceDE w:val="0"/>
        <w:autoSpaceDN w:val="0"/>
        <w:adjustRightInd w:val="0"/>
        <w:ind w:firstLine="540"/>
        <w:jc w:val="center"/>
        <w:rPr>
          <w:b/>
          <w:bCs/>
          <w:sz w:val="24"/>
          <w:szCs w:val="24"/>
        </w:rPr>
      </w:pPr>
      <w:r w:rsidRPr="000A7B00">
        <w:rPr>
          <w:b/>
          <w:bCs/>
          <w:sz w:val="24"/>
          <w:szCs w:val="24"/>
        </w:rPr>
        <w:t>ПРОИЗВОДСТВЕННАЯ ПРОГРАММА</w:t>
      </w:r>
    </w:p>
    <w:p w:rsidR="000A7B00" w:rsidRDefault="000A7B00" w:rsidP="000658D5">
      <w:pPr>
        <w:autoSpaceDE w:val="0"/>
        <w:autoSpaceDN w:val="0"/>
        <w:adjustRightInd w:val="0"/>
        <w:ind w:firstLine="540"/>
        <w:jc w:val="center"/>
        <w:rPr>
          <w:b/>
          <w:bCs/>
          <w:sz w:val="24"/>
          <w:szCs w:val="24"/>
        </w:rPr>
      </w:pPr>
      <w:r w:rsidRPr="000A7B00">
        <w:rPr>
          <w:b/>
          <w:bCs/>
          <w:sz w:val="24"/>
          <w:szCs w:val="24"/>
        </w:rPr>
        <w:t xml:space="preserve"> </w:t>
      </w:r>
      <w:r w:rsidR="00666D19" w:rsidRPr="00666D19">
        <w:rPr>
          <w:b/>
          <w:bCs/>
          <w:sz w:val="24"/>
          <w:szCs w:val="24"/>
        </w:rPr>
        <w:t>ПО ОКАЗАНИЮ УСЛУГ ВОДООТВЕДЕНИЯ</w:t>
      </w:r>
    </w:p>
    <w:p w:rsidR="000A7B00" w:rsidRPr="00666D19" w:rsidRDefault="000A7B00" w:rsidP="00666D19">
      <w:pPr>
        <w:autoSpaceDE w:val="0"/>
        <w:autoSpaceDN w:val="0"/>
        <w:adjustRightInd w:val="0"/>
        <w:ind w:firstLine="540"/>
        <w:jc w:val="center"/>
        <w:rPr>
          <w:b/>
          <w:bCs/>
          <w:sz w:val="24"/>
          <w:szCs w:val="24"/>
        </w:rPr>
      </w:pPr>
      <w:r w:rsidRPr="000A7B00">
        <w:rPr>
          <w:b/>
          <w:bCs/>
          <w:sz w:val="24"/>
          <w:szCs w:val="24"/>
        </w:rPr>
        <w:t xml:space="preserve"> </w:t>
      </w:r>
    </w:p>
    <w:p w:rsidR="00FF20DE" w:rsidRDefault="00FF20DE" w:rsidP="00FF20DE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Период</w:t>
      </w:r>
      <w:r w:rsidRPr="005C06DC">
        <w:rPr>
          <w:sz w:val="24"/>
          <w:szCs w:val="24"/>
        </w:rPr>
        <w:t xml:space="preserve"> реализации пр</w:t>
      </w:r>
      <w:r>
        <w:rPr>
          <w:sz w:val="24"/>
          <w:szCs w:val="24"/>
        </w:rPr>
        <w:t>оизводственной программы с 01.01</w:t>
      </w:r>
      <w:r w:rsidRPr="005C06DC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Pr="005C06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г. </w:t>
      </w:r>
      <w:r w:rsidRPr="005C06DC">
        <w:rPr>
          <w:sz w:val="24"/>
          <w:szCs w:val="24"/>
        </w:rPr>
        <w:t>по 31.12.202</w:t>
      </w:r>
      <w:r w:rsidR="00666D19">
        <w:rPr>
          <w:sz w:val="24"/>
          <w:szCs w:val="24"/>
        </w:rPr>
        <w:t>1</w:t>
      </w:r>
      <w:r>
        <w:rPr>
          <w:sz w:val="24"/>
          <w:szCs w:val="24"/>
        </w:rPr>
        <w:t xml:space="preserve"> г.</w:t>
      </w:r>
    </w:p>
    <w:tbl>
      <w:tblPr>
        <w:tblW w:w="1175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47"/>
        <w:gridCol w:w="268"/>
        <w:gridCol w:w="1484"/>
        <w:gridCol w:w="87"/>
        <w:gridCol w:w="209"/>
        <w:gridCol w:w="445"/>
        <w:gridCol w:w="1187"/>
        <w:gridCol w:w="148"/>
        <w:gridCol w:w="1336"/>
        <w:gridCol w:w="148"/>
        <w:gridCol w:w="455"/>
        <w:gridCol w:w="1177"/>
        <w:gridCol w:w="1966"/>
      </w:tblGrid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7748B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47748B" w:rsidRPr="0047748B" w:rsidTr="0047748B">
        <w:trPr>
          <w:gridAfter w:val="1"/>
          <w:wAfter w:w="1966" w:type="dxa"/>
          <w:trHeight w:val="279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6676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МУНИЦИПАЛЬНОЕ УНИТАРНОЕ ПРЕДПРИЯТИЕ «ЛУКОЯНОВСКИЙ ВОДОКАНАЛ» (ИНН 5221006970)</w:t>
            </w:r>
          </w:p>
        </w:tc>
      </w:tr>
      <w:tr w:rsidR="0047748B" w:rsidRPr="0047748B" w:rsidTr="0047748B">
        <w:trPr>
          <w:gridAfter w:val="1"/>
          <w:wAfter w:w="1966" w:type="dxa"/>
          <w:trHeight w:val="177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Местонахождение регулируемой организации</w:t>
            </w:r>
          </w:p>
        </w:tc>
        <w:tc>
          <w:tcPr>
            <w:tcW w:w="6676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666D19">
              <w:rPr>
                <w:color w:val="000000"/>
                <w:sz w:val="20"/>
                <w:shd w:val="clear" w:color="auto" w:fill="FFFFFF"/>
              </w:rPr>
              <w:t xml:space="preserve">607800, Нижегородская область, г. </w:t>
            </w:r>
            <w:proofErr w:type="spellStart"/>
            <w:r w:rsidRPr="00666D19">
              <w:rPr>
                <w:color w:val="000000"/>
                <w:sz w:val="20"/>
                <w:shd w:val="clear" w:color="auto" w:fill="FFFFFF"/>
              </w:rPr>
              <w:t>Лукоянов</w:t>
            </w:r>
            <w:proofErr w:type="spellEnd"/>
            <w:r w:rsidRPr="00666D19">
              <w:rPr>
                <w:color w:val="000000"/>
                <w:sz w:val="20"/>
                <w:shd w:val="clear" w:color="auto" w:fill="FFFFFF"/>
              </w:rPr>
              <w:t xml:space="preserve">, ул. Пушкина, д. 65 </w:t>
            </w:r>
            <w:r>
              <w:rPr>
                <w:color w:val="000000"/>
                <w:sz w:val="20"/>
                <w:shd w:val="clear" w:color="auto" w:fill="FFFFFF"/>
              </w:rPr>
              <w:t>«А»</w:t>
            </w:r>
          </w:p>
        </w:tc>
      </w:tr>
      <w:tr w:rsidR="0047748B" w:rsidRPr="0047748B" w:rsidTr="0047748B">
        <w:trPr>
          <w:gridAfter w:val="1"/>
          <w:wAfter w:w="1966" w:type="dxa"/>
          <w:trHeight w:val="341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Наименование уполномоченного органа</w:t>
            </w:r>
          </w:p>
        </w:tc>
        <w:tc>
          <w:tcPr>
            <w:tcW w:w="6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Местонахождение уполномоченного органа</w:t>
            </w:r>
          </w:p>
        </w:tc>
        <w:tc>
          <w:tcPr>
            <w:tcW w:w="6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603082, г. Нижний Новгород, Кремль, корпус 1</w:t>
            </w:r>
          </w:p>
        </w:tc>
      </w:tr>
      <w:tr w:rsidR="0047748B" w:rsidRPr="0047748B" w:rsidTr="0047748B">
        <w:trPr>
          <w:gridAfter w:val="1"/>
          <w:wAfter w:w="1966" w:type="dxa"/>
          <w:trHeight w:val="158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7748B">
              <w:rPr>
                <w:b/>
                <w:sz w:val="20"/>
              </w:rPr>
              <w:t>2. Объем принимаемых сточных вод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Наименование услуги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ind w:left="-57" w:right="-57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01.01.2019 по 31.12.2019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ind w:left="-57" w:right="-57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01.01.2020 по 31.12.2020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ind w:left="-57" w:right="-57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01.01.2021 по 31.12.2021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Принято сточных вод всего, тыс. м</w:t>
            </w:r>
            <w:r w:rsidRPr="0047748B">
              <w:rPr>
                <w:sz w:val="20"/>
                <w:vertAlign w:val="superscript"/>
              </w:rPr>
              <w:t>3</w:t>
            </w:r>
            <w:r w:rsidRPr="0047748B">
              <w:rPr>
                <w:sz w:val="20"/>
              </w:rPr>
              <w:t>, в том числе: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133,87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133,87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133,87</w:t>
            </w:r>
          </w:p>
        </w:tc>
      </w:tr>
      <w:tr w:rsidR="0047748B" w:rsidRPr="0047748B" w:rsidTr="0047748B">
        <w:trPr>
          <w:gridAfter w:val="1"/>
          <w:wAfter w:w="1966" w:type="dxa"/>
          <w:trHeight w:val="131"/>
        </w:trPr>
        <w:tc>
          <w:tcPr>
            <w:tcW w:w="4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i/>
                <w:iCs/>
                <w:sz w:val="20"/>
                <w:lang w:eastAsia="en-US"/>
              </w:rPr>
            </w:pPr>
            <w:r w:rsidRPr="0047748B"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127,90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127,90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127,90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i/>
                <w:iCs/>
                <w:sz w:val="20"/>
                <w:lang w:eastAsia="en-US"/>
              </w:rPr>
            </w:pPr>
            <w:r w:rsidRPr="0047748B"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i/>
                <w:iCs/>
                <w:sz w:val="20"/>
                <w:lang w:eastAsia="en-US"/>
              </w:rPr>
            </w:pPr>
            <w:r w:rsidRPr="0047748B">
              <w:rPr>
                <w:i/>
                <w:iCs/>
                <w:sz w:val="20"/>
              </w:rPr>
              <w:t>- прочие  потребители,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5,97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5,97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5,97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i/>
                <w:iCs/>
                <w:sz w:val="20"/>
                <w:lang w:eastAsia="en-US"/>
              </w:rPr>
            </w:pPr>
            <w:r w:rsidRPr="0047748B">
              <w:rPr>
                <w:i/>
                <w:iCs/>
                <w:sz w:val="20"/>
              </w:rPr>
              <w:t>- собственное потребление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iCs/>
                <w:sz w:val="20"/>
                <w:lang w:eastAsia="en-US"/>
              </w:rPr>
            </w:pPr>
            <w:r w:rsidRPr="0047748B">
              <w:rPr>
                <w:iCs/>
                <w:sz w:val="20"/>
              </w:rPr>
              <w:t xml:space="preserve">Пропущено через очистные сооружения, </w:t>
            </w:r>
            <w:r w:rsidRPr="0047748B">
              <w:rPr>
                <w:sz w:val="20"/>
              </w:rPr>
              <w:t>тыс. м</w:t>
            </w:r>
            <w:r w:rsidRPr="0047748B">
              <w:rPr>
                <w:sz w:val="20"/>
                <w:vertAlign w:val="superscript"/>
              </w:rPr>
              <w:t>3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133,87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133,87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133,87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vertAlign w:val="superscript"/>
                <w:lang w:eastAsia="en-US"/>
              </w:rPr>
            </w:pPr>
            <w:r w:rsidRPr="0047748B">
              <w:rPr>
                <w:sz w:val="20"/>
              </w:rPr>
              <w:t>Передано сточных вод на сторону, тыс. м</w:t>
            </w:r>
            <w:r w:rsidRPr="0047748B">
              <w:rPr>
                <w:sz w:val="20"/>
                <w:vertAlign w:val="superscript"/>
              </w:rPr>
              <w:t>3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7748B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Наименование мероприятий</w:t>
            </w:r>
          </w:p>
        </w:tc>
        <w:tc>
          <w:tcPr>
            <w:tcW w:w="18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График реализации мероприятий</w:t>
            </w:r>
          </w:p>
        </w:tc>
        <w:tc>
          <w:tcPr>
            <w:tcW w:w="39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7748B">
              <w:rPr>
                <w:sz w:val="20"/>
              </w:rPr>
              <w:t xml:space="preserve">Всего сумма, </w:t>
            </w:r>
          </w:p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тыс. руб.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8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Себестоимость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Другие источники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01.01.2019 по 31.12.2019</w:t>
            </w:r>
          </w:p>
        </w:tc>
      </w:tr>
      <w:tr w:rsidR="0047748B" w:rsidRPr="0047748B" w:rsidTr="0047748B">
        <w:trPr>
          <w:gridAfter w:val="1"/>
          <w:wAfter w:w="1966" w:type="dxa"/>
          <w:trHeight w:val="357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Производственные расходы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 01.01.2019 по 31.12.2019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3365,18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3365,18</w:t>
            </w:r>
          </w:p>
        </w:tc>
      </w:tr>
      <w:tr w:rsidR="0047748B" w:rsidRPr="0047748B" w:rsidTr="0047748B">
        <w:trPr>
          <w:gridAfter w:val="1"/>
          <w:wAfter w:w="1966" w:type="dxa"/>
          <w:trHeight w:val="98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lastRenderedPageBreak/>
              <w:t>Административные расходы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 01.01.2019 по 31.12.2019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 01.01.2019 по 31.12.2019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 01.01.2019 по 31.12.2019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gridAfter w:val="1"/>
          <w:wAfter w:w="1966" w:type="dxa"/>
          <w:trHeight w:val="35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 01.01.2019 по 31.12.2019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 01.01.2019 по 31.12.2019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33,99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33,99</w:t>
            </w:r>
          </w:p>
        </w:tc>
      </w:tr>
      <w:tr w:rsidR="0047748B" w:rsidRPr="0047748B" w:rsidTr="0047748B">
        <w:trPr>
          <w:trHeight w:val="144"/>
        </w:trPr>
        <w:tc>
          <w:tcPr>
            <w:tcW w:w="4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Итого за период с 01.01.2019 по 31.12.2019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3399,17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3399,17</w:t>
            </w:r>
          </w:p>
        </w:tc>
        <w:tc>
          <w:tcPr>
            <w:tcW w:w="1966" w:type="dxa"/>
            <w:vAlign w:val="center"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01.01.2020 по 31.12.2020</w:t>
            </w:r>
          </w:p>
        </w:tc>
      </w:tr>
      <w:tr w:rsidR="0047748B" w:rsidRPr="0047748B" w:rsidTr="0047748B">
        <w:trPr>
          <w:gridAfter w:val="1"/>
          <w:wAfter w:w="1966" w:type="dxa"/>
          <w:trHeight w:val="299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Производственные расходы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 01.01.2020 по 31.12.2020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3430,97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3430,97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Административные расходы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 01.01.2020 по 31.12.2020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 01.01.2020 по 31.12.2020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 01.01.2020 по 31.12.2020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gridAfter w:val="1"/>
          <w:wAfter w:w="1966" w:type="dxa"/>
          <w:trHeight w:val="437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 01.01.2020 по 31.12.2020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 01.01.2020 по 31.12.2020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spacing w:after="20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34,73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spacing w:after="20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34,73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Итого за период с 01.01.2020 по 31.12.2020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3465,70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3465,70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01.01.2021 по 31.12.2021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Производственные расходы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 01.01.2021 по 31.12.2021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3528,51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3528,51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Административные расходы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 01.01.2021 по 31.12.2021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 01.01.2021 по 31.12.2021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 01.01.2021 по 31.12.2021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 01.01.2021 по 31.12.2021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 01.01.2021 по 31.12.2021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spacing w:after="20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35,36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spacing w:after="20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35,36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Итого за период с 01.01.2021 по 31.12.2021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3563,87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3563,87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lastRenderedPageBreak/>
              <w:t>Всего на период реализации программы: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10428,74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10428,74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7748B">
              <w:rPr>
                <w:b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Наименование мероприятий</w:t>
            </w:r>
          </w:p>
        </w:tc>
        <w:tc>
          <w:tcPr>
            <w:tcW w:w="18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График реализации мероприятий</w:t>
            </w:r>
          </w:p>
        </w:tc>
        <w:tc>
          <w:tcPr>
            <w:tcW w:w="39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7748B">
              <w:rPr>
                <w:sz w:val="20"/>
              </w:rPr>
              <w:t>Всего сумма,</w:t>
            </w:r>
          </w:p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 тыс. руб.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8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Себестоимость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Другие источники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01.01.2019 по 31.12.2019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Итого за период с 01.01.2019 по 31.12.2019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01.01.2020 по 31.12.2020</w:t>
            </w:r>
          </w:p>
        </w:tc>
      </w:tr>
      <w:tr w:rsidR="0047748B" w:rsidRPr="0047748B" w:rsidTr="0047748B">
        <w:trPr>
          <w:gridAfter w:val="1"/>
          <w:wAfter w:w="1966" w:type="dxa"/>
          <w:trHeight w:val="5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Итого за период с 01.01.2020 по 31.12.2020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01.01.2021 по 31.12.2021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Итого за период с 01.01.2021 по 31.12.2021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Наименование мероприятий</w:t>
            </w:r>
          </w:p>
        </w:tc>
        <w:tc>
          <w:tcPr>
            <w:tcW w:w="18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График реализации мероприятий</w:t>
            </w:r>
          </w:p>
        </w:tc>
        <w:tc>
          <w:tcPr>
            <w:tcW w:w="39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7748B">
              <w:rPr>
                <w:sz w:val="20"/>
              </w:rPr>
              <w:t>Всего сумма,</w:t>
            </w:r>
          </w:p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 тыс. руб.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8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Себестоимость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Другие источники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01.01.2019 по 31.12.2019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01.01.2020 по 31.12.2020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01.01.2021 по 31.12.2021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Наименование мероприятий</w:t>
            </w:r>
          </w:p>
        </w:tc>
        <w:tc>
          <w:tcPr>
            <w:tcW w:w="18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График реализации мероприятий</w:t>
            </w:r>
          </w:p>
        </w:tc>
        <w:tc>
          <w:tcPr>
            <w:tcW w:w="39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7748B">
              <w:rPr>
                <w:sz w:val="20"/>
              </w:rPr>
              <w:t>Всего сумма,</w:t>
            </w:r>
          </w:p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 тыс. руб.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8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Себестоимость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Другие источники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01.01.2019 по 31.12.2019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01.01.2020 по 31.12.2020</w:t>
            </w:r>
          </w:p>
        </w:tc>
      </w:tr>
      <w:tr w:rsidR="0047748B" w:rsidRPr="0047748B" w:rsidTr="0047748B">
        <w:trPr>
          <w:gridAfter w:val="1"/>
          <w:wAfter w:w="1966" w:type="dxa"/>
          <w:trHeight w:val="403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lastRenderedPageBreak/>
              <w:t>Мероприятия отсутствуют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01.01.2021 по 31.12.2021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trHeight w:val="144"/>
        </w:trPr>
        <w:tc>
          <w:tcPr>
            <w:tcW w:w="4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66" w:type="dxa"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Наименование мероприятий</w:t>
            </w:r>
          </w:p>
        </w:tc>
        <w:tc>
          <w:tcPr>
            <w:tcW w:w="18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График реализации мероприятий</w:t>
            </w:r>
          </w:p>
        </w:tc>
        <w:tc>
          <w:tcPr>
            <w:tcW w:w="39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7748B">
              <w:rPr>
                <w:sz w:val="20"/>
              </w:rPr>
              <w:t xml:space="preserve">Всего сумма, </w:t>
            </w:r>
          </w:p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тыс. руб.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8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Себестоимость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Другие источники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01.01.2019 по 31.12.2019</w:t>
            </w:r>
          </w:p>
        </w:tc>
      </w:tr>
      <w:tr w:rsidR="0047748B" w:rsidRPr="0047748B" w:rsidTr="0047748B">
        <w:trPr>
          <w:trHeight w:val="137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66" w:type="dxa"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01.01.2020 по 31.12.2020</w:t>
            </w:r>
          </w:p>
        </w:tc>
      </w:tr>
      <w:tr w:rsidR="0047748B" w:rsidRPr="0047748B" w:rsidTr="0047748B">
        <w:trPr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66" w:type="dxa"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01.01.2021 по 31.12.2021</w:t>
            </w:r>
          </w:p>
        </w:tc>
      </w:tr>
      <w:tr w:rsidR="0047748B" w:rsidRPr="0047748B" w:rsidTr="0047748B">
        <w:trPr>
          <w:trHeight w:val="14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 отсутствуют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66" w:type="dxa"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</w:p>
        </w:tc>
      </w:tr>
      <w:tr w:rsidR="0047748B" w:rsidRPr="0047748B" w:rsidTr="0047748B">
        <w:trPr>
          <w:trHeight w:val="144"/>
        </w:trPr>
        <w:tc>
          <w:tcPr>
            <w:tcW w:w="4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966" w:type="dxa"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</w:p>
        </w:tc>
      </w:tr>
      <w:tr w:rsidR="0047748B" w:rsidRPr="0047748B" w:rsidTr="0047748B">
        <w:trPr>
          <w:gridAfter w:val="1"/>
          <w:wAfter w:w="1966" w:type="dxa"/>
          <w:trHeight w:val="445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7748B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Наименование показателя</w:t>
            </w: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Ед. изм.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ind w:left="-57" w:right="-57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01.01.2019 по 31.12.2019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ind w:left="-57" w:right="-57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01.01.2020 по 31.12.2020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ind w:left="-57" w:right="-57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01.01.2021 по 31.12.2021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Показатели очистки сточных вод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%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%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%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0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%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4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 xml:space="preserve">Удельное количество аварий и засоров в расчете на </w:t>
            </w:r>
            <w:r w:rsidRPr="0047748B">
              <w:rPr>
                <w:sz w:val="20"/>
              </w:rPr>
              <w:lastRenderedPageBreak/>
              <w:t>протяженность канализационной сети в год</w:t>
            </w: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7748B">
              <w:rPr>
                <w:sz w:val="20"/>
              </w:rPr>
              <w:lastRenderedPageBreak/>
              <w:t>ед./</w:t>
            </w:r>
          </w:p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lastRenderedPageBreak/>
              <w:t>км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lastRenderedPageBreak/>
              <w:t>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11,40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11,40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lastRenderedPageBreak/>
              <w:t>Показатели энергетической эффективности</w:t>
            </w:r>
          </w:p>
        </w:tc>
      </w:tr>
      <w:tr w:rsidR="0047748B" w:rsidRPr="0047748B" w:rsidTr="0047748B">
        <w:trPr>
          <w:gridAfter w:val="1"/>
          <w:wAfter w:w="1966" w:type="dxa"/>
          <w:trHeight w:val="879"/>
        </w:trPr>
        <w:tc>
          <w:tcPr>
            <w:tcW w:w="4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ind w:left="-57" w:right="-57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proofErr w:type="spellStart"/>
            <w:r w:rsidRPr="0047748B">
              <w:rPr>
                <w:sz w:val="20"/>
              </w:rPr>
              <w:t>кВт</w:t>
            </w:r>
            <w:proofErr w:type="gramStart"/>
            <w:r w:rsidRPr="0047748B">
              <w:rPr>
                <w:sz w:val="20"/>
              </w:rPr>
              <w:t>.ч</w:t>
            </w:r>
            <w:proofErr w:type="spellEnd"/>
            <w:proofErr w:type="gramEnd"/>
            <w:r w:rsidRPr="0047748B">
              <w:rPr>
                <w:sz w:val="20"/>
              </w:rPr>
              <w:t>/</w:t>
            </w:r>
          </w:p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куб. м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1,54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1,54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1,54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7748B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8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01.01.2019 по 31.12.2019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8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01.01.2020 по 31.12.2020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8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01.01.2021 по 31.12.2021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301"/>
        </w:trPr>
        <w:tc>
          <w:tcPr>
            <w:tcW w:w="8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Итого эффективность производственной программы за весь период реализации: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7748B">
              <w:rPr>
                <w:b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47748B" w:rsidRPr="0047748B" w:rsidTr="0047748B">
        <w:trPr>
          <w:gridAfter w:val="1"/>
          <w:wAfter w:w="1966" w:type="dxa"/>
          <w:trHeight w:val="540"/>
        </w:trPr>
        <w:tc>
          <w:tcPr>
            <w:tcW w:w="8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Всего сумма, тыс. руб.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8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01.01.2019 по 31.12.2019 год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3399,18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8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01.01.2020 по 31.12.2020 год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spacing w:after="20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3490,71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8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Pr="0047748B" w:rsidRDefault="0047748B" w:rsidP="0047748B">
            <w:pPr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На период с 01.01.2021 по 31.12.2021 год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spacing w:after="20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3538,87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8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bCs/>
                <w:sz w:val="20"/>
              </w:rPr>
              <w:t>Итого</w:t>
            </w:r>
            <w:r w:rsidRPr="0047748B">
              <w:rPr>
                <w:sz w:val="20"/>
              </w:rPr>
              <w:t xml:space="preserve"> объем финансовых потребностей за весь период реализации программы</w:t>
            </w:r>
            <w:r w:rsidRPr="0047748B">
              <w:rPr>
                <w:bCs/>
                <w:sz w:val="20"/>
              </w:rPr>
              <w:t>: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10428,76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7748B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47748B" w:rsidRPr="0047748B" w:rsidTr="0047748B">
        <w:trPr>
          <w:gridAfter w:val="1"/>
          <w:wAfter w:w="1966" w:type="dxa"/>
          <w:trHeight w:val="144"/>
        </w:trPr>
        <w:tc>
          <w:tcPr>
            <w:tcW w:w="8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2018 год</w:t>
            </w:r>
          </w:p>
        </w:tc>
      </w:tr>
      <w:tr w:rsidR="0047748B" w:rsidRPr="0047748B" w:rsidTr="0047748B">
        <w:trPr>
          <w:gridAfter w:val="1"/>
          <w:wAfter w:w="1966" w:type="dxa"/>
          <w:trHeight w:val="147"/>
        </w:trPr>
        <w:tc>
          <w:tcPr>
            <w:tcW w:w="815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Объем принятых сточных вод, тыс. куб. м</w:t>
            </w: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748B" w:rsidRPr="0047748B" w:rsidRDefault="0047748B" w:rsidP="004774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133,87</w:t>
            </w:r>
          </w:p>
        </w:tc>
      </w:tr>
      <w:tr w:rsidR="0047748B" w:rsidRPr="0047748B" w:rsidTr="0047748B">
        <w:trPr>
          <w:gridAfter w:val="1"/>
          <w:wAfter w:w="1966" w:type="dxa"/>
          <w:trHeight w:val="147"/>
        </w:trPr>
        <w:tc>
          <w:tcPr>
            <w:tcW w:w="815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147"/>
        </w:trPr>
        <w:tc>
          <w:tcPr>
            <w:tcW w:w="815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-</w:t>
            </w:r>
          </w:p>
        </w:tc>
      </w:tr>
      <w:tr w:rsidR="0047748B" w:rsidRPr="0047748B" w:rsidTr="0047748B">
        <w:trPr>
          <w:gridAfter w:val="1"/>
          <w:wAfter w:w="1966" w:type="dxa"/>
          <w:trHeight w:val="147"/>
        </w:trPr>
        <w:tc>
          <w:tcPr>
            <w:tcW w:w="815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Общий объем финансовых потребностей, тыс. руб.</w:t>
            </w: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748B" w:rsidRPr="0047748B" w:rsidRDefault="0047748B" w:rsidP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7748B">
              <w:rPr>
                <w:sz w:val="20"/>
              </w:rPr>
              <w:t>4516,20</w:t>
            </w:r>
          </w:p>
        </w:tc>
      </w:tr>
    </w:tbl>
    <w:p w:rsidR="000658D5" w:rsidRPr="0047748B" w:rsidRDefault="000658D5" w:rsidP="000658D5">
      <w:pPr>
        <w:jc w:val="right"/>
        <w:rPr>
          <w:szCs w:val="28"/>
          <w:lang w:eastAsia="en-US"/>
        </w:rPr>
      </w:pPr>
      <w:r w:rsidRPr="0047748B">
        <w:rPr>
          <w:szCs w:val="28"/>
          <w:lang w:eastAsia="en-US"/>
        </w:rPr>
        <w:t>».</w:t>
      </w:r>
    </w:p>
    <w:p w:rsidR="000658D5" w:rsidRPr="0056238E" w:rsidRDefault="000658D5" w:rsidP="000658D5">
      <w:pPr>
        <w:rPr>
          <w:sz w:val="24"/>
          <w:szCs w:val="24"/>
          <w:lang w:eastAsia="en-US"/>
        </w:rPr>
      </w:pPr>
    </w:p>
    <w:p w:rsidR="000658D5" w:rsidRPr="0056238E" w:rsidRDefault="000658D5" w:rsidP="000658D5">
      <w:pPr>
        <w:rPr>
          <w:sz w:val="20"/>
          <w:lang w:eastAsia="en-US"/>
        </w:rPr>
      </w:pPr>
    </w:p>
    <w:p w:rsidR="000658D5" w:rsidRPr="0056238E" w:rsidRDefault="000658D5" w:rsidP="000658D5">
      <w:pPr>
        <w:rPr>
          <w:sz w:val="20"/>
          <w:lang w:eastAsia="en-US"/>
        </w:rPr>
      </w:pPr>
    </w:p>
    <w:p w:rsidR="000658D5" w:rsidRPr="0056238E" w:rsidRDefault="000658D5" w:rsidP="000658D5">
      <w:pPr>
        <w:rPr>
          <w:sz w:val="20"/>
          <w:lang w:eastAsia="en-US"/>
        </w:rPr>
      </w:pPr>
    </w:p>
    <w:p w:rsidR="000658D5" w:rsidRDefault="000658D5" w:rsidP="000658D5">
      <w:pPr>
        <w:rPr>
          <w:sz w:val="20"/>
          <w:lang w:eastAsia="en-US"/>
        </w:rPr>
      </w:pPr>
    </w:p>
    <w:p w:rsidR="000658D5" w:rsidRPr="0056238E" w:rsidRDefault="000658D5" w:rsidP="000658D5">
      <w:pPr>
        <w:tabs>
          <w:tab w:val="left" w:pos="6495"/>
        </w:tabs>
        <w:rPr>
          <w:sz w:val="20"/>
          <w:lang w:eastAsia="en-US"/>
        </w:rPr>
      </w:pPr>
      <w:r>
        <w:rPr>
          <w:sz w:val="20"/>
          <w:lang w:eastAsia="en-US"/>
        </w:rPr>
        <w:tab/>
      </w:r>
    </w:p>
    <w:p w:rsidR="000658D5" w:rsidRPr="0056238E" w:rsidRDefault="000658D5" w:rsidP="0056238E">
      <w:pPr>
        <w:tabs>
          <w:tab w:val="left" w:pos="6495"/>
        </w:tabs>
        <w:rPr>
          <w:sz w:val="20"/>
          <w:lang w:eastAsia="en-US"/>
        </w:rPr>
      </w:pPr>
    </w:p>
    <w:p w:rsidR="000658D5" w:rsidRDefault="000658D5" w:rsidP="000658D5">
      <w:pPr>
        <w:tabs>
          <w:tab w:val="left" w:pos="6495"/>
        </w:tabs>
        <w:rPr>
          <w:sz w:val="20"/>
          <w:lang w:eastAsia="en-US"/>
        </w:rPr>
      </w:pPr>
    </w:p>
    <w:p w:rsidR="000658D5" w:rsidRDefault="000658D5" w:rsidP="000658D5">
      <w:pPr>
        <w:spacing w:line="276" w:lineRule="auto"/>
        <w:rPr>
          <w:szCs w:val="28"/>
        </w:rPr>
      </w:pPr>
    </w:p>
    <w:p w:rsidR="000A7B00" w:rsidRDefault="000A7B00" w:rsidP="000658D5">
      <w:pPr>
        <w:rPr>
          <w:sz w:val="20"/>
          <w:lang w:eastAsia="en-US"/>
        </w:rPr>
      </w:pPr>
    </w:p>
    <w:p w:rsidR="00666D19" w:rsidRDefault="00666D19" w:rsidP="000658D5">
      <w:pPr>
        <w:rPr>
          <w:sz w:val="20"/>
          <w:lang w:eastAsia="en-US"/>
        </w:rPr>
      </w:pPr>
    </w:p>
    <w:p w:rsidR="000A7B00" w:rsidRDefault="000A7B00" w:rsidP="000658D5">
      <w:pPr>
        <w:rPr>
          <w:sz w:val="20"/>
          <w:lang w:eastAsia="en-US"/>
        </w:rPr>
      </w:pPr>
    </w:p>
    <w:p w:rsidR="000A7B00" w:rsidRDefault="000A7B00" w:rsidP="000658D5">
      <w:pPr>
        <w:rPr>
          <w:sz w:val="20"/>
          <w:lang w:eastAsia="en-US"/>
        </w:rPr>
      </w:pPr>
    </w:p>
    <w:p w:rsidR="000A7B00" w:rsidRDefault="000A7B00" w:rsidP="000658D5">
      <w:pPr>
        <w:rPr>
          <w:sz w:val="20"/>
          <w:lang w:eastAsia="en-US"/>
        </w:rPr>
      </w:pPr>
    </w:p>
    <w:p w:rsidR="000A7B00" w:rsidRDefault="000A7B00" w:rsidP="000658D5">
      <w:pPr>
        <w:rPr>
          <w:sz w:val="20"/>
          <w:lang w:eastAsia="en-US"/>
        </w:rPr>
      </w:pPr>
    </w:p>
    <w:p w:rsidR="0047748B" w:rsidRDefault="0047748B" w:rsidP="000658D5">
      <w:pPr>
        <w:rPr>
          <w:sz w:val="20"/>
          <w:lang w:eastAsia="en-US"/>
        </w:rPr>
      </w:pPr>
    </w:p>
    <w:p w:rsidR="000A7B00" w:rsidRDefault="000A7B00" w:rsidP="000658D5">
      <w:pPr>
        <w:rPr>
          <w:sz w:val="20"/>
          <w:lang w:eastAsia="en-US"/>
        </w:rPr>
      </w:pPr>
    </w:p>
    <w:tbl>
      <w:tblPr>
        <w:tblpPr w:leftFromText="180" w:rightFromText="180" w:vertAnchor="text" w:tblpY="1"/>
        <w:tblOverlap w:val="never"/>
        <w:tblW w:w="10151" w:type="dxa"/>
        <w:tblLook w:val="04A0" w:firstRow="1" w:lastRow="0" w:firstColumn="1" w:lastColumn="0" w:noHBand="0" w:noVBand="1"/>
      </w:tblPr>
      <w:tblGrid>
        <w:gridCol w:w="528"/>
        <w:gridCol w:w="456"/>
        <w:gridCol w:w="9167"/>
      </w:tblGrid>
      <w:tr w:rsidR="000A7B00" w:rsidTr="000A7B00">
        <w:tc>
          <w:tcPr>
            <w:tcW w:w="528" w:type="dxa"/>
          </w:tcPr>
          <w:p w:rsidR="000A7B00" w:rsidRDefault="000A7B00" w:rsidP="000A7B00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0A7B00" w:rsidRDefault="000A7B00" w:rsidP="000A7B00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0A7B00" w:rsidRDefault="000A7B00" w:rsidP="000A7B00">
            <w:pPr>
              <w:ind w:left="3552"/>
              <w:jc w:val="center"/>
            </w:pPr>
            <w:r>
              <w:t>ПРИЛОЖЕНИЕ 3</w:t>
            </w:r>
          </w:p>
          <w:p w:rsidR="000A7B00" w:rsidRDefault="000A7B00" w:rsidP="000A7B00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873EB3" w:rsidRDefault="00873EB3" w:rsidP="00873EB3">
            <w:pPr>
              <w:ind w:left="3552"/>
              <w:jc w:val="center"/>
            </w:pPr>
            <w:r w:rsidRPr="00873EB3">
              <w:t>от 14 ноября 2019 г. №</w:t>
            </w:r>
            <w:r w:rsidRPr="00D74902">
              <w:t xml:space="preserve"> </w:t>
            </w:r>
            <w:r w:rsidR="00457390">
              <w:t>50/48</w:t>
            </w:r>
            <w:bookmarkStart w:id="0" w:name="_GoBack"/>
            <w:bookmarkEnd w:id="0"/>
          </w:p>
          <w:p w:rsidR="000A7B00" w:rsidRDefault="000A7B00" w:rsidP="000A7B00">
            <w:pPr>
              <w:ind w:left="3552"/>
              <w:jc w:val="center"/>
            </w:pPr>
          </w:p>
          <w:p w:rsidR="000A7B00" w:rsidRDefault="000A7B00" w:rsidP="000A7B00">
            <w:pPr>
              <w:ind w:left="3552"/>
              <w:jc w:val="center"/>
            </w:pPr>
            <w:r>
              <w:t>«ПРИЛОЖЕНИЕ 3</w:t>
            </w:r>
          </w:p>
          <w:p w:rsidR="000A7B00" w:rsidRDefault="000A7B00" w:rsidP="000A7B00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0A7B00" w:rsidRPr="001D06AF" w:rsidRDefault="00666D19" w:rsidP="000A7B00">
            <w:pPr>
              <w:ind w:left="3552"/>
              <w:jc w:val="center"/>
            </w:pPr>
            <w:r w:rsidRPr="00666D19">
              <w:rPr>
                <w:bCs/>
              </w:rPr>
              <w:t>от 13 декабря 2018 г. № 52/89</w:t>
            </w:r>
          </w:p>
        </w:tc>
      </w:tr>
    </w:tbl>
    <w:p w:rsidR="000A7B00" w:rsidRDefault="000A7B00" w:rsidP="000A7B0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2F0136" w:rsidRDefault="002F0136" w:rsidP="000A7B00">
      <w:pPr>
        <w:autoSpaceDE w:val="0"/>
        <w:autoSpaceDN w:val="0"/>
        <w:adjustRightInd w:val="0"/>
        <w:ind w:firstLine="540"/>
        <w:jc w:val="center"/>
        <w:rPr>
          <w:b/>
          <w:bCs/>
          <w:sz w:val="24"/>
          <w:szCs w:val="24"/>
        </w:rPr>
      </w:pPr>
      <w:r w:rsidRPr="002F0136">
        <w:rPr>
          <w:b/>
          <w:bCs/>
          <w:sz w:val="24"/>
          <w:szCs w:val="24"/>
        </w:rPr>
        <w:t>ПРОИЗВОДСТВЕННАЯ ПРОГРАММА</w:t>
      </w:r>
    </w:p>
    <w:p w:rsidR="00666D19" w:rsidRDefault="00666D19" w:rsidP="000A7B00">
      <w:pPr>
        <w:autoSpaceDE w:val="0"/>
        <w:autoSpaceDN w:val="0"/>
        <w:adjustRightInd w:val="0"/>
        <w:ind w:firstLine="540"/>
        <w:jc w:val="center"/>
        <w:rPr>
          <w:b/>
          <w:bCs/>
          <w:sz w:val="24"/>
          <w:szCs w:val="24"/>
        </w:rPr>
      </w:pPr>
      <w:r w:rsidRPr="00666D19">
        <w:rPr>
          <w:b/>
          <w:bCs/>
          <w:sz w:val="24"/>
          <w:szCs w:val="24"/>
        </w:rPr>
        <w:t xml:space="preserve">ПО ОКАЗАНИЮ УСЛУГ ВОДООТВЕДЕНИЯ </w:t>
      </w:r>
    </w:p>
    <w:p w:rsidR="002F0136" w:rsidRDefault="00666D19" w:rsidP="000A7B00">
      <w:pPr>
        <w:autoSpaceDE w:val="0"/>
        <w:autoSpaceDN w:val="0"/>
        <w:adjustRightInd w:val="0"/>
        <w:ind w:firstLine="540"/>
        <w:jc w:val="center"/>
        <w:rPr>
          <w:b/>
          <w:bCs/>
          <w:sz w:val="24"/>
          <w:szCs w:val="24"/>
        </w:rPr>
      </w:pPr>
      <w:r w:rsidRPr="00666D19">
        <w:rPr>
          <w:b/>
          <w:bCs/>
          <w:sz w:val="24"/>
          <w:szCs w:val="24"/>
        </w:rPr>
        <w:t>(очистка сточных вод)</w:t>
      </w:r>
    </w:p>
    <w:p w:rsidR="00666D19" w:rsidRDefault="00666D19" w:rsidP="000A7B00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0A7B00" w:rsidRDefault="000A7B00" w:rsidP="000A7B00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Период</w:t>
      </w:r>
      <w:r w:rsidRPr="005C06DC">
        <w:rPr>
          <w:sz w:val="24"/>
          <w:szCs w:val="24"/>
        </w:rPr>
        <w:t xml:space="preserve"> реализации пр</w:t>
      </w:r>
      <w:r>
        <w:rPr>
          <w:sz w:val="24"/>
          <w:szCs w:val="24"/>
        </w:rPr>
        <w:t>оизводственной программы с 01.01</w:t>
      </w:r>
      <w:r w:rsidRPr="005C06DC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Pr="005C06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г. </w:t>
      </w:r>
      <w:r w:rsidRPr="005C06DC">
        <w:rPr>
          <w:sz w:val="24"/>
          <w:szCs w:val="24"/>
        </w:rPr>
        <w:t>по 31.12.202</w:t>
      </w:r>
      <w:r w:rsidR="00666D19">
        <w:rPr>
          <w:sz w:val="24"/>
          <w:szCs w:val="24"/>
        </w:rPr>
        <w:t>1</w:t>
      </w:r>
      <w:r>
        <w:rPr>
          <w:sz w:val="24"/>
          <w:szCs w:val="24"/>
        </w:rPr>
        <w:t xml:space="preserve"> г.</w:t>
      </w:r>
    </w:p>
    <w:tbl>
      <w:tblPr>
        <w:tblW w:w="117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43"/>
        <w:gridCol w:w="268"/>
        <w:gridCol w:w="1482"/>
        <w:gridCol w:w="86"/>
        <w:gridCol w:w="209"/>
        <w:gridCol w:w="445"/>
        <w:gridCol w:w="1184"/>
        <w:gridCol w:w="149"/>
        <w:gridCol w:w="1333"/>
        <w:gridCol w:w="149"/>
        <w:gridCol w:w="453"/>
        <w:gridCol w:w="1176"/>
        <w:gridCol w:w="1962"/>
      </w:tblGrid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47748B" w:rsidTr="0047748B">
        <w:trPr>
          <w:gridAfter w:val="1"/>
          <w:wAfter w:w="1962" w:type="dxa"/>
          <w:trHeight w:val="577"/>
        </w:trPr>
        <w:tc>
          <w:tcPr>
            <w:tcW w:w="3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6666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7748B" w:rsidRDefault="0047748B" w:rsidP="0047748B">
            <w:pPr>
              <w:autoSpaceDE w:val="0"/>
              <w:autoSpaceDN w:val="0"/>
              <w:adjustRightInd w:val="0"/>
              <w:rPr>
                <w:sz w:val="20"/>
                <w:szCs w:val="22"/>
                <w:lang w:eastAsia="en-US"/>
              </w:rPr>
            </w:pPr>
            <w:r w:rsidRPr="00666D19">
              <w:rPr>
                <w:sz w:val="20"/>
              </w:rPr>
              <w:t>МУНИЦИПАЛЬНОЕ</w:t>
            </w:r>
            <w:r>
              <w:rPr>
                <w:sz w:val="20"/>
              </w:rPr>
              <w:t xml:space="preserve"> УНИТАРНОЕ ПРЕДПРИЯТИЕ «ЛУКОЯНОВСКИЙ ВОДОКАНАЛ»</w:t>
            </w:r>
            <w:r w:rsidRPr="00666D19">
              <w:rPr>
                <w:sz w:val="20"/>
              </w:rPr>
              <w:t xml:space="preserve"> (ИНН 5221006970)</w:t>
            </w:r>
          </w:p>
        </w:tc>
      </w:tr>
      <w:tr w:rsidR="0047748B" w:rsidTr="0047748B">
        <w:trPr>
          <w:gridAfter w:val="1"/>
          <w:wAfter w:w="1962" w:type="dxa"/>
          <w:trHeight w:val="366"/>
        </w:trPr>
        <w:tc>
          <w:tcPr>
            <w:tcW w:w="3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Местонахождение регулируемой организации</w:t>
            </w:r>
          </w:p>
        </w:tc>
        <w:tc>
          <w:tcPr>
            <w:tcW w:w="6666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748B" w:rsidRDefault="0047748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2"/>
                <w:lang w:eastAsia="en-US"/>
              </w:rPr>
            </w:pPr>
            <w:r w:rsidRPr="00666D19">
              <w:rPr>
                <w:color w:val="000000"/>
                <w:sz w:val="20"/>
                <w:shd w:val="clear" w:color="auto" w:fill="FFFFFF"/>
              </w:rPr>
              <w:t xml:space="preserve">607800, Нижегородская область, г. </w:t>
            </w:r>
            <w:proofErr w:type="spellStart"/>
            <w:r w:rsidRPr="00666D19">
              <w:rPr>
                <w:color w:val="000000"/>
                <w:sz w:val="20"/>
                <w:shd w:val="clear" w:color="auto" w:fill="FFFFFF"/>
              </w:rPr>
              <w:t>Лукоянов</w:t>
            </w:r>
            <w:proofErr w:type="spellEnd"/>
            <w:r w:rsidRPr="00666D19">
              <w:rPr>
                <w:color w:val="000000"/>
                <w:sz w:val="20"/>
                <w:shd w:val="clear" w:color="auto" w:fill="FFFFFF"/>
              </w:rPr>
              <w:t xml:space="preserve">, ул. Пушкина, д. 65 </w:t>
            </w:r>
            <w:r>
              <w:rPr>
                <w:color w:val="000000"/>
                <w:sz w:val="20"/>
                <w:shd w:val="clear" w:color="auto" w:fill="FFFFFF"/>
              </w:rPr>
              <w:t>«А»</w:t>
            </w:r>
          </w:p>
        </w:tc>
      </w:tr>
      <w:tr w:rsidR="0047748B" w:rsidTr="0047748B">
        <w:trPr>
          <w:gridAfter w:val="1"/>
          <w:wAfter w:w="1962" w:type="dxa"/>
          <w:trHeight w:val="347"/>
        </w:trPr>
        <w:tc>
          <w:tcPr>
            <w:tcW w:w="3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Наименование уполномоченного органа</w:t>
            </w:r>
          </w:p>
        </w:tc>
        <w:tc>
          <w:tcPr>
            <w:tcW w:w="66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3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Местонахождение уполномоченного органа</w:t>
            </w:r>
          </w:p>
        </w:tc>
        <w:tc>
          <w:tcPr>
            <w:tcW w:w="66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603082, г. Нижний Новгород, Кремль, корпус 1</w:t>
            </w:r>
          </w:p>
        </w:tc>
      </w:tr>
      <w:tr w:rsidR="0047748B" w:rsidTr="0047748B">
        <w:trPr>
          <w:gridAfter w:val="1"/>
          <w:wAfter w:w="1962" w:type="dxa"/>
          <w:trHeight w:val="285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</w:rPr>
              <w:t>2. Объем принимаемых сточных вод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Наименование услуги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ind w:left="-57" w:right="-57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01.01.2019 по 31.12.2019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ind w:left="-57" w:right="-57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01.01.2020 по 31.12.2020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ind w:left="-57" w:right="-57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01.01.2021 по 31.12.2021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Принято сточных вод всего, тыс. 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, в том числе: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8,77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8,77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8,77</w:t>
            </w:r>
          </w:p>
        </w:tc>
      </w:tr>
      <w:tr w:rsidR="0047748B" w:rsidTr="0047748B">
        <w:trPr>
          <w:gridAfter w:val="1"/>
          <w:wAfter w:w="1962" w:type="dxa"/>
          <w:trHeight w:val="236"/>
        </w:trPr>
        <w:tc>
          <w:tcPr>
            <w:tcW w:w="4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2,63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2,63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2,63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</w:rPr>
              <w:t>- прочие  потребители,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6,14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6,14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6,14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i/>
                <w:iCs/>
                <w:sz w:val="20"/>
                <w:lang w:eastAsia="en-US"/>
              </w:rPr>
            </w:pPr>
            <w:r>
              <w:rPr>
                <w:i/>
                <w:iCs/>
                <w:sz w:val="20"/>
              </w:rPr>
              <w:t>- собственное потребление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iCs/>
                <w:sz w:val="20"/>
                <w:lang w:eastAsia="en-US"/>
              </w:rPr>
            </w:pPr>
            <w:r>
              <w:rPr>
                <w:iCs/>
                <w:sz w:val="20"/>
              </w:rPr>
              <w:t xml:space="preserve">Пропущено через очистные сооружения, </w:t>
            </w:r>
            <w:r>
              <w:rPr>
                <w:sz w:val="20"/>
              </w:rPr>
              <w:t>тыс. м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8,77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8,77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8,77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sz w:val="20"/>
                <w:vertAlign w:val="superscript"/>
                <w:lang w:eastAsia="en-US"/>
              </w:rPr>
            </w:pPr>
            <w:r>
              <w:rPr>
                <w:sz w:val="20"/>
              </w:rPr>
              <w:t>Передано сточных вод на сторону, тыс. м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Наименование мероприятий</w:t>
            </w: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График реализации мероприятий</w:t>
            </w:r>
          </w:p>
        </w:tc>
        <w:tc>
          <w:tcPr>
            <w:tcW w:w="3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Всего сумма, </w:t>
            </w:r>
          </w:p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тыс. руб.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</w:p>
        </w:tc>
        <w:tc>
          <w:tcPr>
            <w:tcW w:w="18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Себестоимость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Другие источники</w:t>
            </w: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01.01.2019 по 31.12.2019</w:t>
            </w:r>
          </w:p>
        </w:tc>
      </w:tr>
      <w:tr w:rsidR="0047748B" w:rsidTr="0047748B">
        <w:trPr>
          <w:gridAfter w:val="1"/>
          <w:wAfter w:w="1962" w:type="dxa"/>
          <w:trHeight w:val="643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lastRenderedPageBreak/>
              <w:t>Производственные расходы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01.01.2019 по 31.12.2019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180,83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180,83</w:t>
            </w:r>
          </w:p>
        </w:tc>
      </w:tr>
      <w:tr w:rsidR="0047748B" w:rsidTr="0047748B">
        <w:trPr>
          <w:gridAfter w:val="1"/>
          <w:wAfter w:w="1962" w:type="dxa"/>
          <w:trHeight w:val="177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Административные расходы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01.01.2019 по 31.12.2019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01.01.2019 по 31.12.2019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01.01.2019 по 31.12.2019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47748B" w:rsidTr="0047748B">
        <w:trPr>
          <w:gridAfter w:val="1"/>
          <w:wAfter w:w="1962" w:type="dxa"/>
          <w:trHeight w:val="631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01.01.2019 по 31.12.2019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01.01.2019 по 31.12.2019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1,83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1,83</w:t>
            </w:r>
          </w:p>
        </w:tc>
      </w:tr>
      <w:tr w:rsidR="0047748B" w:rsidTr="0047748B">
        <w:trPr>
          <w:trHeight w:val="259"/>
        </w:trPr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Итого за период с 01.01.2019 по 31.12.2019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182,66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182,66</w:t>
            </w:r>
          </w:p>
        </w:tc>
        <w:tc>
          <w:tcPr>
            <w:tcW w:w="1962" w:type="dxa"/>
            <w:vAlign w:val="center"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01.01.2020 по 31.12.2020</w:t>
            </w:r>
          </w:p>
        </w:tc>
      </w:tr>
      <w:tr w:rsidR="0047748B" w:rsidTr="0047748B">
        <w:trPr>
          <w:gridAfter w:val="1"/>
          <w:wAfter w:w="1962" w:type="dxa"/>
          <w:trHeight w:val="53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Производственные расходы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01.01.2020 по 31.12.2020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183,76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183,76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Административные расходы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01.01.2020 по 31.12.2020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01.01.2020 по 31.12.2020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01.01.2020 по 31.12.2020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47748B" w:rsidTr="0047748B">
        <w:trPr>
          <w:gridAfter w:val="1"/>
          <w:wAfter w:w="1962" w:type="dxa"/>
          <w:trHeight w:val="787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01.01.2020 по 31.12.2020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01.01.2020 по 31.12.2020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1,87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1,87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Итого за период с 01.01.2020 по 31.12.2020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185,63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185,63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01.01.2021 по 31.12.2021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Производственные расходы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01.01.2021 по 31.12.2021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190,56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190,56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Административные расходы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01.01.2021 по 31.12.2021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01.01.2021 по 31.12.2021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01.01.2021 по 31.12.2021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01.01.2021 по 31.12.2021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01.01.2021 по 31.12.2021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1,91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1,91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Итого за период с 01.01.2021 по 31.12.2021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192,47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192,47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560,76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560,76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Наименование мероприятий</w:t>
            </w: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График реализации мероприятий</w:t>
            </w:r>
          </w:p>
        </w:tc>
        <w:tc>
          <w:tcPr>
            <w:tcW w:w="3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Всего сумма,</w:t>
            </w:r>
          </w:p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 xml:space="preserve"> тыс. руб.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</w:p>
        </w:tc>
        <w:tc>
          <w:tcPr>
            <w:tcW w:w="18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Себестоимость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Другие источники</w:t>
            </w: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01.01.2019 по 31.12.2019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Итого за период с 01.01.2019 по 31.12.2019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01.01.2020 по 31.12.2020</w:t>
            </w:r>
          </w:p>
        </w:tc>
      </w:tr>
      <w:tr w:rsidR="0047748B" w:rsidTr="0047748B">
        <w:trPr>
          <w:gridAfter w:val="1"/>
          <w:wAfter w:w="1962" w:type="dxa"/>
          <w:trHeight w:val="944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Итого за период с 01.01.2020 по 31.12.2020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01.01.2021 по 31.12.2021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Итого за период с 01.01.2021 по 31.12.2021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Наименование мероприятий</w:t>
            </w: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График реализации мероприятий</w:t>
            </w:r>
          </w:p>
        </w:tc>
        <w:tc>
          <w:tcPr>
            <w:tcW w:w="3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Всего сумма,</w:t>
            </w:r>
          </w:p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 xml:space="preserve"> тыс. руб.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</w:p>
        </w:tc>
        <w:tc>
          <w:tcPr>
            <w:tcW w:w="18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Себестоимость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Другие источники</w:t>
            </w: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01.01.2019 по 31.12.2019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01.01.2020 по 31.12.2020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01.01.2021 по 31.12.2021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lastRenderedPageBreak/>
              <w:t>Наименование мероприятий</w:t>
            </w: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График реализации мероприятий</w:t>
            </w:r>
          </w:p>
        </w:tc>
        <w:tc>
          <w:tcPr>
            <w:tcW w:w="3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Всего сумма,</w:t>
            </w:r>
          </w:p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 xml:space="preserve"> тыс. руб.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</w:p>
        </w:tc>
        <w:tc>
          <w:tcPr>
            <w:tcW w:w="18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Себестоимость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Другие источники</w:t>
            </w: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01.01.2019 по 31.12.2019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01.01.2020 по 31.12.2020</w:t>
            </w:r>
          </w:p>
        </w:tc>
      </w:tr>
      <w:tr w:rsidR="0047748B" w:rsidTr="0047748B">
        <w:trPr>
          <w:gridAfter w:val="1"/>
          <w:wAfter w:w="1962" w:type="dxa"/>
          <w:trHeight w:val="726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01.01.2021 по 31.12.2021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trHeight w:val="259"/>
        </w:trPr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62" w:type="dxa"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Наименование мероприятий</w:t>
            </w: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График реализации мероприятий</w:t>
            </w:r>
          </w:p>
        </w:tc>
        <w:tc>
          <w:tcPr>
            <w:tcW w:w="3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Всего сумма, </w:t>
            </w:r>
          </w:p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тыс. руб.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</w:p>
        </w:tc>
        <w:tc>
          <w:tcPr>
            <w:tcW w:w="18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Себестоимость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Другие источники</w:t>
            </w: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01.01.2019 по 31.12.2019</w:t>
            </w:r>
          </w:p>
        </w:tc>
      </w:tr>
      <w:tr w:rsidR="0047748B" w:rsidTr="0047748B">
        <w:trPr>
          <w:trHeight w:val="247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62" w:type="dxa"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01.01.2020 по 31.12.2020</w:t>
            </w:r>
          </w:p>
        </w:tc>
      </w:tr>
      <w:tr w:rsidR="0047748B" w:rsidTr="0047748B">
        <w:trPr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62" w:type="dxa"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01.01.2021 по 31.12.2021</w:t>
            </w:r>
          </w:p>
        </w:tc>
      </w:tr>
      <w:tr w:rsidR="0047748B" w:rsidTr="0047748B">
        <w:trPr>
          <w:trHeight w:val="259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62" w:type="dxa"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</w:p>
        </w:tc>
      </w:tr>
      <w:tr w:rsidR="0047748B" w:rsidTr="0047748B">
        <w:trPr>
          <w:trHeight w:val="259"/>
        </w:trPr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62" w:type="dxa"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</w:p>
        </w:tc>
      </w:tr>
      <w:tr w:rsidR="0047748B" w:rsidTr="0047748B">
        <w:trPr>
          <w:gridAfter w:val="1"/>
          <w:wAfter w:w="1962" w:type="dxa"/>
          <w:trHeight w:val="6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ind w:left="-57" w:right="-57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01.01.2019 по 31.12.2019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ind w:left="-57" w:right="-57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01.01.2020 по 31.12.2020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ind w:left="-57" w:right="-57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01.01.2021 по 31.12.2021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t>Показатели очистки сточных вод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lastRenderedPageBreak/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4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ед./</w:t>
            </w:r>
          </w:p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км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t>Показатели энергетической эффективности</w:t>
            </w:r>
          </w:p>
        </w:tc>
      </w:tr>
      <w:tr w:rsidR="0047748B" w:rsidTr="0047748B">
        <w:trPr>
          <w:gridAfter w:val="1"/>
          <w:wAfter w:w="1962" w:type="dxa"/>
          <w:trHeight w:val="1223"/>
        </w:trPr>
        <w:tc>
          <w:tcPr>
            <w:tcW w:w="4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ind w:left="-57" w:right="-57"/>
              <w:rPr>
                <w:sz w:val="20"/>
                <w:lang w:eastAsia="en-US"/>
              </w:rPr>
            </w:pPr>
            <w:r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кВт</w:t>
            </w:r>
            <w:proofErr w:type="gramStart"/>
            <w:r>
              <w:rPr>
                <w:sz w:val="20"/>
              </w:rPr>
              <w:t>.ч</w:t>
            </w:r>
            <w:proofErr w:type="spellEnd"/>
            <w:proofErr w:type="gramEnd"/>
            <w:r>
              <w:rPr>
                <w:sz w:val="20"/>
              </w:rPr>
              <w:t>/</w:t>
            </w:r>
          </w:p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куб. м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1,54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1,54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1,54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81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01.01.2019 по 31.12.2019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81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01.01.2020 по 31.12.2020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81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01.01.2021 по 31.12.2021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542"/>
        </w:trPr>
        <w:tc>
          <w:tcPr>
            <w:tcW w:w="81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Итого эффективность производственной программы за весь период реализации: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81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Всего сумма, тыс. руб.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81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01.01.2019 по 31.12.2019 год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182,66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81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01.01.2020 по 31.12.2020 год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186,63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81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8B" w:rsidRDefault="0047748B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01.01.2021 по 31.12.2021 год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191,48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81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bCs/>
                <w:sz w:val="20"/>
              </w:rPr>
              <w:t>Итого</w:t>
            </w:r>
            <w:r>
              <w:rPr>
                <w:sz w:val="20"/>
              </w:rPr>
              <w:t xml:space="preserve"> объем финансовых потребностей за весь период реализации программы</w:t>
            </w:r>
            <w:r>
              <w:rPr>
                <w:bCs/>
                <w:sz w:val="20"/>
              </w:rPr>
              <w:t>: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560,77</w:t>
            </w:r>
          </w:p>
        </w:tc>
      </w:tr>
      <w:tr w:rsidR="0047748B" w:rsidTr="0047748B">
        <w:trPr>
          <w:gridAfter w:val="1"/>
          <w:wAfter w:w="1962" w:type="dxa"/>
          <w:trHeight w:val="259"/>
        </w:trPr>
        <w:tc>
          <w:tcPr>
            <w:tcW w:w="9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47748B" w:rsidTr="0047748B">
        <w:trPr>
          <w:gridAfter w:val="1"/>
          <w:wAfter w:w="1962" w:type="dxa"/>
          <w:trHeight w:val="203"/>
        </w:trPr>
        <w:tc>
          <w:tcPr>
            <w:tcW w:w="81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2018 год</w:t>
            </w:r>
          </w:p>
        </w:tc>
      </w:tr>
      <w:tr w:rsidR="0047748B" w:rsidTr="0047748B">
        <w:trPr>
          <w:gridAfter w:val="1"/>
          <w:wAfter w:w="1962" w:type="dxa"/>
          <w:trHeight w:val="265"/>
        </w:trPr>
        <w:tc>
          <w:tcPr>
            <w:tcW w:w="814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Объем принятых сточных вод, тыс. куб. м</w:t>
            </w:r>
          </w:p>
        </w:tc>
        <w:tc>
          <w:tcPr>
            <w:tcW w:w="16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8,77</w:t>
            </w:r>
          </w:p>
        </w:tc>
      </w:tr>
      <w:tr w:rsidR="0047748B" w:rsidTr="0047748B">
        <w:trPr>
          <w:gridAfter w:val="1"/>
          <w:wAfter w:w="1962" w:type="dxa"/>
          <w:trHeight w:val="265"/>
        </w:trPr>
        <w:tc>
          <w:tcPr>
            <w:tcW w:w="814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6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265"/>
        </w:trPr>
        <w:tc>
          <w:tcPr>
            <w:tcW w:w="814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6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47748B" w:rsidTr="0047748B">
        <w:trPr>
          <w:gridAfter w:val="1"/>
          <w:wAfter w:w="1962" w:type="dxa"/>
          <w:trHeight w:val="265"/>
        </w:trPr>
        <w:tc>
          <w:tcPr>
            <w:tcW w:w="814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Общий объем финансовых потребностей, тыс. руб.</w:t>
            </w:r>
          </w:p>
        </w:tc>
        <w:tc>
          <w:tcPr>
            <w:tcW w:w="16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748B" w:rsidRDefault="0047748B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1676,20</w:t>
            </w:r>
          </w:p>
        </w:tc>
      </w:tr>
    </w:tbl>
    <w:p w:rsidR="002F0136" w:rsidRDefault="000A7B00" w:rsidP="0047748B">
      <w:pPr>
        <w:jc w:val="right"/>
        <w:rPr>
          <w:sz w:val="20"/>
          <w:lang w:eastAsia="en-US"/>
        </w:rPr>
      </w:pPr>
      <w:r w:rsidRPr="0047748B">
        <w:rPr>
          <w:szCs w:val="28"/>
          <w:lang w:eastAsia="en-US"/>
        </w:rPr>
        <w:t>».</w:t>
      </w:r>
    </w:p>
    <w:sectPr w:rsidR="002F0136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B00" w:rsidRDefault="000A7B00">
      <w:r>
        <w:separator/>
      </w:r>
    </w:p>
  </w:endnote>
  <w:endnote w:type="continuationSeparator" w:id="0">
    <w:p w:rsidR="000A7B00" w:rsidRDefault="000A7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B00" w:rsidRDefault="000A7B00">
      <w:r>
        <w:separator/>
      </w:r>
    </w:p>
  </w:footnote>
  <w:footnote w:type="continuationSeparator" w:id="0">
    <w:p w:rsidR="000A7B00" w:rsidRDefault="000A7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B00" w:rsidRDefault="000A7B00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B00" w:rsidRDefault="000A7B0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B00" w:rsidRDefault="000A7B00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57390">
      <w:rPr>
        <w:rStyle w:val="a9"/>
        <w:noProof/>
      </w:rPr>
      <w:t>16</w:t>
    </w:r>
    <w:r>
      <w:rPr>
        <w:rStyle w:val="a9"/>
      </w:rPr>
      <w:fldChar w:fldCharType="end"/>
    </w:r>
  </w:p>
  <w:p w:rsidR="000A7B00" w:rsidRDefault="000A7B0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B00" w:rsidRDefault="000A7B00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7B00" w:rsidRPr="00E52B15" w:rsidRDefault="000A7B00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A7B00" w:rsidRPr="00561114" w:rsidRDefault="000A7B00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A7B00" w:rsidRPr="00561114" w:rsidRDefault="000A7B00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A7B00" w:rsidRPr="000F7B5C" w:rsidRDefault="000A7B00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A7B00" w:rsidRPr="000F7B5C" w:rsidRDefault="000A7B0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A7B00" w:rsidRDefault="000A7B00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A7B00" w:rsidRDefault="000A7B00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A7B00" w:rsidRPr="002B6128" w:rsidRDefault="000A7B00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A7B00" w:rsidRDefault="000A7B00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A7B00" w:rsidRPr="001772E6" w:rsidRDefault="000A7B00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A7B00" w:rsidRDefault="000A7B00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A7B00" w:rsidRPr="00E52B15" w:rsidRDefault="000A7B00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A7B00" w:rsidRPr="00561114" w:rsidRDefault="000A7B00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A7B00" w:rsidRPr="00561114" w:rsidRDefault="000A7B00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A7B00" w:rsidRPr="000F7B5C" w:rsidRDefault="000A7B00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A7B00" w:rsidRPr="000F7B5C" w:rsidRDefault="000A7B0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A7B00" w:rsidRDefault="000A7B00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A7B00" w:rsidRDefault="000A7B00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A7B00" w:rsidRPr="002B6128" w:rsidRDefault="000A7B00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A7B00" w:rsidRDefault="000A7B00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A7B00" w:rsidRPr="001772E6" w:rsidRDefault="000A7B00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A7B00" w:rsidRDefault="000A7B00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8D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B00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493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6"/>
    <w:rsid w:val="002F013F"/>
    <w:rsid w:val="002F116F"/>
    <w:rsid w:val="002F1F2E"/>
    <w:rsid w:val="002F24DD"/>
    <w:rsid w:val="002F45B6"/>
    <w:rsid w:val="002F696E"/>
    <w:rsid w:val="002F7A27"/>
    <w:rsid w:val="00300835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57390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48B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28D"/>
    <w:rsid w:val="00605EDA"/>
    <w:rsid w:val="00607695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66D19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1F7D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3EB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0F32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AB4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0FA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BF7FC0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59E2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19B6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0F2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0DE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, 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, 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, 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, 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114</TotalTime>
  <Pages>16</Pages>
  <Words>3715</Words>
  <Characters>23654</Characters>
  <Application>Microsoft Office Word</Application>
  <DocSecurity>0</DocSecurity>
  <Lines>197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28</cp:revision>
  <cp:lastPrinted>2019-11-07T08:34:00Z</cp:lastPrinted>
  <dcterms:created xsi:type="dcterms:W3CDTF">2018-11-16T08:08:00Z</dcterms:created>
  <dcterms:modified xsi:type="dcterms:W3CDTF">2019-11-14T08:03:00Z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