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63C10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616F0" w:rsidP="00E20A3C">
            <w:pPr>
              <w:tabs>
                <w:tab w:val="center" w:pos="2160"/>
              </w:tabs>
              <w:ind w:left="-108"/>
              <w:jc w:val="center"/>
            </w:pPr>
            <w:r>
              <w:t>50/5</w:t>
            </w:r>
            <w:r w:rsidR="00D05A8B">
              <w:t>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9A5A6C" w:rsidRPr="009A5A6C" w:rsidRDefault="003E198C" w:rsidP="009A5A6C">
            <w:pPr>
              <w:jc w:val="center"/>
              <w:rPr>
                <w:bCs/>
              </w:rPr>
            </w:pPr>
            <w:r w:rsidRPr="003E198C">
              <w:rPr>
                <w:bCs/>
              </w:rPr>
              <w:t xml:space="preserve">Об установлении МУНИЦИПАЛЬНОМУ УНИТАРНОМУ ПРЕДПРИЯТИЮ  ЛЫСКОВСКОГО МУНИЦИПАЛЬНОГО РАЙОНА «ЛЫСКОВОКОММУНСЕРВИС»                (ИНН 5222071587), г. </w:t>
            </w:r>
            <w:proofErr w:type="spellStart"/>
            <w:r w:rsidRPr="003E198C">
              <w:rPr>
                <w:bCs/>
              </w:rPr>
              <w:t>Лысково</w:t>
            </w:r>
            <w:proofErr w:type="spellEnd"/>
            <w:r w:rsidRPr="003E198C">
              <w:rPr>
                <w:bCs/>
              </w:rPr>
              <w:t xml:space="preserve"> Нижегородской области, тарифов на горячую воду, поставляемую потребителям  г. </w:t>
            </w:r>
            <w:proofErr w:type="spellStart"/>
            <w:r w:rsidRPr="003E198C">
              <w:rPr>
                <w:bCs/>
              </w:rPr>
              <w:t>Лысково</w:t>
            </w:r>
            <w:proofErr w:type="spellEnd"/>
            <w:r w:rsidRPr="003E198C">
              <w:rPr>
                <w:bCs/>
              </w:rPr>
              <w:t xml:space="preserve"> Нижегородской области с использованием закрытой системы горячего водоснабжения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71189" w:rsidRDefault="00E71189" w:rsidP="00D63C10">
      <w:pPr>
        <w:pStyle w:val="ac"/>
        <w:jc w:val="center"/>
      </w:pPr>
    </w:p>
    <w:p w:rsidR="00C4022B" w:rsidRDefault="00C4022B" w:rsidP="00D63C10">
      <w:pPr>
        <w:pStyle w:val="ac"/>
        <w:ind w:firstLine="720"/>
        <w:jc w:val="center"/>
      </w:pPr>
    </w:p>
    <w:p w:rsidR="001616F0" w:rsidRPr="008A1466" w:rsidRDefault="001616F0" w:rsidP="00D63C10">
      <w:pPr>
        <w:pStyle w:val="ac"/>
        <w:ind w:firstLine="720"/>
        <w:jc w:val="center"/>
      </w:pPr>
    </w:p>
    <w:p w:rsidR="003E198C" w:rsidRPr="00D63C10" w:rsidRDefault="003E198C" w:rsidP="00D63C10">
      <w:pPr>
        <w:spacing w:line="276" w:lineRule="auto"/>
        <w:ind w:firstLine="708"/>
        <w:jc w:val="both"/>
        <w:rPr>
          <w:szCs w:val="28"/>
        </w:rPr>
      </w:pPr>
      <w:proofErr w:type="gramStart"/>
      <w:r w:rsidRPr="00D63C10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D63C10">
        <w:rPr>
          <w:bCs/>
          <w:szCs w:val="28"/>
        </w:rPr>
        <w:t xml:space="preserve">МУНИЦИПАЛЬНЫМ УНИТАРНЫМ ПРЕДПРИЯТИЕМ ЛЫСКОВСКОГО МУНИЦИПАЛЬНОГО РАЙОНА «ЛЫСКОВОКОММУНСЕРВИС» (ИНН 5222071587), г. </w:t>
      </w:r>
      <w:proofErr w:type="spellStart"/>
      <w:r w:rsidRPr="00D63C10">
        <w:rPr>
          <w:bCs/>
          <w:szCs w:val="28"/>
        </w:rPr>
        <w:t>Лысково</w:t>
      </w:r>
      <w:proofErr w:type="spellEnd"/>
      <w:r w:rsidRPr="00D63C10">
        <w:rPr>
          <w:bCs/>
          <w:szCs w:val="28"/>
        </w:rPr>
        <w:t xml:space="preserve"> Нижегородской области, </w:t>
      </w:r>
      <w:r w:rsidRPr="00D63C10">
        <w:rPr>
          <w:szCs w:val="28"/>
        </w:rPr>
        <w:t>экспертного заключения рег. </w:t>
      </w:r>
      <w:r w:rsidRPr="00D705FB">
        <w:rPr>
          <w:szCs w:val="28"/>
        </w:rPr>
        <w:t>№ в-</w:t>
      </w:r>
      <w:r w:rsidR="00D705FB" w:rsidRPr="00D705FB">
        <w:rPr>
          <w:szCs w:val="28"/>
        </w:rPr>
        <w:t>622</w:t>
      </w:r>
      <w:r w:rsidR="00D63C10" w:rsidRPr="00D705FB">
        <w:rPr>
          <w:szCs w:val="28"/>
        </w:rPr>
        <w:t xml:space="preserve"> </w:t>
      </w:r>
      <w:r w:rsidRPr="00D705FB">
        <w:rPr>
          <w:szCs w:val="28"/>
        </w:rPr>
        <w:t>от</w:t>
      </w:r>
      <w:proofErr w:type="gramEnd"/>
      <w:r w:rsidRPr="00D63C10">
        <w:rPr>
          <w:szCs w:val="28"/>
        </w:rPr>
        <w:t xml:space="preserve"> </w:t>
      </w:r>
      <w:r w:rsidR="00D63C10">
        <w:rPr>
          <w:szCs w:val="28"/>
        </w:rPr>
        <w:t xml:space="preserve">7 ноября </w:t>
      </w:r>
      <w:r w:rsidRPr="00D63C10">
        <w:rPr>
          <w:szCs w:val="28"/>
        </w:rPr>
        <w:t>2019 г.:</w:t>
      </w:r>
    </w:p>
    <w:p w:rsidR="003E198C" w:rsidRPr="00D63C10" w:rsidRDefault="003E198C" w:rsidP="00D63C10">
      <w:pPr>
        <w:spacing w:line="276" w:lineRule="auto"/>
        <w:ind w:firstLine="708"/>
        <w:jc w:val="both"/>
        <w:rPr>
          <w:szCs w:val="28"/>
        </w:rPr>
      </w:pPr>
      <w:r w:rsidRPr="00D63C10">
        <w:rPr>
          <w:b/>
          <w:noProof/>
          <w:szCs w:val="28"/>
        </w:rPr>
        <w:t>1.</w:t>
      </w:r>
      <w:r w:rsidRPr="00D63C10">
        <w:rPr>
          <w:noProof/>
          <w:szCs w:val="28"/>
        </w:rPr>
        <w:t xml:space="preserve"> При установлении тарифов в сфере горячего водоснабжения</w:t>
      </w:r>
      <w:r w:rsidRPr="00D63C10">
        <w:rPr>
          <w:noProof/>
          <w:szCs w:val="28"/>
        </w:rPr>
        <w:br/>
        <w:t xml:space="preserve">для МУНИЦИПАЛЬНОГО УНИТАРНОГО ПРЕДПРИЯТИЯ ЛЫСКОВСКОГО МУНИЦИПАЛЬНОГО РАЙОНА «ЛЫСКОВОКОММУНСЕРВИС» </w:t>
      </w:r>
      <w:r w:rsidR="00D63C10">
        <w:rPr>
          <w:noProof/>
          <w:szCs w:val="28"/>
        </w:rPr>
        <w:br/>
      </w:r>
      <w:r w:rsidRPr="00D63C10">
        <w:rPr>
          <w:noProof/>
          <w:szCs w:val="28"/>
        </w:rPr>
        <w:t xml:space="preserve">(ИНН 5222071587), г. Лысково Нижегородской области, </w:t>
      </w:r>
      <w:r w:rsidRPr="00D63C10">
        <w:rPr>
          <w:szCs w:val="28"/>
        </w:rPr>
        <w:t>применять метод индексации.</w:t>
      </w:r>
    </w:p>
    <w:p w:rsidR="003E198C" w:rsidRDefault="003E198C" w:rsidP="00D63C10">
      <w:pPr>
        <w:spacing w:line="276" w:lineRule="auto"/>
        <w:ind w:firstLine="709"/>
        <w:jc w:val="both"/>
        <w:rPr>
          <w:szCs w:val="28"/>
        </w:rPr>
      </w:pPr>
      <w:r w:rsidRPr="00D63C10">
        <w:rPr>
          <w:b/>
          <w:szCs w:val="28"/>
        </w:rPr>
        <w:t>2.</w:t>
      </w:r>
      <w:r w:rsidRPr="00D63C10">
        <w:rPr>
          <w:szCs w:val="28"/>
        </w:rPr>
        <w:t xml:space="preserve"> Установить </w:t>
      </w:r>
      <w:r w:rsidRPr="00D63C10">
        <w:rPr>
          <w:noProof/>
          <w:szCs w:val="28"/>
        </w:rPr>
        <w:t>МУНИЦИПАЛЬНОМУ УНИТАРНОМУ ПРЕДПРИЯТИЮ ЛЫСКОВСКОГО МУНИЦИПАЛЬНОГ</w:t>
      </w:r>
      <w:r w:rsidR="00D63C10">
        <w:rPr>
          <w:noProof/>
          <w:szCs w:val="28"/>
        </w:rPr>
        <w:t xml:space="preserve">О РАЙОНА «ЛЫСКОВОКОММУНСЕРВИС» </w:t>
      </w:r>
      <w:r w:rsidRPr="00D63C10">
        <w:rPr>
          <w:noProof/>
          <w:szCs w:val="28"/>
        </w:rPr>
        <w:t xml:space="preserve">(ИНН 5222071587), г. Лысково Нижегородской области, </w:t>
      </w:r>
      <w:r w:rsidRPr="00D63C10">
        <w:rPr>
          <w:b/>
          <w:bCs/>
          <w:szCs w:val="28"/>
        </w:rPr>
        <w:t xml:space="preserve">тарифы </w:t>
      </w:r>
      <w:r w:rsidRPr="00D63C10">
        <w:rPr>
          <w:b/>
          <w:noProof/>
          <w:szCs w:val="28"/>
        </w:rPr>
        <w:t xml:space="preserve">на горячую воду, </w:t>
      </w:r>
      <w:r w:rsidRPr="00D63C10">
        <w:rPr>
          <w:noProof/>
          <w:szCs w:val="28"/>
        </w:rPr>
        <w:t>поставляемую потребителям</w:t>
      </w:r>
      <w:r w:rsidRPr="00D63C10">
        <w:rPr>
          <w:b/>
          <w:noProof/>
          <w:szCs w:val="28"/>
        </w:rPr>
        <w:t xml:space="preserve"> </w:t>
      </w:r>
      <w:r w:rsidRPr="00D63C10">
        <w:rPr>
          <w:bCs/>
          <w:noProof/>
          <w:szCs w:val="28"/>
        </w:rPr>
        <w:t>г. Лысково Нижегородской области</w:t>
      </w:r>
      <w:r w:rsidRPr="00D63C10">
        <w:rPr>
          <w:b/>
          <w:bCs/>
          <w:noProof/>
          <w:szCs w:val="28"/>
        </w:rPr>
        <w:t xml:space="preserve"> </w:t>
      </w:r>
      <w:r w:rsidRPr="00D63C10">
        <w:rPr>
          <w:b/>
          <w:noProof/>
          <w:szCs w:val="28"/>
        </w:rPr>
        <w:t>с использованием закрытой системы горячего водоснабжения</w:t>
      </w:r>
      <w:r w:rsidRPr="00D63C10">
        <w:rPr>
          <w:szCs w:val="28"/>
        </w:rPr>
        <w:t>, в следующих размерах:</w:t>
      </w:r>
    </w:p>
    <w:p w:rsidR="00D63C10" w:rsidRPr="00D63C10" w:rsidRDefault="00D63C10" w:rsidP="00D63C10">
      <w:pPr>
        <w:spacing w:line="276" w:lineRule="auto"/>
        <w:ind w:firstLine="709"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115"/>
        <w:gridCol w:w="1557"/>
        <w:gridCol w:w="2266"/>
        <w:gridCol w:w="2266"/>
      </w:tblGrid>
      <w:tr w:rsidR="003E198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8C" w:rsidRPr="003E198C" w:rsidRDefault="003E198C" w:rsidP="002B1E11">
            <w:pPr>
              <w:jc w:val="center"/>
              <w:rPr>
                <w:sz w:val="16"/>
                <w:szCs w:val="16"/>
              </w:rPr>
            </w:pPr>
            <w:r w:rsidRPr="003E198C">
              <w:rPr>
                <w:sz w:val="16"/>
                <w:szCs w:val="16"/>
              </w:rPr>
              <w:t xml:space="preserve">№ </w:t>
            </w:r>
            <w:proofErr w:type="gramStart"/>
            <w:r w:rsidRPr="003E198C">
              <w:rPr>
                <w:sz w:val="16"/>
                <w:szCs w:val="16"/>
              </w:rPr>
              <w:t>п</w:t>
            </w:r>
            <w:proofErr w:type="gramEnd"/>
            <w:r w:rsidRPr="003E198C">
              <w:rPr>
                <w:sz w:val="16"/>
                <w:szCs w:val="16"/>
              </w:rPr>
              <w:t>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8C" w:rsidRPr="003E198C" w:rsidRDefault="003E198C" w:rsidP="002B1E11">
            <w:pPr>
              <w:jc w:val="center"/>
              <w:rPr>
                <w:sz w:val="16"/>
                <w:szCs w:val="16"/>
              </w:rPr>
            </w:pPr>
            <w:r w:rsidRPr="003E198C">
              <w:rPr>
                <w:sz w:val="16"/>
                <w:szCs w:val="16"/>
              </w:rPr>
              <w:t>Периоды регулирования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8C" w:rsidRPr="003E198C" w:rsidRDefault="003E198C" w:rsidP="002B1E11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E198C">
              <w:rPr>
                <w:sz w:val="16"/>
                <w:szCs w:val="16"/>
              </w:rPr>
              <w:t>Тариф на горячую воду, руб./м</w:t>
            </w:r>
            <w:r w:rsidRPr="003E198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8C" w:rsidRPr="003E198C" w:rsidRDefault="003E198C" w:rsidP="002B1E11">
            <w:pPr>
              <w:jc w:val="center"/>
              <w:rPr>
                <w:sz w:val="16"/>
                <w:szCs w:val="16"/>
                <w:vertAlign w:val="subscript"/>
              </w:rPr>
            </w:pPr>
            <w:r w:rsidRPr="003E198C">
              <w:rPr>
                <w:sz w:val="16"/>
                <w:szCs w:val="16"/>
              </w:rPr>
              <w:t>Компонент на холодную воду (</w:t>
            </w:r>
            <w:proofErr w:type="spellStart"/>
            <w:r w:rsidRPr="003E198C">
              <w:rPr>
                <w:sz w:val="16"/>
                <w:szCs w:val="16"/>
              </w:rPr>
              <w:t>одноставочный</w:t>
            </w:r>
            <w:proofErr w:type="spellEnd"/>
            <w:r w:rsidRPr="003E198C">
              <w:rPr>
                <w:sz w:val="16"/>
                <w:szCs w:val="16"/>
              </w:rPr>
              <w:t>), руб./м</w:t>
            </w:r>
            <w:r w:rsidRPr="003E198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8C" w:rsidRPr="003E198C" w:rsidRDefault="003E198C" w:rsidP="002B1E11">
            <w:pPr>
              <w:jc w:val="center"/>
              <w:rPr>
                <w:sz w:val="16"/>
                <w:szCs w:val="16"/>
              </w:rPr>
            </w:pPr>
            <w:r w:rsidRPr="003E198C">
              <w:rPr>
                <w:sz w:val="16"/>
                <w:szCs w:val="16"/>
              </w:rPr>
              <w:t>Компонент на тепловую энергию (</w:t>
            </w:r>
            <w:proofErr w:type="spellStart"/>
            <w:r w:rsidRPr="003E198C">
              <w:rPr>
                <w:sz w:val="16"/>
                <w:szCs w:val="16"/>
              </w:rPr>
              <w:t>одноставочный</w:t>
            </w:r>
            <w:proofErr w:type="spellEnd"/>
            <w:r w:rsidRPr="003E198C">
              <w:rPr>
                <w:sz w:val="16"/>
                <w:szCs w:val="16"/>
              </w:rPr>
              <w:t>), руб./Гкал</w:t>
            </w:r>
          </w:p>
        </w:tc>
      </w:tr>
      <w:tr w:rsidR="0080711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января по 30 июня 2020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23,45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1693,93</w:t>
            </w:r>
          </w:p>
        </w:tc>
      </w:tr>
      <w:tr w:rsidR="0080711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июля по 31 декабря 2020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24,33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1744,57</w:t>
            </w:r>
          </w:p>
        </w:tc>
      </w:tr>
      <w:tr w:rsidR="0080711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января по 30 июня 2021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24,33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1744,57</w:t>
            </w:r>
          </w:p>
        </w:tc>
      </w:tr>
      <w:tr w:rsidR="0080711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июля по 31 декабря 2021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24,73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1794,78</w:t>
            </w:r>
          </w:p>
        </w:tc>
      </w:tr>
      <w:tr w:rsidR="0080711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января по 30 июня 2022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24,73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1794,78</w:t>
            </w:r>
          </w:p>
        </w:tc>
      </w:tr>
      <w:tr w:rsidR="0080711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июля по 31 декабря 2022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25,05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1857,05</w:t>
            </w:r>
          </w:p>
        </w:tc>
      </w:tr>
      <w:tr w:rsidR="003E198C" w:rsidRPr="003E198C" w:rsidTr="0027728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8C" w:rsidRPr="003E198C" w:rsidRDefault="003E198C" w:rsidP="002B1E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98C" w:rsidRPr="003E198C" w:rsidRDefault="003E198C" w:rsidP="002B1E11">
            <w:pPr>
              <w:rPr>
                <w:sz w:val="18"/>
                <w:szCs w:val="18"/>
              </w:rPr>
            </w:pPr>
            <w:r w:rsidRPr="003E198C">
              <w:rPr>
                <w:b/>
                <w:sz w:val="18"/>
                <w:szCs w:val="18"/>
              </w:rPr>
              <w:t>Население (с учетом НДС)</w:t>
            </w:r>
          </w:p>
        </w:tc>
      </w:tr>
      <w:tr w:rsidR="0080711C" w:rsidRPr="003E198C" w:rsidTr="0080711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января по 30 июня 2020 г.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255D6C" w:rsidRDefault="0080711C" w:rsidP="0080711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125,70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</w:tr>
      <w:tr w:rsidR="0080711C" w:rsidRPr="003E198C" w:rsidTr="0080711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C" w:rsidRPr="003E198C" w:rsidRDefault="0080711C" w:rsidP="002B1E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3E198C" w:rsidRDefault="0080711C" w:rsidP="00807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28,14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2032,72</w:t>
            </w:r>
          </w:p>
        </w:tc>
      </w:tr>
      <w:tr w:rsidR="0080711C" w:rsidRPr="003E198C" w:rsidTr="0080711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июля по 31 декабря 2020 г.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255D6C" w:rsidRDefault="0080711C" w:rsidP="0080711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130,</w:t>
            </w:r>
            <w:r w:rsidR="00307297">
              <w:rPr>
                <w:sz w:val="18"/>
                <w:szCs w:val="18"/>
              </w:rPr>
              <w:t>73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</w:tr>
      <w:tr w:rsidR="0080711C" w:rsidRPr="003E198C" w:rsidTr="0080711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C" w:rsidRPr="003E198C" w:rsidRDefault="0080711C" w:rsidP="002B1E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3E198C" w:rsidRDefault="0080711C" w:rsidP="00807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29,20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2093,48</w:t>
            </w:r>
          </w:p>
        </w:tc>
      </w:tr>
      <w:tr w:rsidR="0080711C" w:rsidRPr="003E198C" w:rsidTr="0080711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января по 30 июня 2021 г.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255D6C" w:rsidRDefault="0080711C" w:rsidP="0080711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130,</w:t>
            </w:r>
            <w:r w:rsidR="00307297">
              <w:rPr>
                <w:sz w:val="18"/>
                <w:szCs w:val="18"/>
              </w:rPr>
              <w:t>73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</w:tr>
      <w:tr w:rsidR="0080711C" w:rsidRPr="003E198C" w:rsidTr="0080711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C" w:rsidRPr="003E198C" w:rsidRDefault="0080711C" w:rsidP="002B1E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3E198C" w:rsidRDefault="0080711C" w:rsidP="00807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29,20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2093,48</w:t>
            </w:r>
          </w:p>
        </w:tc>
      </w:tr>
      <w:tr w:rsidR="0080711C" w:rsidRPr="003E198C" w:rsidTr="0080711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июля по 31 декабря 2021 г.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255D6C" w:rsidRDefault="00307297" w:rsidP="008071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  <w:r w:rsidR="0080711C" w:rsidRPr="00255D6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</w:tr>
      <w:tr w:rsidR="0080711C" w:rsidRPr="003E198C" w:rsidTr="0080711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C" w:rsidRPr="003E198C" w:rsidRDefault="0080711C" w:rsidP="002B1E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3E198C" w:rsidRDefault="0080711C" w:rsidP="00807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29,68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2153,74</w:t>
            </w:r>
          </w:p>
        </w:tc>
      </w:tr>
      <w:tr w:rsidR="0080711C" w:rsidRPr="003E198C" w:rsidTr="0080711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января по 30 июня 2022 г.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255D6C" w:rsidRDefault="0080711C" w:rsidP="00307297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13</w:t>
            </w:r>
            <w:r w:rsidR="00307297">
              <w:rPr>
                <w:sz w:val="18"/>
                <w:szCs w:val="18"/>
              </w:rPr>
              <w:t>4</w:t>
            </w:r>
            <w:r w:rsidRPr="00255D6C">
              <w:rPr>
                <w:sz w:val="18"/>
                <w:szCs w:val="18"/>
              </w:rPr>
              <w:t>,</w:t>
            </w:r>
            <w:r w:rsidR="00307297">
              <w:rPr>
                <w:sz w:val="18"/>
                <w:szCs w:val="18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</w:tr>
      <w:tr w:rsidR="0080711C" w:rsidRPr="003E198C" w:rsidTr="0080711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C" w:rsidRPr="003E198C" w:rsidRDefault="0080711C" w:rsidP="002B1E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3E198C" w:rsidRDefault="0080711C" w:rsidP="00807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29,68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2153,74</w:t>
            </w:r>
          </w:p>
        </w:tc>
      </w:tr>
      <w:tr w:rsidR="0080711C" w:rsidRPr="003E198C" w:rsidTr="0080711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198C">
              <w:rPr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С 1 июля по 31 декабря 2022 г.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255D6C" w:rsidRDefault="00307297" w:rsidP="008071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  <w:r w:rsidR="0080711C" w:rsidRPr="00255D6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</w:p>
        </w:tc>
      </w:tr>
      <w:tr w:rsidR="0080711C" w:rsidRPr="003E198C" w:rsidTr="0027728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C" w:rsidRPr="003E198C" w:rsidRDefault="0080711C" w:rsidP="002B1E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  <w:r w:rsidRPr="003E198C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3E198C" w:rsidRDefault="0080711C" w:rsidP="002B1E11">
            <w:pPr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30,06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1C" w:rsidRPr="00255D6C" w:rsidRDefault="0080711C" w:rsidP="005521DC">
            <w:pPr>
              <w:jc w:val="center"/>
              <w:rPr>
                <w:sz w:val="18"/>
                <w:szCs w:val="18"/>
              </w:rPr>
            </w:pPr>
            <w:r w:rsidRPr="00255D6C">
              <w:rPr>
                <w:sz w:val="18"/>
                <w:szCs w:val="18"/>
              </w:rPr>
              <w:t>2228,46</w:t>
            </w:r>
          </w:p>
        </w:tc>
      </w:tr>
    </w:tbl>
    <w:p w:rsidR="003E198C" w:rsidRPr="003E198C" w:rsidRDefault="003E198C" w:rsidP="003E198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3E198C">
        <w:rPr>
          <w:b/>
          <w:szCs w:val="28"/>
        </w:rPr>
        <w:t>3.</w:t>
      </w:r>
      <w:r w:rsidRPr="003E198C">
        <w:rPr>
          <w:szCs w:val="28"/>
        </w:rPr>
        <w:t xml:space="preserve"> Утвердить производственную программу МУНИЦИПАЛЬНОГО УНИТАРНОГО ПРЕДПРИЯТИЯ</w:t>
      </w:r>
      <w:r w:rsidR="00D63C10" w:rsidRPr="00D63C10">
        <w:rPr>
          <w:noProof/>
          <w:szCs w:val="28"/>
        </w:rPr>
        <w:t xml:space="preserve"> ЛЫСКОВСКОГО МУНИЦИПАЛЬНОГ</w:t>
      </w:r>
      <w:r w:rsidR="00D63C10">
        <w:rPr>
          <w:noProof/>
          <w:szCs w:val="28"/>
        </w:rPr>
        <w:t>О РАЙОНА</w:t>
      </w:r>
      <w:r w:rsidRPr="003E198C">
        <w:rPr>
          <w:szCs w:val="28"/>
        </w:rPr>
        <w:t xml:space="preserve"> «ЛЫСКОВОКОММУНСЕРВИС» (ИНН 5222071587), г. </w:t>
      </w:r>
      <w:proofErr w:type="spellStart"/>
      <w:r w:rsidRPr="003E198C">
        <w:rPr>
          <w:szCs w:val="28"/>
        </w:rPr>
        <w:t>Лысково</w:t>
      </w:r>
      <w:proofErr w:type="spellEnd"/>
      <w:r w:rsidRPr="003E198C">
        <w:rPr>
          <w:szCs w:val="28"/>
        </w:rPr>
        <w:t xml:space="preserve"> Нижегородской области</w:t>
      </w:r>
      <w:r w:rsidRPr="003E198C">
        <w:rPr>
          <w:noProof/>
          <w:szCs w:val="28"/>
        </w:rPr>
        <w:t>, в сфере горячего водоснабжения согласно Приложению к настоящему решению.</w:t>
      </w:r>
    </w:p>
    <w:p w:rsidR="003E198C" w:rsidRPr="003E198C" w:rsidRDefault="003E198C" w:rsidP="003E198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3E198C">
        <w:rPr>
          <w:b/>
          <w:szCs w:val="28"/>
        </w:rPr>
        <w:t>4.</w:t>
      </w:r>
      <w:r w:rsidRPr="003E198C">
        <w:rPr>
          <w:szCs w:val="28"/>
        </w:rPr>
        <w:t xml:space="preserve"> МУНИЦИПАЛЬНОЕ УНИТАРНОЕ ПРЕДПРИЯТИЕ ЛЫСКОВСКОГО МУНИЦИПАЛЬНОГО РАЙОНА «ЛЫСКОВОКОММУНСЕРВИС» </w:t>
      </w:r>
      <w:r>
        <w:rPr>
          <w:szCs w:val="28"/>
        </w:rPr>
        <w:t xml:space="preserve">                       </w:t>
      </w:r>
      <w:r w:rsidRPr="003E198C">
        <w:rPr>
          <w:szCs w:val="28"/>
        </w:rPr>
        <w:t>(ИНН 5222071587),</w:t>
      </w:r>
      <w:r>
        <w:rPr>
          <w:szCs w:val="28"/>
        </w:rPr>
        <w:t xml:space="preserve"> </w:t>
      </w:r>
      <w:r w:rsidRPr="003E198C">
        <w:rPr>
          <w:szCs w:val="28"/>
        </w:rPr>
        <w:t xml:space="preserve">г. </w:t>
      </w:r>
      <w:proofErr w:type="spellStart"/>
      <w:r w:rsidRPr="003E198C">
        <w:rPr>
          <w:szCs w:val="28"/>
        </w:rPr>
        <w:t>Лысково</w:t>
      </w:r>
      <w:proofErr w:type="spellEnd"/>
      <w:r w:rsidRPr="003E198C">
        <w:rPr>
          <w:szCs w:val="28"/>
        </w:rPr>
        <w:t xml:space="preserve"> Нижегородской области</w:t>
      </w:r>
      <w:r w:rsidRPr="003E198C">
        <w:rPr>
          <w:bCs/>
          <w:szCs w:val="28"/>
        </w:rPr>
        <w:t>,</w:t>
      </w:r>
      <w:r w:rsidRPr="003E198C">
        <w:rPr>
          <w:rFonts w:eastAsia="Calibri"/>
          <w:szCs w:val="28"/>
        </w:rPr>
        <w:t xml:space="preserve"> применяет общий режим налогообложения и является плательщиком НДС.</w:t>
      </w:r>
    </w:p>
    <w:p w:rsidR="003E198C" w:rsidRPr="003E198C" w:rsidRDefault="003E198C" w:rsidP="003E198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3E198C">
        <w:rPr>
          <w:rFonts w:eastAsia="Calibri"/>
          <w:b/>
          <w:szCs w:val="28"/>
        </w:rPr>
        <w:t>5.</w:t>
      </w:r>
      <w:r w:rsidRPr="003E198C">
        <w:rPr>
          <w:rFonts w:eastAsia="Calibri"/>
          <w:szCs w:val="28"/>
        </w:rPr>
        <w:t xml:space="preserve"> Тарифы, установленные пунктом 2 настоящего решения, действуют </w:t>
      </w:r>
      <w:r w:rsidR="00D63C10">
        <w:rPr>
          <w:rFonts w:eastAsia="Calibri"/>
          <w:szCs w:val="28"/>
        </w:rPr>
        <w:br/>
      </w:r>
      <w:r w:rsidRPr="003E198C">
        <w:rPr>
          <w:rFonts w:eastAsia="Calibri"/>
          <w:szCs w:val="28"/>
        </w:rPr>
        <w:t>с 1 января 2020 г. по 31 декабря 2022 г. включительно.</w:t>
      </w:r>
    </w:p>
    <w:p w:rsidR="004368F2" w:rsidRPr="00D63C10" w:rsidRDefault="004368F2" w:rsidP="00D63C10">
      <w:pPr>
        <w:autoSpaceDE w:val="0"/>
        <w:autoSpaceDN w:val="0"/>
        <w:adjustRightInd w:val="0"/>
        <w:ind w:firstLine="720"/>
        <w:jc w:val="both"/>
        <w:rPr>
          <w:rFonts w:eastAsia="Calibri"/>
          <w:szCs w:val="28"/>
        </w:rPr>
      </w:pPr>
    </w:p>
    <w:p w:rsidR="004368F2" w:rsidRPr="00D63C10" w:rsidRDefault="004368F2" w:rsidP="00D63C10">
      <w:pPr>
        <w:tabs>
          <w:tab w:val="left" w:pos="1897"/>
        </w:tabs>
        <w:rPr>
          <w:noProof/>
          <w:szCs w:val="28"/>
        </w:rPr>
      </w:pPr>
    </w:p>
    <w:p w:rsidR="008C027F" w:rsidRPr="00D63C10" w:rsidRDefault="008C027F" w:rsidP="00D63C10">
      <w:pPr>
        <w:tabs>
          <w:tab w:val="left" w:pos="1897"/>
        </w:tabs>
        <w:rPr>
          <w:noProof/>
          <w:szCs w:val="28"/>
        </w:rPr>
      </w:pPr>
    </w:p>
    <w:p w:rsidR="00261BEB" w:rsidRDefault="003E198C" w:rsidP="008D46F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702A56">
        <w:rPr>
          <w:szCs w:val="28"/>
        </w:rPr>
        <w:t xml:space="preserve"> службы</w:t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  <w:t xml:space="preserve">                          </w:t>
      </w:r>
      <w:r>
        <w:rPr>
          <w:szCs w:val="28"/>
        </w:rPr>
        <w:t xml:space="preserve">           </w:t>
      </w:r>
      <w:r w:rsidR="00702A56">
        <w:rPr>
          <w:szCs w:val="28"/>
        </w:rPr>
        <w:t xml:space="preserve">     Ю.Л. Алешина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02A56" w:rsidRDefault="00702A5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4368F2" w:rsidRDefault="004368F2" w:rsidP="008C027F">
            <w:pPr>
              <w:spacing w:line="276" w:lineRule="auto"/>
              <w:ind w:left="3552"/>
              <w:jc w:val="center"/>
            </w:pPr>
          </w:p>
          <w:p w:rsidR="004368F2" w:rsidRDefault="004368F2" w:rsidP="004368F2">
            <w:pPr>
              <w:spacing w:line="276" w:lineRule="auto"/>
            </w:pPr>
          </w:p>
          <w:p w:rsidR="004368F2" w:rsidRDefault="004368F2" w:rsidP="004368F2">
            <w:pPr>
              <w:spacing w:line="276" w:lineRule="auto"/>
            </w:pPr>
          </w:p>
          <w:p w:rsidR="004368F2" w:rsidRDefault="004368F2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5C06DC" w:rsidRDefault="00E81283" w:rsidP="008C027F">
            <w:pPr>
              <w:spacing w:line="276" w:lineRule="auto"/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3675ED" w:rsidRPr="009A5A6C" w:rsidRDefault="005C06DC" w:rsidP="00CF42ED">
            <w:pPr>
              <w:ind w:left="3552"/>
              <w:jc w:val="center"/>
            </w:pPr>
            <w:r w:rsidRPr="00D74902">
              <w:t>от</w:t>
            </w:r>
            <w:r w:rsidR="00E75911">
              <w:t xml:space="preserve"> </w:t>
            </w:r>
            <w:r w:rsidR="00D63C10">
              <w:t xml:space="preserve">14 ноября </w:t>
            </w:r>
            <w:r w:rsidR="00CF42ED">
              <w:t>2019</w:t>
            </w:r>
            <w:r w:rsidR="00CC03DF">
              <w:t xml:space="preserve"> 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1616F0">
              <w:t>50/5</w:t>
            </w:r>
            <w:r w:rsidR="00D05A8B">
              <w:t>1</w:t>
            </w:r>
            <w:bookmarkStart w:id="0" w:name="_GoBack"/>
            <w:bookmarkEnd w:id="0"/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5E2E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A5A6C" w:rsidRDefault="009A5A6C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A5A6C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B04C36" w:rsidRDefault="009A5A6C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A5A6C">
              <w:rPr>
                <w:b/>
                <w:sz w:val="24"/>
                <w:szCs w:val="24"/>
              </w:rPr>
              <w:t xml:space="preserve">ПО ОКАЗАНИЮ УСЛУГ ГОРЯЧЕГО ВОДОСНАБЖЕНИЯ </w:t>
            </w:r>
          </w:p>
          <w:p w:rsidR="008C027F" w:rsidRPr="00B04C36" w:rsidRDefault="008C027F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CF42ED" w:rsidRPr="0080711C" w:rsidRDefault="00B17710" w:rsidP="0080711C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CF42ED">
        <w:rPr>
          <w:sz w:val="24"/>
          <w:szCs w:val="24"/>
          <w:lang w:eastAsia="en-US"/>
        </w:rPr>
        <w:t>дственной програм</w:t>
      </w:r>
      <w:r w:rsidR="004368F2">
        <w:rPr>
          <w:sz w:val="24"/>
          <w:szCs w:val="24"/>
          <w:lang w:eastAsia="en-US"/>
        </w:rPr>
        <w:t>мы с 01.01.2020 г. по 31.12.2022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13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5"/>
        <w:gridCol w:w="3118"/>
        <w:gridCol w:w="992"/>
        <w:gridCol w:w="520"/>
        <w:gridCol w:w="108"/>
        <w:gridCol w:w="506"/>
        <w:gridCol w:w="47"/>
        <w:gridCol w:w="803"/>
        <w:gridCol w:w="48"/>
        <w:gridCol w:w="330"/>
        <w:gridCol w:w="48"/>
        <w:gridCol w:w="923"/>
      </w:tblGrid>
      <w:tr w:rsidR="0080711C" w:rsidRPr="0080711C" w:rsidTr="0080711C">
        <w:trPr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80711C" w:rsidRPr="0080711C" w:rsidTr="0080711C">
        <w:trPr>
          <w:trHeight w:val="589"/>
          <w:tblCellSpacing w:w="5" w:type="nil"/>
          <w:jc w:val="center"/>
        </w:trPr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80711C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80711C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74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0711C" w:rsidRDefault="0080711C" w:rsidP="0080711C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 xml:space="preserve">МУНИЦИПАЛЬНОЕ УНИТАРНОЕ ПРЕДПРИЯТИЕ ЛЫСКОВСКОГО МУНИЦИПАЛЬНОГО РАЙОНА «ЛЫСКОВОКОММУНСЕРВИС» </w:t>
            </w:r>
          </w:p>
          <w:p w:rsidR="0080711C" w:rsidRPr="0080711C" w:rsidRDefault="0080711C" w:rsidP="0080711C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>(ИНН 5222071587)</w:t>
            </w:r>
          </w:p>
        </w:tc>
      </w:tr>
      <w:tr w:rsidR="0080711C" w:rsidRPr="0080711C" w:rsidTr="0080711C">
        <w:trPr>
          <w:trHeight w:val="626"/>
          <w:tblCellSpacing w:w="5" w:type="nil"/>
          <w:jc w:val="center"/>
        </w:trPr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744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0711C">
              <w:rPr>
                <w:color w:val="000000"/>
                <w:sz w:val="20"/>
              </w:rPr>
              <w:t xml:space="preserve">606212, Нижегородская область, г. </w:t>
            </w:r>
            <w:proofErr w:type="spellStart"/>
            <w:r w:rsidRPr="0080711C">
              <w:rPr>
                <w:color w:val="000000"/>
                <w:sz w:val="20"/>
              </w:rPr>
              <w:t>Лысково</w:t>
            </w:r>
            <w:proofErr w:type="spellEnd"/>
            <w:r w:rsidRPr="0080711C">
              <w:rPr>
                <w:color w:val="000000"/>
                <w:sz w:val="20"/>
              </w:rPr>
              <w:t>, ул. Мичурина, д. 59, корп. 1</w:t>
            </w:r>
          </w:p>
        </w:tc>
      </w:tr>
      <w:tr w:rsidR="0080711C" w:rsidRPr="0080711C" w:rsidTr="0080711C">
        <w:trPr>
          <w:trHeight w:val="636"/>
          <w:tblCellSpacing w:w="5" w:type="nil"/>
          <w:jc w:val="center"/>
        </w:trPr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744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80711C" w:rsidRPr="0080711C" w:rsidTr="0080711C">
        <w:trPr>
          <w:trHeight w:val="397"/>
          <w:tblCellSpacing w:w="5" w:type="nil"/>
          <w:jc w:val="center"/>
        </w:trPr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744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603082, г. Нижний Новгород, Кремль, корпус 1</w:t>
            </w:r>
          </w:p>
        </w:tc>
      </w:tr>
      <w:tr w:rsidR="0080711C" w:rsidRPr="0080711C" w:rsidTr="0080711C">
        <w:trPr>
          <w:trHeight w:val="67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80711C" w:rsidRPr="0080711C" w:rsidTr="0080711C">
        <w:trPr>
          <w:trHeight w:val="325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80711C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80711C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24,859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24,859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24,859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22,602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22,602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22,602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2,257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2,257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2,257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80711C" w:rsidRPr="0080711C" w:rsidTr="0080711C">
        <w:trPr>
          <w:trHeight w:val="35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numPr>
                <w:ilvl w:val="0"/>
                <w:numId w:val="2"/>
              </w:numPr>
              <w:tabs>
                <w:tab w:val="left" w:pos="638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80711C" w:rsidRPr="0080711C" w:rsidTr="0080711C">
        <w:trPr>
          <w:trHeight w:val="223"/>
          <w:tblCellSpacing w:w="5" w:type="nil"/>
          <w:jc w:val="center"/>
        </w:trPr>
        <w:tc>
          <w:tcPr>
            <w:tcW w:w="26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34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0711C" w:rsidRPr="0080711C" w:rsidTr="0080711C">
        <w:trPr>
          <w:trHeight w:val="255"/>
          <w:tblCellSpacing w:w="5" w:type="nil"/>
          <w:jc w:val="center"/>
        </w:trPr>
        <w:tc>
          <w:tcPr>
            <w:tcW w:w="26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349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01.01.2020 по 31.12.2022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6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0711C">
              <w:rPr>
                <w:rFonts w:eastAsia="Calibri"/>
                <w:i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80711C" w:rsidRPr="0080711C" w:rsidTr="0080711C">
        <w:trPr>
          <w:trHeight w:val="284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80711C" w:rsidRPr="0080711C" w:rsidTr="0080711C">
        <w:trPr>
          <w:trHeight w:val="588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80711C" w:rsidRPr="0080711C" w:rsidTr="0080711C">
        <w:trPr>
          <w:trHeight w:val="1241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8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11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</w:tr>
      <w:tr w:rsidR="0080711C" w:rsidRPr="0080711C" w:rsidTr="0080711C">
        <w:trPr>
          <w:trHeight w:val="1075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8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11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</w:tr>
      <w:tr w:rsidR="0080711C" w:rsidRPr="0080711C" w:rsidTr="0080711C">
        <w:trPr>
          <w:trHeight w:val="1075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8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11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80711C" w:rsidRPr="0080711C" w:rsidTr="0080711C">
        <w:trPr>
          <w:trHeight w:val="1554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eastAsia="en-US"/>
              </w:rPr>
              <w:t>ед./</w:t>
            </w:r>
            <w:proofErr w:type="gramStart"/>
            <w:r w:rsidRPr="0080711C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8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11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80711C" w:rsidRPr="0080711C" w:rsidTr="0080711C">
        <w:trPr>
          <w:trHeight w:val="212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Гкал/</w:t>
            </w:r>
          </w:p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118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  <w:r w:rsidRPr="0080711C">
              <w:rPr>
                <w:rFonts w:eastAsia="Calibri"/>
                <w:color w:val="000000"/>
                <w:sz w:val="20"/>
                <w:lang w:eastAsia="en-US"/>
              </w:rPr>
              <w:t>,</w:t>
            </w: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  <w:r w:rsidRPr="0080711C">
              <w:rPr>
                <w:rFonts w:eastAsia="Calibri"/>
                <w:color w:val="000000"/>
                <w:sz w:val="20"/>
                <w:lang w:eastAsia="en-US"/>
              </w:rPr>
              <w:t>48</w:t>
            </w:r>
            <w:r w:rsidR="00307297">
              <w:rPr>
                <w:rFonts w:eastAsia="Calibri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18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val="en-US"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  <w:r w:rsidRPr="0080711C">
              <w:rPr>
                <w:rFonts w:eastAsia="Calibri"/>
                <w:color w:val="000000"/>
                <w:sz w:val="20"/>
                <w:lang w:eastAsia="en-US"/>
              </w:rPr>
              <w:t>,</w:t>
            </w: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  <w:r w:rsidRPr="0080711C">
              <w:rPr>
                <w:rFonts w:eastAsia="Calibri"/>
                <w:color w:val="000000"/>
                <w:sz w:val="20"/>
                <w:lang w:eastAsia="en-US"/>
              </w:rPr>
              <w:t>48</w:t>
            </w:r>
            <w:r w:rsidR="00307297">
              <w:rPr>
                <w:rFonts w:eastAsia="Calibri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val="en-US" w:eastAsia="en-US"/>
              </w:rPr>
            </w:pP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  <w:r w:rsidRPr="0080711C">
              <w:rPr>
                <w:rFonts w:eastAsia="Calibri"/>
                <w:color w:val="000000"/>
                <w:sz w:val="20"/>
                <w:lang w:eastAsia="en-US"/>
              </w:rPr>
              <w:t>,</w:t>
            </w:r>
            <w:r w:rsidRPr="0080711C">
              <w:rPr>
                <w:rFonts w:eastAsia="Calibri"/>
                <w:color w:val="000000"/>
                <w:sz w:val="20"/>
                <w:lang w:val="en-US" w:eastAsia="en-US"/>
              </w:rPr>
              <w:t>0</w:t>
            </w:r>
            <w:r w:rsidRPr="0080711C">
              <w:rPr>
                <w:rFonts w:eastAsia="Calibri"/>
                <w:color w:val="000000"/>
                <w:sz w:val="20"/>
                <w:lang w:eastAsia="en-US"/>
              </w:rPr>
              <w:t>48</w:t>
            </w:r>
            <w:r w:rsidR="00307297">
              <w:rPr>
                <w:rFonts w:eastAsia="Calibri"/>
                <w:color w:val="000000"/>
                <w:sz w:val="20"/>
                <w:lang w:eastAsia="en-US"/>
              </w:rPr>
              <w:t>5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За период с 01.01.2020 по 31.12.2020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За период с 01.01.2021 по 31.12.2021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За период с 01.01.2022 по 31.12.2022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58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 с 01.01.2020 по 31.12.2022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0711C" w:rsidRPr="0080711C" w:rsidTr="0080711C">
        <w:trPr>
          <w:trHeight w:val="527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ind w:firstLine="354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программы- 2020-2022 гг.</w:t>
            </w:r>
          </w:p>
        </w:tc>
      </w:tr>
      <w:tr w:rsidR="0080711C" w:rsidRPr="0080711C" w:rsidTr="0080711C">
        <w:trPr>
          <w:trHeight w:val="527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ind w:firstLine="354"/>
              <w:jc w:val="both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энергию.</w:t>
            </w:r>
          </w:p>
        </w:tc>
      </w:tr>
      <w:tr w:rsidR="0080711C" w:rsidRPr="0080711C" w:rsidTr="0080711C">
        <w:trPr>
          <w:trHeight w:val="360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ind w:firstLine="492"/>
              <w:jc w:val="both"/>
              <w:outlineLvl w:val="0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80711C" w:rsidRPr="0080711C" w:rsidTr="0080711C">
        <w:trPr>
          <w:trHeight w:val="340"/>
          <w:tblCellSpacing w:w="5" w:type="nil"/>
          <w:jc w:val="center"/>
        </w:trPr>
        <w:tc>
          <w:tcPr>
            <w:tcW w:w="101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711C" w:rsidRPr="0080711C" w:rsidRDefault="0080711C" w:rsidP="00807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0711C">
              <w:rPr>
                <w:rFonts w:eastAsia="Calibri"/>
                <w:sz w:val="20"/>
                <w:lang w:eastAsia="en-US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в отношении организации в 2018 году не осуществлялось</w:t>
            </w:r>
          </w:p>
        </w:tc>
      </w:tr>
    </w:tbl>
    <w:p w:rsidR="00106B7D" w:rsidRPr="00655715" w:rsidRDefault="00106B7D" w:rsidP="003E198C">
      <w:pPr>
        <w:tabs>
          <w:tab w:val="left" w:pos="1897"/>
        </w:tabs>
        <w:rPr>
          <w:sz w:val="20"/>
        </w:rPr>
      </w:pPr>
    </w:p>
    <w:sectPr w:rsidR="00106B7D" w:rsidRPr="0065571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79" w:rsidRDefault="00780D79">
      <w:r>
        <w:separator/>
      </w:r>
    </w:p>
  </w:endnote>
  <w:endnote w:type="continuationSeparator" w:id="0">
    <w:p w:rsidR="00780D79" w:rsidRDefault="0078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79" w:rsidRDefault="00780D79">
      <w:r>
        <w:separator/>
      </w:r>
    </w:p>
  </w:footnote>
  <w:footnote w:type="continuationSeparator" w:id="0">
    <w:p w:rsidR="00780D79" w:rsidRDefault="00780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5A8B">
      <w:rPr>
        <w:rStyle w:val="a9"/>
        <w:noProof/>
      </w:rPr>
      <w:t>4</w: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2E7A3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9290DB9" wp14:editId="57001E6A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A9BA8CB" wp14:editId="00A736E3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3DF4" w:rsidRPr="00E52B15" w:rsidRDefault="002E7A3C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DB07ED3" wp14:editId="06FE355B">
                                <wp:extent cx="634365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4365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3DF4" w:rsidRPr="002B6128" w:rsidRDefault="00983DF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3DF4" w:rsidRDefault="00983DF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3DF4" w:rsidRPr="001772E6" w:rsidRDefault="00983DF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3DF4" w:rsidRDefault="00983DF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3DF4" w:rsidRPr="00E52B15" w:rsidRDefault="002E7A3C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DB07ED3" wp14:editId="06FE355B">
                          <wp:extent cx="634365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4365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3DF4" w:rsidRPr="002B6128" w:rsidRDefault="00983DF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3DF4" w:rsidRDefault="00983DF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3DF4" w:rsidRPr="001772E6" w:rsidRDefault="00983DF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3DF4" w:rsidRDefault="00983DF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344D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BA3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4B3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067F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B7D"/>
    <w:rsid w:val="001109D8"/>
    <w:rsid w:val="00112630"/>
    <w:rsid w:val="00112719"/>
    <w:rsid w:val="00113404"/>
    <w:rsid w:val="00113436"/>
    <w:rsid w:val="00116BCE"/>
    <w:rsid w:val="00117346"/>
    <w:rsid w:val="00117B04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6F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1A9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4F5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124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1E11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190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E7A3C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297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75ED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198C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05"/>
    <w:rsid w:val="0043574E"/>
    <w:rsid w:val="00435CBF"/>
    <w:rsid w:val="0043634C"/>
    <w:rsid w:val="004368F2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675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B6E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A56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0D79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0711C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1466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27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6F9"/>
    <w:rsid w:val="008D514F"/>
    <w:rsid w:val="008D54FE"/>
    <w:rsid w:val="008D5E3D"/>
    <w:rsid w:val="008D64A9"/>
    <w:rsid w:val="008D72E3"/>
    <w:rsid w:val="008D764E"/>
    <w:rsid w:val="008E06EE"/>
    <w:rsid w:val="008E0795"/>
    <w:rsid w:val="008E0B79"/>
    <w:rsid w:val="008E1313"/>
    <w:rsid w:val="008E17E6"/>
    <w:rsid w:val="008E22CF"/>
    <w:rsid w:val="008E460C"/>
    <w:rsid w:val="008E4674"/>
    <w:rsid w:val="008E5D2B"/>
    <w:rsid w:val="008E6F76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1DE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A6C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C7A1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36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2B5A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2ED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5A8B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0777"/>
    <w:rsid w:val="00D62919"/>
    <w:rsid w:val="00D62C67"/>
    <w:rsid w:val="00D6351E"/>
    <w:rsid w:val="00D63C10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5FB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1189"/>
    <w:rsid w:val="00E7239E"/>
    <w:rsid w:val="00E72AF6"/>
    <w:rsid w:val="00E734CA"/>
    <w:rsid w:val="00E73803"/>
    <w:rsid w:val="00E739F5"/>
    <w:rsid w:val="00E73BBD"/>
    <w:rsid w:val="00E742DF"/>
    <w:rsid w:val="00E75295"/>
    <w:rsid w:val="00E75911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4C7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0E2E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80</TotalTime>
  <Pages>4</Pages>
  <Words>1088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33</cp:revision>
  <cp:lastPrinted>2019-11-12T13:08:00Z</cp:lastPrinted>
  <dcterms:created xsi:type="dcterms:W3CDTF">2018-10-22T11:47:00Z</dcterms:created>
  <dcterms:modified xsi:type="dcterms:W3CDTF">2019-11-14T08:06:00Z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