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9D460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D460E">
              <w:t>14</w:t>
            </w:r>
            <w:r w:rsidR="007C2C4F">
              <w:t>.</w:t>
            </w:r>
            <w:r w:rsidR="009D460E">
              <w:t>11</w:t>
            </w:r>
            <w:r w:rsidR="007C2C4F">
              <w:t>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70122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77861">
              <w:t>50/5</w:t>
            </w:r>
            <w:r w:rsidR="00701227">
              <w:t>7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3945AF" w:rsidRDefault="003945AF" w:rsidP="003945AF">
      <w:pPr>
        <w:tabs>
          <w:tab w:val="left" w:pos="1897"/>
        </w:tabs>
        <w:jc w:val="center"/>
      </w:pPr>
    </w:p>
    <w:p w:rsidR="00D77861" w:rsidRPr="00560F0E" w:rsidRDefault="00D77861" w:rsidP="003945AF">
      <w:pPr>
        <w:tabs>
          <w:tab w:val="left" w:pos="1897"/>
        </w:tabs>
        <w:jc w:val="center"/>
      </w:pPr>
    </w:p>
    <w:p w:rsidR="00E95FDD" w:rsidRDefault="00E95FDD" w:rsidP="00E95FDD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 регулирование, </w:t>
      </w:r>
      <w:r w:rsidRPr="001A585F">
        <w:t>следующие изменения</w:t>
      </w:r>
      <w:r>
        <w:t>:</w:t>
      </w:r>
      <w:proofErr w:type="gramEnd"/>
    </w:p>
    <w:p w:rsidR="005C06EE" w:rsidRDefault="005C06EE" w:rsidP="005C06EE">
      <w:pPr>
        <w:spacing w:line="276" w:lineRule="auto"/>
        <w:ind w:firstLine="709"/>
        <w:jc w:val="both"/>
      </w:pPr>
      <w:r>
        <w:rPr>
          <w:b/>
        </w:rPr>
        <w:t>1</w:t>
      </w:r>
      <w:r>
        <w:t xml:space="preserve">. </w:t>
      </w:r>
      <w:r>
        <w:rPr>
          <w:szCs w:val="28"/>
        </w:rPr>
        <w:t xml:space="preserve">В связи с изменением </w:t>
      </w:r>
      <w:r>
        <w:rPr>
          <w:bCs/>
          <w:szCs w:val="28"/>
        </w:rPr>
        <w:t>адреса (места нахождения) организации</w:t>
      </w:r>
      <w:r>
        <w:t xml:space="preserve"> </w:t>
      </w:r>
      <w:r>
        <w:rPr>
          <w:szCs w:val="28"/>
        </w:rPr>
        <w:t xml:space="preserve">внести в Информационную базу организаций Нижегородской области, в отношении которых осуществляется государственное регулирование, изменение, изложив </w:t>
      </w:r>
      <w:r>
        <w:t xml:space="preserve">строку </w:t>
      </w:r>
      <w:r>
        <w:rPr>
          <w:bCs/>
        </w:rPr>
        <w:t xml:space="preserve">5.1.22 </w:t>
      </w:r>
      <w:r>
        <w:t xml:space="preserve">в следующей редакции: </w:t>
      </w:r>
    </w:p>
    <w:p w:rsidR="005C06EE" w:rsidRDefault="005C06EE" w:rsidP="005C06EE">
      <w:pPr>
        <w:jc w:val="both"/>
      </w:pPr>
      <w:r>
        <w:t>«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118"/>
        <w:gridCol w:w="4087"/>
        <w:gridCol w:w="4449"/>
      </w:tblGrid>
      <w:tr w:rsidR="005C06EE" w:rsidRPr="00BC107F" w:rsidTr="00914134">
        <w:trPr>
          <w:trHeight w:val="470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>Рег. №</w:t>
            </w:r>
          </w:p>
        </w:tc>
        <w:tc>
          <w:tcPr>
            <w:tcW w:w="4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>Полное наименование организации, сокращенное наименование организации, ФИО руководителя организации, ФИО предпринимателя, ИНН</w:t>
            </w:r>
          </w:p>
        </w:tc>
        <w:tc>
          <w:tcPr>
            <w:tcW w:w="4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 xml:space="preserve">Юридический и (или) </w:t>
            </w:r>
            <w:r w:rsidR="004B1905">
              <w:rPr>
                <w:sz w:val="20"/>
                <w:szCs w:val="24"/>
              </w:rPr>
              <w:t xml:space="preserve">почтовый адрес, телефон, факс, </w:t>
            </w:r>
            <w:proofErr w:type="gramStart"/>
            <w:r w:rsidR="004B1905">
              <w:rPr>
                <w:sz w:val="20"/>
                <w:szCs w:val="24"/>
              </w:rPr>
              <w:t>е</w:t>
            </w:r>
            <w:proofErr w:type="gramEnd"/>
            <w:r w:rsidRPr="00BC107F">
              <w:rPr>
                <w:sz w:val="20"/>
                <w:szCs w:val="24"/>
              </w:rPr>
              <w:t>-</w:t>
            </w:r>
            <w:proofErr w:type="spellStart"/>
            <w:r w:rsidRPr="00BC107F">
              <w:rPr>
                <w:sz w:val="20"/>
                <w:szCs w:val="24"/>
              </w:rPr>
              <w:t>mail</w:t>
            </w:r>
            <w:proofErr w:type="spellEnd"/>
          </w:p>
        </w:tc>
      </w:tr>
      <w:tr w:rsidR="005C06EE" w:rsidRPr="00BC107F" w:rsidTr="00914134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>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>2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>3</w:t>
            </w:r>
          </w:p>
        </w:tc>
      </w:tr>
      <w:tr w:rsidR="005C06EE" w:rsidRPr="00BC107F" w:rsidTr="00914134">
        <w:trPr>
          <w:trHeight w:val="23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EE" w:rsidRPr="00BC107F" w:rsidRDefault="005C06EE" w:rsidP="0091413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BC107F">
              <w:rPr>
                <w:b/>
                <w:sz w:val="20"/>
              </w:rPr>
              <w:t xml:space="preserve">. </w:t>
            </w:r>
            <w:r w:rsidRPr="00E069BE">
              <w:rPr>
                <w:b/>
                <w:sz w:val="20"/>
              </w:rPr>
              <w:t>Обращение с твердыми коммунальными отходами</w:t>
            </w:r>
          </w:p>
        </w:tc>
      </w:tr>
      <w:tr w:rsidR="005C06EE" w:rsidRPr="00BC107F" w:rsidTr="00914134">
        <w:trPr>
          <w:trHeight w:val="23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6EE" w:rsidRPr="00BC107F" w:rsidRDefault="005C06EE" w:rsidP="0091413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BC107F">
              <w:rPr>
                <w:b/>
                <w:sz w:val="20"/>
              </w:rPr>
              <w:t>.1. «</w:t>
            </w:r>
            <w:r w:rsidRPr="00E069BE">
              <w:rPr>
                <w:b/>
                <w:sz w:val="20"/>
              </w:rPr>
              <w:t>Обращение с твердыми коммунальными отходами</w:t>
            </w:r>
            <w:r w:rsidRPr="00BC107F">
              <w:rPr>
                <w:b/>
                <w:sz w:val="20"/>
              </w:rPr>
              <w:t>»</w:t>
            </w:r>
          </w:p>
        </w:tc>
      </w:tr>
      <w:tr w:rsidR="005C06EE" w:rsidRPr="00E069BE" w:rsidTr="00914134">
        <w:trPr>
          <w:trHeight w:val="1980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6EE" w:rsidRPr="00CC0035" w:rsidRDefault="005C06EE" w:rsidP="00914134">
            <w:pPr>
              <w:jc w:val="center"/>
              <w:rPr>
                <w:bCs/>
                <w:sz w:val="20"/>
                <w:szCs w:val="24"/>
                <w:lang w:val="en-US"/>
              </w:rPr>
            </w:pPr>
            <w:r>
              <w:rPr>
                <w:bCs/>
                <w:sz w:val="20"/>
                <w:szCs w:val="24"/>
              </w:rPr>
              <w:t>5</w:t>
            </w:r>
            <w:r w:rsidRPr="00BC107F">
              <w:rPr>
                <w:bCs/>
                <w:sz w:val="20"/>
                <w:szCs w:val="24"/>
              </w:rPr>
              <w:t>.1.</w:t>
            </w:r>
            <w:r>
              <w:rPr>
                <w:bCs/>
                <w:sz w:val="20"/>
                <w:szCs w:val="24"/>
              </w:rPr>
              <w:t>22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06EE" w:rsidRPr="00BC107F" w:rsidRDefault="005C06EE" w:rsidP="00914134">
            <w:pPr>
              <w:rPr>
                <w:sz w:val="20"/>
              </w:rPr>
            </w:pPr>
            <w:r w:rsidRPr="00CC0035">
              <w:rPr>
                <w:sz w:val="20"/>
              </w:rPr>
              <w:t>ОБЩЕСТВО С ОГРАНИЧЕННОЙ</w:t>
            </w:r>
            <w:r>
              <w:rPr>
                <w:sz w:val="20"/>
              </w:rPr>
              <w:t xml:space="preserve">  ОТВЕТСТВЕННОСТЬЮ «АГЖО-СЕРГАЧ»</w:t>
            </w:r>
          </w:p>
          <w:p w:rsidR="005C06EE" w:rsidRDefault="005C06EE" w:rsidP="00914134">
            <w:pPr>
              <w:rPr>
                <w:sz w:val="20"/>
              </w:rPr>
            </w:pPr>
          </w:p>
          <w:p w:rsidR="005C06EE" w:rsidRDefault="005C06EE" w:rsidP="00914134">
            <w:pPr>
              <w:rPr>
                <w:sz w:val="20"/>
              </w:rPr>
            </w:pPr>
            <w:r>
              <w:rPr>
                <w:sz w:val="20"/>
              </w:rPr>
              <w:t>ООО «АГЖО-СЕРГАЧ»</w:t>
            </w:r>
          </w:p>
          <w:p w:rsidR="005C06EE" w:rsidRDefault="005C06EE" w:rsidP="00914134">
            <w:pPr>
              <w:rPr>
                <w:sz w:val="20"/>
              </w:rPr>
            </w:pPr>
          </w:p>
          <w:p w:rsidR="005C06EE" w:rsidRPr="00BC107F" w:rsidRDefault="005C06EE" w:rsidP="00914134">
            <w:pPr>
              <w:rPr>
                <w:sz w:val="20"/>
              </w:rPr>
            </w:pPr>
            <w:r>
              <w:rPr>
                <w:sz w:val="20"/>
              </w:rPr>
              <w:t>Д</w:t>
            </w:r>
            <w:r w:rsidRPr="00BC107F">
              <w:rPr>
                <w:sz w:val="20"/>
              </w:rPr>
              <w:t xml:space="preserve">иректор: </w:t>
            </w:r>
            <w:r w:rsidRPr="00CC0035">
              <w:rPr>
                <w:sz w:val="20"/>
              </w:rPr>
              <w:t>Семенов Александр Николаевич</w:t>
            </w:r>
          </w:p>
          <w:p w:rsidR="005C06EE" w:rsidRPr="00BC107F" w:rsidRDefault="005C06EE" w:rsidP="00914134">
            <w:pPr>
              <w:rPr>
                <w:sz w:val="20"/>
              </w:rPr>
            </w:pPr>
          </w:p>
          <w:p w:rsidR="005C06EE" w:rsidRPr="00BC107F" w:rsidRDefault="005C06EE" w:rsidP="00914134">
            <w:pPr>
              <w:rPr>
                <w:sz w:val="20"/>
              </w:rPr>
            </w:pPr>
            <w:r w:rsidRPr="00BC107F">
              <w:rPr>
                <w:sz w:val="20"/>
              </w:rPr>
              <w:t xml:space="preserve">ИНН </w:t>
            </w:r>
            <w:r w:rsidRPr="00CC0035">
              <w:rPr>
                <w:sz w:val="20"/>
              </w:rPr>
              <w:t>5229007862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C06EE" w:rsidRDefault="005C06EE" w:rsidP="00914134">
            <w:pPr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</w:rPr>
              <w:t xml:space="preserve">Юридический адрес: </w:t>
            </w:r>
            <w:r w:rsidRPr="00CC0035">
              <w:rPr>
                <w:sz w:val="20"/>
                <w:szCs w:val="24"/>
              </w:rPr>
              <w:t xml:space="preserve">603003, </w:t>
            </w:r>
            <w:r>
              <w:rPr>
                <w:sz w:val="20"/>
                <w:szCs w:val="24"/>
              </w:rPr>
              <w:t>г. Нижний Новгород</w:t>
            </w:r>
            <w:r w:rsidRPr="00CC0035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>пр-т Октября, д.</w:t>
            </w:r>
            <w:r w:rsidRPr="00CC0035">
              <w:rPr>
                <w:sz w:val="20"/>
                <w:szCs w:val="24"/>
              </w:rPr>
              <w:t xml:space="preserve"> 13, </w:t>
            </w:r>
            <w:r>
              <w:rPr>
                <w:sz w:val="20"/>
                <w:szCs w:val="24"/>
              </w:rPr>
              <w:t xml:space="preserve">пом. </w:t>
            </w:r>
            <w:r w:rsidRPr="00CC0035">
              <w:rPr>
                <w:sz w:val="20"/>
                <w:szCs w:val="24"/>
              </w:rPr>
              <w:t>П</w:t>
            </w:r>
            <w:proofErr w:type="gramStart"/>
            <w:r w:rsidRPr="00CC0035">
              <w:rPr>
                <w:sz w:val="20"/>
                <w:szCs w:val="24"/>
              </w:rPr>
              <w:t>6</w:t>
            </w:r>
            <w:proofErr w:type="gramEnd"/>
            <w:r>
              <w:rPr>
                <w:sz w:val="20"/>
                <w:szCs w:val="24"/>
              </w:rPr>
              <w:t>,</w:t>
            </w:r>
            <w:r w:rsidRPr="00CC0035">
              <w:rPr>
                <w:sz w:val="20"/>
                <w:szCs w:val="24"/>
              </w:rPr>
              <w:t xml:space="preserve"> </w:t>
            </w:r>
            <w:r w:rsidR="0086660C">
              <w:rPr>
                <w:sz w:val="20"/>
                <w:szCs w:val="24"/>
              </w:rPr>
              <w:t>офис</w:t>
            </w:r>
            <w:r w:rsidRPr="00CC0035">
              <w:rPr>
                <w:sz w:val="20"/>
                <w:szCs w:val="24"/>
              </w:rPr>
              <w:t xml:space="preserve"> 2</w:t>
            </w:r>
          </w:p>
          <w:p w:rsidR="005C06EE" w:rsidRPr="00BC107F" w:rsidRDefault="005C06EE" w:rsidP="00914134">
            <w:pPr>
              <w:rPr>
                <w:sz w:val="20"/>
                <w:szCs w:val="24"/>
              </w:rPr>
            </w:pPr>
          </w:p>
          <w:p w:rsidR="005C06EE" w:rsidRPr="00BC107F" w:rsidRDefault="005C06EE" w:rsidP="00914134">
            <w:pPr>
              <w:rPr>
                <w:sz w:val="20"/>
                <w:szCs w:val="24"/>
              </w:rPr>
            </w:pPr>
            <w:proofErr w:type="gramStart"/>
            <w:r w:rsidRPr="00BC107F">
              <w:rPr>
                <w:sz w:val="20"/>
                <w:szCs w:val="24"/>
              </w:rPr>
              <w:t xml:space="preserve">Почтовый адрес: </w:t>
            </w:r>
            <w:r>
              <w:rPr>
                <w:sz w:val="20"/>
                <w:szCs w:val="24"/>
              </w:rPr>
              <w:t>607510, Нижегородская область, г. Сергач, ул. Советская, д. 22</w:t>
            </w:r>
            <w:proofErr w:type="gramEnd"/>
          </w:p>
          <w:p w:rsidR="005C06EE" w:rsidRPr="00BC107F" w:rsidRDefault="005C06EE" w:rsidP="00914134">
            <w:pPr>
              <w:rPr>
                <w:sz w:val="20"/>
                <w:szCs w:val="24"/>
              </w:rPr>
            </w:pPr>
          </w:p>
          <w:p w:rsidR="0086660C" w:rsidRDefault="0086660C" w:rsidP="0086660C">
            <w:pPr>
              <w:rPr>
                <w:sz w:val="20"/>
              </w:rPr>
            </w:pPr>
            <w:r>
              <w:rPr>
                <w:sz w:val="20"/>
              </w:rPr>
              <w:t xml:space="preserve">Телефон: (831-91) 5-24-31, 5-22-79, </w:t>
            </w:r>
          </w:p>
          <w:p w:rsidR="0086660C" w:rsidRDefault="0086660C" w:rsidP="0086660C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8(910)145-86-77 (директор)</w:t>
            </w:r>
          </w:p>
          <w:p w:rsidR="005C06EE" w:rsidRPr="00BC107F" w:rsidRDefault="005C06EE" w:rsidP="00914134">
            <w:pPr>
              <w:rPr>
                <w:sz w:val="20"/>
                <w:szCs w:val="24"/>
              </w:rPr>
            </w:pPr>
          </w:p>
          <w:p w:rsidR="005C06EE" w:rsidRPr="005C06EE" w:rsidRDefault="005C06EE" w:rsidP="00914134">
            <w:pPr>
              <w:rPr>
                <w:sz w:val="20"/>
                <w:szCs w:val="24"/>
              </w:rPr>
            </w:pPr>
            <w:r w:rsidRPr="00BC107F">
              <w:rPr>
                <w:sz w:val="20"/>
                <w:szCs w:val="24"/>
                <w:lang w:val="en-US"/>
              </w:rPr>
              <w:t>E</w:t>
            </w:r>
            <w:r w:rsidRPr="005C06EE">
              <w:rPr>
                <w:sz w:val="20"/>
                <w:szCs w:val="24"/>
              </w:rPr>
              <w:t>-</w:t>
            </w:r>
            <w:r w:rsidRPr="00BC107F">
              <w:rPr>
                <w:sz w:val="20"/>
                <w:szCs w:val="24"/>
                <w:lang w:val="en-US"/>
              </w:rPr>
              <w:t>mail</w:t>
            </w:r>
            <w:r w:rsidRPr="005C06EE">
              <w:rPr>
                <w:sz w:val="20"/>
                <w:szCs w:val="24"/>
              </w:rPr>
              <w:t xml:space="preserve">: </w:t>
            </w:r>
            <w:proofErr w:type="spellStart"/>
            <w:r w:rsidRPr="00E069BE">
              <w:rPr>
                <w:sz w:val="20"/>
                <w:szCs w:val="24"/>
                <w:lang w:val="en-US"/>
              </w:rPr>
              <w:t>agzho</w:t>
            </w:r>
            <w:proofErr w:type="spellEnd"/>
            <w:r w:rsidRPr="005C06EE">
              <w:rPr>
                <w:sz w:val="20"/>
                <w:szCs w:val="24"/>
              </w:rPr>
              <w:t>@</w:t>
            </w:r>
            <w:r w:rsidRPr="00E069BE">
              <w:rPr>
                <w:sz w:val="20"/>
                <w:szCs w:val="24"/>
                <w:lang w:val="en-US"/>
              </w:rPr>
              <w:t>mail</w:t>
            </w:r>
            <w:r w:rsidRPr="005C06EE">
              <w:rPr>
                <w:sz w:val="20"/>
                <w:szCs w:val="24"/>
              </w:rPr>
              <w:t>.</w:t>
            </w:r>
            <w:proofErr w:type="spellStart"/>
            <w:r w:rsidRPr="00E069BE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5C06EE" w:rsidRDefault="005C06EE" w:rsidP="00D339C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</w:p>
    <w:p w:rsidR="000F2C3F" w:rsidRDefault="005C06EE" w:rsidP="00D339C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</w:rPr>
        <w:lastRenderedPageBreak/>
        <w:t>2</w:t>
      </w:r>
      <w:r w:rsidR="00F829D5" w:rsidRPr="00F829D5">
        <w:rPr>
          <w:b/>
        </w:rPr>
        <w:t>.</w:t>
      </w:r>
      <w:r w:rsidR="00F829D5">
        <w:t xml:space="preserve"> </w:t>
      </w:r>
      <w:r w:rsidR="000F2C3F" w:rsidRPr="000F2C3F">
        <w:rPr>
          <w:szCs w:val="28"/>
        </w:rPr>
        <w:t xml:space="preserve">Включить в Информационную базу организаций Нижегородской области, в отношении которых осуществляется государственное регулирование, </w:t>
      </w:r>
      <w:r w:rsidR="000F2C3F" w:rsidRPr="001A585F">
        <w:rPr>
          <w:szCs w:val="28"/>
        </w:rPr>
        <w:t>следующие организации: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811"/>
        <w:gridCol w:w="4836"/>
      </w:tblGrid>
      <w:tr w:rsidR="00366D98" w:rsidRPr="00366D98" w:rsidTr="00883391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Рег. №</w:t>
            </w:r>
          </w:p>
        </w:tc>
        <w:tc>
          <w:tcPr>
            <w:tcW w:w="3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366D98" w:rsidRPr="00366D98" w:rsidRDefault="00366D98" w:rsidP="00366D98">
            <w:pPr>
              <w:jc w:val="center"/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ФИО индивидуального 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Юридический и (или) почтовый адрес, телефон, факс, </w:t>
            </w:r>
            <w:r w:rsidRPr="00366D98">
              <w:rPr>
                <w:sz w:val="19"/>
                <w:szCs w:val="19"/>
              </w:rPr>
              <w:br/>
            </w:r>
            <w:proofErr w:type="gramStart"/>
            <w:r w:rsidRPr="00366D98">
              <w:rPr>
                <w:sz w:val="19"/>
                <w:szCs w:val="19"/>
              </w:rPr>
              <w:t>е</w:t>
            </w:r>
            <w:proofErr w:type="gramEnd"/>
            <w:r w:rsidRPr="00366D98">
              <w:rPr>
                <w:sz w:val="19"/>
                <w:szCs w:val="19"/>
              </w:rPr>
              <w:t>-</w:t>
            </w:r>
            <w:proofErr w:type="spellStart"/>
            <w:r w:rsidRPr="00366D98">
              <w:rPr>
                <w:sz w:val="19"/>
                <w:szCs w:val="19"/>
              </w:rPr>
              <w:t>mail</w:t>
            </w:r>
            <w:proofErr w:type="spellEnd"/>
          </w:p>
        </w:tc>
      </w:tr>
      <w:tr w:rsidR="00366D98" w:rsidRPr="00366D98" w:rsidTr="00883391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20"/>
              </w:rPr>
            </w:pPr>
            <w:r w:rsidRPr="00366D98">
              <w:rPr>
                <w:sz w:val="20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20"/>
              </w:rPr>
            </w:pPr>
            <w:r w:rsidRPr="00366D98">
              <w:rPr>
                <w:sz w:val="20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66D98" w:rsidRPr="00366D98" w:rsidRDefault="00366D98" w:rsidP="00366D98">
            <w:pPr>
              <w:jc w:val="center"/>
              <w:rPr>
                <w:sz w:val="20"/>
              </w:rPr>
            </w:pPr>
            <w:r w:rsidRPr="00366D98">
              <w:rPr>
                <w:sz w:val="20"/>
              </w:rPr>
              <w:t>3</w:t>
            </w:r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center"/>
              <w:rPr>
                <w:b/>
                <w:sz w:val="20"/>
              </w:rPr>
            </w:pPr>
            <w:r w:rsidRPr="00366D98">
              <w:rPr>
                <w:rFonts w:eastAsia="Calibri"/>
                <w:b/>
                <w:sz w:val="20"/>
              </w:rPr>
              <w:t xml:space="preserve">2. </w:t>
            </w:r>
            <w:r w:rsidRPr="00366D98">
              <w:rPr>
                <w:b/>
                <w:sz w:val="20"/>
              </w:rPr>
              <w:t>Тепловая энергия и мощность</w:t>
            </w:r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spacing w:after="200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66D98">
              <w:rPr>
                <w:rFonts w:eastAsia="Calibri"/>
                <w:b/>
                <w:sz w:val="20"/>
                <w:lang w:eastAsia="en-US"/>
              </w:rPr>
              <w:t>2.1. «</w:t>
            </w:r>
            <w:r w:rsidRPr="00366D98">
              <w:rPr>
                <w:b/>
                <w:sz w:val="20"/>
              </w:rPr>
              <w:t>Производители тепловой энергии и мощности</w:t>
            </w:r>
            <w:r w:rsidRPr="00366D98">
              <w:rPr>
                <w:rFonts w:eastAsia="Calibri"/>
                <w:b/>
                <w:sz w:val="20"/>
                <w:lang w:eastAsia="en-US"/>
              </w:rPr>
              <w:t>»</w:t>
            </w:r>
          </w:p>
        </w:tc>
      </w:tr>
      <w:tr w:rsidR="00AD23B3" w:rsidRPr="00366D98" w:rsidTr="0021113B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2.1.671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МУНИЦИПАЛЬНОЕ УНИТАРНОЕ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ПРЕДПРИЯТИЕ </w:t>
            </w:r>
            <w:proofErr w:type="gramStart"/>
            <w:r w:rsidRPr="00366D98">
              <w:rPr>
                <w:sz w:val="20"/>
              </w:rPr>
              <w:t>МУНИЦИПАЛЬНОГО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ОБРАЗОВАНИЯ РАБОЧИЙ ПОСЕЛОК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ТОНШАЕВО ТОНШАЕВСКОГО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МУНИЦИПАЛЬНОГО РАЙОНА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НИЖЕГОРОДСКОЙ ОБЛАСТИ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«ВОДНИК»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«ВОДНИК»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Директор: </w:t>
            </w:r>
            <w:proofErr w:type="spellStart"/>
            <w:r w:rsidRPr="00366D98">
              <w:rPr>
                <w:sz w:val="20"/>
              </w:rPr>
              <w:t>Чернорусов</w:t>
            </w:r>
            <w:proofErr w:type="spellEnd"/>
            <w:r w:rsidRPr="00366D98">
              <w:rPr>
                <w:sz w:val="20"/>
              </w:rPr>
              <w:t xml:space="preserve"> Геннадий Юрьевич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shd w:val="clear" w:color="auto" w:fill="FFFFFF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5234005042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606950,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Тоншаево, ул. </w:t>
            </w:r>
            <w:proofErr w:type="gramStart"/>
            <w:r w:rsidRPr="00366D98">
              <w:rPr>
                <w:sz w:val="20"/>
              </w:rPr>
              <w:t>Центральная</w:t>
            </w:r>
            <w:proofErr w:type="gramEnd"/>
            <w:r w:rsidRPr="00366D98">
              <w:rPr>
                <w:sz w:val="20"/>
              </w:rPr>
              <w:t>, д. 133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606950,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Тоншаево, ул. </w:t>
            </w:r>
            <w:proofErr w:type="gramStart"/>
            <w:r w:rsidRPr="00366D98">
              <w:rPr>
                <w:sz w:val="20"/>
              </w:rPr>
              <w:t>Центральная</w:t>
            </w:r>
            <w:proofErr w:type="gramEnd"/>
            <w:r w:rsidRPr="00366D98">
              <w:rPr>
                <w:sz w:val="20"/>
              </w:rPr>
              <w:t>, д. 133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</w:t>
            </w:r>
            <w:r w:rsidRPr="00366D98">
              <w:t xml:space="preserve"> </w:t>
            </w:r>
            <w:r w:rsidRPr="00366D98">
              <w:rPr>
                <w:sz w:val="20"/>
              </w:rPr>
              <w:t xml:space="preserve">8(904)061-38-98, 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8(920)021-16-19 (</w:t>
            </w:r>
            <w:r w:rsidRPr="00366D98">
              <w:rPr>
                <w:sz w:val="20"/>
              </w:rPr>
              <w:t>директор</w:t>
            </w:r>
            <w:r>
              <w:rPr>
                <w:sz w:val="20"/>
              </w:rPr>
              <w:t>)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proofErr w:type="spellStart"/>
            <w:r w:rsidRPr="00366D98">
              <w:rPr>
                <w:sz w:val="20"/>
                <w:lang w:val="en-US"/>
              </w:rPr>
              <w:t>vodnik</w:t>
            </w:r>
            <w:proofErr w:type="spellEnd"/>
            <w:r w:rsidRPr="00366D98">
              <w:rPr>
                <w:sz w:val="20"/>
              </w:rPr>
              <w:t>1009@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AD23B3" w:rsidRPr="00366D98" w:rsidTr="0021113B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2.1.672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ОБЩЕСТВО С </w:t>
            </w:r>
            <w:proofErr w:type="gramStart"/>
            <w:r w:rsidRPr="00366D98">
              <w:rPr>
                <w:sz w:val="20"/>
              </w:rPr>
              <w:t>ОГРАНИЧЕННОЙ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ОТВЕТСТВЕННОСТЬЮ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«МЕЖОТРАСЛЕВОЙ НАУЧНО-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УЧЕБНЫЙ ЦЕНТР </w:t>
            </w:r>
            <w:proofErr w:type="gramStart"/>
            <w:r w:rsidRPr="00366D98">
              <w:rPr>
                <w:sz w:val="20"/>
              </w:rPr>
              <w:t>ПО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ВЫЧИСЛИТЕЛЬНОЙ ТЕХНИКЕ И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ИНФОРМАТИКЕ»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ООО «МНУЦ ВТИ»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Генеральный директор: </w:t>
            </w:r>
            <w:proofErr w:type="spellStart"/>
            <w:r w:rsidRPr="00366D98">
              <w:rPr>
                <w:sz w:val="20"/>
              </w:rPr>
              <w:t>Семерухин</w:t>
            </w:r>
            <w:proofErr w:type="spellEnd"/>
            <w:r w:rsidRPr="00366D98">
              <w:rPr>
                <w:sz w:val="20"/>
              </w:rPr>
              <w:t xml:space="preserve"> Анатолий Анатольевич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shd w:val="clear" w:color="auto" w:fill="FFFFFF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7709956215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109544, г. Москва, </w:t>
            </w:r>
            <w:r>
              <w:rPr>
                <w:sz w:val="20"/>
              </w:rPr>
              <w:br/>
            </w:r>
            <w:r w:rsidRPr="00366D98">
              <w:rPr>
                <w:sz w:val="20"/>
              </w:rPr>
              <w:t>ул.  Андроньевская</w:t>
            </w:r>
            <w:r>
              <w:rPr>
                <w:sz w:val="20"/>
              </w:rPr>
              <w:t xml:space="preserve"> М.</w:t>
            </w:r>
            <w:r w:rsidRPr="00366D98">
              <w:rPr>
                <w:sz w:val="20"/>
              </w:rPr>
              <w:t xml:space="preserve">, д. 15, </w:t>
            </w:r>
            <w:proofErr w:type="spellStart"/>
            <w:r w:rsidRPr="00366D98">
              <w:rPr>
                <w:sz w:val="20"/>
              </w:rPr>
              <w:t>эт</w:t>
            </w:r>
            <w:proofErr w:type="spellEnd"/>
            <w:r w:rsidRPr="00366D98">
              <w:rPr>
                <w:sz w:val="20"/>
              </w:rPr>
              <w:t xml:space="preserve"> 2, </w:t>
            </w:r>
            <w:proofErr w:type="spellStart"/>
            <w:r w:rsidRPr="00366D98">
              <w:rPr>
                <w:sz w:val="20"/>
              </w:rPr>
              <w:t>пом</w:t>
            </w:r>
            <w:proofErr w:type="spellEnd"/>
            <w:r w:rsidRPr="00366D98">
              <w:rPr>
                <w:sz w:val="20"/>
              </w:rPr>
              <w:t xml:space="preserve"> </w:t>
            </w:r>
            <w:r w:rsidRPr="00366D98">
              <w:rPr>
                <w:sz w:val="20"/>
                <w:lang w:val="en-US"/>
              </w:rPr>
              <w:t>I</w:t>
            </w:r>
            <w:r w:rsidRPr="00366D98">
              <w:rPr>
                <w:sz w:val="20"/>
              </w:rPr>
              <w:t xml:space="preserve">, ком 12А, </w:t>
            </w:r>
            <w:r>
              <w:rPr>
                <w:sz w:val="20"/>
              </w:rPr>
              <w:br/>
            </w:r>
            <w:r w:rsidRPr="00366D98">
              <w:rPr>
                <w:sz w:val="20"/>
              </w:rPr>
              <w:t>лит А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606150,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Вача, ул. Больничная, д. 18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>
              <w:rPr>
                <w:sz w:val="20"/>
              </w:rPr>
              <w:t>-</w:t>
            </w:r>
            <w:r w:rsidRPr="00366D98">
              <w:rPr>
                <w:sz w:val="20"/>
              </w:rPr>
              <w:t>73)6-16-18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Факс: 8(831</w:t>
            </w:r>
            <w:r>
              <w:rPr>
                <w:sz w:val="20"/>
              </w:rPr>
              <w:t>-73)</w:t>
            </w:r>
            <w:r w:rsidRPr="00366D98">
              <w:rPr>
                <w:sz w:val="20"/>
              </w:rPr>
              <w:t xml:space="preserve">6-16-00 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proofErr w:type="spellStart"/>
            <w:r w:rsidRPr="00366D98">
              <w:rPr>
                <w:sz w:val="20"/>
                <w:lang w:val="en-US"/>
              </w:rPr>
              <w:t>sgd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aotrud</w:t>
            </w:r>
            <w:proofErr w:type="spellEnd"/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AD23B3" w:rsidRPr="00701227" w:rsidTr="0021113B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2.1.673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ОБЩЕСТВО С </w:t>
            </w:r>
            <w:proofErr w:type="gramStart"/>
            <w:r w:rsidRPr="00366D98">
              <w:rPr>
                <w:sz w:val="19"/>
                <w:szCs w:val="19"/>
              </w:rPr>
              <w:t>ОГРАНИЧЕННОЙ</w:t>
            </w:r>
            <w:proofErr w:type="gramEnd"/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ОТВЕТСТВЕННОСТЬЮ</w:t>
            </w:r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«ОБЪЕДИНЕННАЯ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19"/>
                <w:szCs w:val="19"/>
              </w:rPr>
              <w:t>РЕСУРСОСНАБЖАЮЩАЯ КОМПАНИЯ»</w:t>
            </w:r>
            <w:r w:rsidRPr="00366D98">
              <w:rPr>
                <w:sz w:val="20"/>
              </w:rPr>
              <w:t xml:space="preserve"> 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ООО «ОРК» 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Глазов Евгений Александрович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5259120135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603074, г. Нижний Новгород, ул. </w:t>
            </w:r>
            <w:proofErr w:type="gramStart"/>
            <w:r w:rsidRPr="00366D98">
              <w:rPr>
                <w:sz w:val="20"/>
              </w:rPr>
              <w:t>Народная</w:t>
            </w:r>
            <w:proofErr w:type="gramEnd"/>
            <w:r w:rsidRPr="00366D98">
              <w:rPr>
                <w:sz w:val="20"/>
              </w:rPr>
              <w:t>, д. 46, оф</w:t>
            </w:r>
            <w:r>
              <w:rPr>
                <w:sz w:val="20"/>
              </w:rPr>
              <w:t>ис</w:t>
            </w:r>
            <w:r w:rsidRPr="00366D98">
              <w:rPr>
                <w:sz w:val="20"/>
              </w:rPr>
              <w:t xml:space="preserve"> 011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603074, г. Нижний Новгород, </w:t>
            </w: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ул. </w:t>
            </w:r>
            <w:proofErr w:type="spellStart"/>
            <w:r w:rsidRPr="00366D98">
              <w:rPr>
                <w:sz w:val="20"/>
              </w:rPr>
              <w:t>Бурнаковская</w:t>
            </w:r>
            <w:proofErr w:type="spellEnd"/>
            <w:r w:rsidRPr="00366D98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д. </w:t>
            </w:r>
            <w:r w:rsidRPr="00366D98">
              <w:rPr>
                <w:sz w:val="20"/>
              </w:rPr>
              <w:t>51А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 8(831)282-62-40, 8(831</w:t>
            </w:r>
            <w:r>
              <w:rPr>
                <w:sz w:val="20"/>
              </w:rPr>
              <w:t>-</w:t>
            </w:r>
            <w:r w:rsidRPr="00366D98">
              <w:rPr>
                <w:sz w:val="20"/>
              </w:rPr>
              <w:t>47)7-04-74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</w:t>
            </w:r>
          </w:p>
          <w:p w:rsidR="00AD23B3" w:rsidRPr="004B1905" w:rsidRDefault="00AD23B3" w:rsidP="00366D98">
            <w:pPr>
              <w:rPr>
                <w:sz w:val="20"/>
                <w:lang w:val="en-US"/>
              </w:rPr>
            </w:pPr>
            <w:r w:rsidRPr="00366D98">
              <w:rPr>
                <w:sz w:val="20"/>
              </w:rPr>
              <w:t>Факс</w:t>
            </w:r>
            <w:r w:rsidRPr="004B1905">
              <w:rPr>
                <w:sz w:val="20"/>
                <w:lang w:val="en-US"/>
              </w:rPr>
              <w:t>: 8(831)282-62-40, 8(831-47)7-10-09</w:t>
            </w:r>
          </w:p>
          <w:p w:rsidR="00AD23B3" w:rsidRPr="004B1905" w:rsidRDefault="00AD23B3" w:rsidP="00366D98">
            <w:pPr>
              <w:rPr>
                <w:sz w:val="20"/>
                <w:lang w:val="en-US"/>
              </w:rPr>
            </w:pPr>
            <w:r w:rsidRPr="004B1905">
              <w:rPr>
                <w:sz w:val="20"/>
                <w:lang w:val="en-US"/>
              </w:rPr>
              <w:t xml:space="preserve">                 </w:t>
            </w:r>
          </w:p>
          <w:p w:rsidR="00AD23B3" w:rsidRPr="00366D98" w:rsidRDefault="00AD23B3" w:rsidP="00366D98">
            <w:pPr>
              <w:rPr>
                <w:sz w:val="20"/>
                <w:lang w:val="en-US"/>
              </w:rPr>
            </w:pPr>
            <w:r w:rsidRPr="00366D98">
              <w:rPr>
                <w:sz w:val="20"/>
                <w:lang w:val="en-US"/>
              </w:rPr>
              <w:t>E-mail: atrium@atriumnn.ru</w:t>
            </w:r>
          </w:p>
        </w:tc>
      </w:tr>
      <w:tr w:rsidR="00AD23B3" w:rsidRPr="00366D98" w:rsidTr="0021113B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2.1.674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МУНИЦИПАЛЬНОЕ УНИТАРНОЕ</w:t>
            </w:r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ПРЕДПРИЯТИЕ ТРУД РАБОЧЕГО</w:t>
            </w:r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ПОСЕЛКА МУХТОЛОВО</w:t>
            </w:r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АРДАТОВСКОГО МУНИЦИПАЛЬНОГО</w:t>
            </w:r>
          </w:p>
          <w:p w:rsidR="00AD23B3" w:rsidRPr="00366D98" w:rsidRDefault="00AD23B3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РАЙОНА НИЖЕГОРОДСКОЙ ОБЛАСТИ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ТРУД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Соколов Александр Владимирович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5201002409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Телефон/факс: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>
              <w:rPr>
                <w:sz w:val="20"/>
              </w:rPr>
              <w:t>-</w:t>
            </w:r>
            <w:r w:rsidRPr="00366D98">
              <w:rPr>
                <w:sz w:val="20"/>
              </w:rPr>
              <w:t xml:space="preserve">79)54-4-41 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r w:rsidRPr="00366D98">
              <w:rPr>
                <w:sz w:val="20"/>
                <w:lang w:val="en-US"/>
              </w:rPr>
              <w:t>m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muptrud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yande</w:t>
            </w:r>
            <w:proofErr w:type="spellEnd"/>
            <w:r w:rsidRPr="00366D98">
              <w:rPr>
                <w:sz w:val="20"/>
              </w:rPr>
              <w:t>х.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center"/>
              <w:rPr>
                <w:sz w:val="20"/>
              </w:rPr>
            </w:pPr>
            <w:r w:rsidRPr="00366D98">
              <w:rPr>
                <w:b/>
                <w:sz w:val="20"/>
              </w:rPr>
              <w:lastRenderedPageBreak/>
              <w:t>2.2. «Организации, обладающие правом владения и пользования тепловыми сетями»</w:t>
            </w:r>
          </w:p>
        </w:tc>
      </w:tr>
      <w:tr w:rsidR="00AD23B3" w:rsidRPr="00366D98" w:rsidTr="000E2AB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</w:p>
          <w:p w:rsidR="00AD23B3" w:rsidRPr="00921506" w:rsidRDefault="00AD23B3" w:rsidP="00707E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2.2.609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МУНИЦИПАЛЬНОЕ УНИТАРНОЕ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ПРЕДПРИЯТИЕ </w:t>
            </w:r>
            <w:proofErr w:type="gramStart"/>
            <w:r w:rsidRPr="00366D98">
              <w:rPr>
                <w:sz w:val="20"/>
              </w:rPr>
              <w:t>МУНИЦИПАЛЬНОГО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ОБРАЗОВАНИЯ РАБОЧИЙ ПОСЕЛОК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ТОНШАЕВО ТОНШАЕВСКОГО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МУНИЦИПАЛЬНОГО РАЙОНА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НИЖЕГОРОДСКОЙ ОБЛАСТИ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«ВОДНИК»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«ВОДНИК»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Директор: </w:t>
            </w:r>
            <w:proofErr w:type="spellStart"/>
            <w:r w:rsidRPr="00366D98">
              <w:rPr>
                <w:sz w:val="20"/>
              </w:rPr>
              <w:t>Чернорусов</w:t>
            </w:r>
            <w:proofErr w:type="spellEnd"/>
            <w:r w:rsidRPr="00366D98">
              <w:rPr>
                <w:sz w:val="20"/>
              </w:rPr>
              <w:t xml:space="preserve"> Геннадий Юрьевич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5234005042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>Юридическ</w:t>
            </w:r>
            <w:r>
              <w:rPr>
                <w:sz w:val="20"/>
              </w:rPr>
              <w:t xml:space="preserve">ий адрес: 606950, Нижегородская </w:t>
            </w:r>
            <w:r w:rsidRPr="00366D98">
              <w:rPr>
                <w:sz w:val="20"/>
              </w:rPr>
              <w:t xml:space="preserve">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Тоншаево, ул. </w:t>
            </w:r>
            <w:proofErr w:type="gramStart"/>
            <w:r w:rsidRPr="00366D98">
              <w:rPr>
                <w:sz w:val="20"/>
              </w:rPr>
              <w:t>Центральная</w:t>
            </w:r>
            <w:proofErr w:type="gramEnd"/>
            <w:r w:rsidRPr="00366D98">
              <w:rPr>
                <w:sz w:val="20"/>
              </w:rPr>
              <w:t>, д. 133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606950,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Тоншаево, ул. </w:t>
            </w:r>
            <w:proofErr w:type="gramStart"/>
            <w:r w:rsidRPr="00366D98">
              <w:rPr>
                <w:sz w:val="20"/>
              </w:rPr>
              <w:t>Центральная</w:t>
            </w:r>
            <w:proofErr w:type="gramEnd"/>
            <w:r w:rsidRPr="00366D98">
              <w:rPr>
                <w:sz w:val="20"/>
              </w:rPr>
              <w:t>, д. 133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Телефон: 8(904)061-38-98, 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8(920)021-16-19 (</w:t>
            </w:r>
            <w:r w:rsidRPr="00366D98">
              <w:rPr>
                <w:sz w:val="20"/>
              </w:rPr>
              <w:t>директор</w:t>
            </w:r>
            <w:r>
              <w:rPr>
                <w:sz w:val="20"/>
              </w:rPr>
              <w:t>)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proofErr w:type="spellStart"/>
            <w:r w:rsidRPr="00366D98">
              <w:rPr>
                <w:sz w:val="20"/>
                <w:lang w:val="en-US"/>
              </w:rPr>
              <w:t>vodnik</w:t>
            </w:r>
            <w:proofErr w:type="spellEnd"/>
            <w:r w:rsidRPr="00366D98">
              <w:rPr>
                <w:sz w:val="20"/>
              </w:rPr>
              <w:t>1009@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AD23B3" w:rsidRPr="00366D98" w:rsidTr="00AD23B3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B3" w:rsidRPr="00921506" w:rsidRDefault="00AD23B3" w:rsidP="00AD23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2.2.610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ОБЩЕСТВО С </w:t>
            </w:r>
            <w:proofErr w:type="gramStart"/>
            <w:r w:rsidRPr="00366D98">
              <w:rPr>
                <w:sz w:val="20"/>
              </w:rPr>
              <w:t>ОГРАНИЧЕННОЙ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ОТВЕТСТВЕННОСТЬЮ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«МЕЖОТРАСЛЕВОЙ НАУЧНО-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УЧЕБНЫЙ ЦЕНТР </w:t>
            </w:r>
            <w:proofErr w:type="gramStart"/>
            <w:r w:rsidRPr="00366D98">
              <w:rPr>
                <w:sz w:val="20"/>
              </w:rPr>
              <w:t>ПО</w:t>
            </w:r>
            <w:proofErr w:type="gramEnd"/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ВЫЧИСЛИТЕЛЬНОЙ ТЕХНИКЕ И</w:t>
            </w: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ИНФОРМАТИКЕ»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ООО «МНУЦ ВТИ»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Генеральный директор: </w:t>
            </w:r>
            <w:proofErr w:type="spellStart"/>
            <w:r w:rsidRPr="00366D98">
              <w:rPr>
                <w:sz w:val="20"/>
              </w:rPr>
              <w:t>Семерухин</w:t>
            </w:r>
            <w:proofErr w:type="spellEnd"/>
            <w:r w:rsidRPr="00366D98">
              <w:rPr>
                <w:sz w:val="20"/>
              </w:rPr>
              <w:t xml:space="preserve"> Анатолий Анатольевич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  <w:shd w:val="clear" w:color="auto" w:fill="FFFFFF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7709956215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23B3" w:rsidRPr="00366D98" w:rsidRDefault="00AD23B3" w:rsidP="0086660C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109544, г. Москва, </w:t>
            </w:r>
            <w:r>
              <w:rPr>
                <w:sz w:val="20"/>
              </w:rPr>
              <w:br/>
            </w:r>
            <w:r w:rsidRPr="00366D98">
              <w:rPr>
                <w:sz w:val="20"/>
              </w:rPr>
              <w:t>ул.  Андроньевская</w:t>
            </w:r>
            <w:r>
              <w:rPr>
                <w:sz w:val="20"/>
              </w:rPr>
              <w:t xml:space="preserve"> М.</w:t>
            </w:r>
            <w:r w:rsidRPr="00366D98">
              <w:rPr>
                <w:sz w:val="20"/>
              </w:rPr>
              <w:t xml:space="preserve">, д. 15, </w:t>
            </w:r>
            <w:proofErr w:type="spellStart"/>
            <w:r w:rsidRPr="00366D98">
              <w:rPr>
                <w:sz w:val="20"/>
              </w:rPr>
              <w:t>эт</w:t>
            </w:r>
            <w:proofErr w:type="spellEnd"/>
            <w:r w:rsidRPr="00366D98">
              <w:rPr>
                <w:sz w:val="20"/>
              </w:rPr>
              <w:t xml:space="preserve"> 2, </w:t>
            </w:r>
            <w:proofErr w:type="spellStart"/>
            <w:r w:rsidRPr="00366D98">
              <w:rPr>
                <w:sz w:val="20"/>
              </w:rPr>
              <w:t>пом</w:t>
            </w:r>
            <w:proofErr w:type="spellEnd"/>
            <w:r w:rsidRPr="00366D98">
              <w:rPr>
                <w:sz w:val="20"/>
              </w:rPr>
              <w:t xml:space="preserve"> </w:t>
            </w:r>
            <w:r w:rsidRPr="00366D98">
              <w:rPr>
                <w:sz w:val="20"/>
                <w:lang w:val="en-US"/>
              </w:rPr>
              <w:t>I</w:t>
            </w:r>
            <w:r w:rsidRPr="00366D98">
              <w:rPr>
                <w:sz w:val="20"/>
              </w:rPr>
              <w:t xml:space="preserve">, ком 12А, </w:t>
            </w:r>
            <w:r>
              <w:rPr>
                <w:sz w:val="20"/>
              </w:rPr>
              <w:br/>
            </w:r>
            <w:r w:rsidRPr="00366D98">
              <w:rPr>
                <w:sz w:val="20"/>
              </w:rPr>
              <w:t>лит А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606150,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Вача, ул. Больничная, д. 18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>
              <w:rPr>
                <w:sz w:val="20"/>
              </w:rPr>
              <w:t>-</w:t>
            </w:r>
            <w:r w:rsidRPr="00366D98">
              <w:rPr>
                <w:sz w:val="20"/>
              </w:rPr>
              <w:t>73)6-16-18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Факс: 8(831</w:t>
            </w:r>
            <w:r>
              <w:rPr>
                <w:sz w:val="20"/>
              </w:rPr>
              <w:t>-73)</w:t>
            </w:r>
            <w:r w:rsidRPr="00366D98">
              <w:rPr>
                <w:sz w:val="20"/>
              </w:rPr>
              <w:t xml:space="preserve">6-16-00 </w:t>
            </w:r>
          </w:p>
          <w:p w:rsidR="00AD23B3" w:rsidRPr="00366D98" w:rsidRDefault="00AD23B3" w:rsidP="00366D98">
            <w:pPr>
              <w:rPr>
                <w:sz w:val="20"/>
              </w:rPr>
            </w:pPr>
          </w:p>
          <w:p w:rsidR="00AD23B3" w:rsidRPr="00366D98" w:rsidRDefault="00AD23B3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proofErr w:type="spellStart"/>
            <w:r w:rsidRPr="00366D98">
              <w:rPr>
                <w:sz w:val="20"/>
                <w:lang w:val="en-US"/>
              </w:rPr>
              <w:t>sgd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aotrud</w:t>
            </w:r>
            <w:proofErr w:type="spellEnd"/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701227" w:rsidTr="00AD23B3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D98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2.2.611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ОБЩЕСТВО С </w:t>
            </w:r>
            <w:proofErr w:type="gramStart"/>
            <w:r w:rsidRPr="00366D98">
              <w:rPr>
                <w:sz w:val="19"/>
                <w:szCs w:val="19"/>
              </w:rPr>
              <w:t>ОГРАНИЧЕННОЙ</w:t>
            </w:r>
            <w:proofErr w:type="gramEnd"/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ОТВЕТСТВЕННОСТЬЮ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«ОБЪЕДИНЕННАЯ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19"/>
                <w:szCs w:val="19"/>
              </w:rPr>
              <w:t>РЕСУРСОСНАБЖАЮЩАЯ КОМПАНИЯ»</w:t>
            </w:r>
            <w:r w:rsidRPr="00366D98">
              <w:rPr>
                <w:sz w:val="20"/>
              </w:rPr>
              <w:t xml:space="preserve">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ООО «ОРК»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Глазов Евгений Александрович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5259120135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603074, г. Нижний Новгород, ул. </w:t>
            </w:r>
            <w:proofErr w:type="gramStart"/>
            <w:r w:rsidRPr="00366D98">
              <w:rPr>
                <w:sz w:val="20"/>
              </w:rPr>
              <w:t>Народная</w:t>
            </w:r>
            <w:proofErr w:type="gramEnd"/>
            <w:r w:rsidRPr="00366D98">
              <w:rPr>
                <w:sz w:val="20"/>
              </w:rPr>
              <w:t>, д. 46, оф</w:t>
            </w:r>
            <w:r w:rsidR="0086660C">
              <w:rPr>
                <w:sz w:val="20"/>
              </w:rPr>
              <w:t>ис</w:t>
            </w:r>
            <w:r w:rsidRPr="00366D98">
              <w:rPr>
                <w:sz w:val="20"/>
              </w:rPr>
              <w:t xml:space="preserve"> 011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603074, г. Нижний Новгород,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ул. </w:t>
            </w:r>
            <w:proofErr w:type="spellStart"/>
            <w:r w:rsidRPr="00366D98">
              <w:rPr>
                <w:sz w:val="20"/>
              </w:rPr>
              <w:t>Бурнаковская</w:t>
            </w:r>
            <w:proofErr w:type="spellEnd"/>
            <w:r w:rsidRPr="00366D98">
              <w:rPr>
                <w:sz w:val="20"/>
              </w:rPr>
              <w:t>, 51А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 8(831)282-62-40, 8(831</w:t>
            </w:r>
            <w:r w:rsidR="00900DF2">
              <w:rPr>
                <w:sz w:val="20"/>
              </w:rPr>
              <w:t>-</w:t>
            </w:r>
            <w:r w:rsidRPr="00366D98">
              <w:rPr>
                <w:sz w:val="20"/>
              </w:rPr>
              <w:t>47)7-04-74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Факс: 8(831)282-62-40, 8(831</w:t>
            </w:r>
            <w:r w:rsidR="00900DF2">
              <w:rPr>
                <w:sz w:val="20"/>
              </w:rPr>
              <w:t>-</w:t>
            </w:r>
            <w:r w:rsidRPr="00366D98">
              <w:rPr>
                <w:sz w:val="20"/>
              </w:rPr>
              <w:t>47)7-10-09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rPr>
                <w:sz w:val="20"/>
                <w:lang w:val="en-US"/>
              </w:rPr>
            </w:pPr>
            <w:r w:rsidRPr="00366D98">
              <w:rPr>
                <w:sz w:val="20"/>
                <w:lang w:val="en-US"/>
              </w:rPr>
              <w:t>E-mail: atrium@atriumnn.ru</w:t>
            </w:r>
          </w:p>
        </w:tc>
      </w:tr>
      <w:tr w:rsidR="00366D98" w:rsidRPr="00366D98" w:rsidTr="00AD23B3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D98" w:rsidRPr="00AD23B3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2.2.612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МУНИЦИПАЛЬНОЕ УНИТАРНОЕ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ПРЕДПРИЯТИЕ ТРУД РАБОЧЕГО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ПОСЕЛКА МУХТОЛОВО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АРДАТОВСКОГО МУНИЦИПАЛЬНОГО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РАЙОНА НИЖЕГОРОДСКОЙ ОБЛАСТИ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ТРУД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Соколов Александр Владимирович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5201002409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Телефон/факс: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 w:rsidR="00900DF2">
              <w:rPr>
                <w:sz w:val="20"/>
              </w:rPr>
              <w:t>-</w:t>
            </w:r>
            <w:r w:rsidRPr="00366D98">
              <w:rPr>
                <w:sz w:val="20"/>
              </w:rPr>
              <w:t xml:space="preserve">79)54-4-41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r w:rsidRPr="00366D98">
              <w:rPr>
                <w:sz w:val="20"/>
                <w:lang w:val="en-US"/>
              </w:rPr>
              <w:t>m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muptrud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yande</w:t>
            </w:r>
            <w:proofErr w:type="spellEnd"/>
            <w:r w:rsidRPr="00366D98">
              <w:rPr>
                <w:sz w:val="20"/>
              </w:rPr>
              <w:t>х.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center"/>
              <w:rPr>
                <w:b/>
                <w:sz w:val="20"/>
              </w:rPr>
            </w:pPr>
            <w:r w:rsidRPr="00366D98">
              <w:rPr>
                <w:b/>
                <w:sz w:val="20"/>
              </w:rPr>
              <w:t>4. Водоснабжение и водоотведение</w:t>
            </w:r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tabs>
                <w:tab w:val="left" w:pos="4279"/>
              </w:tabs>
              <w:jc w:val="center"/>
              <w:rPr>
                <w:b/>
                <w:sz w:val="20"/>
              </w:rPr>
            </w:pPr>
            <w:r w:rsidRPr="00366D98">
              <w:rPr>
                <w:b/>
                <w:sz w:val="20"/>
              </w:rPr>
              <w:t>4.1. «Водоснабжение»</w:t>
            </w:r>
          </w:p>
        </w:tc>
      </w:tr>
      <w:tr w:rsidR="00366D98" w:rsidRPr="00366D98" w:rsidTr="00AD23B3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D98" w:rsidRPr="00366D98" w:rsidRDefault="00366D98" w:rsidP="00AD23B3">
            <w:pPr>
              <w:jc w:val="center"/>
              <w:rPr>
                <w:sz w:val="20"/>
              </w:rPr>
            </w:pPr>
          </w:p>
          <w:p w:rsidR="00366D98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4.1.240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МУНИЦИПАЛЬНОЕ УНИТАРНОЕ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ПРЕДПРИЯТИЕ ТРУД РАБОЧЕГО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ПОСЕЛКА МУХТОЛОВО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АРДАТОВСКОГО МУНИЦИПАЛЬНОГО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РАЙОНА НИЖЕГОРОДСКОЙ ОБЛАСТИ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ТРУД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Соколов Александр Владимирович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5201002409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lastRenderedPageBreak/>
              <w:t xml:space="preserve">Юридический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Телефон/факс: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 w:rsidR="00900DF2">
              <w:rPr>
                <w:sz w:val="20"/>
              </w:rPr>
              <w:t>-</w:t>
            </w:r>
            <w:r w:rsidRPr="00366D98">
              <w:rPr>
                <w:sz w:val="20"/>
              </w:rPr>
              <w:t xml:space="preserve">79)54-4-41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lastRenderedPageBreak/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r w:rsidRPr="00366D98">
              <w:rPr>
                <w:sz w:val="20"/>
                <w:lang w:val="en-US"/>
              </w:rPr>
              <w:t>m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muptrud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yande</w:t>
            </w:r>
            <w:proofErr w:type="spellEnd"/>
            <w:r w:rsidRPr="00366D98">
              <w:rPr>
                <w:sz w:val="20"/>
              </w:rPr>
              <w:t>х.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366D98" w:rsidTr="00AD23B3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D98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4.1.241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701227" w:rsidP="00366D98">
            <w:pPr>
              <w:rPr>
                <w:sz w:val="19"/>
                <w:szCs w:val="19"/>
              </w:rPr>
            </w:pPr>
            <w:hyperlink r:id="rId13" w:tooltip="МУП &quot;КОММУНРЕСУРС КРАСНОБАКОВСКОГО РАЙОНА&quot;" w:history="1">
              <w:r w:rsidR="00366D98" w:rsidRPr="00366D98">
                <w:rPr>
                  <w:sz w:val="19"/>
                  <w:szCs w:val="19"/>
                </w:rPr>
                <w:t>МУНИЦИПАЛЬНОЕ УНИТАРНОЕ ПРЕДПРИЯТИЕ «КОММУНРЕСУРС КРАСНОБАКОВСКОГО РАЙОНА НИЖЕГОРОДСКОЙ ОБЛАСТИ»</w:t>
              </w:r>
            </w:hyperlink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19"/>
                <w:szCs w:val="19"/>
              </w:rPr>
              <w:t xml:space="preserve">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«КОММУНРЕСУРС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КРАСНОБАКОВСКОГО РАЙОНА»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Директор: Гущин Сергей Яковлевич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5219383900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606711,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Красные Баки, ул. им. Мичурина, д. 4, ком. 1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606711,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Красные Баки, ул. им. Мичурина, д. 4, ком. 1 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Телефон:</w:t>
            </w:r>
            <w:r w:rsidRPr="00366D98">
              <w:t xml:space="preserve"> </w:t>
            </w:r>
            <w:r w:rsidR="00900DF2">
              <w:rPr>
                <w:sz w:val="20"/>
              </w:rPr>
              <w:t>8(831-56)</w:t>
            </w:r>
            <w:r w:rsidRPr="00366D98">
              <w:rPr>
                <w:sz w:val="20"/>
              </w:rPr>
              <w:t>2-21-21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proofErr w:type="spellStart"/>
            <w:r w:rsidRPr="00366D98">
              <w:rPr>
                <w:sz w:val="20"/>
                <w:lang w:val="en-US"/>
              </w:rPr>
              <w:t>kommkrbaki</w:t>
            </w:r>
            <w:proofErr w:type="spellEnd"/>
            <w:r w:rsidRPr="00366D98">
              <w:rPr>
                <w:sz w:val="20"/>
              </w:rPr>
              <w:t>@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366D98" w:rsidTr="00883391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98" w:rsidRPr="00366D98" w:rsidRDefault="00366D98" w:rsidP="00366D98">
            <w:pPr>
              <w:jc w:val="center"/>
              <w:rPr>
                <w:b/>
                <w:sz w:val="20"/>
              </w:rPr>
            </w:pPr>
            <w:r w:rsidRPr="00366D98">
              <w:rPr>
                <w:b/>
                <w:sz w:val="20"/>
              </w:rPr>
              <w:t>4.3. «Водоотведение»</w:t>
            </w:r>
          </w:p>
        </w:tc>
      </w:tr>
      <w:tr w:rsidR="00366D98" w:rsidRPr="00366D98" w:rsidTr="00AD23B3">
        <w:trPr>
          <w:trHeight w:val="460"/>
        </w:trPr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6D98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4.3.211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МУНИЦИПАЛЬНОЕ УНИТАРНОЕ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ПРЕДПРИЯТИЕ ТРУД РАБОЧЕГО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ПОСЕЛКА МУХТОЛОВО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АРДАТОВСКОГО МУНИЦИПАЛЬНОГО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РАЙОНА НИЖЕГОРОДСКОЙ ОБЛАСТИ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МУП ТРУД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Директор: Соколов Александр Владимирович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  <w:highlight w:val="yellow"/>
              </w:rPr>
            </w:pPr>
            <w:r w:rsidRPr="00366D98">
              <w:rPr>
                <w:sz w:val="20"/>
              </w:rPr>
              <w:t xml:space="preserve">ИНН </w:t>
            </w:r>
            <w:r w:rsidRPr="00366D98">
              <w:rPr>
                <w:sz w:val="20"/>
                <w:shd w:val="clear" w:color="auto" w:fill="FFFFFF"/>
              </w:rPr>
              <w:t>5201002409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607150, Нижегородская область, </w:t>
            </w:r>
            <w:proofErr w:type="spellStart"/>
            <w:r w:rsidRPr="00366D98">
              <w:rPr>
                <w:sz w:val="20"/>
              </w:rPr>
              <w:t>Ардатовский</w:t>
            </w:r>
            <w:proofErr w:type="spellEnd"/>
            <w:r w:rsidRPr="00366D98">
              <w:rPr>
                <w:sz w:val="20"/>
              </w:rPr>
              <w:t xml:space="preserve"> муниципальный район,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>. Мухтолово, пер. Центральный, д. 3</w:t>
            </w:r>
          </w:p>
          <w:p w:rsidR="00366D98" w:rsidRPr="00366D98" w:rsidRDefault="00366D98" w:rsidP="00366D98">
            <w:pPr>
              <w:rPr>
                <w:sz w:val="20"/>
              </w:rPr>
            </w:pP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>Телефон/факс:</w:t>
            </w:r>
            <w:r w:rsidRPr="00366D98">
              <w:t xml:space="preserve"> </w:t>
            </w:r>
            <w:r w:rsidRPr="00366D98">
              <w:rPr>
                <w:sz w:val="20"/>
              </w:rPr>
              <w:t>8(831</w:t>
            </w:r>
            <w:r w:rsidR="00900DF2">
              <w:rPr>
                <w:sz w:val="20"/>
              </w:rPr>
              <w:t>-</w:t>
            </w:r>
            <w:r w:rsidRPr="00366D98">
              <w:rPr>
                <w:sz w:val="20"/>
              </w:rPr>
              <w:t xml:space="preserve">79)54-4-41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rPr>
                <w:sz w:val="20"/>
              </w:rPr>
            </w:pPr>
            <w:r w:rsidRPr="00366D98">
              <w:rPr>
                <w:sz w:val="20"/>
                <w:lang w:val="en-US"/>
              </w:rPr>
              <w:t>E</w:t>
            </w:r>
            <w:r w:rsidRPr="00366D98">
              <w:rPr>
                <w:sz w:val="20"/>
              </w:rPr>
              <w:t>-</w:t>
            </w:r>
            <w:r w:rsidRPr="00366D98">
              <w:rPr>
                <w:sz w:val="20"/>
                <w:lang w:val="en-US"/>
              </w:rPr>
              <w:t>mail</w:t>
            </w:r>
            <w:r w:rsidRPr="00366D98">
              <w:rPr>
                <w:sz w:val="20"/>
              </w:rPr>
              <w:t xml:space="preserve">: </w:t>
            </w:r>
            <w:r w:rsidRPr="00366D98">
              <w:rPr>
                <w:sz w:val="20"/>
                <w:lang w:val="en-US"/>
              </w:rPr>
              <w:t>m</w:t>
            </w:r>
            <w:r w:rsidRPr="00366D98">
              <w:rPr>
                <w:sz w:val="20"/>
              </w:rPr>
              <w:t>.</w:t>
            </w:r>
            <w:proofErr w:type="spellStart"/>
            <w:r w:rsidRPr="00366D98">
              <w:rPr>
                <w:sz w:val="20"/>
                <w:lang w:val="en-US"/>
              </w:rPr>
              <w:t>muptrud</w:t>
            </w:r>
            <w:proofErr w:type="spellEnd"/>
            <w:r w:rsidRPr="00366D98">
              <w:rPr>
                <w:sz w:val="20"/>
              </w:rPr>
              <w:t>@</w:t>
            </w:r>
            <w:proofErr w:type="spellStart"/>
            <w:r w:rsidRPr="00366D98">
              <w:rPr>
                <w:sz w:val="20"/>
                <w:lang w:val="en-US"/>
              </w:rPr>
              <w:t>yande</w:t>
            </w:r>
            <w:proofErr w:type="spellEnd"/>
            <w:r w:rsidRPr="00366D98">
              <w:rPr>
                <w:sz w:val="20"/>
              </w:rPr>
              <w:t>х.</w:t>
            </w:r>
            <w:proofErr w:type="spellStart"/>
            <w:r w:rsidRPr="00366D98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66D98" w:rsidRPr="00366D98" w:rsidTr="00AD23B3">
        <w:trPr>
          <w:trHeight w:val="61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D98" w:rsidRPr="00366D98" w:rsidRDefault="00366D98" w:rsidP="00AD23B3">
            <w:pPr>
              <w:jc w:val="center"/>
              <w:rPr>
                <w:sz w:val="20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66D98" w:rsidRPr="00366D98" w:rsidRDefault="00366D98" w:rsidP="00366D98">
            <w:pPr>
              <w:rPr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</w:p>
        </w:tc>
      </w:tr>
      <w:tr w:rsidR="00366D98" w:rsidRPr="00366D98" w:rsidTr="00AD23B3">
        <w:trPr>
          <w:trHeight w:val="46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D98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4.3.212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66D98" w:rsidRPr="00366D98" w:rsidRDefault="00701227" w:rsidP="00366D98">
            <w:pPr>
              <w:rPr>
                <w:sz w:val="19"/>
                <w:szCs w:val="19"/>
              </w:rPr>
            </w:pPr>
            <w:hyperlink r:id="rId14" w:tooltip="МУП &quot;КОММУНРЕСУРС КРАСНОБАКОВСКОГО РАЙОНА&quot;" w:history="1">
              <w:r w:rsidR="00366D98" w:rsidRPr="00366D98">
                <w:rPr>
                  <w:sz w:val="19"/>
                  <w:szCs w:val="19"/>
                </w:rPr>
                <w:t>МУНИЦИПАЛЬНОЕ УНИТАРНОЕ ПРЕДПРИЯТИЕ «КОММУНРЕСУРС КРАСНОБАКОВСКОГО РАЙОНА НИЖЕГОРОДСКОЙ ОБЛАСТИ»</w:t>
              </w:r>
            </w:hyperlink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 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МУП «КОММУНРЕСУРС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КРАСНОБАКОВСКОГО РАЙОНА» 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Директор: Гущин Сергей Яковлевич </w:t>
            </w: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</w:p>
          <w:p w:rsidR="00366D98" w:rsidRPr="00366D98" w:rsidRDefault="00366D98" w:rsidP="00366D98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>ИНН 5219383900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Юридический адрес: 606711,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Красные Баки, ул. им. Мичурина, д. 4, ком. 1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606711, Нижегородская область, </w:t>
            </w:r>
            <w:proofErr w:type="spellStart"/>
            <w:r w:rsidRPr="00366D98">
              <w:rPr>
                <w:sz w:val="20"/>
              </w:rPr>
              <w:t>р.п</w:t>
            </w:r>
            <w:proofErr w:type="spellEnd"/>
            <w:r w:rsidRPr="00366D98">
              <w:rPr>
                <w:sz w:val="20"/>
              </w:rPr>
              <w:t xml:space="preserve">. Красные Баки, ул. им. Мичурина, д. 4, ком. 1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Телефон: </w:t>
            </w:r>
            <w:r w:rsidR="00900DF2">
              <w:rPr>
                <w:sz w:val="20"/>
              </w:rPr>
              <w:t>8(831-56)</w:t>
            </w:r>
            <w:r w:rsidRPr="00366D98">
              <w:rPr>
                <w:sz w:val="20"/>
              </w:rPr>
              <w:t>2-21-21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                 </w:t>
            </w:r>
          </w:p>
          <w:p w:rsidR="00366D98" w:rsidRPr="00366D98" w:rsidRDefault="00366D98" w:rsidP="00366D98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>E-</w:t>
            </w:r>
            <w:proofErr w:type="spellStart"/>
            <w:r w:rsidRPr="00366D98">
              <w:rPr>
                <w:sz w:val="20"/>
              </w:rPr>
              <w:t>mail</w:t>
            </w:r>
            <w:proofErr w:type="spellEnd"/>
            <w:r w:rsidRPr="00366D98">
              <w:rPr>
                <w:sz w:val="20"/>
              </w:rPr>
              <w:t>: kommkrbaki@mail.ru</w:t>
            </w:r>
          </w:p>
        </w:tc>
      </w:tr>
      <w:tr w:rsidR="00E95921" w:rsidRPr="00701227" w:rsidTr="00AD23B3">
        <w:trPr>
          <w:trHeight w:val="4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21" w:rsidRPr="00366D98" w:rsidRDefault="00AD23B3" w:rsidP="00AD2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4.3.213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21" w:rsidRPr="00E95921" w:rsidRDefault="00E95921" w:rsidP="00E9592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95921">
              <w:rPr>
                <w:sz w:val="19"/>
                <w:szCs w:val="19"/>
              </w:rPr>
              <w:t>МУНИЦИПАЛЬНОЕ УНИТАРНОЕ</w:t>
            </w:r>
          </w:p>
          <w:p w:rsidR="00E95921" w:rsidRPr="00E95921" w:rsidRDefault="00E95921" w:rsidP="00E9592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95921">
              <w:rPr>
                <w:sz w:val="19"/>
                <w:szCs w:val="19"/>
              </w:rPr>
              <w:t>ПРЕДПРИЯТИЕ БОГОРОДСКОГО</w:t>
            </w:r>
          </w:p>
          <w:p w:rsidR="00E95921" w:rsidRPr="00E95921" w:rsidRDefault="00E95921" w:rsidP="00E9592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95921">
              <w:rPr>
                <w:sz w:val="19"/>
                <w:szCs w:val="19"/>
              </w:rPr>
              <w:t>МУНИЦИПАЛЬНОГО РАЙОНА</w:t>
            </w:r>
          </w:p>
          <w:p w:rsidR="00E95921" w:rsidRPr="00E95921" w:rsidRDefault="00E95921" w:rsidP="00E9592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95921">
              <w:rPr>
                <w:sz w:val="19"/>
                <w:szCs w:val="19"/>
              </w:rPr>
              <w:t>НИЖЕГОРОДСКОЙ ОБЛАСТИ</w:t>
            </w:r>
          </w:p>
          <w:p w:rsidR="00E95921" w:rsidRPr="00E95921" w:rsidRDefault="00E95921" w:rsidP="00E9592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«</w:t>
            </w:r>
            <w:r w:rsidRPr="00E95921">
              <w:rPr>
                <w:sz w:val="19"/>
                <w:szCs w:val="19"/>
              </w:rPr>
              <w:t>ПРОИЗВОДСТВЕННОЕ УПРАВЛЕНИЕ</w:t>
            </w:r>
          </w:p>
          <w:p w:rsidR="00E95921" w:rsidRDefault="00E95921" w:rsidP="00E9592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КАНАЛИЗАЦИОННОГО ХОЗЯЙСТВА»</w:t>
            </w:r>
          </w:p>
          <w:p w:rsidR="00E95921" w:rsidRPr="00E95921" w:rsidRDefault="00E95921" w:rsidP="00E95921">
            <w:pPr>
              <w:rPr>
                <w:sz w:val="19"/>
                <w:szCs w:val="19"/>
              </w:rPr>
            </w:pPr>
          </w:p>
          <w:p w:rsidR="00E95921" w:rsidRDefault="00E95921" w:rsidP="00E9592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МУП «ПУКХ»</w:t>
            </w:r>
          </w:p>
          <w:p w:rsidR="00E95921" w:rsidRPr="00366D98" w:rsidRDefault="00E95921" w:rsidP="00E95921">
            <w:pPr>
              <w:rPr>
                <w:sz w:val="19"/>
                <w:szCs w:val="19"/>
              </w:rPr>
            </w:pPr>
          </w:p>
          <w:p w:rsidR="00E95921" w:rsidRPr="00366D98" w:rsidRDefault="00E95921" w:rsidP="00E95921">
            <w:pPr>
              <w:rPr>
                <w:sz w:val="19"/>
                <w:szCs w:val="19"/>
              </w:rPr>
            </w:pPr>
            <w:r w:rsidRPr="00366D98">
              <w:rPr>
                <w:sz w:val="19"/>
                <w:szCs w:val="19"/>
              </w:rPr>
              <w:t xml:space="preserve">Директор: </w:t>
            </w:r>
            <w:r>
              <w:rPr>
                <w:sz w:val="19"/>
                <w:szCs w:val="19"/>
              </w:rPr>
              <w:t>Романов Олег Николаевич</w:t>
            </w:r>
            <w:r w:rsidRPr="00366D98">
              <w:rPr>
                <w:sz w:val="19"/>
                <w:szCs w:val="19"/>
              </w:rPr>
              <w:t xml:space="preserve"> </w:t>
            </w:r>
          </w:p>
          <w:p w:rsidR="00E95921" w:rsidRPr="00366D98" w:rsidRDefault="00E95921" w:rsidP="00E95921">
            <w:pPr>
              <w:rPr>
                <w:sz w:val="19"/>
                <w:szCs w:val="19"/>
              </w:rPr>
            </w:pPr>
          </w:p>
          <w:p w:rsidR="00E95921" w:rsidRDefault="00E95921" w:rsidP="00B979C0">
            <w:r w:rsidRPr="00366D98">
              <w:rPr>
                <w:sz w:val="19"/>
                <w:szCs w:val="19"/>
              </w:rPr>
              <w:t xml:space="preserve">ИНН </w:t>
            </w:r>
            <w:r w:rsidR="00B979C0">
              <w:rPr>
                <w:sz w:val="19"/>
                <w:szCs w:val="19"/>
              </w:rPr>
              <w:t>5245030869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21" w:rsidRPr="00366D98" w:rsidRDefault="00E95921" w:rsidP="00E95921">
            <w:pPr>
              <w:jc w:val="both"/>
              <w:rPr>
                <w:sz w:val="20"/>
              </w:rPr>
            </w:pPr>
            <w:r>
              <w:rPr>
                <w:sz w:val="20"/>
              </w:rPr>
              <w:t>Юридический адрес: 607600</w:t>
            </w:r>
            <w:r w:rsidRPr="00366D98">
              <w:rPr>
                <w:sz w:val="20"/>
              </w:rPr>
              <w:t xml:space="preserve">, Нижегородская область, </w:t>
            </w:r>
            <w:r>
              <w:rPr>
                <w:sz w:val="20"/>
              </w:rPr>
              <w:t xml:space="preserve">г. Богородск, ул. Пионерская площадка, </w:t>
            </w:r>
            <w:r w:rsidR="00900DF2">
              <w:rPr>
                <w:sz w:val="20"/>
              </w:rPr>
              <w:br/>
            </w:r>
            <w:r>
              <w:rPr>
                <w:sz w:val="20"/>
              </w:rPr>
              <w:t>д.</w:t>
            </w:r>
            <w:r w:rsidR="00900DF2">
              <w:rPr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  <w:p w:rsidR="00E95921" w:rsidRPr="00366D98" w:rsidRDefault="00E95921" w:rsidP="00E95921">
            <w:pPr>
              <w:jc w:val="both"/>
              <w:rPr>
                <w:sz w:val="20"/>
              </w:rPr>
            </w:pPr>
          </w:p>
          <w:p w:rsidR="00E95921" w:rsidRDefault="00E95921" w:rsidP="00E95921">
            <w:pPr>
              <w:jc w:val="both"/>
              <w:rPr>
                <w:sz w:val="20"/>
              </w:rPr>
            </w:pPr>
            <w:r w:rsidRPr="00366D98">
              <w:rPr>
                <w:sz w:val="20"/>
              </w:rPr>
              <w:t xml:space="preserve">Почтовый адрес: </w:t>
            </w:r>
            <w:r>
              <w:rPr>
                <w:sz w:val="20"/>
              </w:rPr>
              <w:t>607602, Нижегородская область,</w:t>
            </w:r>
          </w:p>
          <w:p w:rsidR="00E95921" w:rsidRPr="00366D98" w:rsidRDefault="00E95921" w:rsidP="00E959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г. Богородск, ул. Добролюбова, д. 1Г</w:t>
            </w:r>
          </w:p>
          <w:p w:rsidR="00E95921" w:rsidRPr="00366D98" w:rsidRDefault="00E95921" w:rsidP="00E95921">
            <w:pPr>
              <w:jc w:val="both"/>
              <w:rPr>
                <w:sz w:val="20"/>
              </w:rPr>
            </w:pPr>
          </w:p>
          <w:p w:rsidR="00E95921" w:rsidRDefault="00E95921" w:rsidP="00E959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Телефон: </w:t>
            </w:r>
            <w:r w:rsidR="00900DF2">
              <w:rPr>
                <w:sz w:val="20"/>
              </w:rPr>
              <w:t>8(831-</w:t>
            </w:r>
            <w:r>
              <w:rPr>
                <w:sz w:val="20"/>
              </w:rPr>
              <w:t>70</w:t>
            </w:r>
            <w:r w:rsidR="00900DF2">
              <w:rPr>
                <w:sz w:val="20"/>
              </w:rPr>
              <w:t>)</w:t>
            </w:r>
            <w:r>
              <w:rPr>
                <w:sz w:val="20"/>
              </w:rPr>
              <w:t>2-15-14</w:t>
            </w:r>
          </w:p>
          <w:p w:rsidR="00E95921" w:rsidRDefault="00E95921" w:rsidP="00E95921">
            <w:pPr>
              <w:jc w:val="both"/>
              <w:rPr>
                <w:sz w:val="20"/>
              </w:rPr>
            </w:pPr>
          </w:p>
          <w:p w:rsidR="00E95921" w:rsidRPr="00022F59" w:rsidRDefault="00E95921" w:rsidP="00E95921">
            <w:pPr>
              <w:jc w:val="both"/>
              <w:rPr>
                <w:sz w:val="20"/>
              </w:rPr>
            </w:pPr>
            <w:r>
              <w:rPr>
                <w:sz w:val="20"/>
              </w:rPr>
              <w:t>Факс</w:t>
            </w:r>
            <w:r w:rsidRPr="00022F59">
              <w:rPr>
                <w:sz w:val="20"/>
              </w:rPr>
              <w:t xml:space="preserve">: </w:t>
            </w:r>
            <w:r w:rsidR="00900DF2">
              <w:rPr>
                <w:sz w:val="20"/>
              </w:rPr>
              <w:t>8(831-70)</w:t>
            </w:r>
            <w:r w:rsidRPr="00022F59">
              <w:rPr>
                <w:sz w:val="20"/>
              </w:rPr>
              <w:t>2-84-64</w:t>
            </w:r>
          </w:p>
          <w:p w:rsidR="00E95921" w:rsidRPr="00022F59" w:rsidRDefault="00E95921" w:rsidP="00E95921">
            <w:pPr>
              <w:jc w:val="both"/>
              <w:rPr>
                <w:sz w:val="20"/>
              </w:rPr>
            </w:pPr>
            <w:r w:rsidRPr="00022F59">
              <w:rPr>
                <w:sz w:val="20"/>
              </w:rPr>
              <w:t xml:space="preserve">                 </w:t>
            </w:r>
          </w:p>
          <w:p w:rsidR="00E95921" w:rsidRPr="00D77861" w:rsidRDefault="00E95921" w:rsidP="00E95921">
            <w:pPr>
              <w:jc w:val="both"/>
              <w:rPr>
                <w:sz w:val="20"/>
                <w:lang w:val="en-US"/>
              </w:rPr>
            </w:pPr>
            <w:r w:rsidRPr="00E95921">
              <w:rPr>
                <w:sz w:val="20"/>
                <w:lang w:val="en-US"/>
              </w:rPr>
              <w:t>E</w:t>
            </w:r>
            <w:r w:rsidRPr="00D77861">
              <w:rPr>
                <w:sz w:val="20"/>
                <w:lang w:val="en-US"/>
              </w:rPr>
              <w:t>-</w:t>
            </w:r>
            <w:r w:rsidRPr="00E95921">
              <w:rPr>
                <w:sz w:val="20"/>
                <w:lang w:val="en-US"/>
              </w:rPr>
              <w:t>mail</w:t>
            </w:r>
            <w:r w:rsidRPr="00D77861">
              <w:rPr>
                <w:sz w:val="20"/>
                <w:lang w:val="en-US"/>
              </w:rPr>
              <w:t xml:space="preserve">: </w:t>
            </w:r>
            <w:r>
              <w:rPr>
                <w:sz w:val="20"/>
                <w:lang w:val="en-US"/>
              </w:rPr>
              <w:t>muppukh</w:t>
            </w:r>
            <w:r w:rsidRPr="00D77861">
              <w:rPr>
                <w:sz w:val="20"/>
                <w:lang w:val="en-US"/>
              </w:rPr>
              <w:t>@</w:t>
            </w:r>
            <w:r>
              <w:rPr>
                <w:sz w:val="20"/>
                <w:lang w:val="en-US"/>
              </w:rPr>
              <w:t>yandex</w:t>
            </w:r>
            <w:r w:rsidRPr="00D77861">
              <w:rPr>
                <w:sz w:val="20"/>
                <w:lang w:val="en-US"/>
              </w:rPr>
              <w:t>.</w:t>
            </w:r>
            <w:r>
              <w:rPr>
                <w:sz w:val="20"/>
                <w:lang w:val="en-US"/>
              </w:rPr>
              <w:t>ru</w:t>
            </w:r>
          </w:p>
        </w:tc>
      </w:tr>
    </w:tbl>
    <w:p w:rsidR="00366D98" w:rsidRPr="00366D98" w:rsidRDefault="00022F59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366D98" w:rsidRPr="00366D98">
        <w:rPr>
          <w:b/>
          <w:szCs w:val="28"/>
        </w:rPr>
        <w:t>.</w:t>
      </w:r>
      <w:r w:rsidR="00366D98" w:rsidRPr="00366D98">
        <w:rPr>
          <w:szCs w:val="28"/>
        </w:rPr>
        <w:t xml:space="preserve"> 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</w:t>
      </w:r>
      <w:r w:rsidR="00900DF2">
        <w:rPr>
          <w:szCs w:val="28"/>
        </w:rPr>
        <w:t>ственное регулирование, следующие</w:t>
      </w:r>
      <w:r w:rsidR="00366D98" w:rsidRPr="00366D98">
        <w:rPr>
          <w:szCs w:val="28"/>
        </w:rPr>
        <w:t xml:space="preserve"> организаци</w:t>
      </w:r>
      <w:r w:rsidR="00900DF2">
        <w:rPr>
          <w:szCs w:val="28"/>
        </w:rPr>
        <w:t>и</w:t>
      </w:r>
      <w:r w:rsidR="00366D98" w:rsidRPr="00366D98">
        <w:rPr>
          <w:szCs w:val="28"/>
        </w:rPr>
        <w:t>: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.1.</w:t>
      </w:r>
      <w:r w:rsidR="00366D98" w:rsidRPr="00366D98">
        <w:rPr>
          <w:szCs w:val="28"/>
        </w:rPr>
        <w:t xml:space="preserve"> По разделу 2 «Тепловая энергия и мощность»: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.1.1.</w:t>
      </w:r>
      <w:r w:rsidR="00366D98" w:rsidRPr="00366D98">
        <w:rPr>
          <w:szCs w:val="28"/>
        </w:rPr>
        <w:t xml:space="preserve"> Подраздел 2.1 «Производители тепловой энергии и мощности»:</w:t>
      </w:r>
    </w:p>
    <w:p w:rsidR="00366D98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lastRenderedPageBreak/>
        <w:t>- МУНИЦИПАЛЬНОЕ УНИТАРНОЕ ТЕПЛОЭНЕРГЕТИЧЕСКОЕ ПРОИЗВОДСТВЕННОЕ ПРЕДПРИЯТИЕ, г. Арзамас Нижего</w:t>
      </w:r>
      <w:r w:rsidR="00FA4EBA">
        <w:rPr>
          <w:szCs w:val="28"/>
        </w:rPr>
        <w:t>родской области, рег. № 2.1.298;</w:t>
      </w:r>
    </w:p>
    <w:p w:rsidR="00900DF2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FA4EBA">
        <w:rPr>
          <w:szCs w:val="28"/>
        </w:rPr>
        <w:t>АКЦИОНЕРНО</w:t>
      </w:r>
      <w:r>
        <w:rPr>
          <w:szCs w:val="28"/>
        </w:rPr>
        <w:t xml:space="preserve">Е ОБЩЕСТВО «ЛЫСКОВОКОММУНСЕРВИС»,                         г. </w:t>
      </w:r>
      <w:proofErr w:type="spellStart"/>
      <w:r>
        <w:rPr>
          <w:szCs w:val="28"/>
        </w:rPr>
        <w:t>Лысково</w:t>
      </w:r>
      <w:proofErr w:type="spellEnd"/>
      <w:r>
        <w:rPr>
          <w:szCs w:val="28"/>
        </w:rPr>
        <w:t xml:space="preserve"> Нижегородской области, рег. № 2.1.347;</w:t>
      </w:r>
    </w:p>
    <w:p w:rsidR="00FA4EBA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>- ОБЩЕСТВО С ОГРАНИЧЕННОЙ ОТВЕТСТВЕННОСТЬЮ «МУХТОЛОВСКОЕ Ж</w:t>
      </w:r>
      <w:r w:rsidR="00900DF2">
        <w:rPr>
          <w:szCs w:val="28"/>
        </w:rPr>
        <w:t xml:space="preserve">ИЛИЩНО-КОММУНАЛЬНОЕ ХОЗЯЙСТВО», </w:t>
      </w:r>
      <w:r w:rsidR="00900DF2">
        <w:rPr>
          <w:szCs w:val="28"/>
        </w:rPr>
        <w:br/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 xml:space="preserve">. Мухтолово </w:t>
      </w:r>
      <w:proofErr w:type="spellStart"/>
      <w:r w:rsidRPr="00366D98">
        <w:rPr>
          <w:szCs w:val="28"/>
        </w:rPr>
        <w:t>Ардатовского</w:t>
      </w:r>
      <w:proofErr w:type="spellEnd"/>
      <w:r w:rsidRPr="00366D98">
        <w:rPr>
          <w:szCs w:val="28"/>
        </w:rPr>
        <w:t xml:space="preserve"> </w:t>
      </w:r>
      <w:proofErr w:type="gramStart"/>
      <w:r w:rsidRPr="00366D98">
        <w:rPr>
          <w:szCs w:val="28"/>
        </w:rPr>
        <w:t>муниципального</w:t>
      </w:r>
      <w:proofErr w:type="gramEnd"/>
      <w:r w:rsidRPr="00366D98">
        <w:rPr>
          <w:szCs w:val="28"/>
        </w:rPr>
        <w:t xml:space="preserve"> района Нижего</w:t>
      </w:r>
      <w:r w:rsidR="00900DF2">
        <w:rPr>
          <w:szCs w:val="28"/>
        </w:rPr>
        <w:t>родской области, рег. № 2.1.579</w:t>
      </w:r>
      <w:r w:rsidR="00FA4EBA">
        <w:rPr>
          <w:szCs w:val="28"/>
        </w:rPr>
        <w:t>.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.1.2.</w:t>
      </w:r>
      <w:r w:rsidR="00366D98" w:rsidRPr="00366D98">
        <w:rPr>
          <w:szCs w:val="28"/>
        </w:rPr>
        <w:t xml:space="preserve"> Подраздел 2.2 «Организации, обладающие правом владения и пользования тепловыми сетями»:</w:t>
      </w:r>
    </w:p>
    <w:p w:rsidR="00900DF2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FA4EBA">
        <w:rPr>
          <w:szCs w:val="28"/>
        </w:rPr>
        <w:t>АКЦИОНЕРНО</w:t>
      </w:r>
      <w:r>
        <w:rPr>
          <w:szCs w:val="28"/>
        </w:rPr>
        <w:t xml:space="preserve">Е ОБЩЕСТВО «ЛЫСКОВОКОММУНСЕРВИС»,                       г. </w:t>
      </w:r>
      <w:proofErr w:type="spellStart"/>
      <w:r>
        <w:rPr>
          <w:szCs w:val="28"/>
        </w:rPr>
        <w:t>Лысково</w:t>
      </w:r>
      <w:proofErr w:type="spellEnd"/>
      <w:r>
        <w:rPr>
          <w:szCs w:val="28"/>
        </w:rPr>
        <w:t xml:space="preserve"> Нижегородской области, рег. № 2.2.233;</w:t>
      </w:r>
    </w:p>
    <w:p w:rsidR="00366D98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>- МУНИЦИПАЛЬНОЕ УНИТАРНОЕ ТЕПЛОЭНЕРГЕТИЧЕСКОЕ ПРОИЗВОДСТВЕННОЕ ПРЕДПРИЯТИЕ, г. Арзамас Нижего</w:t>
      </w:r>
      <w:r w:rsidR="00FA4EBA">
        <w:rPr>
          <w:szCs w:val="28"/>
        </w:rPr>
        <w:t>родской области, рег. № 2.2.320;</w:t>
      </w:r>
    </w:p>
    <w:p w:rsidR="00FA4EBA" w:rsidRPr="00366D98" w:rsidRDefault="00366D98" w:rsidP="00FA4EBA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 xml:space="preserve">- ОБЩЕСТВО С ОГРАНИЧЕННОЙ ОТВЕТСТВЕННОСТЬЮ «МУХТОЛОВСКОЕ ЖИЛИЩНО-КОММУНАЛЬНОЕ ХОЗЯЙСТВО», </w:t>
      </w:r>
      <w:r w:rsidR="006B5256">
        <w:rPr>
          <w:szCs w:val="28"/>
        </w:rPr>
        <w:t xml:space="preserve">                          </w:t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 xml:space="preserve">. Мухтолово </w:t>
      </w:r>
      <w:proofErr w:type="spellStart"/>
      <w:r w:rsidRPr="00366D98">
        <w:rPr>
          <w:szCs w:val="28"/>
        </w:rPr>
        <w:t>Ардатовского</w:t>
      </w:r>
      <w:proofErr w:type="spellEnd"/>
      <w:r w:rsidRPr="00366D98">
        <w:rPr>
          <w:szCs w:val="28"/>
        </w:rPr>
        <w:t xml:space="preserve"> </w:t>
      </w:r>
      <w:proofErr w:type="gramStart"/>
      <w:r w:rsidRPr="00366D98">
        <w:rPr>
          <w:szCs w:val="28"/>
        </w:rPr>
        <w:t>муниципального</w:t>
      </w:r>
      <w:proofErr w:type="gramEnd"/>
      <w:r w:rsidRPr="00366D98">
        <w:rPr>
          <w:szCs w:val="28"/>
        </w:rPr>
        <w:t xml:space="preserve"> района Нижегородской области</w:t>
      </w:r>
      <w:r w:rsidR="00900DF2">
        <w:rPr>
          <w:szCs w:val="28"/>
        </w:rPr>
        <w:t>, рег. № 2.2.602</w:t>
      </w:r>
      <w:r w:rsidR="00FA4EBA">
        <w:rPr>
          <w:szCs w:val="28"/>
        </w:rPr>
        <w:t>.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.2.</w:t>
      </w:r>
      <w:r w:rsidR="00366D98" w:rsidRPr="00366D98">
        <w:rPr>
          <w:szCs w:val="28"/>
        </w:rPr>
        <w:t xml:space="preserve"> По разделу 4 «Водоснабжение и водоотведение»: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.2.1.</w:t>
      </w:r>
      <w:r w:rsidR="00366D98" w:rsidRPr="00366D98">
        <w:rPr>
          <w:szCs w:val="28"/>
        </w:rPr>
        <w:t xml:space="preserve"> Подраздел 4.1 «Водоснабжение»:</w:t>
      </w:r>
    </w:p>
    <w:p w:rsidR="00366D98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 xml:space="preserve">- ОБЩЕСТВО С ОГРАНИЧЕННОЙ ОТВЕТСТВЕННОСТЬЮ «МУХТОЛОВСКОЕ ЖИЛИЩНО-КОММУНАЛЬНОЕ ХОЗЯЙСТВО», </w:t>
      </w:r>
      <w:r w:rsidR="006B5256">
        <w:rPr>
          <w:szCs w:val="28"/>
        </w:rPr>
        <w:t xml:space="preserve">                      </w:t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 xml:space="preserve">. Мухтолово </w:t>
      </w:r>
      <w:proofErr w:type="spellStart"/>
      <w:r w:rsidRPr="00366D98">
        <w:rPr>
          <w:szCs w:val="28"/>
        </w:rPr>
        <w:t>Ардатовского</w:t>
      </w:r>
      <w:proofErr w:type="spellEnd"/>
      <w:r w:rsidRPr="00366D98">
        <w:rPr>
          <w:szCs w:val="28"/>
        </w:rPr>
        <w:t xml:space="preserve"> муниципального района Нижегород</w:t>
      </w:r>
      <w:r w:rsidR="00FA4EBA">
        <w:rPr>
          <w:szCs w:val="28"/>
        </w:rPr>
        <w:t>ской области, рег. № 4.1.159;</w:t>
      </w:r>
    </w:p>
    <w:p w:rsidR="00366D98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 xml:space="preserve">- МУНИЦИПАЛЬНОЕ УНИТАРНОЕ ПРЕДПРИЯТИЕ ЖИЛИЩНО-КОММУНАЛЬНОГО ХОЗЯЙСТВА РАБОЧЕГО ПОСЕЛКА КРАСНЫЕ БАКИ,                             </w:t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>. Красные Баки Нижего</w:t>
      </w:r>
      <w:r w:rsidR="00FA4EBA">
        <w:rPr>
          <w:szCs w:val="28"/>
        </w:rPr>
        <w:t>родской области, рег. № 4.1.194.</w:t>
      </w:r>
    </w:p>
    <w:p w:rsidR="00366D98" w:rsidRPr="00366D98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366D98" w:rsidRPr="00366D98">
        <w:rPr>
          <w:b/>
          <w:i/>
          <w:szCs w:val="28"/>
        </w:rPr>
        <w:t>.2.2.</w:t>
      </w:r>
      <w:r w:rsidR="00366D98" w:rsidRPr="00366D98">
        <w:rPr>
          <w:szCs w:val="28"/>
        </w:rPr>
        <w:t xml:space="preserve"> Подраздел 4.3 «Водоотведение»:</w:t>
      </w:r>
    </w:p>
    <w:p w:rsidR="00900DF2" w:rsidRDefault="00900DF2" w:rsidP="00366D98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955A3">
        <w:rPr>
          <w:szCs w:val="28"/>
        </w:rPr>
        <w:t>ОБЩЕСТВО С ОГРАНИЧ</w:t>
      </w:r>
      <w:r>
        <w:rPr>
          <w:szCs w:val="28"/>
        </w:rPr>
        <w:t>ЕННОЙ ОТВЕТСТВЕННОСТЬЮ «ТРАНЗИТ», г. Богородск Нижегородской области, рег. № 4.3.93;</w:t>
      </w:r>
    </w:p>
    <w:p w:rsidR="00366D98" w:rsidRP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 xml:space="preserve">- ОБЩЕСТВО С ОГРАНИЧЕННОЙ ОТВЕТСТВЕННОСТЬЮ «МУХТОЛОВСКОЕ ЖИЛИЩНО-КОММУНАЛЬНОЕ ХОЗЯЙСТВО», </w:t>
      </w:r>
      <w:r w:rsidR="006B5256">
        <w:rPr>
          <w:szCs w:val="28"/>
        </w:rPr>
        <w:t xml:space="preserve">               </w:t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 xml:space="preserve">. Мухтолово </w:t>
      </w:r>
      <w:proofErr w:type="spellStart"/>
      <w:r w:rsidRPr="00366D98">
        <w:rPr>
          <w:szCs w:val="28"/>
        </w:rPr>
        <w:t>Ардатовского</w:t>
      </w:r>
      <w:proofErr w:type="spellEnd"/>
      <w:r w:rsidRPr="00366D98">
        <w:rPr>
          <w:szCs w:val="28"/>
        </w:rPr>
        <w:t xml:space="preserve"> </w:t>
      </w:r>
      <w:proofErr w:type="gramStart"/>
      <w:r w:rsidRPr="00366D98">
        <w:rPr>
          <w:szCs w:val="28"/>
        </w:rPr>
        <w:t>муниципального</w:t>
      </w:r>
      <w:proofErr w:type="gramEnd"/>
      <w:r w:rsidRPr="00366D98">
        <w:rPr>
          <w:szCs w:val="28"/>
        </w:rPr>
        <w:t xml:space="preserve"> района Нижего</w:t>
      </w:r>
      <w:r w:rsidR="00FA4EBA">
        <w:rPr>
          <w:szCs w:val="28"/>
        </w:rPr>
        <w:t>родской области, рег. № 4.3.136;</w:t>
      </w:r>
    </w:p>
    <w:p w:rsidR="00366D98" w:rsidRDefault="00366D98" w:rsidP="00366D98">
      <w:pPr>
        <w:spacing w:line="276" w:lineRule="auto"/>
        <w:ind w:firstLine="720"/>
        <w:jc w:val="both"/>
        <w:rPr>
          <w:szCs w:val="28"/>
        </w:rPr>
      </w:pPr>
      <w:r w:rsidRPr="00366D98">
        <w:rPr>
          <w:szCs w:val="28"/>
        </w:rPr>
        <w:t xml:space="preserve">- МУНИЦИПАЛЬНОЕ УНИТАРНОЕ ПРЕДПРИЯТИЕ ЖИЛИЩНО-КОММУНАЛЬНОГО ХОЗЯЙСТВА РАБОЧЕГО ПОСЕЛКА КРАСНЫЕ БАКИ,                             </w:t>
      </w:r>
      <w:proofErr w:type="spellStart"/>
      <w:r w:rsidRPr="00366D98">
        <w:rPr>
          <w:szCs w:val="28"/>
        </w:rPr>
        <w:t>р.п</w:t>
      </w:r>
      <w:proofErr w:type="spellEnd"/>
      <w:r w:rsidRPr="00366D98">
        <w:rPr>
          <w:szCs w:val="28"/>
        </w:rPr>
        <w:t>. Красные Баки Нижего</w:t>
      </w:r>
      <w:r w:rsidR="000D33AD">
        <w:rPr>
          <w:szCs w:val="28"/>
        </w:rPr>
        <w:t>родской области, рег. № 4.3</w:t>
      </w:r>
      <w:r w:rsidR="00FA4EBA">
        <w:rPr>
          <w:szCs w:val="28"/>
        </w:rPr>
        <w:t>.169;</w:t>
      </w:r>
    </w:p>
    <w:p w:rsidR="006955A3" w:rsidRPr="006955A3" w:rsidRDefault="006955A3" w:rsidP="00900DF2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6955A3">
        <w:rPr>
          <w:szCs w:val="28"/>
        </w:rPr>
        <w:t>МУНИЦИПАЛЬНОЕ УНИТАРНОЕ П</w:t>
      </w:r>
      <w:r>
        <w:rPr>
          <w:szCs w:val="28"/>
        </w:rPr>
        <w:t>РЕДПРИЯТИЕ БОГОРОДСКОГО РАЙОНА «</w:t>
      </w:r>
      <w:r w:rsidRPr="006955A3">
        <w:rPr>
          <w:szCs w:val="28"/>
        </w:rPr>
        <w:t>УПРАВЛЕНИЕ</w:t>
      </w:r>
      <w:r>
        <w:rPr>
          <w:szCs w:val="28"/>
        </w:rPr>
        <w:t xml:space="preserve"> ВОДОКАНАЛИЗАЦИОННОГО ХОЗЯЙСТВА»,                    г. Богородск Нижегородско</w:t>
      </w:r>
      <w:r w:rsidR="00900DF2">
        <w:rPr>
          <w:szCs w:val="28"/>
        </w:rPr>
        <w:t>й области, рег. № 4.3.193</w:t>
      </w:r>
      <w:r>
        <w:rPr>
          <w:szCs w:val="28"/>
        </w:rPr>
        <w:t>.</w:t>
      </w:r>
    </w:p>
    <w:p w:rsidR="00E46CE4" w:rsidRPr="00366D98" w:rsidRDefault="00900DF2" w:rsidP="00366D98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366D98" w:rsidRPr="00366D98">
        <w:rPr>
          <w:b/>
          <w:szCs w:val="28"/>
        </w:rPr>
        <w:t>.</w:t>
      </w:r>
      <w:r w:rsidR="00366D98" w:rsidRPr="00366D98">
        <w:rPr>
          <w:szCs w:val="28"/>
        </w:rPr>
        <w:t xml:space="preserve"> Настоящее решение вступает в силу со дня его принятия.</w:t>
      </w:r>
    </w:p>
    <w:p w:rsidR="007A3847" w:rsidRDefault="007A3847" w:rsidP="00900DF2">
      <w:pPr>
        <w:tabs>
          <w:tab w:val="left" w:pos="1897"/>
        </w:tabs>
        <w:rPr>
          <w:szCs w:val="28"/>
        </w:rPr>
      </w:pPr>
    </w:p>
    <w:p w:rsidR="00900DF2" w:rsidRDefault="00900DF2" w:rsidP="00900DF2">
      <w:pPr>
        <w:tabs>
          <w:tab w:val="left" w:pos="1897"/>
        </w:tabs>
        <w:rPr>
          <w:szCs w:val="28"/>
        </w:rPr>
      </w:pPr>
    </w:p>
    <w:p w:rsidR="005D4E60" w:rsidRPr="002C26A3" w:rsidRDefault="005D4E60" w:rsidP="00900DF2">
      <w:pPr>
        <w:tabs>
          <w:tab w:val="left" w:pos="1897"/>
        </w:tabs>
        <w:rPr>
          <w:szCs w:val="28"/>
        </w:rPr>
      </w:pPr>
    </w:p>
    <w:p w:rsidR="001E106A" w:rsidRPr="001E106A" w:rsidRDefault="009A357C" w:rsidP="001E106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1E106A" w:rsidRPr="001E106A">
        <w:rPr>
          <w:szCs w:val="28"/>
        </w:rPr>
        <w:t xml:space="preserve"> службы</w:t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1E106A" w:rsidRPr="001E106A">
        <w:rPr>
          <w:szCs w:val="28"/>
        </w:rPr>
        <w:t>Ю.Л.Алешина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5B" w:rsidRDefault="00EE0E5B">
      <w:r>
        <w:separator/>
      </w:r>
    </w:p>
  </w:endnote>
  <w:endnote w:type="continuationSeparator" w:id="0">
    <w:p w:rsidR="00EE0E5B" w:rsidRDefault="00EE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5B" w:rsidRDefault="00EE0E5B">
      <w:r>
        <w:separator/>
      </w:r>
    </w:p>
  </w:footnote>
  <w:footnote w:type="continuationSeparator" w:id="0">
    <w:p w:rsidR="00EE0E5B" w:rsidRDefault="00EE0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1227">
      <w:rPr>
        <w:rStyle w:val="a9"/>
        <w:noProof/>
      </w:rPr>
      <w:t>6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70122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FE"/>
    <w:rsid w:val="00020271"/>
    <w:rsid w:val="00020DDA"/>
    <w:rsid w:val="0002168F"/>
    <w:rsid w:val="000224C4"/>
    <w:rsid w:val="00022F59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C14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6DA3"/>
    <w:rsid w:val="000C738E"/>
    <w:rsid w:val="000C7621"/>
    <w:rsid w:val="000D034E"/>
    <w:rsid w:val="000D066A"/>
    <w:rsid w:val="000D0F61"/>
    <w:rsid w:val="000D3053"/>
    <w:rsid w:val="000D33AD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2E88"/>
    <w:rsid w:val="0010360C"/>
    <w:rsid w:val="0010362E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27F5A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0D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57E0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5DD9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2CB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66D98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573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CD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1905"/>
    <w:rsid w:val="004B259A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4D77"/>
    <w:rsid w:val="004C5876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4F79F9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7EC"/>
    <w:rsid w:val="005B6804"/>
    <w:rsid w:val="005B6996"/>
    <w:rsid w:val="005B6D64"/>
    <w:rsid w:val="005C02EA"/>
    <w:rsid w:val="005C0300"/>
    <w:rsid w:val="005C06EE"/>
    <w:rsid w:val="005C09D0"/>
    <w:rsid w:val="005C0BAA"/>
    <w:rsid w:val="005C0D18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1A69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5A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5256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8C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15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6DB4"/>
    <w:rsid w:val="006F771A"/>
    <w:rsid w:val="00700C2E"/>
    <w:rsid w:val="00701227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957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BF0"/>
    <w:rsid w:val="007F2657"/>
    <w:rsid w:val="007F2779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78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33D9"/>
    <w:rsid w:val="00864414"/>
    <w:rsid w:val="008654D5"/>
    <w:rsid w:val="008657A8"/>
    <w:rsid w:val="00866010"/>
    <w:rsid w:val="0086660C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962"/>
    <w:rsid w:val="008C4B35"/>
    <w:rsid w:val="008C4F0B"/>
    <w:rsid w:val="008C688B"/>
    <w:rsid w:val="008C69BC"/>
    <w:rsid w:val="008C6ABF"/>
    <w:rsid w:val="008C7026"/>
    <w:rsid w:val="008C727B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330"/>
    <w:rsid w:val="008F7559"/>
    <w:rsid w:val="008F7601"/>
    <w:rsid w:val="0090025C"/>
    <w:rsid w:val="00900879"/>
    <w:rsid w:val="00900DF2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7C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71FC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60E"/>
    <w:rsid w:val="009D4854"/>
    <w:rsid w:val="009D4EF4"/>
    <w:rsid w:val="009D5076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195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3B3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3EF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979C0"/>
    <w:rsid w:val="00BA0025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C8A"/>
    <w:rsid w:val="00BA709A"/>
    <w:rsid w:val="00BA7340"/>
    <w:rsid w:val="00BB0327"/>
    <w:rsid w:val="00BB1498"/>
    <w:rsid w:val="00BB23E5"/>
    <w:rsid w:val="00BB2BB0"/>
    <w:rsid w:val="00BB2F1A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2CC8"/>
    <w:rsid w:val="00C6321D"/>
    <w:rsid w:val="00C6374E"/>
    <w:rsid w:val="00C63EB0"/>
    <w:rsid w:val="00C63F25"/>
    <w:rsid w:val="00C640F9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035"/>
    <w:rsid w:val="00CC0EA0"/>
    <w:rsid w:val="00CC183A"/>
    <w:rsid w:val="00CC3954"/>
    <w:rsid w:val="00CC47F1"/>
    <w:rsid w:val="00CC4EE8"/>
    <w:rsid w:val="00CC6FE2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861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68E3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0E4E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45AA"/>
    <w:rsid w:val="00E0554D"/>
    <w:rsid w:val="00E0578D"/>
    <w:rsid w:val="00E05968"/>
    <w:rsid w:val="00E05998"/>
    <w:rsid w:val="00E06797"/>
    <w:rsid w:val="00E069BE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6B31"/>
    <w:rsid w:val="00E17B46"/>
    <w:rsid w:val="00E20938"/>
    <w:rsid w:val="00E246D1"/>
    <w:rsid w:val="00E249BC"/>
    <w:rsid w:val="00E24AE5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4166"/>
    <w:rsid w:val="00E85825"/>
    <w:rsid w:val="00E85D27"/>
    <w:rsid w:val="00E864B9"/>
    <w:rsid w:val="00E87644"/>
    <w:rsid w:val="00E87DCA"/>
    <w:rsid w:val="00E90D08"/>
    <w:rsid w:val="00E91D28"/>
    <w:rsid w:val="00E92CC0"/>
    <w:rsid w:val="00E93F47"/>
    <w:rsid w:val="00E95921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09C6"/>
    <w:rsid w:val="00EB11E0"/>
    <w:rsid w:val="00EB193E"/>
    <w:rsid w:val="00EB283F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70A"/>
    <w:rsid w:val="00F676A3"/>
    <w:rsid w:val="00F67D9D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9F1"/>
    <w:rsid w:val="00FA43E7"/>
    <w:rsid w:val="00FA4E77"/>
    <w:rsid w:val="00FA4EBA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1B9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D6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grul.nalog.ru/index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1AAB7-B8AE-4353-B739-F609F3F2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3137</TotalTime>
  <Pages>6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181</cp:revision>
  <cp:lastPrinted>2019-02-28T06:52:00Z</cp:lastPrinted>
  <dcterms:created xsi:type="dcterms:W3CDTF">2017-05-12T11:08:00Z</dcterms:created>
  <dcterms:modified xsi:type="dcterms:W3CDTF">2019-11-14T08:09:00Z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