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B71FC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B71FC6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4E1D5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E1D5A">
              <w:t>52/10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CB777B" w:rsidRDefault="00593E8B" w:rsidP="00CB777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CB777B" w:rsidRPr="00CB777B">
              <w:t xml:space="preserve">О внесении изменения в решение региональной службы по тарифам Нижегородской области </w:t>
            </w:r>
            <w:r w:rsidR="00B71FC6">
              <w:br/>
            </w:r>
            <w:r w:rsidR="00CB777B" w:rsidRPr="00CB777B">
              <w:t>от 4 декабря 2018 г. № 49/30 «Об установлении ПУРЕХОВСКОМУ МУНИЦИПАЛЬНОМУ УНИТАРНОМУ ПРЕДПРИЯТИЮ ЖИЛИЩНО-КОММУНАЛЬНОГО ХОЗЯЙСТВА</w:t>
            </w:r>
          </w:p>
          <w:p w:rsidR="0085764D" w:rsidRPr="00252D0D" w:rsidRDefault="00CB777B" w:rsidP="00CB777B">
            <w:pPr>
              <w:jc w:val="center"/>
            </w:pPr>
            <w:r w:rsidRPr="00CB777B">
              <w:t xml:space="preserve"> (ИНН 5236002880), с. Пурех городского округа город Чкаловск Нижегородской области, тарифов на тепловую энергию (мощность),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CB777B" w:rsidRDefault="00CB777B" w:rsidP="0043390A">
      <w:pPr>
        <w:autoSpaceDE w:val="0"/>
        <w:autoSpaceDN w:val="0"/>
        <w:adjustRightInd w:val="0"/>
        <w:jc w:val="center"/>
        <w:rPr>
          <w:noProof/>
          <w:szCs w:val="28"/>
        </w:rPr>
      </w:pPr>
      <w:r w:rsidRPr="00CB777B">
        <w:rPr>
          <w:noProof/>
          <w:szCs w:val="28"/>
        </w:rPr>
        <w:t>поставляемую потребителям городского</w:t>
      </w:r>
    </w:p>
    <w:p w:rsidR="0043390A" w:rsidRPr="0043390A" w:rsidRDefault="00CB777B" w:rsidP="00CB777B">
      <w:pPr>
        <w:autoSpaceDE w:val="0"/>
        <w:autoSpaceDN w:val="0"/>
        <w:adjustRightInd w:val="0"/>
        <w:jc w:val="center"/>
        <w:rPr>
          <w:noProof/>
          <w:szCs w:val="28"/>
        </w:rPr>
      </w:pPr>
      <w:r w:rsidRPr="00CB777B">
        <w:rPr>
          <w:noProof/>
          <w:szCs w:val="28"/>
        </w:rPr>
        <w:t xml:space="preserve"> округа город Чкаловск Нижегородской области</w:t>
      </w:r>
      <w:r w:rsidRPr="00CB777B">
        <w:rPr>
          <w:bCs/>
          <w:noProof/>
          <w:szCs w:val="28"/>
        </w:rPr>
        <w:t>»</w:t>
      </w:r>
    </w:p>
    <w:p w:rsidR="00CB777B" w:rsidRDefault="00CB777B" w:rsidP="00B71FC6">
      <w:pPr>
        <w:autoSpaceDE w:val="0"/>
        <w:autoSpaceDN w:val="0"/>
        <w:adjustRightInd w:val="0"/>
        <w:jc w:val="center"/>
        <w:rPr>
          <w:szCs w:val="28"/>
        </w:rPr>
      </w:pPr>
    </w:p>
    <w:p w:rsidR="000F5CC1" w:rsidRDefault="000F5CC1" w:rsidP="00B71FC6">
      <w:pPr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4E1D5A" w:rsidRDefault="004E1D5A" w:rsidP="00B71FC6">
      <w:pPr>
        <w:autoSpaceDE w:val="0"/>
        <w:autoSpaceDN w:val="0"/>
        <w:adjustRightInd w:val="0"/>
        <w:ind w:firstLine="720"/>
        <w:jc w:val="center"/>
        <w:rPr>
          <w:szCs w:val="28"/>
        </w:rPr>
      </w:pPr>
      <w:bookmarkStart w:id="2" w:name="_GoBack"/>
      <w:bookmarkEnd w:id="2"/>
    </w:p>
    <w:p w:rsidR="00CB777B" w:rsidRPr="00CB777B" w:rsidRDefault="00CB777B" w:rsidP="00CB777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CB777B">
        <w:rPr>
          <w:szCs w:val="28"/>
        </w:rPr>
        <w:t xml:space="preserve">В соответствии с Федеральным законом от 27 июля 2010 г. № 190-ФЗ </w:t>
      </w:r>
      <w:r>
        <w:rPr>
          <w:szCs w:val="28"/>
        </w:rPr>
        <w:t xml:space="preserve">                   </w:t>
      </w:r>
      <w:r w:rsidRPr="00CB777B">
        <w:rPr>
          <w:szCs w:val="28"/>
        </w:rPr>
        <w:t xml:space="preserve"> «О теплоснабжении», постановлением Правительства Российской Федерации </w:t>
      </w:r>
      <w:r>
        <w:rPr>
          <w:szCs w:val="28"/>
        </w:rPr>
        <w:t xml:space="preserve">                  </w:t>
      </w:r>
      <w:r w:rsidRPr="00CB777B">
        <w:rPr>
          <w:szCs w:val="28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CB777B">
        <w:rPr>
          <w:bCs/>
          <w:szCs w:val="28"/>
        </w:rPr>
        <w:t xml:space="preserve">ПУРЕХОВСКИМ МУНИЦИПАЛЬНЫМ УНИТАРНЫМ ПРЕДПРИЯТИЕМ ЖИЛИЩНО-КОММУНАЛЬНОГО ХОЗЯЙСТВА </w:t>
      </w:r>
      <w:r>
        <w:rPr>
          <w:bCs/>
          <w:szCs w:val="28"/>
        </w:rPr>
        <w:t xml:space="preserve">                     </w:t>
      </w:r>
      <w:r w:rsidRPr="00CB777B">
        <w:rPr>
          <w:bCs/>
          <w:szCs w:val="28"/>
        </w:rPr>
        <w:t>(ИНН 5236002880), с. Пурех городского округа город Чкаловск Нижегородской области</w:t>
      </w:r>
      <w:r w:rsidRPr="00CB777B">
        <w:rPr>
          <w:szCs w:val="28"/>
        </w:rPr>
        <w:t xml:space="preserve">, экспертного </w:t>
      </w:r>
      <w:r w:rsidRPr="00AD519D">
        <w:rPr>
          <w:szCs w:val="28"/>
        </w:rPr>
        <w:t>заключения рег. № в-</w:t>
      </w:r>
      <w:r w:rsidR="00AD519D" w:rsidRPr="00AD519D">
        <w:rPr>
          <w:szCs w:val="28"/>
        </w:rPr>
        <w:t>672</w:t>
      </w:r>
      <w:r w:rsidRPr="00AD519D">
        <w:rPr>
          <w:szCs w:val="28"/>
        </w:rPr>
        <w:t xml:space="preserve"> от</w:t>
      </w:r>
      <w:r w:rsidRPr="00B71FC6">
        <w:rPr>
          <w:szCs w:val="28"/>
        </w:rPr>
        <w:t xml:space="preserve"> </w:t>
      </w:r>
      <w:r w:rsidR="00B71FC6" w:rsidRPr="00B71FC6">
        <w:rPr>
          <w:szCs w:val="28"/>
        </w:rPr>
        <w:t xml:space="preserve">12 ноября </w:t>
      </w:r>
      <w:r w:rsidRPr="00B71FC6">
        <w:rPr>
          <w:szCs w:val="28"/>
        </w:rPr>
        <w:t>2019</w:t>
      </w:r>
      <w:r w:rsidRPr="00CB777B">
        <w:rPr>
          <w:szCs w:val="28"/>
        </w:rPr>
        <w:t xml:space="preserve"> г.:</w:t>
      </w:r>
    </w:p>
    <w:p w:rsidR="00CB777B" w:rsidRPr="00CB777B" w:rsidRDefault="00CB777B" w:rsidP="00CB777B">
      <w:pPr>
        <w:tabs>
          <w:tab w:val="left" w:pos="851"/>
          <w:tab w:val="left" w:pos="993"/>
          <w:tab w:val="left" w:pos="1134"/>
        </w:tabs>
        <w:spacing w:line="276" w:lineRule="auto"/>
        <w:ind w:firstLine="720"/>
        <w:jc w:val="both"/>
        <w:rPr>
          <w:bCs/>
          <w:szCs w:val="28"/>
        </w:rPr>
      </w:pPr>
      <w:r w:rsidRPr="00CB777B">
        <w:rPr>
          <w:b/>
          <w:szCs w:val="28"/>
        </w:rPr>
        <w:tab/>
        <w:t xml:space="preserve">1. </w:t>
      </w:r>
      <w:proofErr w:type="gramStart"/>
      <w:r w:rsidRPr="00CB777B">
        <w:rPr>
          <w:szCs w:val="28"/>
        </w:rPr>
        <w:t xml:space="preserve">Внести в </w:t>
      </w:r>
      <w:r w:rsidRPr="00CB777B">
        <w:rPr>
          <w:noProof/>
          <w:szCs w:val="28"/>
        </w:rPr>
        <w:t>решение региональной службы п</w:t>
      </w:r>
      <w:r>
        <w:rPr>
          <w:noProof/>
          <w:szCs w:val="28"/>
        </w:rPr>
        <w:t>о тарифам Нижегородской области</w:t>
      </w:r>
      <w:r w:rsidR="00B71FC6">
        <w:rPr>
          <w:noProof/>
          <w:szCs w:val="28"/>
        </w:rPr>
        <w:t xml:space="preserve"> </w:t>
      </w:r>
      <w:r w:rsidRPr="00CB777B">
        <w:rPr>
          <w:bCs/>
          <w:szCs w:val="28"/>
        </w:rPr>
        <w:t xml:space="preserve">от 4 декабря 2018 г. № 49/30 «Об установлении ПУРЕХОВСКОМУ МУНИЦИПАЛЬНОМУ УНИТАРНОМУ ПРЕДПРИЯТИЮ ЖИЛИЩНО-КОММУНАЛЬНОГО ХОЗЯЙСТВА (ИНН 5236002880), с. Пурех городского округа город Чкаловск Нижегородской области, тарифов на тепловую энергию (мощность), поставляемую потребителям городского округа город Чкаловск Нижегородской области» </w:t>
      </w:r>
      <w:r w:rsidRPr="00CB777B">
        <w:rPr>
          <w:noProof/>
          <w:szCs w:val="28"/>
        </w:rPr>
        <w:t xml:space="preserve">изменение, </w:t>
      </w:r>
      <w:r w:rsidRPr="00CB777B">
        <w:rPr>
          <w:bCs/>
          <w:szCs w:val="28"/>
        </w:rPr>
        <w:t>изложив таблицу Приложения 2 к решению в следующей редакции:</w:t>
      </w:r>
      <w:proofErr w:type="gramEnd"/>
    </w:p>
    <w:p w:rsidR="00CB777B" w:rsidRPr="00CB777B" w:rsidRDefault="00CB777B" w:rsidP="00CB777B">
      <w:pPr>
        <w:spacing w:line="276" w:lineRule="auto"/>
        <w:jc w:val="both"/>
        <w:rPr>
          <w:bCs/>
          <w:szCs w:val="28"/>
        </w:rPr>
      </w:pPr>
      <w:r w:rsidRPr="00CB777B">
        <w:rPr>
          <w:bCs/>
          <w:szCs w:val="28"/>
        </w:rPr>
        <w:t>«</w:t>
      </w:r>
    </w:p>
    <w:tbl>
      <w:tblPr>
        <w:tblW w:w="9692" w:type="dxa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0"/>
        <w:gridCol w:w="2832"/>
        <w:gridCol w:w="1700"/>
        <w:gridCol w:w="709"/>
        <w:gridCol w:w="1848"/>
        <w:gridCol w:w="1843"/>
      </w:tblGrid>
      <w:tr w:rsidR="00CB777B" w:rsidRPr="00CB777B" w:rsidTr="00B71FC6">
        <w:trPr>
          <w:jc w:val="center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CB777B" w:rsidRDefault="00CB777B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B777B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CB777B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CB777B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CB777B" w:rsidRDefault="00CB777B" w:rsidP="00B71FC6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B777B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CB777B" w:rsidRDefault="00CB777B" w:rsidP="00B71FC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B777B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CB777B" w:rsidRDefault="00CB777B" w:rsidP="00B71FC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B777B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CB777B" w:rsidRDefault="00CB777B" w:rsidP="00B71FC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B777B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CB777B" w:rsidRPr="00CB777B" w:rsidTr="00B71FC6">
        <w:trPr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7B" w:rsidRPr="00CB777B" w:rsidRDefault="00CB777B" w:rsidP="00B71FC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7B" w:rsidRPr="00CB777B" w:rsidRDefault="00CB777B" w:rsidP="00B71FC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7B" w:rsidRPr="00CB777B" w:rsidRDefault="00CB777B" w:rsidP="00B71FC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7B" w:rsidRPr="00CB777B" w:rsidRDefault="00CB777B" w:rsidP="00B71FC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CB777B" w:rsidRDefault="00CB777B" w:rsidP="00B71FC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B777B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CB777B" w:rsidRDefault="00CB777B" w:rsidP="00B71FC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B777B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CB777B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CB777B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CB777B" w:rsidRPr="00CB777B" w:rsidRDefault="00CB777B" w:rsidP="00B71FC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B777B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CB777B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B71FC6" w:rsidRDefault="00CB777B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B71FC6" w:rsidRDefault="00CB777B" w:rsidP="00B71FC6">
            <w:pPr>
              <w:autoSpaceDE w:val="0"/>
              <w:autoSpaceDN w:val="0"/>
              <w:adjustRightInd w:val="0"/>
              <w:rPr>
                <w:sz w:val="21"/>
                <w:szCs w:val="21"/>
                <w:lang w:eastAsia="en-US"/>
              </w:rPr>
            </w:pPr>
            <w:r w:rsidRPr="00B71FC6">
              <w:rPr>
                <w:color w:val="000000"/>
                <w:sz w:val="21"/>
                <w:szCs w:val="21"/>
                <w:lang w:eastAsia="en-US"/>
              </w:rPr>
              <w:t xml:space="preserve">ПУРЕХОВСКОЕ МУНИЦИПАЛЬНОЕ УНИТАРНОЕ ПРЕДПРИЯТИЕ ЖИЛИЩНО-КОММУНАЛЬНОГО ХОЗЯЙСТВА </w:t>
            </w:r>
            <w:r w:rsidRPr="00B71FC6">
              <w:rPr>
                <w:color w:val="000000"/>
                <w:sz w:val="21"/>
                <w:szCs w:val="21"/>
                <w:lang w:eastAsia="en-US"/>
              </w:rPr>
              <w:br/>
              <w:t xml:space="preserve">(ИНН </w:t>
            </w:r>
            <w:r w:rsidRPr="00B71FC6">
              <w:rPr>
                <w:color w:val="000000"/>
                <w:sz w:val="21"/>
                <w:szCs w:val="21"/>
                <w:shd w:val="clear" w:color="auto" w:fill="FFFFFF"/>
                <w:lang w:eastAsia="en-US"/>
              </w:rPr>
              <w:t>5236002880)</w:t>
            </w:r>
            <w:r w:rsidRPr="00B71FC6">
              <w:rPr>
                <w:bCs/>
                <w:sz w:val="21"/>
                <w:szCs w:val="21"/>
                <w:lang w:eastAsia="en-US"/>
              </w:rPr>
              <w:t xml:space="preserve">, </w:t>
            </w:r>
            <w:r w:rsidRPr="00B71FC6">
              <w:rPr>
                <w:bCs/>
                <w:sz w:val="21"/>
                <w:szCs w:val="21"/>
                <w:lang w:eastAsia="en-US"/>
              </w:rPr>
              <w:br/>
              <w:t>с. Пурех городского округа город Чкаловск Нижегородской области</w:t>
            </w:r>
          </w:p>
        </w:tc>
        <w:tc>
          <w:tcPr>
            <w:tcW w:w="6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B71FC6" w:rsidRDefault="00CB777B" w:rsidP="00B71FC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B71FC6">
              <w:rPr>
                <w:b/>
                <w:bCs/>
                <w:sz w:val="20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  <w:proofErr w:type="spellStart"/>
            <w:r w:rsidRPr="00B71FC6">
              <w:rPr>
                <w:sz w:val="20"/>
                <w:lang w:eastAsia="en-US"/>
              </w:rPr>
              <w:t>одноставочный</w:t>
            </w:r>
            <w:proofErr w:type="spellEnd"/>
            <w:r w:rsidRPr="00B71FC6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2019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1836,76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1873,56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1873,56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1929,30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2021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1929,30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1953,79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2022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1953,79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2033,27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2033,27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2077,70</w:t>
            </w:r>
          </w:p>
        </w:tc>
      </w:tr>
      <w:tr w:rsidR="00CB777B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7B" w:rsidRPr="00B71FC6" w:rsidRDefault="00CB777B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7B" w:rsidRPr="00CB777B" w:rsidRDefault="00CB777B" w:rsidP="00B71FC6">
            <w:pPr>
              <w:rPr>
                <w:sz w:val="20"/>
                <w:lang w:eastAsia="en-US"/>
              </w:rPr>
            </w:pPr>
          </w:p>
        </w:tc>
        <w:tc>
          <w:tcPr>
            <w:tcW w:w="6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7B" w:rsidRPr="00B71FC6" w:rsidRDefault="00CB777B" w:rsidP="00B71FC6">
            <w:pPr>
              <w:ind w:left="-24" w:firstLine="24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  <w:proofErr w:type="spellStart"/>
            <w:r w:rsidRPr="00B71FC6">
              <w:rPr>
                <w:sz w:val="20"/>
                <w:lang w:eastAsia="en-US"/>
              </w:rPr>
              <w:t>одноставочный</w:t>
            </w:r>
            <w:proofErr w:type="spellEnd"/>
            <w:r w:rsidRPr="00B71FC6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2019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1836,76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1873,56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1873,56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1929,30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2021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1929,30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1953,79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2022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1953,79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2033,27</w:t>
            </w:r>
          </w:p>
        </w:tc>
      </w:tr>
      <w:tr w:rsidR="00B71FC6" w:rsidRPr="00CB777B" w:rsidTr="00B71FC6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71FC6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CB777B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FC6" w:rsidRPr="00B71FC6" w:rsidRDefault="00B71FC6" w:rsidP="00B71FC6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FC6" w:rsidRPr="00B71FC6" w:rsidRDefault="00B71FC6" w:rsidP="00B71FC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71FC6">
              <w:rPr>
                <w:sz w:val="20"/>
                <w:lang w:eastAsia="en-US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2033,27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C6" w:rsidRPr="00B71FC6" w:rsidRDefault="00B71FC6" w:rsidP="00E06519">
            <w:pPr>
              <w:jc w:val="center"/>
              <w:rPr>
                <w:sz w:val="20"/>
              </w:rPr>
            </w:pPr>
            <w:r w:rsidRPr="00B71FC6">
              <w:rPr>
                <w:sz w:val="20"/>
              </w:rPr>
              <w:t>2077,70</w:t>
            </w:r>
          </w:p>
        </w:tc>
      </w:tr>
    </w:tbl>
    <w:p w:rsidR="00CB777B" w:rsidRPr="00CB777B" w:rsidRDefault="00CB777B" w:rsidP="00B71FC6">
      <w:pPr>
        <w:spacing w:line="276" w:lineRule="auto"/>
        <w:jc w:val="right"/>
        <w:rPr>
          <w:rFonts w:eastAsia="Calibri"/>
          <w:szCs w:val="28"/>
          <w:lang w:eastAsia="en-US"/>
        </w:rPr>
      </w:pPr>
      <w:r w:rsidRPr="00CB777B">
        <w:rPr>
          <w:rFonts w:eastAsia="Calibri"/>
          <w:szCs w:val="28"/>
          <w:lang w:eastAsia="en-US"/>
        </w:rPr>
        <w:t>».</w:t>
      </w:r>
    </w:p>
    <w:p w:rsidR="00CB777B" w:rsidRPr="00CB777B" w:rsidRDefault="00CB777B" w:rsidP="00B71FC6">
      <w:pPr>
        <w:spacing w:line="276" w:lineRule="auto"/>
        <w:ind w:firstLine="720"/>
        <w:jc w:val="both"/>
        <w:rPr>
          <w:rFonts w:eastAsia="Calibri"/>
          <w:color w:val="000000"/>
          <w:szCs w:val="28"/>
          <w:lang w:eastAsia="en-US"/>
        </w:rPr>
      </w:pPr>
      <w:r w:rsidRPr="00CB777B">
        <w:rPr>
          <w:rFonts w:eastAsia="Calibri"/>
          <w:b/>
          <w:szCs w:val="28"/>
          <w:lang w:eastAsia="en-US"/>
        </w:rPr>
        <w:t>2.</w:t>
      </w:r>
      <w:r w:rsidRPr="00CB777B">
        <w:rPr>
          <w:rFonts w:eastAsia="Calibri"/>
          <w:szCs w:val="28"/>
          <w:lang w:eastAsia="en-US"/>
        </w:rPr>
        <w:t xml:space="preserve"> </w:t>
      </w:r>
      <w:r w:rsidRPr="00CB777B">
        <w:rPr>
          <w:rFonts w:eastAsia="Calibri"/>
          <w:color w:val="000000"/>
          <w:szCs w:val="28"/>
          <w:lang w:eastAsia="en-US"/>
        </w:rPr>
        <w:t>Настоящее решение вступает в силу с 1 января 2020 г.</w:t>
      </w:r>
    </w:p>
    <w:p w:rsidR="0046352F" w:rsidRPr="00B10B55" w:rsidRDefault="0046352F" w:rsidP="00B71FC6">
      <w:pPr>
        <w:ind w:firstLine="709"/>
        <w:jc w:val="both"/>
        <w:rPr>
          <w:szCs w:val="28"/>
        </w:rPr>
      </w:pPr>
    </w:p>
    <w:p w:rsidR="000F5CC1" w:rsidRDefault="000F5CC1" w:rsidP="00B71FC6">
      <w:pPr>
        <w:ind w:firstLine="709"/>
        <w:jc w:val="both"/>
        <w:rPr>
          <w:sz w:val="16"/>
          <w:szCs w:val="16"/>
        </w:rPr>
      </w:pPr>
    </w:p>
    <w:p w:rsidR="00B10B55" w:rsidRDefault="00B10B55" w:rsidP="00B71FC6">
      <w:pPr>
        <w:ind w:firstLine="709"/>
        <w:jc w:val="both"/>
        <w:rPr>
          <w:sz w:val="16"/>
          <w:szCs w:val="16"/>
        </w:rPr>
      </w:pPr>
    </w:p>
    <w:p w:rsidR="000F5CC1" w:rsidRPr="00BC11E3" w:rsidRDefault="000F5CC1" w:rsidP="00B71FC6">
      <w:pPr>
        <w:ind w:firstLine="709"/>
        <w:jc w:val="both"/>
        <w:rPr>
          <w:sz w:val="16"/>
          <w:szCs w:val="16"/>
        </w:rPr>
      </w:pPr>
    </w:p>
    <w:p w:rsidR="00B60F91" w:rsidRDefault="00B60F91" w:rsidP="00B60F91">
      <w:pPr>
        <w:tabs>
          <w:tab w:val="left" w:pos="1897"/>
        </w:tabs>
        <w:spacing w:line="276" w:lineRule="auto"/>
        <w:rPr>
          <w:szCs w:val="28"/>
        </w:rPr>
      </w:pPr>
      <w:r w:rsidRPr="00353E63">
        <w:rPr>
          <w:szCs w:val="28"/>
        </w:rPr>
        <w:t>Руководитель службы</w:t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>
        <w:rPr>
          <w:szCs w:val="28"/>
        </w:rPr>
        <w:t xml:space="preserve">           Ю.Л. Алешина</w:t>
      </w:r>
    </w:p>
    <w:p w:rsidR="00B60F91" w:rsidRDefault="00B60F91" w:rsidP="00B60F91">
      <w:pPr>
        <w:tabs>
          <w:tab w:val="left" w:pos="1897"/>
        </w:tabs>
        <w:spacing w:line="276" w:lineRule="auto"/>
        <w:rPr>
          <w:szCs w:val="28"/>
        </w:rPr>
      </w:pPr>
    </w:p>
    <w:p w:rsidR="00E601CC" w:rsidRDefault="003927B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</w:p>
    <w:sectPr w:rsidR="00E601CC" w:rsidSect="00BC11E3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1D5A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70B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3FBC5DA1" wp14:editId="3860BAA3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3FBC5DA1" wp14:editId="3860BAA3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5F0A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CC1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3C98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390A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1D5A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3B8D"/>
    <w:rsid w:val="00534585"/>
    <w:rsid w:val="00534DC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1FDE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95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1C7B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124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6C4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B58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FF1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19D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B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0F91"/>
    <w:rsid w:val="00B61CFA"/>
    <w:rsid w:val="00B622B4"/>
    <w:rsid w:val="00B63363"/>
    <w:rsid w:val="00B66989"/>
    <w:rsid w:val="00B66C20"/>
    <w:rsid w:val="00B67427"/>
    <w:rsid w:val="00B67FBF"/>
    <w:rsid w:val="00B700F0"/>
    <w:rsid w:val="00B71FC6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91B"/>
    <w:rsid w:val="00B76F16"/>
    <w:rsid w:val="00B774C0"/>
    <w:rsid w:val="00B8134A"/>
    <w:rsid w:val="00B81F8E"/>
    <w:rsid w:val="00B839F7"/>
    <w:rsid w:val="00B83D4E"/>
    <w:rsid w:val="00B84442"/>
    <w:rsid w:val="00B857F0"/>
    <w:rsid w:val="00B85B7A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F34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1E3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0E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7FB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0BF8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77B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7F8"/>
    <w:rsid w:val="00E60017"/>
    <w:rsid w:val="00E601CC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CF6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334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05E3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</TotalTime>
  <Pages>2</Pages>
  <Words>290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9</cp:revision>
  <cp:lastPrinted>2019-03-22T12:06:00Z</cp:lastPrinted>
  <dcterms:created xsi:type="dcterms:W3CDTF">2019-05-30T14:54:00Z</dcterms:created>
  <dcterms:modified xsi:type="dcterms:W3CDTF">2019-11-18T10:31:00Z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