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E54795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E54795">
              <w:t>19.11.2019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7A0DA1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7A0DA1">
              <w:t>52/15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593E8B" w:rsidP="004461DF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85280A" w:rsidRPr="0085280A">
              <w:t xml:space="preserve">О внесении изменения в решение региональной службы по тарифам Нижегородской области </w:t>
            </w:r>
            <w:r w:rsidR="0085280A">
              <w:br/>
            </w:r>
            <w:r w:rsidR="003E3410" w:rsidRPr="003E3410">
              <w:t xml:space="preserve">от 27 ноября 2018 г. № </w:t>
            </w:r>
            <w:r w:rsidR="004461DF" w:rsidRPr="004461DF">
              <w:t xml:space="preserve">47/29 «Об установлении МУНИЦИПАЛЬНОМУ ПРЕДПРИЯТИЮ ГОРОДА НИЖНЕГО НОВГОРОДА «НИЖЕГОРОДСКИЙ ПАССАЖИРСКИЙ АВТОМОБИЛЬНЫЙ ТРАНСПОРТ» </w:t>
            </w:r>
            <w:r w:rsidR="004461DF">
              <w:br/>
            </w:r>
            <w:r w:rsidR="004461DF" w:rsidRPr="004461DF">
              <w:t xml:space="preserve">(ИНН 5260000192), г. Нижний Новгород, тарифов на тепловую энергию (мощность),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F12C3E" w:rsidRPr="004461DF" w:rsidRDefault="004461DF" w:rsidP="003E3410">
      <w:pPr>
        <w:tabs>
          <w:tab w:val="left" w:pos="851"/>
          <w:tab w:val="left" w:pos="993"/>
          <w:tab w:val="left" w:pos="1134"/>
        </w:tabs>
        <w:jc w:val="center"/>
        <w:rPr>
          <w:bCs/>
          <w:szCs w:val="28"/>
        </w:rPr>
      </w:pPr>
      <w:r w:rsidRPr="004461DF">
        <w:rPr>
          <w:noProof/>
          <w:szCs w:val="28"/>
        </w:rPr>
        <w:t>поставляемую потребителям г. Нижнего Новгорода</w:t>
      </w:r>
      <w:r w:rsidRPr="004461DF">
        <w:rPr>
          <w:bCs/>
          <w:szCs w:val="28"/>
        </w:rPr>
        <w:t>»</w:t>
      </w:r>
    </w:p>
    <w:p w:rsidR="004461DF" w:rsidRDefault="004461DF" w:rsidP="00E54795">
      <w:pPr>
        <w:autoSpaceDE w:val="0"/>
        <w:autoSpaceDN w:val="0"/>
        <w:adjustRightInd w:val="0"/>
        <w:jc w:val="center"/>
        <w:rPr>
          <w:szCs w:val="28"/>
        </w:rPr>
      </w:pPr>
    </w:p>
    <w:p w:rsidR="000F5CC1" w:rsidRDefault="000F5CC1" w:rsidP="00E54795">
      <w:pPr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7A0DA1" w:rsidRDefault="007A0DA1" w:rsidP="00E54795">
      <w:pPr>
        <w:autoSpaceDE w:val="0"/>
        <w:autoSpaceDN w:val="0"/>
        <w:adjustRightInd w:val="0"/>
        <w:ind w:firstLine="720"/>
        <w:jc w:val="center"/>
        <w:rPr>
          <w:szCs w:val="28"/>
        </w:rPr>
      </w:pPr>
      <w:bookmarkStart w:id="2" w:name="_GoBack"/>
      <w:bookmarkEnd w:id="2"/>
    </w:p>
    <w:p w:rsidR="004461DF" w:rsidRPr="004461DF" w:rsidRDefault="00A97FF1" w:rsidP="004461D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1D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г. № 190-ФЗ                     «О теплоснабжении», постановлением Правительства Российской Федерации </w:t>
      </w:r>
      <w:r w:rsidRPr="004461DF">
        <w:rPr>
          <w:rFonts w:ascii="Times New Roman" w:hAnsi="Times New Roman" w:cs="Times New Roman"/>
          <w:sz w:val="28"/>
          <w:szCs w:val="28"/>
        </w:rPr>
        <w:br/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="004461DF" w:rsidRPr="004461DF">
        <w:rPr>
          <w:rFonts w:ascii="Times New Roman" w:hAnsi="Times New Roman" w:cs="Times New Roman"/>
          <w:sz w:val="28"/>
          <w:szCs w:val="28"/>
        </w:rPr>
        <w:t>МУНИЦИПАЛЬНЫМ ПРЕДПРИЯТИЕМ ГОРОДА НИЖНЕГО НОВГОРОДА «НИЖЕГОРОДСКИЙ ПАССАЖИРСКИЙ АВТОМОБИЛЬНЫЙ ТРАНСПОРТ» (ИНН 5260000192), г. Нижний Новгород, экспертного заключения рег</w:t>
      </w:r>
      <w:r w:rsidR="004461DF" w:rsidRPr="00CD5EBC">
        <w:rPr>
          <w:rFonts w:ascii="Times New Roman" w:hAnsi="Times New Roman" w:cs="Times New Roman"/>
          <w:sz w:val="28"/>
          <w:szCs w:val="28"/>
        </w:rPr>
        <w:t>. № в-</w:t>
      </w:r>
      <w:r w:rsidR="00CD5EBC" w:rsidRPr="00CD5EBC">
        <w:rPr>
          <w:rFonts w:ascii="Times New Roman" w:hAnsi="Times New Roman" w:cs="Times New Roman"/>
          <w:sz w:val="28"/>
          <w:szCs w:val="28"/>
        </w:rPr>
        <w:t>677</w:t>
      </w:r>
      <w:r w:rsidR="004461DF" w:rsidRPr="00CD5EBC">
        <w:rPr>
          <w:rFonts w:ascii="Times New Roman" w:hAnsi="Times New Roman" w:cs="Times New Roman"/>
          <w:sz w:val="28"/>
          <w:szCs w:val="28"/>
        </w:rPr>
        <w:t xml:space="preserve"> от </w:t>
      </w:r>
      <w:r w:rsidR="00E54795" w:rsidRPr="00CD5EBC">
        <w:rPr>
          <w:rFonts w:ascii="Times New Roman" w:hAnsi="Times New Roman" w:cs="Times New Roman"/>
          <w:sz w:val="28"/>
          <w:szCs w:val="28"/>
        </w:rPr>
        <w:t>12</w:t>
      </w:r>
      <w:r w:rsidR="00E54795" w:rsidRPr="00E54795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4461DF" w:rsidRPr="00E54795">
        <w:rPr>
          <w:rFonts w:ascii="Times New Roman" w:hAnsi="Times New Roman" w:cs="Times New Roman"/>
          <w:sz w:val="28"/>
          <w:szCs w:val="28"/>
        </w:rPr>
        <w:t>2019</w:t>
      </w:r>
      <w:r w:rsidR="004461DF" w:rsidRPr="004461DF">
        <w:rPr>
          <w:rFonts w:ascii="Times New Roman" w:hAnsi="Times New Roman" w:cs="Times New Roman"/>
          <w:sz w:val="28"/>
          <w:szCs w:val="28"/>
        </w:rPr>
        <w:t xml:space="preserve"> г.:</w:t>
      </w:r>
    </w:p>
    <w:p w:rsidR="004461DF" w:rsidRPr="004461DF" w:rsidRDefault="004461DF" w:rsidP="004461DF">
      <w:pPr>
        <w:tabs>
          <w:tab w:val="left" w:pos="851"/>
          <w:tab w:val="left" w:pos="993"/>
          <w:tab w:val="left" w:pos="1134"/>
        </w:tabs>
        <w:spacing w:line="276" w:lineRule="auto"/>
        <w:jc w:val="both"/>
        <w:rPr>
          <w:bCs/>
          <w:szCs w:val="28"/>
        </w:rPr>
      </w:pPr>
      <w:r w:rsidRPr="004461DF">
        <w:rPr>
          <w:b/>
          <w:szCs w:val="28"/>
        </w:rPr>
        <w:tab/>
        <w:t xml:space="preserve">1. </w:t>
      </w:r>
      <w:proofErr w:type="gramStart"/>
      <w:r w:rsidRPr="004461DF">
        <w:rPr>
          <w:szCs w:val="28"/>
        </w:rPr>
        <w:t xml:space="preserve">Внести в </w:t>
      </w:r>
      <w:r w:rsidRPr="004461DF">
        <w:rPr>
          <w:noProof/>
          <w:szCs w:val="28"/>
        </w:rPr>
        <w:t xml:space="preserve">решение региональной службы по тарифам Нижегородской области </w:t>
      </w:r>
      <w:r w:rsidRPr="004461DF">
        <w:rPr>
          <w:bCs/>
          <w:szCs w:val="28"/>
        </w:rPr>
        <w:t>от 27 ноября 2018 г. № 47/29 «</w:t>
      </w:r>
      <w:r w:rsidRPr="004461DF">
        <w:rPr>
          <w:noProof/>
          <w:szCs w:val="28"/>
        </w:rPr>
        <w:t xml:space="preserve">Об установлении МУНИЦИПАЛЬНОМУ ПРЕДПРИЯТИЮ ГОРОДА НИЖНЕГО НОВГОРОДА «НИЖЕГОРОДСКИЙ ПАССАЖИРСКИЙ АВТОМОБИЛЬНЫЙ ТРАНСПОРТ» (ИНН 5260000192), </w:t>
      </w:r>
      <w:r>
        <w:rPr>
          <w:noProof/>
          <w:szCs w:val="28"/>
        </w:rPr>
        <w:br/>
      </w:r>
      <w:r w:rsidRPr="004461DF">
        <w:rPr>
          <w:noProof/>
          <w:szCs w:val="28"/>
        </w:rPr>
        <w:t>г. Нижний Новгород, тарифов на тепловую энергию (мощность), поставляемую потребителям г. Нижнего Новгорода</w:t>
      </w:r>
      <w:r w:rsidRPr="004461DF">
        <w:rPr>
          <w:bCs/>
          <w:szCs w:val="28"/>
        </w:rPr>
        <w:t xml:space="preserve">» </w:t>
      </w:r>
      <w:r w:rsidRPr="004461DF">
        <w:rPr>
          <w:noProof/>
          <w:szCs w:val="28"/>
        </w:rPr>
        <w:t xml:space="preserve">изменение, </w:t>
      </w:r>
      <w:r w:rsidRPr="004461DF">
        <w:rPr>
          <w:bCs/>
          <w:szCs w:val="28"/>
        </w:rPr>
        <w:t xml:space="preserve">изложив таблицу </w:t>
      </w:r>
      <w:r w:rsidR="00E54795">
        <w:rPr>
          <w:bCs/>
          <w:szCs w:val="28"/>
        </w:rPr>
        <w:br/>
      </w:r>
      <w:r w:rsidRPr="004461DF">
        <w:rPr>
          <w:bCs/>
          <w:szCs w:val="28"/>
        </w:rPr>
        <w:t>Приложения 2 к решению в следующей редакции:</w:t>
      </w:r>
      <w:proofErr w:type="gramEnd"/>
    </w:p>
    <w:p w:rsidR="004461DF" w:rsidRPr="004461DF" w:rsidRDefault="004461DF" w:rsidP="004461DF">
      <w:pPr>
        <w:spacing w:line="276" w:lineRule="auto"/>
        <w:jc w:val="both"/>
        <w:rPr>
          <w:bCs/>
          <w:szCs w:val="28"/>
        </w:rPr>
      </w:pPr>
      <w:r w:rsidRPr="004461DF">
        <w:rPr>
          <w:bCs/>
          <w:szCs w:val="28"/>
        </w:rPr>
        <w:t>«</w:t>
      </w:r>
    </w:p>
    <w:tbl>
      <w:tblPr>
        <w:tblW w:w="9724" w:type="dxa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2"/>
        <w:gridCol w:w="3129"/>
        <w:gridCol w:w="1723"/>
        <w:gridCol w:w="718"/>
        <w:gridCol w:w="1723"/>
        <w:gridCol w:w="1749"/>
      </w:tblGrid>
      <w:tr w:rsidR="004461DF" w:rsidTr="004461DF">
        <w:trPr>
          <w:trHeight w:val="205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E54795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E54795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ind w:left="-9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4461DF" w:rsidTr="004461DF">
        <w:trPr>
          <w:trHeight w:val="144"/>
          <w:jc w:val="center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 xml:space="preserve">с 1 июля </w:t>
            </w:r>
            <w:proofErr w:type="gramStart"/>
            <w:r w:rsidRPr="00E54795">
              <w:rPr>
                <w:b/>
                <w:bCs/>
                <w:sz w:val="18"/>
                <w:szCs w:val="18"/>
                <w:lang w:eastAsia="en-US"/>
              </w:rPr>
              <w:t>по</w:t>
            </w:r>
            <w:proofErr w:type="gramEnd"/>
            <w:r w:rsidRPr="00E54795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:rsidR="004461DF" w:rsidRPr="00E54795" w:rsidRDefault="004461DF" w:rsidP="00E54795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 xml:space="preserve">31 декабря </w:t>
            </w:r>
          </w:p>
        </w:tc>
      </w:tr>
      <w:tr w:rsidR="004461DF" w:rsidTr="00E54795">
        <w:trPr>
          <w:trHeight w:val="1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E54795">
              <w:rPr>
                <w:sz w:val="22"/>
                <w:szCs w:val="22"/>
                <w:lang w:eastAsia="en-US"/>
              </w:rPr>
              <w:t xml:space="preserve">МУНИЦИПАЛЬНОЕ ПРЕДПРИЯТИЕ ГОРОДА </w:t>
            </w:r>
            <w:r w:rsidRPr="00E54795">
              <w:rPr>
                <w:sz w:val="22"/>
                <w:szCs w:val="22"/>
                <w:lang w:eastAsia="en-US"/>
              </w:rPr>
              <w:lastRenderedPageBreak/>
              <w:t>НИЖНЕГО НОВГОРОДА «НИЖЕГОРОДСКИЙ ПАССАЖИРСКИЙ АВТОМОБИЛЬНЫЙ ТРАНСПОРТ»</w:t>
            </w:r>
            <w:r w:rsidRPr="00E5479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E54795"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(ИНН </w:t>
            </w:r>
            <w:r w:rsidRPr="00E54795">
              <w:rPr>
                <w:sz w:val="22"/>
                <w:szCs w:val="22"/>
                <w:lang w:eastAsia="en-US"/>
              </w:rPr>
              <w:t xml:space="preserve"> 5260000192)</w:t>
            </w:r>
            <w:r w:rsidRPr="00E54795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r w:rsidRPr="00E54795">
              <w:rPr>
                <w:rFonts w:eastAsiaTheme="minorHAnsi"/>
                <w:sz w:val="22"/>
                <w:szCs w:val="22"/>
                <w:lang w:eastAsia="en-US"/>
              </w:rPr>
              <w:br/>
              <w:t>г. Нижний Новгород</w:t>
            </w:r>
          </w:p>
        </w:tc>
        <w:tc>
          <w:tcPr>
            <w:tcW w:w="5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lang w:eastAsia="en-US"/>
              </w:rPr>
            </w:pPr>
            <w:r w:rsidRPr="00E54795">
              <w:rPr>
                <w:rFonts w:eastAsiaTheme="minorHAnsi"/>
                <w:b/>
                <w:bCs/>
                <w:sz w:val="20"/>
                <w:lang w:eastAsia="en-US"/>
              </w:rPr>
              <w:lastRenderedPageBreak/>
              <w:t xml:space="preserve">Для потребителей на территории г. Нижнего Новгорода, в случае отсутствия дифференциации тарифов по схеме подключения </w:t>
            </w:r>
            <w:r w:rsidRPr="00E54795">
              <w:rPr>
                <w:rFonts w:eastAsiaTheme="minorHAnsi"/>
                <w:b/>
                <w:bCs/>
                <w:sz w:val="20"/>
                <w:lang w:eastAsia="en-US"/>
              </w:rPr>
              <w:br/>
            </w:r>
            <w:r w:rsidRPr="00E54795">
              <w:rPr>
                <w:rFonts w:eastAsiaTheme="minorHAnsi"/>
                <w:b/>
                <w:bCs/>
                <w:sz w:val="20"/>
                <w:lang w:eastAsia="en-US"/>
              </w:rPr>
              <w:lastRenderedPageBreak/>
              <w:t>от котельной по ул. Кима, д. 335</w:t>
            </w:r>
          </w:p>
        </w:tc>
      </w:tr>
      <w:tr w:rsidR="00F94989" w:rsidTr="004461DF">
        <w:trPr>
          <w:trHeight w:val="27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989" w:rsidRPr="00E54795" w:rsidRDefault="00F94989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lastRenderedPageBreak/>
              <w:t>1.1.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989" w:rsidRPr="00E54795" w:rsidRDefault="00F94989" w:rsidP="00E54795">
            <w:pPr>
              <w:rPr>
                <w:sz w:val="20"/>
                <w:lang w:eastAsia="en-US"/>
              </w:rPr>
            </w:pPr>
            <w:proofErr w:type="spellStart"/>
            <w:r w:rsidRPr="00E54795">
              <w:rPr>
                <w:sz w:val="20"/>
                <w:lang w:eastAsia="en-US"/>
              </w:rPr>
              <w:t>одноставочный</w:t>
            </w:r>
            <w:proofErr w:type="spellEnd"/>
            <w:r w:rsidRPr="00E54795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2019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sz w:val="20"/>
                <w:lang w:eastAsia="en-US"/>
              </w:rPr>
            </w:pPr>
            <w:r w:rsidRPr="00F94989">
              <w:rPr>
                <w:rFonts w:eastAsia="Calibri"/>
                <w:sz w:val="20"/>
                <w:lang w:eastAsia="en-US"/>
              </w:rPr>
              <w:t>1423,17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F94989">
              <w:rPr>
                <w:rFonts w:eastAsia="Calibri"/>
                <w:sz w:val="20"/>
                <w:lang w:eastAsia="en-US"/>
              </w:rPr>
              <w:t>1451,69</w:t>
            </w:r>
          </w:p>
        </w:tc>
      </w:tr>
      <w:tr w:rsidR="00F94989" w:rsidTr="004461DF">
        <w:trPr>
          <w:trHeight w:val="25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989" w:rsidRPr="00E54795" w:rsidRDefault="00F94989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2020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sz w:val="20"/>
              </w:rPr>
            </w:pPr>
            <w:r w:rsidRPr="00F94989">
              <w:rPr>
                <w:sz w:val="20"/>
              </w:rPr>
              <w:t>1451,69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sz w:val="20"/>
              </w:rPr>
            </w:pPr>
            <w:r w:rsidRPr="00F94989">
              <w:rPr>
                <w:sz w:val="20"/>
              </w:rPr>
              <w:t>1491,74</w:t>
            </w:r>
          </w:p>
        </w:tc>
      </w:tr>
      <w:tr w:rsidR="00F94989" w:rsidTr="004461DF">
        <w:trPr>
          <w:trHeight w:val="25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989" w:rsidRPr="00E54795" w:rsidRDefault="00F94989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2021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F94989">
              <w:rPr>
                <w:rFonts w:eastAsia="Calibri"/>
                <w:sz w:val="20"/>
                <w:lang w:eastAsia="en-US"/>
              </w:rPr>
              <w:t>1491,74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F94989">
              <w:rPr>
                <w:rFonts w:eastAsia="Calibri"/>
                <w:sz w:val="20"/>
                <w:lang w:eastAsia="en-US"/>
              </w:rPr>
              <w:t>1543,95</w:t>
            </w:r>
          </w:p>
        </w:tc>
      </w:tr>
      <w:tr w:rsidR="00F94989" w:rsidTr="004461DF">
        <w:trPr>
          <w:trHeight w:val="25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989" w:rsidRPr="00E54795" w:rsidRDefault="00F94989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2022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sz w:val="20"/>
                <w:lang w:eastAsia="en-US"/>
              </w:rPr>
            </w:pPr>
            <w:r w:rsidRPr="00F94989">
              <w:rPr>
                <w:rFonts w:eastAsia="Calibri"/>
                <w:sz w:val="20"/>
                <w:lang w:eastAsia="en-US"/>
              </w:rPr>
              <w:t>1543,95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sz w:val="20"/>
                <w:lang w:eastAsia="en-US"/>
              </w:rPr>
            </w:pPr>
            <w:r w:rsidRPr="00F94989">
              <w:rPr>
                <w:rFonts w:eastAsia="Calibri"/>
                <w:sz w:val="20"/>
                <w:lang w:eastAsia="en-US"/>
              </w:rPr>
              <w:t>1593,11</w:t>
            </w:r>
          </w:p>
        </w:tc>
      </w:tr>
      <w:tr w:rsidR="00F94989" w:rsidTr="004461DF">
        <w:trPr>
          <w:trHeight w:val="25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989" w:rsidRPr="00E54795" w:rsidRDefault="00F94989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2023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sz w:val="20"/>
                <w:lang w:eastAsia="en-US"/>
              </w:rPr>
            </w:pPr>
            <w:r w:rsidRPr="00F94989">
              <w:rPr>
                <w:rFonts w:eastAsia="Calibri"/>
                <w:sz w:val="20"/>
                <w:lang w:eastAsia="en-US"/>
              </w:rPr>
              <w:t>1593,11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sz w:val="20"/>
                <w:lang w:eastAsia="en-US"/>
              </w:rPr>
            </w:pPr>
            <w:r w:rsidRPr="00F94989">
              <w:rPr>
                <w:rFonts w:eastAsia="Calibri"/>
                <w:sz w:val="20"/>
                <w:lang w:eastAsia="en-US"/>
              </w:rPr>
              <w:t>1632,84</w:t>
            </w:r>
          </w:p>
        </w:tc>
      </w:tr>
      <w:tr w:rsidR="004461DF" w:rsidTr="004461DF">
        <w:trPr>
          <w:trHeight w:val="27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DF" w:rsidRPr="00E54795" w:rsidRDefault="004461DF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5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ind w:left="-24" w:firstLine="24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F94989" w:rsidTr="004461DF">
        <w:trPr>
          <w:trHeight w:val="25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989" w:rsidRPr="00E54795" w:rsidRDefault="00F94989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989" w:rsidRPr="00E54795" w:rsidRDefault="00F94989" w:rsidP="00E54795">
            <w:pPr>
              <w:rPr>
                <w:sz w:val="20"/>
                <w:lang w:eastAsia="en-US"/>
              </w:rPr>
            </w:pPr>
            <w:proofErr w:type="spellStart"/>
            <w:r w:rsidRPr="00E54795">
              <w:rPr>
                <w:sz w:val="20"/>
                <w:lang w:eastAsia="en-US"/>
              </w:rPr>
              <w:t>одноставочный</w:t>
            </w:r>
            <w:proofErr w:type="spellEnd"/>
            <w:r w:rsidRPr="00E54795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2019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sz w:val="20"/>
              </w:rPr>
            </w:pPr>
            <w:r w:rsidRPr="00F94989">
              <w:rPr>
                <w:sz w:val="20"/>
              </w:rPr>
              <w:t>1707,80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sz w:val="20"/>
              </w:rPr>
            </w:pPr>
            <w:r w:rsidRPr="00F94989">
              <w:rPr>
                <w:sz w:val="20"/>
              </w:rPr>
              <w:t>1742,03</w:t>
            </w:r>
          </w:p>
        </w:tc>
      </w:tr>
      <w:tr w:rsidR="00F94989" w:rsidTr="004461DF">
        <w:trPr>
          <w:trHeight w:val="25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989" w:rsidRPr="00E54795" w:rsidRDefault="00F94989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1.7.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2020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sz w:val="20"/>
              </w:rPr>
            </w:pPr>
            <w:r w:rsidRPr="00F94989">
              <w:rPr>
                <w:sz w:val="20"/>
              </w:rPr>
              <w:t>1742,03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sz w:val="20"/>
              </w:rPr>
            </w:pPr>
            <w:r w:rsidRPr="00F94989">
              <w:rPr>
                <w:sz w:val="20"/>
              </w:rPr>
              <w:t>1790,09</w:t>
            </w:r>
          </w:p>
        </w:tc>
      </w:tr>
      <w:tr w:rsidR="00F94989" w:rsidTr="004461DF">
        <w:trPr>
          <w:trHeight w:val="25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989" w:rsidRPr="00E54795" w:rsidRDefault="00F94989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1.8.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2021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F94989">
              <w:rPr>
                <w:rFonts w:eastAsia="Calibri"/>
                <w:sz w:val="20"/>
                <w:lang w:eastAsia="en-US"/>
              </w:rPr>
              <w:t>1790,09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sz w:val="20"/>
                <w:lang w:eastAsia="en-US"/>
              </w:rPr>
            </w:pPr>
            <w:r w:rsidRPr="00F94989">
              <w:rPr>
                <w:rFonts w:eastAsia="Calibri"/>
                <w:sz w:val="20"/>
                <w:lang w:eastAsia="en-US"/>
              </w:rPr>
              <w:t>1852,74</w:t>
            </w:r>
          </w:p>
        </w:tc>
      </w:tr>
      <w:tr w:rsidR="00F94989" w:rsidTr="004461DF">
        <w:trPr>
          <w:trHeight w:val="25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989" w:rsidRPr="00E54795" w:rsidRDefault="00F94989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1.9.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2022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sz w:val="20"/>
                <w:lang w:eastAsia="en-US"/>
              </w:rPr>
            </w:pPr>
            <w:r w:rsidRPr="00F94989">
              <w:rPr>
                <w:rFonts w:eastAsia="Calibri"/>
                <w:sz w:val="20"/>
                <w:lang w:eastAsia="en-US"/>
              </w:rPr>
              <w:t>1852,74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sz w:val="20"/>
                <w:lang w:eastAsia="en-US"/>
              </w:rPr>
            </w:pPr>
            <w:r w:rsidRPr="00F94989">
              <w:rPr>
                <w:rFonts w:eastAsia="Calibri"/>
                <w:sz w:val="20"/>
                <w:lang w:eastAsia="en-US"/>
              </w:rPr>
              <w:t>1911,73</w:t>
            </w:r>
          </w:p>
        </w:tc>
      </w:tr>
      <w:tr w:rsidR="00F94989" w:rsidTr="004461DF">
        <w:trPr>
          <w:trHeight w:val="27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989" w:rsidRPr="00E54795" w:rsidRDefault="00F94989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1.10.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2023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sz w:val="20"/>
                <w:lang w:eastAsia="en-US"/>
              </w:rPr>
            </w:pPr>
            <w:r w:rsidRPr="00F94989">
              <w:rPr>
                <w:rFonts w:eastAsia="Calibri"/>
                <w:sz w:val="20"/>
                <w:lang w:eastAsia="en-US"/>
              </w:rPr>
              <w:t>1911,73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sz w:val="20"/>
                <w:lang w:eastAsia="en-US"/>
              </w:rPr>
            </w:pPr>
            <w:r w:rsidRPr="00F94989">
              <w:rPr>
                <w:rFonts w:eastAsia="Calibri"/>
                <w:sz w:val="20"/>
                <w:lang w:eastAsia="en-US"/>
              </w:rPr>
              <w:t>1959,41</w:t>
            </w:r>
          </w:p>
        </w:tc>
      </w:tr>
      <w:tr w:rsidR="004461DF" w:rsidTr="004461DF">
        <w:trPr>
          <w:trHeight w:val="70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E54795">
              <w:rPr>
                <w:sz w:val="22"/>
                <w:szCs w:val="22"/>
                <w:lang w:eastAsia="en-US"/>
              </w:rPr>
              <w:t>МУНИЦИПАЛЬНОЕ ПРЕДПРИЯТИЕ ГОРОДА НИЖНЕГО НОВГОРОДА «НИЖЕГОРОДСКИЙ ПАССАЖИРСКИЙ АВТОМОБИЛЬНЫЙ ТРАНСПОРТ»</w:t>
            </w:r>
            <w:r w:rsidRPr="00E5479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E54795"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(ИНН </w:t>
            </w:r>
            <w:r w:rsidRPr="00E54795">
              <w:rPr>
                <w:sz w:val="22"/>
                <w:szCs w:val="22"/>
                <w:lang w:eastAsia="en-US"/>
              </w:rPr>
              <w:t xml:space="preserve"> 5260000192)</w:t>
            </w:r>
            <w:r w:rsidRPr="00E54795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r w:rsidRPr="00E54795">
              <w:rPr>
                <w:rFonts w:eastAsiaTheme="minorHAnsi"/>
                <w:sz w:val="22"/>
                <w:szCs w:val="22"/>
                <w:lang w:eastAsia="en-US"/>
              </w:rPr>
              <w:br/>
              <w:t>г. Нижний Новгород</w:t>
            </w:r>
          </w:p>
        </w:tc>
        <w:tc>
          <w:tcPr>
            <w:tcW w:w="5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lang w:eastAsia="en-US"/>
              </w:rPr>
            </w:pPr>
            <w:r w:rsidRPr="00E54795">
              <w:rPr>
                <w:rFonts w:eastAsiaTheme="minorHAnsi"/>
                <w:b/>
                <w:bCs/>
                <w:sz w:val="20"/>
                <w:lang w:eastAsia="en-US"/>
              </w:rPr>
              <w:t xml:space="preserve">Для потребителей на территории г. Нижнего Новгорода, в случае отсутствия дифференциации тарифов по схеме подключения от котельной по ул. </w:t>
            </w:r>
            <w:proofErr w:type="gramStart"/>
            <w:r w:rsidRPr="00E54795">
              <w:rPr>
                <w:rFonts w:eastAsiaTheme="minorHAnsi"/>
                <w:b/>
                <w:bCs/>
                <w:sz w:val="20"/>
                <w:lang w:eastAsia="en-US"/>
              </w:rPr>
              <w:t>Удмуртская</w:t>
            </w:r>
            <w:proofErr w:type="gramEnd"/>
            <w:r w:rsidRPr="00E54795">
              <w:rPr>
                <w:rFonts w:eastAsiaTheme="minorHAnsi"/>
                <w:b/>
                <w:bCs/>
                <w:sz w:val="20"/>
                <w:lang w:eastAsia="en-US"/>
              </w:rPr>
              <w:t>, д. 40</w:t>
            </w:r>
          </w:p>
        </w:tc>
      </w:tr>
      <w:tr w:rsidR="00F94989" w:rsidTr="004461DF">
        <w:trPr>
          <w:trHeight w:val="25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989" w:rsidRPr="00E54795" w:rsidRDefault="00F94989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2.1.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Default="00F94989" w:rsidP="00E54795">
            <w:pPr>
              <w:rPr>
                <w:sz w:val="20"/>
                <w:lang w:eastAsia="en-US"/>
              </w:rPr>
            </w:pP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989" w:rsidRPr="00E54795" w:rsidRDefault="00F94989" w:rsidP="00E54795">
            <w:pPr>
              <w:rPr>
                <w:sz w:val="20"/>
                <w:lang w:eastAsia="en-US"/>
              </w:rPr>
            </w:pPr>
            <w:proofErr w:type="spellStart"/>
            <w:r w:rsidRPr="00E54795">
              <w:rPr>
                <w:sz w:val="20"/>
                <w:lang w:eastAsia="en-US"/>
              </w:rPr>
              <w:t>одноставочный</w:t>
            </w:r>
            <w:proofErr w:type="spellEnd"/>
            <w:r w:rsidRPr="00E54795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2019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94989">
              <w:rPr>
                <w:rFonts w:eastAsia="Calibri"/>
                <w:bCs/>
                <w:sz w:val="20"/>
                <w:lang w:eastAsia="en-US"/>
              </w:rPr>
              <w:t>1414,27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94989">
              <w:rPr>
                <w:rFonts w:eastAsia="Calibri"/>
                <w:bCs/>
                <w:sz w:val="20"/>
                <w:lang w:eastAsia="en-US"/>
              </w:rPr>
              <w:t>1442,58</w:t>
            </w:r>
          </w:p>
        </w:tc>
      </w:tr>
      <w:tr w:rsidR="00F94989" w:rsidTr="004461DF">
        <w:trPr>
          <w:trHeight w:val="25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989" w:rsidRPr="00E54795" w:rsidRDefault="00F94989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2.2.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Default="00F94989" w:rsidP="00E54795">
            <w:pPr>
              <w:rPr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2020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94989">
              <w:rPr>
                <w:rFonts w:eastAsia="Calibri"/>
                <w:bCs/>
                <w:sz w:val="20"/>
                <w:lang w:eastAsia="en-US"/>
              </w:rPr>
              <w:t>1442,58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94989">
              <w:rPr>
                <w:rFonts w:eastAsia="Calibri"/>
                <w:bCs/>
                <w:sz w:val="20"/>
                <w:lang w:eastAsia="en-US"/>
              </w:rPr>
              <w:t>1490,81</w:t>
            </w:r>
          </w:p>
        </w:tc>
      </w:tr>
      <w:tr w:rsidR="00F94989" w:rsidTr="004461DF">
        <w:trPr>
          <w:trHeight w:val="27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989" w:rsidRPr="00E54795" w:rsidRDefault="00F94989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2.3.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Default="00F94989" w:rsidP="00E54795">
            <w:pPr>
              <w:rPr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2021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94989">
              <w:rPr>
                <w:rFonts w:eastAsia="Calibri"/>
                <w:bCs/>
                <w:sz w:val="20"/>
                <w:lang w:eastAsia="en-US"/>
              </w:rPr>
              <w:t>1490,81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94989">
              <w:rPr>
                <w:rFonts w:eastAsia="Calibri"/>
                <w:bCs/>
                <w:sz w:val="20"/>
                <w:lang w:eastAsia="en-US"/>
              </w:rPr>
              <w:t>1539,26</w:t>
            </w:r>
          </w:p>
        </w:tc>
      </w:tr>
      <w:tr w:rsidR="00F94989" w:rsidTr="004461DF">
        <w:trPr>
          <w:trHeight w:val="25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989" w:rsidRPr="00E54795" w:rsidRDefault="00F94989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2.4.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Default="00F94989" w:rsidP="00E54795">
            <w:pPr>
              <w:rPr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2022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94989">
              <w:rPr>
                <w:rFonts w:eastAsia="Calibri"/>
                <w:bCs/>
                <w:sz w:val="20"/>
                <w:lang w:eastAsia="en-US"/>
              </w:rPr>
              <w:t>1539,26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94989">
              <w:rPr>
                <w:rFonts w:eastAsia="Calibri"/>
                <w:bCs/>
                <w:sz w:val="20"/>
                <w:lang w:eastAsia="en-US"/>
              </w:rPr>
              <w:t>1600,22</w:t>
            </w:r>
          </w:p>
        </w:tc>
      </w:tr>
      <w:tr w:rsidR="00F94989" w:rsidTr="004461DF">
        <w:trPr>
          <w:trHeight w:val="25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989" w:rsidRPr="00E54795" w:rsidRDefault="00F94989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2.5.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Default="00F94989" w:rsidP="00E54795">
            <w:pPr>
              <w:rPr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rPr>
                <w:sz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989" w:rsidRPr="00E54795" w:rsidRDefault="00F94989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2023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94989">
              <w:rPr>
                <w:rFonts w:eastAsia="Calibri"/>
                <w:bCs/>
                <w:sz w:val="20"/>
                <w:lang w:eastAsia="en-US"/>
              </w:rPr>
              <w:t>1600,22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989" w:rsidRPr="00F94989" w:rsidRDefault="00F94989" w:rsidP="004F5E34">
            <w:pPr>
              <w:ind w:left="-24" w:right="57" w:firstLine="24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94989">
              <w:rPr>
                <w:rFonts w:eastAsia="Calibri"/>
                <w:bCs/>
                <w:sz w:val="20"/>
                <w:lang w:eastAsia="en-US"/>
              </w:rPr>
              <w:t>1640,99</w:t>
            </w:r>
          </w:p>
        </w:tc>
      </w:tr>
      <w:tr w:rsidR="004461DF" w:rsidTr="004461DF">
        <w:trPr>
          <w:trHeight w:val="25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DF" w:rsidRPr="00E54795" w:rsidRDefault="004461DF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Default="004461DF" w:rsidP="00E54795">
            <w:pPr>
              <w:rPr>
                <w:sz w:val="20"/>
                <w:lang w:eastAsia="en-US"/>
              </w:rPr>
            </w:pPr>
          </w:p>
        </w:tc>
        <w:tc>
          <w:tcPr>
            <w:tcW w:w="5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ind w:left="-24" w:firstLine="24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4461DF" w:rsidTr="004461DF">
        <w:trPr>
          <w:trHeight w:val="25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2.6.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Default="004461DF" w:rsidP="00E54795">
            <w:pPr>
              <w:rPr>
                <w:sz w:val="20"/>
                <w:lang w:eastAsia="en-US"/>
              </w:rPr>
            </w:pP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rPr>
                <w:sz w:val="20"/>
                <w:lang w:eastAsia="en-US"/>
              </w:rPr>
            </w:pPr>
            <w:proofErr w:type="spellStart"/>
            <w:r w:rsidRPr="00E54795">
              <w:rPr>
                <w:sz w:val="20"/>
                <w:lang w:eastAsia="en-US"/>
              </w:rPr>
              <w:t>одноставочный</w:t>
            </w:r>
            <w:proofErr w:type="spellEnd"/>
            <w:r w:rsidRPr="00E54795">
              <w:rPr>
                <w:sz w:val="20"/>
                <w:lang w:eastAsia="en-US"/>
              </w:rPr>
              <w:t>, руб./Гкал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2019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ind w:left="-24" w:right="57" w:firstLine="24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E54795">
              <w:rPr>
                <w:rFonts w:eastAsia="Calibr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ind w:left="-24" w:right="57" w:firstLine="24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E54795">
              <w:rPr>
                <w:rFonts w:eastAsia="Calibri"/>
                <w:b/>
                <w:bCs/>
                <w:sz w:val="20"/>
                <w:lang w:eastAsia="en-US"/>
              </w:rPr>
              <w:t>-</w:t>
            </w:r>
          </w:p>
        </w:tc>
      </w:tr>
      <w:tr w:rsidR="004461DF" w:rsidTr="004461DF">
        <w:trPr>
          <w:trHeight w:val="27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2.7.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Default="004461DF" w:rsidP="00E54795">
            <w:pPr>
              <w:rPr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rPr>
                <w:sz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2020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ind w:left="-24" w:right="57" w:firstLine="24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E54795">
              <w:rPr>
                <w:rFonts w:eastAsia="Calibr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ind w:left="-24" w:right="57" w:firstLine="24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E54795">
              <w:rPr>
                <w:rFonts w:eastAsia="Calibri"/>
                <w:b/>
                <w:bCs/>
                <w:sz w:val="20"/>
                <w:lang w:eastAsia="en-US"/>
              </w:rPr>
              <w:t>-</w:t>
            </w:r>
          </w:p>
        </w:tc>
      </w:tr>
      <w:tr w:rsidR="004461DF" w:rsidTr="004461DF">
        <w:trPr>
          <w:trHeight w:val="25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2.8.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Default="004461DF" w:rsidP="00E54795">
            <w:pPr>
              <w:rPr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rPr>
                <w:sz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2021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ind w:left="-24" w:right="57" w:firstLine="24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E54795">
              <w:rPr>
                <w:rFonts w:eastAsia="Calibr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ind w:left="-24" w:right="57" w:firstLine="24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E54795">
              <w:rPr>
                <w:rFonts w:eastAsia="Calibri"/>
                <w:b/>
                <w:bCs/>
                <w:sz w:val="20"/>
                <w:lang w:eastAsia="en-US"/>
              </w:rPr>
              <w:t>-</w:t>
            </w:r>
          </w:p>
        </w:tc>
      </w:tr>
      <w:tr w:rsidR="004461DF" w:rsidTr="004461DF">
        <w:trPr>
          <w:trHeight w:val="25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2.9.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Default="004461DF" w:rsidP="00E54795">
            <w:pPr>
              <w:rPr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rPr>
                <w:sz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2022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ind w:left="-24" w:right="57" w:firstLine="24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E54795">
              <w:rPr>
                <w:rFonts w:eastAsia="Calibr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ind w:left="-24" w:right="57" w:firstLine="24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E54795">
              <w:rPr>
                <w:rFonts w:eastAsia="Calibri"/>
                <w:b/>
                <w:bCs/>
                <w:sz w:val="20"/>
                <w:lang w:eastAsia="en-US"/>
              </w:rPr>
              <w:t>-</w:t>
            </w:r>
          </w:p>
        </w:tc>
      </w:tr>
      <w:tr w:rsidR="004461DF" w:rsidTr="004461DF">
        <w:trPr>
          <w:trHeight w:val="27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1DF" w:rsidRPr="00E54795" w:rsidRDefault="004461DF" w:rsidP="00E5479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54795">
              <w:rPr>
                <w:b/>
                <w:bCs/>
                <w:sz w:val="18"/>
                <w:szCs w:val="18"/>
                <w:lang w:eastAsia="en-US"/>
              </w:rPr>
              <w:t>2.10.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Default="004461DF" w:rsidP="00E54795">
            <w:pPr>
              <w:rPr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rPr>
                <w:sz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E54795">
              <w:rPr>
                <w:sz w:val="20"/>
                <w:lang w:eastAsia="en-US"/>
              </w:rPr>
              <w:t>2023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ind w:left="-24" w:right="57" w:firstLine="24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E54795">
              <w:rPr>
                <w:rFonts w:eastAsia="Calibr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DF" w:rsidRPr="00E54795" w:rsidRDefault="004461DF" w:rsidP="00E54795">
            <w:pPr>
              <w:ind w:left="-24" w:right="57" w:firstLine="24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E54795">
              <w:rPr>
                <w:rFonts w:eastAsia="Calibri"/>
                <w:b/>
                <w:bCs/>
                <w:sz w:val="20"/>
                <w:lang w:eastAsia="en-US"/>
              </w:rPr>
              <w:t>-</w:t>
            </w:r>
          </w:p>
        </w:tc>
      </w:tr>
    </w:tbl>
    <w:p w:rsidR="00B10B55" w:rsidRPr="00760195" w:rsidRDefault="00B10B55" w:rsidP="004461DF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0195">
        <w:rPr>
          <w:rFonts w:ascii="Times New Roman" w:hAnsi="Times New Roman" w:cs="Times New Roman"/>
          <w:sz w:val="28"/>
          <w:szCs w:val="28"/>
        </w:rPr>
        <w:t>».</w:t>
      </w:r>
    </w:p>
    <w:p w:rsidR="00B10B55" w:rsidRPr="00B10B55" w:rsidRDefault="00B10B55" w:rsidP="00B10B55">
      <w:pPr>
        <w:pStyle w:val="ac"/>
        <w:spacing w:line="276" w:lineRule="auto"/>
        <w:ind w:firstLine="720"/>
        <w:rPr>
          <w:color w:val="000000"/>
        </w:rPr>
      </w:pPr>
      <w:r w:rsidRPr="00B10B55">
        <w:rPr>
          <w:b/>
        </w:rPr>
        <w:t>2.</w:t>
      </w:r>
      <w:r w:rsidRPr="00B10B55">
        <w:t xml:space="preserve"> </w:t>
      </w:r>
      <w:r w:rsidRPr="00B10B55">
        <w:rPr>
          <w:color w:val="000000"/>
        </w:rPr>
        <w:t>Настоящее решение вступает в силу с 1 января 2020 г.</w:t>
      </w:r>
    </w:p>
    <w:p w:rsidR="0046352F" w:rsidRPr="00E54795" w:rsidRDefault="0046352F" w:rsidP="00E54795">
      <w:pPr>
        <w:ind w:firstLine="709"/>
        <w:jc w:val="both"/>
        <w:rPr>
          <w:szCs w:val="28"/>
        </w:rPr>
      </w:pPr>
    </w:p>
    <w:p w:rsidR="000F5CC1" w:rsidRPr="00E54795" w:rsidRDefault="000F5CC1" w:rsidP="00E54795">
      <w:pPr>
        <w:ind w:firstLine="709"/>
        <w:jc w:val="both"/>
        <w:rPr>
          <w:szCs w:val="28"/>
        </w:rPr>
      </w:pPr>
    </w:p>
    <w:p w:rsidR="000F5CC1" w:rsidRPr="00E54795" w:rsidRDefault="000F5CC1" w:rsidP="00E54795">
      <w:pPr>
        <w:ind w:firstLine="709"/>
        <w:jc w:val="both"/>
        <w:rPr>
          <w:szCs w:val="28"/>
        </w:rPr>
      </w:pPr>
    </w:p>
    <w:p w:rsidR="00AE38C4" w:rsidRDefault="00AE38C4" w:rsidP="00AE38C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Pr="008068B0">
        <w:rPr>
          <w:szCs w:val="28"/>
        </w:rPr>
        <w:t>уководител</w:t>
      </w:r>
      <w:r>
        <w:rPr>
          <w:szCs w:val="28"/>
        </w:rPr>
        <w:t>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</w:t>
      </w:r>
      <w:r w:rsidRPr="008068B0">
        <w:rPr>
          <w:szCs w:val="28"/>
        </w:rPr>
        <w:tab/>
      </w:r>
      <w:r>
        <w:rPr>
          <w:szCs w:val="28"/>
        </w:rPr>
        <w:t xml:space="preserve">                                </w:t>
      </w:r>
      <w:proofErr w:type="spellStart"/>
      <w:r>
        <w:rPr>
          <w:szCs w:val="28"/>
        </w:rPr>
        <w:t>Ю.Л.Алешина</w:t>
      </w:r>
      <w:proofErr w:type="spellEnd"/>
    </w:p>
    <w:p w:rsidR="00E601CC" w:rsidRDefault="003927BD" w:rsidP="00905B82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</w:p>
    <w:sectPr w:rsidR="00E601CC" w:rsidSect="00BC11E3">
      <w:type w:val="continuous"/>
      <w:pgSz w:w="11906" w:h="16838" w:code="9"/>
      <w:pgMar w:top="1134" w:right="709" w:bottom="28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F9" w:rsidRDefault="002F06F9">
      <w:r>
        <w:separator/>
      </w:r>
    </w:p>
  </w:endnote>
  <w:endnote w:type="continuationSeparator" w:id="0">
    <w:p w:rsidR="002F06F9" w:rsidRDefault="002F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F9" w:rsidRDefault="002F06F9">
      <w:r>
        <w:separator/>
      </w:r>
    </w:p>
  </w:footnote>
  <w:footnote w:type="continuationSeparator" w:id="0">
    <w:p w:rsidR="002F06F9" w:rsidRDefault="002F0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A0DA1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C70BF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A41" w:rsidRPr="00E52B15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3FBC5DA1" wp14:editId="3860BAA3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64A41" w:rsidRPr="002B6128" w:rsidRDefault="00C64A4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64A41" w:rsidRDefault="00C64A4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64A41" w:rsidRPr="001772E6" w:rsidRDefault="00C64A41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64A41" w:rsidRDefault="00C64A41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64A41" w:rsidRPr="00E52B15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 wp14:anchorId="3FBC5DA1" wp14:editId="3860BAA3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64A41" w:rsidRPr="002B6128" w:rsidRDefault="00C64A4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64A41" w:rsidRDefault="00C64A4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64A41" w:rsidRPr="001772E6" w:rsidRDefault="00C64A41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64A41" w:rsidRDefault="00C64A41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5F0A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5E6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CC1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3C98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318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22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3BEA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58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5C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06F9"/>
    <w:rsid w:val="002F116F"/>
    <w:rsid w:val="002F1F2E"/>
    <w:rsid w:val="002F24DD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224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410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1DF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5DAA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3B8D"/>
    <w:rsid w:val="00534585"/>
    <w:rsid w:val="00534DC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5B1D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1BB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1FDE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1638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C5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195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0DA1"/>
    <w:rsid w:val="007A1C7B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221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EB1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0A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3625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124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6C4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4B58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6892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97FF1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38C4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B55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91B"/>
    <w:rsid w:val="00B76F16"/>
    <w:rsid w:val="00B774C0"/>
    <w:rsid w:val="00B8134A"/>
    <w:rsid w:val="00B81F8E"/>
    <w:rsid w:val="00B839F7"/>
    <w:rsid w:val="00B83D4E"/>
    <w:rsid w:val="00B84442"/>
    <w:rsid w:val="00B857F0"/>
    <w:rsid w:val="00B85B7A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3F34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1E3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3FD7"/>
    <w:rsid w:val="00BE45B5"/>
    <w:rsid w:val="00BE5311"/>
    <w:rsid w:val="00BF010D"/>
    <w:rsid w:val="00BF1883"/>
    <w:rsid w:val="00BF18BA"/>
    <w:rsid w:val="00BF3352"/>
    <w:rsid w:val="00BF3AA0"/>
    <w:rsid w:val="00BF47F0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444"/>
    <w:rsid w:val="00C039DB"/>
    <w:rsid w:val="00C04826"/>
    <w:rsid w:val="00C04ACE"/>
    <w:rsid w:val="00C05A23"/>
    <w:rsid w:val="00C064AD"/>
    <w:rsid w:val="00C06EEA"/>
    <w:rsid w:val="00C07083"/>
    <w:rsid w:val="00C070E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7FB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0BF8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5EBC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526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1DB8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4795"/>
    <w:rsid w:val="00E5600E"/>
    <w:rsid w:val="00E56554"/>
    <w:rsid w:val="00E56C1D"/>
    <w:rsid w:val="00E577F8"/>
    <w:rsid w:val="00E60017"/>
    <w:rsid w:val="00E601CC"/>
    <w:rsid w:val="00E626D6"/>
    <w:rsid w:val="00E62EF3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250A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499"/>
    <w:rsid w:val="00F12C3E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CF6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334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4989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05E3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Знак Знак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Знак Знак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Знак Знак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Знак Знак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10</TotalTime>
  <Pages>2</Pages>
  <Words>374</Words>
  <Characters>2595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8</cp:revision>
  <cp:lastPrinted>2019-11-12T08:54:00Z</cp:lastPrinted>
  <dcterms:created xsi:type="dcterms:W3CDTF">2019-07-15T12:00:00Z</dcterms:created>
  <dcterms:modified xsi:type="dcterms:W3CDTF">2019-11-18T10:33:00Z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