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CE1758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CE1758">
              <w:t>19.11.2019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2E4B3B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2E4B3B">
              <w:t>52/16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593E8B" w:rsidP="00CE1758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85280A" w:rsidRPr="0085280A">
              <w:t xml:space="preserve">О внесении изменения в решение региональной службы по тарифам Нижегородской области </w:t>
            </w:r>
            <w:r w:rsidR="0085280A">
              <w:br/>
            </w:r>
            <w:r w:rsidR="003E3410" w:rsidRPr="003E3410">
              <w:t xml:space="preserve">от </w:t>
            </w:r>
            <w:r w:rsidR="00B11333" w:rsidRPr="00B11333">
              <w:t xml:space="preserve">18 декабря 2018 г. № </w:t>
            </w:r>
            <w:r w:rsidR="00A13B0D" w:rsidRPr="00A13B0D">
              <w:t xml:space="preserve">53/36 «Об установлении АКЦИОНЕРНОМУ ОБЩЕСТВУ «ОПЫТНОЕ КОНСТРУКТОРСКОЕ БЮРО МАШИНОСТРОЕНИЯ ИМЕНИ </w:t>
            </w:r>
            <w:r w:rsidR="00A13B0D">
              <w:br/>
            </w:r>
            <w:r w:rsidR="00A13B0D" w:rsidRPr="00A13B0D">
              <w:t xml:space="preserve">И. И. АФРИКАНТОВА» (ИНН  5259077666),  </w:t>
            </w:r>
            <w:r w:rsidR="00A13B0D">
              <w:br/>
            </w:r>
            <w:r w:rsidR="00A13B0D" w:rsidRPr="00A13B0D">
              <w:t xml:space="preserve">г. Нижний Новгород, тарифов на тепловую энергию (мощность), поставляемую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4461DF" w:rsidRPr="00A13B0D" w:rsidRDefault="00CE1758" w:rsidP="003E3410">
      <w:pPr>
        <w:autoSpaceDE w:val="0"/>
        <w:autoSpaceDN w:val="0"/>
        <w:adjustRightInd w:val="0"/>
        <w:jc w:val="center"/>
        <w:rPr>
          <w:szCs w:val="28"/>
        </w:rPr>
      </w:pPr>
      <w:r w:rsidRPr="00A13B0D">
        <w:t xml:space="preserve">потребителям г. Нижнего </w:t>
      </w:r>
      <w:r w:rsidR="00A13B0D" w:rsidRPr="00A13B0D">
        <w:rPr>
          <w:noProof/>
          <w:szCs w:val="28"/>
        </w:rPr>
        <w:t>Новгорода</w:t>
      </w:r>
      <w:r w:rsidR="00A13B0D">
        <w:rPr>
          <w:bCs/>
          <w:szCs w:val="28"/>
        </w:rPr>
        <w:t>»</w:t>
      </w:r>
    </w:p>
    <w:p w:rsidR="00A13B0D" w:rsidRDefault="00A13B0D" w:rsidP="00CE1758">
      <w:pPr>
        <w:autoSpaceDE w:val="0"/>
        <w:autoSpaceDN w:val="0"/>
        <w:adjustRightInd w:val="0"/>
        <w:jc w:val="center"/>
        <w:rPr>
          <w:szCs w:val="28"/>
        </w:rPr>
      </w:pPr>
    </w:p>
    <w:p w:rsidR="000F5CC1" w:rsidRDefault="000F5CC1" w:rsidP="00CE1758">
      <w:pPr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2E4B3B" w:rsidRDefault="002E4B3B" w:rsidP="00CE1758">
      <w:pPr>
        <w:autoSpaceDE w:val="0"/>
        <w:autoSpaceDN w:val="0"/>
        <w:adjustRightInd w:val="0"/>
        <w:ind w:firstLine="720"/>
        <w:jc w:val="center"/>
        <w:rPr>
          <w:szCs w:val="28"/>
        </w:rPr>
      </w:pPr>
      <w:bookmarkStart w:id="2" w:name="_GoBack"/>
      <w:bookmarkEnd w:id="2"/>
    </w:p>
    <w:p w:rsidR="00A13B0D" w:rsidRPr="00A13B0D" w:rsidRDefault="00A97FF1" w:rsidP="00A13B0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B0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г. № 190-ФЗ                     «О теплоснабжении», постановлением Правительства Российской Федерации </w:t>
      </w:r>
      <w:r w:rsidRPr="00A13B0D">
        <w:rPr>
          <w:rFonts w:ascii="Times New Roman" w:hAnsi="Times New Roman" w:cs="Times New Roman"/>
          <w:sz w:val="28"/>
          <w:szCs w:val="28"/>
        </w:rPr>
        <w:br/>
        <w:t xml:space="preserve">от 22 октября 2012 г. № 1075 «О ценообразовании в сфере теплоснабжения» и </w:t>
      </w:r>
      <w:proofErr w:type="gramStart"/>
      <w:r w:rsidRPr="00A13B0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13B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3B0D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A13B0D">
        <w:rPr>
          <w:rFonts w:ascii="Times New Roman" w:hAnsi="Times New Roman" w:cs="Times New Roman"/>
          <w:sz w:val="28"/>
          <w:szCs w:val="28"/>
        </w:rPr>
        <w:t xml:space="preserve"> рассмотрения расчетных и обосновывающих материалов, представленных </w:t>
      </w:r>
      <w:r w:rsidR="00A13B0D" w:rsidRPr="00A13B0D">
        <w:rPr>
          <w:rFonts w:ascii="Times New Roman" w:hAnsi="Times New Roman" w:cs="Times New Roman"/>
          <w:sz w:val="28"/>
          <w:szCs w:val="28"/>
        </w:rPr>
        <w:t xml:space="preserve">АКЦИОНЕРНЫМ ОБЩЕСТВОМ «ОПЫТНОЕ КОНСТРУКТОРСКОЕ БЮРО МАШИНОСТРОЕНИЯ ИМЕНИ </w:t>
      </w:r>
      <w:r w:rsidR="00A13B0D">
        <w:rPr>
          <w:rFonts w:ascii="Times New Roman" w:hAnsi="Times New Roman" w:cs="Times New Roman"/>
          <w:sz w:val="28"/>
          <w:szCs w:val="28"/>
        </w:rPr>
        <w:br/>
      </w:r>
      <w:r w:rsidR="00A13B0D" w:rsidRPr="00A13B0D">
        <w:rPr>
          <w:rFonts w:ascii="Times New Roman" w:hAnsi="Times New Roman" w:cs="Times New Roman"/>
          <w:sz w:val="28"/>
          <w:szCs w:val="28"/>
        </w:rPr>
        <w:t xml:space="preserve">И. И. АФРИКАНТОВА» (ИНН  5259077666), г. Нижний Новгород, экспертного </w:t>
      </w:r>
      <w:r w:rsidR="00A13B0D" w:rsidRPr="003B7111">
        <w:rPr>
          <w:rFonts w:ascii="Times New Roman" w:hAnsi="Times New Roman" w:cs="Times New Roman"/>
          <w:sz w:val="28"/>
          <w:szCs w:val="28"/>
        </w:rPr>
        <w:t>заключения рег. № в-</w:t>
      </w:r>
      <w:r w:rsidR="003B7111" w:rsidRPr="003B7111">
        <w:rPr>
          <w:rFonts w:ascii="Times New Roman" w:hAnsi="Times New Roman" w:cs="Times New Roman"/>
          <w:sz w:val="28"/>
          <w:szCs w:val="28"/>
        </w:rPr>
        <w:t>678</w:t>
      </w:r>
      <w:r w:rsidR="00A13B0D" w:rsidRPr="003B7111">
        <w:rPr>
          <w:rFonts w:ascii="Times New Roman" w:hAnsi="Times New Roman" w:cs="Times New Roman"/>
          <w:sz w:val="28"/>
          <w:szCs w:val="28"/>
        </w:rPr>
        <w:t xml:space="preserve"> от</w:t>
      </w:r>
      <w:r w:rsidR="00A13B0D" w:rsidRPr="00CE1758">
        <w:rPr>
          <w:rFonts w:ascii="Times New Roman" w:hAnsi="Times New Roman" w:cs="Times New Roman"/>
          <w:sz w:val="28"/>
          <w:szCs w:val="28"/>
        </w:rPr>
        <w:t xml:space="preserve"> </w:t>
      </w:r>
      <w:r w:rsidR="00CE1758" w:rsidRPr="00CE1758">
        <w:rPr>
          <w:rFonts w:ascii="Times New Roman" w:hAnsi="Times New Roman" w:cs="Times New Roman"/>
          <w:sz w:val="28"/>
          <w:szCs w:val="28"/>
        </w:rPr>
        <w:t xml:space="preserve">12 ноября </w:t>
      </w:r>
      <w:r w:rsidR="00A13B0D" w:rsidRPr="00CE1758">
        <w:rPr>
          <w:rFonts w:ascii="Times New Roman" w:hAnsi="Times New Roman" w:cs="Times New Roman"/>
          <w:sz w:val="28"/>
          <w:szCs w:val="28"/>
        </w:rPr>
        <w:t>2019</w:t>
      </w:r>
      <w:r w:rsidR="00A13B0D" w:rsidRPr="00A13B0D">
        <w:rPr>
          <w:rFonts w:ascii="Times New Roman" w:hAnsi="Times New Roman" w:cs="Times New Roman"/>
          <w:sz w:val="28"/>
          <w:szCs w:val="28"/>
        </w:rPr>
        <w:t xml:space="preserve"> г.:</w:t>
      </w:r>
    </w:p>
    <w:p w:rsidR="00A13B0D" w:rsidRPr="00A13B0D" w:rsidRDefault="00A13B0D" w:rsidP="00A13B0D">
      <w:pPr>
        <w:tabs>
          <w:tab w:val="left" w:pos="851"/>
          <w:tab w:val="left" w:pos="993"/>
          <w:tab w:val="left" w:pos="1134"/>
        </w:tabs>
        <w:spacing w:line="276" w:lineRule="auto"/>
        <w:jc w:val="both"/>
        <w:rPr>
          <w:bCs/>
          <w:szCs w:val="28"/>
        </w:rPr>
      </w:pPr>
      <w:r w:rsidRPr="00A13B0D">
        <w:rPr>
          <w:b/>
          <w:szCs w:val="28"/>
        </w:rPr>
        <w:tab/>
        <w:t xml:space="preserve">1. </w:t>
      </w:r>
      <w:proofErr w:type="gramStart"/>
      <w:r w:rsidRPr="00A13B0D">
        <w:rPr>
          <w:szCs w:val="28"/>
        </w:rPr>
        <w:t xml:space="preserve">Внести в </w:t>
      </w:r>
      <w:r w:rsidRPr="00A13B0D">
        <w:rPr>
          <w:noProof/>
          <w:szCs w:val="28"/>
        </w:rPr>
        <w:t xml:space="preserve">решение региональной службы по тарифам Нижегородской области </w:t>
      </w:r>
      <w:r w:rsidRPr="00A13B0D">
        <w:rPr>
          <w:bCs/>
          <w:szCs w:val="28"/>
        </w:rPr>
        <w:t>от 18 декабря 2018 г. № 53/36 «</w:t>
      </w:r>
      <w:r w:rsidRPr="00A13B0D">
        <w:rPr>
          <w:noProof/>
          <w:szCs w:val="28"/>
        </w:rPr>
        <w:t xml:space="preserve">Об установлении АКЦИОНЕРНОМУ ОБЩЕСТВУ «ОПЫТНОЕ КОНСТРУКТОРСКОЕ БЮРО МАШИНОСТРОЕНИЯ ИМЕНИ И. И. АФРИКАНТОВА» (ИНН  5259077666),  г. Нижний Новгород, тарифов на тепловую энергию (мощность), поставляемую потребителям </w:t>
      </w:r>
      <w:r>
        <w:rPr>
          <w:noProof/>
          <w:szCs w:val="28"/>
        </w:rPr>
        <w:br/>
      </w:r>
      <w:r w:rsidRPr="00A13B0D">
        <w:rPr>
          <w:noProof/>
          <w:szCs w:val="28"/>
        </w:rPr>
        <w:t>г. Нижнего Новгорода</w:t>
      </w:r>
      <w:r w:rsidRPr="00A13B0D">
        <w:rPr>
          <w:bCs/>
          <w:szCs w:val="28"/>
        </w:rPr>
        <w:t xml:space="preserve">» </w:t>
      </w:r>
      <w:r w:rsidRPr="00A13B0D">
        <w:rPr>
          <w:noProof/>
          <w:szCs w:val="28"/>
        </w:rPr>
        <w:t xml:space="preserve">изменение, </w:t>
      </w:r>
      <w:r w:rsidRPr="00A13B0D">
        <w:rPr>
          <w:bCs/>
          <w:szCs w:val="28"/>
        </w:rPr>
        <w:t>изложив таблицу Приложения 2 к решению в следующей редакции:</w:t>
      </w:r>
      <w:proofErr w:type="gramEnd"/>
    </w:p>
    <w:p w:rsidR="00A13B0D" w:rsidRPr="00A13B0D" w:rsidRDefault="00A13B0D" w:rsidP="00A13B0D">
      <w:pPr>
        <w:spacing w:line="276" w:lineRule="auto"/>
        <w:jc w:val="both"/>
        <w:rPr>
          <w:bCs/>
          <w:szCs w:val="28"/>
        </w:rPr>
      </w:pPr>
      <w:r w:rsidRPr="00A13B0D">
        <w:rPr>
          <w:bCs/>
          <w:szCs w:val="28"/>
        </w:rPr>
        <w:t>«</w:t>
      </w:r>
    </w:p>
    <w:tbl>
      <w:tblPr>
        <w:tblW w:w="9695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7"/>
        <w:gridCol w:w="2956"/>
        <w:gridCol w:w="1739"/>
        <w:gridCol w:w="725"/>
        <w:gridCol w:w="1739"/>
        <w:gridCol w:w="1869"/>
      </w:tblGrid>
      <w:tr w:rsidR="00A13B0D" w:rsidTr="00A13B0D">
        <w:trPr>
          <w:trHeight w:val="205"/>
          <w:jc w:val="center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A13B0D" w:rsidRDefault="00A13B0D" w:rsidP="00CE175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A13B0D"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A13B0D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A13B0D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A13B0D" w:rsidRDefault="00A13B0D" w:rsidP="00CE1758">
            <w:pPr>
              <w:ind w:left="-9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A13B0D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A13B0D" w:rsidRDefault="00A13B0D" w:rsidP="00CE1758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A13B0D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A13B0D" w:rsidRDefault="00A13B0D" w:rsidP="00CE1758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A13B0D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A13B0D" w:rsidRDefault="00A13B0D" w:rsidP="00CE1758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A13B0D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A13B0D" w:rsidTr="00A13B0D">
        <w:trPr>
          <w:trHeight w:val="145"/>
          <w:jc w:val="center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0D" w:rsidRPr="00A13B0D" w:rsidRDefault="00A13B0D" w:rsidP="00CE1758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0D" w:rsidRPr="00A13B0D" w:rsidRDefault="00A13B0D" w:rsidP="00CE1758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0D" w:rsidRPr="00A13B0D" w:rsidRDefault="00A13B0D" w:rsidP="00CE1758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0D" w:rsidRPr="00A13B0D" w:rsidRDefault="00A13B0D" w:rsidP="00CE1758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A13B0D" w:rsidRDefault="00A13B0D" w:rsidP="00CE1758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A13B0D">
              <w:rPr>
                <w:b/>
                <w:bCs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A13B0D" w:rsidRDefault="00A13B0D" w:rsidP="00CE1758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A13B0D">
              <w:rPr>
                <w:b/>
                <w:bCs/>
                <w:sz w:val="18"/>
                <w:szCs w:val="18"/>
                <w:lang w:eastAsia="en-US"/>
              </w:rPr>
              <w:t xml:space="preserve">с 1 июля </w:t>
            </w:r>
            <w:proofErr w:type="gramStart"/>
            <w:r w:rsidRPr="00A13B0D">
              <w:rPr>
                <w:b/>
                <w:bCs/>
                <w:sz w:val="18"/>
                <w:szCs w:val="18"/>
                <w:lang w:eastAsia="en-US"/>
              </w:rPr>
              <w:t>по</w:t>
            </w:r>
            <w:proofErr w:type="gramEnd"/>
            <w:r w:rsidRPr="00A13B0D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:rsidR="00A13B0D" w:rsidRPr="00A13B0D" w:rsidRDefault="00A13B0D" w:rsidP="00CE1758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A13B0D">
              <w:rPr>
                <w:b/>
                <w:bCs/>
                <w:sz w:val="18"/>
                <w:szCs w:val="18"/>
                <w:lang w:eastAsia="en-US"/>
              </w:rPr>
              <w:t xml:space="preserve">31 декабря </w:t>
            </w:r>
          </w:p>
        </w:tc>
      </w:tr>
      <w:tr w:rsidR="00A13B0D" w:rsidTr="00A13B0D">
        <w:trPr>
          <w:trHeight w:val="481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CE1758" w:rsidRDefault="00A13B0D" w:rsidP="00CE175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E1758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CE1758" w:rsidRDefault="00A13B0D" w:rsidP="00CE1758">
            <w:pPr>
              <w:autoSpaceDE w:val="0"/>
              <w:autoSpaceDN w:val="0"/>
              <w:adjustRightInd w:val="0"/>
              <w:rPr>
                <w:sz w:val="21"/>
                <w:szCs w:val="21"/>
                <w:lang w:eastAsia="en-US"/>
              </w:rPr>
            </w:pPr>
            <w:r w:rsidRPr="00CE1758">
              <w:rPr>
                <w:sz w:val="21"/>
                <w:szCs w:val="21"/>
                <w:lang w:eastAsia="en-US"/>
              </w:rPr>
              <w:t xml:space="preserve">АКЦИОНЕРНОЕ ОБЩЕСТВО «ОПЫТНОЕ КОНСТРУКТОРСКОЕ БЮРО </w:t>
            </w:r>
            <w:r w:rsidRPr="00CE1758">
              <w:rPr>
                <w:sz w:val="21"/>
                <w:szCs w:val="21"/>
                <w:lang w:eastAsia="en-US"/>
              </w:rPr>
              <w:lastRenderedPageBreak/>
              <w:t xml:space="preserve">МАШИНОСТРОЕНИЯ ИМЕНИ </w:t>
            </w:r>
            <w:r w:rsidRPr="00CE1758">
              <w:rPr>
                <w:sz w:val="21"/>
                <w:szCs w:val="21"/>
                <w:lang w:eastAsia="en-US"/>
              </w:rPr>
              <w:br/>
              <w:t>И. И. АФРИКАНТОВА»</w:t>
            </w:r>
            <w:r w:rsidRPr="00CE1758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r w:rsidRPr="00CE1758">
              <w:rPr>
                <w:rFonts w:eastAsia="Calibri"/>
                <w:sz w:val="21"/>
                <w:szCs w:val="21"/>
                <w:lang w:eastAsia="en-US"/>
              </w:rPr>
              <w:br/>
              <w:t xml:space="preserve">(ИНН </w:t>
            </w:r>
            <w:r w:rsidRPr="00CE1758">
              <w:rPr>
                <w:sz w:val="21"/>
                <w:szCs w:val="21"/>
                <w:lang w:eastAsia="en-US"/>
              </w:rPr>
              <w:t xml:space="preserve"> 5259077666)</w:t>
            </w:r>
            <w:r w:rsidRPr="00CE1758">
              <w:rPr>
                <w:rFonts w:eastAsia="Calibri"/>
                <w:sz w:val="21"/>
                <w:szCs w:val="21"/>
                <w:lang w:eastAsia="en-US"/>
              </w:rPr>
              <w:t xml:space="preserve">, </w:t>
            </w:r>
            <w:r w:rsidR="00CE1758">
              <w:rPr>
                <w:rFonts w:eastAsia="Calibri"/>
                <w:sz w:val="21"/>
                <w:szCs w:val="21"/>
                <w:lang w:eastAsia="en-US"/>
              </w:rPr>
              <w:br/>
            </w:r>
            <w:r w:rsidRPr="00CE1758">
              <w:rPr>
                <w:rFonts w:eastAsia="Calibri"/>
                <w:sz w:val="21"/>
                <w:szCs w:val="21"/>
                <w:lang w:eastAsia="en-US"/>
              </w:rPr>
              <w:t>г. Нижний Новгород</w:t>
            </w:r>
          </w:p>
        </w:tc>
        <w:tc>
          <w:tcPr>
            <w:tcW w:w="6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4345D3" w:rsidRDefault="00A13B0D" w:rsidP="004345D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4345D3">
              <w:rPr>
                <w:b/>
                <w:bCs/>
                <w:sz w:val="20"/>
                <w:lang w:eastAsia="en-US"/>
              </w:rPr>
              <w:lastRenderedPageBreak/>
              <w:t>Для потребителей</w:t>
            </w:r>
            <w:r w:rsidRPr="004345D3">
              <w:rPr>
                <w:b/>
                <w:sz w:val="20"/>
                <w:lang w:eastAsia="en-US"/>
              </w:rPr>
              <w:t xml:space="preserve">, </w:t>
            </w:r>
            <w:r w:rsidRPr="004345D3">
              <w:rPr>
                <w:b/>
                <w:bCs/>
                <w:sz w:val="20"/>
                <w:lang w:eastAsia="en-US"/>
              </w:rPr>
              <w:t xml:space="preserve">в случае отсутствия дифференциации тарифов по схеме подключения </w:t>
            </w:r>
          </w:p>
        </w:tc>
      </w:tr>
      <w:tr w:rsidR="004345D3" w:rsidTr="00A13B0D">
        <w:trPr>
          <w:trHeight w:val="259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5D3" w:rsidRPr="00CE1758" w:rsidRDefault="004345D3" w:rsidP="00CE175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E1758">
              <w:rPr>
                <w:b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5D3" w:rsidRDefault="004345D3" w:rsidP="00CE1758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5D3" w:rsidRPr="00CE1758" w:rsidRDefault="004345D3" w:rsidP="00CE1758">
            <w:pPr>
              <w:rPr>
                <w:sz w:val="20"/>
                <w:lang w:eastAsia="en-US"/>
              </w:rPr>
            </w:pPr>
            <w:proofErr w:type="spellStart"/>
            <w:r w:rsidRPr="00CE1758">
              <w:rPr>
                <w:sz w:val="20"/>
                <w:lang w:eastAsia="en-US"/>
              </w:rPr>
              <w:t>одноставочный</w:t>
            </w:r>
            <w:proofErr w:type="spellEnd"/>
            <w:r w:rsidRPr="00CE1758">
              <w:rPr>
                <w:sz w:val="20"/>
                <w:lang w:eastAsia="en-US"/>
              </w:rPr>
              <w:t xml:space="preserve">, </w:t>
            </w:r>
            <w:r w:rsidRPr="00CE1758">
              <w:rPr>
                <w:sz w:val="20"/>
                <w:lang w:eastAsia="en-US"/>
              </w:rPr>
              <w:lastRenderedPageBreak/>
              <w:t>руб./Гкал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5D3" w:rsidRPr="004345D3" w:rsidRDefault="004345D3" w:rsidP="004345D3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lastRenderedPageBreak/>
              <w:t>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5D3" w:rsidRPr="004345D3" w:rsidRDefault="004345D3" w:rsidP="004345D3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1369,36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5D3" w:rsidRPr="004345D3" w:rsidRDefault="004345D3" w:rsidP="004345D3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1396,11</w:t>
            </w:r>
          </w:p>
        </w:tc>
      </w:tr>
      <w:tr w:rsidR="004345D3" w:rsidTr="00A13B0D">
        <w:trPr>
          <w:trHeight w:val="259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5D3" w:rsidRPr="00CE1758" w:rsidRDefault="004345D3" w:rsidP="00CE175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E1758">
              <w:rPr>
                <w:b/>
                <w:bCs/>
                <w:sz w:val="18"/>
                <w:szCs w:val="18"/>
                <w:lang w:eastAsia="en-US"/>
              </w:rPr>
              <w:lastRenderedPageBreak/>
              <w:t>1.2.</w:t>
            </w: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5D3" w:rsidRDefault="004345D3" w:rsidP="00CE1758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5D3" w:rsidRPr="00CE1758" w:rsidRDefault="004345D3" w:rsidP="00CE1758">
            <w:pPr>
              <w:rPr>
                <w:sz w:val="20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5D3" w:rsidRPr="004345D3" w:rsidRDefault="004345D3" w:rsidP="004345D3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2020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5D3" w:rsidRPr="004345D3" w:rsidRDefault="004345D3" w:rsidP="004345D3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1396,11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45D3" w:rsidRPr="004345D3" w:rsidRDefault="004345D3" w:rsidP="004345D3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1427,90</w:t>
            </w:r>
          </w:p>
        </w:tc>
      </w:tr>
      <w:tr w:rsidR="004345D3" w:rsidTr="00A13B0D">
        <w:trPr>
          <w:trHeight w:val="27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5D3" w:rsidRPr="00CE1758" w:rsidRDefault="004345D3" w:rsidP="00CE175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E1758">
              <w:rPr>
                <w:b/>
                <w:bCs/>
                <w:sz w:val="18"/>
                <w:szCs w:val="18"/>
                <w:lang w:eastAsia="en-US"/>
              </w:rPr>
              <w:lastRenderedPageBreak/>
              <w:t>1.3.</w:t>
            </w: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5D3" w:rsidRDefault="004345D3" w:rsidP="00CE1758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5D3" w:rsidRPr="00CE1758" w:rsidRDefault="004345D3" w:rsidP="00CE1758">
            <w:pPr>
              <w:rPr>
                <w:sz w:val="20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5D3" w:rsidRPr="004345D3" w:rsidRDefault="004345D3" w:rsidP="004345D3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2021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5D3" w:rsidRPr="004345D3" w:rsidRDefault="004345D3" w:rsidP="004345D3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1427,90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45D3" w:rsidRPr="004345D3" w:rsidRDefault="004345D3" w:rsidP="004345D3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1462,21</w:t>
            </w:r>
          </w:p>
        </w:tc>
      </w:tr>
      <w:tr w:rsidR="004345D3" w:rsidTr="00A13B0D">
        <w:trPr>
          <w:trHeight w:val="259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5D3" w:rsidRPr="00CE1758" w:rsidRDefault="004345D3" w:rsidP="00CE175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E1758">
              <w:rPr>
                <w:b/>
                <w:bCs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5D3" w:rsidRDefault="004345D3" w:rsidP="00CE1758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5D3" w:rsidRPr="00CE1758" w:rsidRDefault="004345D3" w:rsidP="00CE1758">
            <w:pPr>
              <w:rPr>
                <w:sz w:val="20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5D3" w:rsidRPr="004345D3" w:rsidRDefault="004345D3" w:rsidP="004345D3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2022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5D3" w:rsidRPr="004345D3" w:rsidRDefault="004345D3" w:rsidP="004345D3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1462,21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45D3" w:rsidRPr="004345D3" w:rsidRDefault="004345D3" w:rsidP="004345D3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1512,82</w:t>
            </w:r>
          </w:p>
        </w:tc>
      </w:tr>
      <w:tr w:rsidR="004345D3" w:rsidTr="00A13B0D">
        <w:trPr>
          <w:trHeight w:val="259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5D3" w:rsidRPr="00CE1758" w:rsidRDefault="004345D3" w:rsidP="00CE175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E1758">
              <w:rPr>
                <w:b/>
                <w:bCs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5D3" w:rsidRDefault="004345D3" w:rsidP="00CE1758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5D3" w:rsidRPr="00CE1758" w:rsidRDefault="004345D3" w:rsidP="00CE1758">
            <w:pPr>
              <w:rPr>
                <w:sz w:val="20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5D3" w:rsidRPr="004345D3" w:rsidRDefault="004345D3" w:rsidP="004345D3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2023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5D3" w:rsidRPr="004345D3" w:rsidRDefault="004345D3" w:rsidP="004345D3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1512,82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45D3" w:rsidRPr="004345D3" w:rsidRDefault="004345D3" w:rsidP="004345D3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1549,84</w:t>
            </w:r>
          </w:p>
        </w:tc>
      </w:tr>
      <w:tr w:rsidR="00A13B0D" w:rsidTr="00A13B0D">
        <w:trPr>
          <w:trHeight w:val="259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0D" w:rsidRPr="00CE1758" w:rsidRDefault="00A13B0D" w:rsidP="00CE175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0D" w:rsidRDefault="00A13B0D" w:rsidP="00CE1758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6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4345D3" w:rsidRDefault="00A13B0D" w:rsidP="004345D3">
            <w:pPr>
              <w:ind w:left="-24" w:firstLine="24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A13B0D" w:rsidTr="00A13B0D">
        <w:trPr>
          <w:trHeight w:val="259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CE1758" w:rsidRDefault="00A13B0D" w:rsidP="00CE175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E1758">
              <w:rPr>
                <w:b/>
                <w:bCs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0D" w:rsidRDefault="00A13B0D" w:rsidP="00CE1758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CE1758" w:rsidRDefault="00A13B0D" w:rsidP="00CE1758">
            <w:pPr>
              <w:rPr>
                <w:sz w:val="20"/>
                <w:lang w:eastAsia="en-US"/>
              </w:rPr>
            </w:pPr>
            <w:proofErr w:type="spellStart"/>
            <w:r w:rsidRPr="00CE1758">
              <w:rPr>
                <w:sz w:val="20"/>
                <w:lang w:eastAsia="en-US"/>
              </w:rPr>
              <w:t>одноставочный</w:t>
            </w:r>
            <w:proofErr w:type="spellEnd"/>
            <w:r w:rsidRPr="00CE1758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4345D3" w:rsidRDefault="00A13B0D" w:rsidP="004345D3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B0D" w:rsidRPr="004345D3" w:rsidRDefault="00A13B0D" w:rsidP="004345D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345D3">
              <w:rPr>
                <w:sz w:val="20"/>
              </w:rPr>
              <w:t>-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B0D" w:rsidRPr="004345D3" w:rsidRDefault="00A13B0D" w:rsidP="004345D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345D3">
              <w:rPr>
                <w:sz w:val="20"/>
              </w:rPr>
              <w:t>-</w:t>
            </w:r>
          </w:p>
        </w:tc>
      </w:tr>
      <w:tr w:rsidR="00A13B0D" w:rsidTr="00A13B0D">
        <w:trPr>
          <w:trHeight w:val="27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CE1758" w:rsidRDefault="00A13B0D" w:rsidP="00CE175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E1758">
              <w:rPr>
                <w:b/>
                <w:bCs/>
                <w:sz w:val="18"/>
                <w:szCs w:val="18"/>
                <w:lang w:eastAsia="en-US"/>
              </w:rPr>
              <w:t>1.7.</w:t>
            </w: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0D" w:rsidRDefault="00A13B0D" w:rsidP="00CE1758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0D" w:rsidRPr="00CE1758" w:rsidRDefault="00A13B0D" w:rsidP="00CE1758">
            <w:pPr>
              <w:rPr>
                <w:sz w:val="20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4345D3" w:rsidRDefault="00A13B0D" w:rsidP="004345D3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2020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B0D" w:rsidRPr="004345D3" w:rsidRDefault="00A13B0D" w:rsidP="004345D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345D3">
              <w:rPr>
                <w:sz w:val="20"/>
              </w:rPr>
              <w:t>-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B0D" w:rsidRPr="004345D3" w:rsidRDefault="00A13B0D" w:rsidP="004345D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345D3">
              <w:rPr>
                <w:sz w:val="20"/>
              </w:rPr>
              <w:t>-</w:t>
            </w:r>
          </w:p>
        </w:tc>
      </w:tr>
      <w:tr w:rsidR="00A13B0D" w:rsidTr="00A13B0D">
        <w:trPr>
          <w:trHeight w:val="259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CE1758" w:rsidRDefault="00A13B0D" w:rsidP="00CE175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E1758">
              <w:rPr>
                <w:b/>
                <w:bCs/>
                <w:sz w:val="18"/>
                <w:szCs w:val="18"/>
                <w:lang w:eastAsia="en-US"/>
              </w:rPr>
              <w:t>1.8.</w:t>
            </w: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0D" w:rsidRDefault="00A13B0D" w:rsidP="00CE1758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0D" w:rsidRPr="00CE1758" w:rsidRDefault="00A13B0D" w:rsidP="00CE1758">
            <w:pPr>
              <w:rPr>
                <w:sz w:val="20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4345D3" w:rsidRDefault="00A13B0D" w:rsidP="004345D3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2021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B0D" w:rsidRPr="004345D3" w:rsidRDefault="00A13B0D" w:rsidP="004345D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345D3">
              <w:rPr>
                <w:sz w:val="20"/>
              </w:rPr>
              <w:t>-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B0D" w:rsidRPr="004345D3" w:rsidRDefault="00A13B0D" w:rsidP="004345D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345D3">
              <w:rPr>
                <w:sz w:val="20"/>
              </w:rPr>
              <w:t>-</w:t>
            </w:r>
          </w:p>
        </w:tc>
      </w:tr>
      <w:tr w:rsidR="00A13B0D" w:rsidTr="00A13B0D">
        <w:trPr>
          <w:trHeight w:val="259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CE1758" w:rsidRDefault="00A13B0D" w:rsidP="00CE175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E1758">
              <w:rPr>
                <w:b/>
                <w:bCs/>
                <w:sz w:val="18"/>
                <w:szCs w:val="18"/>
                <w:lang w:eastAsia="en-US"/>
              </w:rPr>
              <w:t>1.9.</w:t>
            </w: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0D" w:rsidRDefault="00A13B0D" w:rsidP="00CE1758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0D" w:rsidRPr="00CE1758" w:rsidRDefault="00A13B0D" w:rsidP="00CE1758">
            <w:pPr>
              <w:rPr>
                <w:sz w:val="20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4345D3" w:rsidRDefault="00A13B0D" w:rsidP="004345D3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2022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B0D" w:rsidRPr="004345D3" w:rsidRDefault="00A13B0D" w:rsidP="004345D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345D3">
              <w:rPr>
                <w:sz w:val="20"/>
              </w:rPr>
              <w:t>-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B0D" w:rsidRPr="004345D3" w:rsidRDefault="00A13B0D" w:rsidP="004345D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345D3">
              <w:rPr>
                <w:sz w:val="20"/>
              </w:rPr>
              <w:t>-</w:t>
            </w:r>
          </w:p>
        </w:tc>
      </w:tr>
      <w:tr w:rsidR="00A13B0D" w:rsidTr="004345D3">
        <w:trPr>
          <w:trHeight w:val="94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CE1758" w:rsidRDefault="00A13B0D" w:rsidP="00CE175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E1758">
              <w:rPr>
                <w:b/>
                <w:bCs/>
                <w:sz w:val="18"/>
                <w:szCs w:val="18"/>
                <w:lang w:eastAsia="en-US"/>
              </w:rPr>
              <w:t>1.10.</w:t>
            </w: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0D" w:rsidRDefault="00A13B0D" w:rsidP="00CE1758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0D" w:rsidRPr="00CE1758" w:rsidRDefault="00A13B0D" w:rsidP="00CE1758">
            <w:pPr>
              <w:rPr>
                <w:sz w:val="20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0D" w:rsidRPr="004345D3" w:rsidRDefault="00A13B0D" w:rsidP="004345D3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345D3">
              <w:rPr>
                <w:sz w:val="20"/>
                <w:lang w:eastAsia="en-US"/>
              </w:rPr>
              <w:t>2023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B0D" w:rsidRPr="004345D3" w:rsidRDefault="00A13B0D" w:rsidP="004345D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345D3">
              <w:rPr>
                <w:sz w:val="20"/>
              </w:rPr>
              <w:t>-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B0D" w:rsidRPr="004345D3" w:rsidRDefault="00A13B0D" w:rsidP="004345D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345D3">
              <w:rPr>
                <w:sz w:val="20"/>
              </w:rPr>
              <w:t>-</w:t>
            </w:r>
          </w:p>
        </w:tc>
      </w:tr>
    </w:tbl>
    <w:p w:rsidR="00B10B55" w:rsidRPr="00760195" w:rsidRDefault="00B10B55" w:rsidP="00A13B0D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0195">
        <w:rPr>
          <w:rFonts w:ascii="Times New Roman" w:hAnsi="Times New Roman" w:cs="Times New Roman"/>
          <w:sz w:val="28"/>
          <w:szCs w:val="28"/>
        </w:rPr>
        <w:t>».</w:t>
      </w:r>
    </w:p>
    <w:p w:rsidR="00B10B55" w:rsidRPr="00B10B55" w:rsidRDefault="00B10B55" w:rsidP="00B10B55">
      <w:pPr>
        <w:pStyle w:val="ac"/>
        <w:spacing w:line="276" w:lineRule="auto"/>
        <w:ind w:firstLine="720"/>
        <w:rPr>
          <w:color w:val="000000"/>
        </w:rPr>
      </w:pPr>
      <w:r w:rsidRPr="00B10B55">
        <w:rPr>
          <w:b/>
        </w:rPr>
        <w:t>2.</w:t>
      </w:r>
      <w:r w:rsidRPr="00B10B55">
        <w:t xml:space="preserve"> </w:t>
      </w:r>
      <w:r w:rsidRPr="00B10B55">
        <w:rPr>
          <w:color w:val="000000"/>
        </w:rPr>
        <w:t>Настоящее решение вступает в силу с 1 января 2020 г.</w:t>
      </w:r>
    </w:p>
    <w:p w:rsidR="000F5CC1" w:rsidRPr="00CE1758" w:rsidRDefault="000F5CC1" w:rsidP="00CE1758">
      <w:pPr>
        <w:ind w:firstLine="709"/>
        <w:jc w:val="both"/>
        <w:rPr>
          <w:szCs w:val="28"/>
        </w:rPr>
      </w:pPr>
    </w:p>
    <w:p w:rsidR="00B10B55" w:rsidRPr="00CE1758" w:rsidRDefault="00B10B55" w:rsidP="00CE1758">
      <w:pPr>
        <w:ind w:firstLine="709"/>
        <w:jc w:val="both"/>
        <w:rPr>
          <w:szCs w:val="28"/>
        </w:rPr>
      </w:pPr>
    </w:p>
    <w:p w:rsidR="000F5CC1" w:rsidRPr="00CE1758" w:rsidRDefault="000F5CC1" w:rsidP="00CE1758">
      <w:pPr>
        <w:ind w:firstLine="709"/>
        <w:jc w:val="both"/>
        <w:rPr>
          <w:szCs w:val="28"/>
        </w:rPr>
      </w:pPr>
    </w:p>
    <w:p w:rsidR="009B36F0" w:rsidRDefault="009B36F0" w:rsidP="009B36F0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Pr="008068B0">
        <w:rPr>
          <w:szCs w:val="28"/>
        </w:rPr>
        <w:t>уководител</w:t>
      </w:r>
      <w:r>
        <w:rPr>
          <w:szCs w:val="28"/>
        </w:rPr>
        <w:t>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</w:t>
      </w:r>
      <w:r w:rsidRPr="008068B0">
        <w:rPr>
          <w:szCs w:val="28"/>
        </w:rPr>
        <w:tab/>
      </w:r>
      <w:r>
        <w:rPr>
          <w:szCs w:val="28"/>
        </w:rPr>
        <w:t xml:space="preserve">                                </w:t>
      </w:r>
      <w:proofErr w:type="spellStart"/>
      <w:r>
        <w:rPr>
          <w:szCs w:val="28"/>
        </w:rPr>
        <w:t>Ю.Л.Алешина</w:t>
      </w:r>
      <w:proofErr w:type="spellEnd"/>
    </w:p>
    <w:p w:rsidR="00E601CC" w:rsidRDefault="003927BD" w:rsidP="00905B82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</w:p>
    <w:sectPr w:rsidR="00E601CC" w:rsidSect="00BC11E3">
      <w:type w:val="continuous"/>
      <w:pgSz w:w="11906" w:h="16838" w:code="9"/>
      <w:pgMar w:top="1134" w:right="709" w:bottom="28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F9" w:rsidRDefault="002F06F9">
      <w:r>
        <w:separator/>
      </w:r>
    </w:p>
  </w:endnote>
  <w:endnote w:type="continuationSeparator" w:id="0">
    <w:p w:rsidR="002F06F9" w:rsidRDefault="002F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F9" w:rsidRDefault="002F06F9">
      <w:r>
        <w:separator/>
      </w:r>
    </w:p>
  </w:footnote>
  <w:footnote w:type="continuationSeparator" w:id="0">
    <w:p w:rsidR="002F06F9" w:rsidRDefault="002F0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E4B3B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C70BF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A41" w:rsidRPr="00E52B15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3FBC5DA1" wp14:editId="3860BAA3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64A41" w:rsidRPr="002B6128" w:rsidRDefault="00C64A4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64A41" w:rsidRDefault="00C64A4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64A41" w:rsidRPr="001772E6" w:rsidRDefault="00C64A41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64A41" w:rsidRDefault="00C64A41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64A41" w:rsidRPr="00E52B15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 wp14:anchorId="3FBC5DA1" wp14:editId="3860BAA3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64A41" w:rsidRPr="002B6128" w:rsidRDefault="00C64A4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64A41" w:rsidRDefault="00C64A4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64A41" w:rsidRPr="001772E6" w:rsidRDefault="00C64A41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64A41" w:rsidRDefault="00C64A41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5F0A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5E6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CC1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3C98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318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22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3BEA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58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5C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3B"/>
    <w:rsid w:val="002E4BFF"/>
    <w:rsid w:val="002E4C8C"/>
    <w:rsid w:val="002E5543"/>
    <w:rsid w:val="002E6031"/>
    <w:rsid w:val="002E6602"/>
    <w:rsid w:val="002E687F"/>
    <w:rsid w:val="002E72FE"/>
    <w:rsid w:val="002F013F"/>
    <w:rsid w:val="002F06F9"/>
    <w:rsid w:val="002F116F"/>
    <w:rsid w:val="002F1F2E"/>
    <w:rsid w:val="002F24DD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224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111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410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5D3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1DF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034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5DAA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3B8D"/>
    <w:rsid w:val="00534585"/>
    <w:rsid w:val="00534DC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5B1D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1BB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1FDE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1638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C5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195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1C7B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221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EB1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0A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3625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124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6C4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36F0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4B58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3B0D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6892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97FF1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AF6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B55"/>
    <w:rsid w:val="00B10DE5"/>
    <w:rsid w:val="00B11162"/>
    <w:rsid w:val="00B11333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91B"/>
    <w:rsid w:val="00B76F16"/>
    <w:rsid w:val="00B774C0"/>
    <w:rsid w:val="00B8134A"/>
    <w:rsid w:val="00B81F8E"/>
    <w:rsid w:val="00B839F7"/>
    <w:rsid w:val="00B83D4E"/>
    <w:rsid w:val="00B84442"/>
    <w:rsid w:val="00B857F0"/>
    <w:rsid w:val="00B85B7A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3F34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1E3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3FD7"/>
    <w:rsid w:val="00BE45B5"/>
    <w:rsid w:val="00BE5311"/>
    <w:rsid w:val="00BF010D"/>
    <w:rsid w:val="00BF1883"/>
    <w:rsid w:val="00BF18BA"/>
    <w:rsid w:val="00BF3352"/>
    <w:rsid w:val="00BF3AA0"/>
    <w:rsid w:val="00BF47F0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444"/>
    <w:rsid w:val="00C039DB"/>
    <w:rsid w:val="00C04826"/>
    <w:rsid w:val="00C04ACE"/>
    <w:rsid w:val="00C05A23"/>
    <w:rsid w:val="00C064AD"/>
    <w:rsid w:val="00C06EEA"/>
    <w:rsid w:val="00C07083"/>
    <w:rsid w:val="00C070E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7FB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0BF8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758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526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0BB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1DB8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577F8"/>
    <w:rsid w:val="00E60017"/>
    <w:rsid w:val="00E601CC"/>
    <w:rsid w:val="00E626D6"/>
    <w:rsid w:val="00E62EF3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250A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0B73"/>
    <w:rsid w:val="00F010B5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499"/>
    <w:rsid w:val="00F12C3E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CF6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334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05E3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Знак Знак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Знак Знак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Знак Знак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Знак Знак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5</TotalTime>
  <Pages>2</Pages>
  <Words>279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8</cp:revision>
  <cp:lastPrinted>2019-11-12T08:54:00Z</cp:lastPrinted>
  <dcterms:created xsi:type="dcterms:W3CDTF">2019-07-17T08:54:00Z</dcterms:created>
  <dcterms:modified xsi:type="dcterms:W3CDTF">2019-11-18T10:33:00Z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