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B414C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414C5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08474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08474A">
              <w:t>52/1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FB0783" w:rsidRDefault="00593E8B" w:rsidP="00FB078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 xml:space="preserve">О внесении изменения в решение региональной службы по тарифам Нижегородской области </w:t>
            </w:r>
            <w:r w:rsidR="000E2EAF">
              <w:br/>
            </w:r>
            <w:r w:rsidR="00FB0783" w:rsidRPr="00FB0783">
              <w:t xml:space="preserve">от 27 ноября 2018 г. № 47/2 «Об установлении ОБЩЕСТВУ С ОГРАНИЧЕННОЙ ОТВЕТСТВЕННОСТЬЮ «АРЗАМАССКОЕ ПРОИЗВОДСТВЕННОЕ ОБЪЕДИНЕНИЕ «АВТОПРОВОД» (ИНН 5243002464), </w:t>
            </w:r>
          </w:p>
          <w:p w:rsidR="0085764D" w:rsidRPr="00252D0D" w:rsidRDefault="00FB0783" w:rsidP="00186C30">
            <w:pPr>
              <w:jc w:val="center"/>
            </w:pPr>
            <w:r w:rsidRPr="00FB0783">
              <w:t xml:space="preserve">г. Арзамас Нижегородской области, тарифов </w:t>
            </w:r>
            <w:r w:rsidR="00186C30">
              <w:br/>
            </w:r>
            <w:r w:rsidRPr="00FB0783">
              <w:t xml:space="preserve">на тепловую энергию (мощность),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03E4B" w:rsidRPr="00C03E4B" w:rsidRDefault="00FB0783" w:rsidP="00C03E4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поставляемую потребителям </w:t>
      </w:r>
      <w:r w:rsidR="00186C30">
        <w:rPr>
          <w:szCs w:val="28"/>
        </w:rPr>
        <w:br/>
      </w:r>
      <w:r w:rsidR="00C03E4B" w:rsidRPr="00C03E4B">
        <w:rPr>
          <w:szCs w:val="28"/>
        </w:rPr>
        <w:t xml:space="preserve">Нижегородской </w:t>
      </w:r>
      <w:bookmarkStart w:id="2" w:name="_GoBack"/>
      <w:bookmarkEnd w:id="2"/>
      <w:r w:rsidR="00C03E4B" w:rsidRPr="00C03E4B">
        <w:rPr>
          <w:szCs w:val="28"/>
        </w:rPr>
        <w:t>области</w:t>
      </w:r>
      <w:r w:rsidR="00C03E4B">
        <w:rPr>
          <w:bCs/>
          <w:szCs w:val="28"/>
        </w:rPr>
        <w:t>»</w:t>
      </w:r>
    </w:p>
    <w:p w:rsidR="003B0278" w:rsidRDefault="003B0278" w:rsidP="00B414C5">
      <w:pPr>
        <w:tabs>
          <w:tab w:val="left" w:pos="1897"/>
        </w:tabs>
        <w:jc w:val="center"/>
        <w:rPr>
          <w:bCs/>
          <w:szCs w:val="28"/>
        </w:rPr>
      </w:pPr>
    </w:p>
    <w:p w:rsidR="00FB1AD8" w:rsidRDefault="00FB1AD8" w:rsidP="00B414C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08474A" w:rsidRPr="00740FF7" w:rsidRDefault="0008474A" w:rsidP="00B414C5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B0783" w:rsidRPr="00FB0783" w:rsidRDefault="00FB0783" w:rsidP="00FB078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B0783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B414C5">
        <w:rPr>
          <w:szCs w:val="28"/>
        </w:rPr>
        <w:br/>
      </w:r>
      <w:r w:rsidRPr="00FB0783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FB0783">
        <w:rPr>
          <w:noProof/>
          <w:szCs w:val="28"/>
        </w:rPr>
        <w:t>ОБЩЕСТВОМ С ОГРАНИЧЕННОЙ ОТВЕТСТВЕННОСТЬЮ «АРЗАМАССКОЕ ПРОИЗВОДСТВЕННОЕ ОБЪЕДИНЕНИЕ «АВТОПРОВОД»</w:t>
      </w:r>
      <w:r w:rsidRPr="00FB0783">
        <w:rPr>
          <w:bCs/>
          <w:szCs w:val="28"/>
        </w:rPr>
        <w:t>, г. Арзамас Нижегородской области</w:t>
      </w:r>
      <w:r w:rsidRPr="00FB0783">
        <w:rPr>
          <w:noProof/>
          <w:szCs w:val="28"/>
        </w:rPr>
        <w:t xml:space="preserve">, </w:t>
      </w:r>
      <w:r w:rsidRPr="00FB0783">
        <w:rPr>
          <w:szCs w:val="28"/>
        </w:rPr>
        <w:t xml:space="preserve">экспертного заключения рег. </w:t>
      </w:r>
      <w:r w:rsidRPr="00C37DDC">
        <w:rPr>
          <w:szCs w:val="28"/>
        </w:rPr>
        <w:t>№ в-</w:t>
      </w:r>
      <w:r w:rsidR="00C37DDC" w:rsidRPr="00C37DDC">
        <w:rPr>
          <w:szCs w:val="28"/>
        </w:rPr>
        <w:t>663</w:t>
      </w:r>
      <w:r w:rsidRPr="00FB0783">
        <w:rPr>
          <w:szCs w:val="28"/>
        </w:rPr>
        <w:t xml:space="preserve"> </w:t>
      </w:r>
      <w:r w:rsidR="00C0406F">
        <w:rPr>
          <w:szCs w:val="28"/>
        </w:rPr>
        <w:br/>
      </w:r>
      <w:r w:rsidRPr="00FB0783">
        <w:rPr>
          <w:szCs w:val="28"/>
        </w:rPr>
        <w:t xml:space="preserve">от </w:t>
      </w:r>
      <w:r w:rsidR="00B414C5">
        <w:rPr>
          <w:szCs w:val="28"/>
        </w:rPr>
        <w:t xml:space="preserve">12 ноября </w:t>
      </w:r>
      <w:r w:rsidRPr="00FB0783">
        <w:rPr>
          <w:szCs w:val="28"/>
        </w:rPr>
        <w:t>2019 г.:</w:t>
      </w:r>
    </w:p>
    <w:p w:rsidR="00FB0783" w:rsidRPr="00FB0783" w:rsidRDefault="00FB0783" w:rsidP="00FB0783">
      <w:pPr>
        <w:spacing w:line="276" w:lineRule="auto"/>
        <w:ind w:firstLine="720"/>
        <w:jc w:val="both"/>
        <w:rPr>
          <w:noProof/>
          <w:szCs w:val="28"/>
        </w:rPr>
      </w:pPr>
      <w:r w:rsidRPr="00FB0783">
        <w:rPr>
          <w:b/>
          <w:szCs w:val="28"/>
        </w:rPr>
        <w:t xml:space="preserve">1. </w:t>
      </w:r>
      <w:r w:rsidRPr="00FB0783">
        <w:rPr>
          <w:szCs w:val="28"/>
        </w:rPr>
        <w:t xml:space="preserve">Внести </w:t>
      </w:r>
      <w:r w:rsidRPr="00FB0783">
        <w:rPr>
          <w:bCs/>
          <w:szCs w:val="28"/>
        </w:rPr>
        <w:t>в решение региональной службы по тарифам Нижегородской области от 27 ноября 2018 г. № 47/2 «</w:t>
      </w:r>
      <w:r w:rsidRPr="00FB0783">
        <w:rPr>
          <w:noProof/>
          <w:szCs w:val="28"/>
        </w:rPr>
        <w:t>Об установлении ОБЩЕСТВУ С ОГРАНИЧЕННОЙ ОТВЕТСТВЕННОСТЬЮ «АРЗАМАССКОЕ ПРОИЗВОДСТВЕННОЕ ОБЪЕДИНЕНИЕ «АВТОПРОВОД» (ИНН 5243002464)</w:t>
      </w:r>
      <w:r w:rsidRPr="00FB0783">
        <w:rPr>
          <w:bCs/>
          <w:szCs w:val="28"/>
        </w:rPr>
        <w:t>, г. Арзамас Нижегородской области,</w:t>
      </w:r>
      <w:r w:rsidRPr="00FB0783">
        <w:rPr>
          <w:noProof/>
          <w:szCs w:val="28"/>
        </w:rPr>
        <w:t xml:space="preserve"> тарифов на тепловую энергию (мощность), поставляемую</w:t>
      </w:r>
      <w:r w:rsidRPr="00FB0783">
        <w:rPr>
          <w:bCs/>
          <w:szCs w:val="28"/>
        </w:rPr>
        <w:t xml:space="preserve"> потребителям </w:t>
      </w:r>
      <w:r>
        <w:rPr>
          <w:noProof/>
          <w:szCs w:val="28"/>
        </w:rPr>
        <w:t>Нижегородской области»</w:t>
      </w:r>
      <w:r w:rsidRPr="00FB0783">
        <w:rPr>
          <w:noProof/>
          <w:szCs w:val="28"/>
        </w:rPr>
        <w:t xml:space="preserve"> </w:t>
      </w:r>
      <w:r w:rsidRPr="00FB0783">
        <w:rPr>
          <w:szCs w:val="28"/>
        </w:rPr>
        <w:t>изменение</w:t>
      </w:r>
      <w:r w:rsidRPr="00FB0783">
        <w:rPr>
          <w:noProof/>
          <w:szCs w:val="28"/>
        </w:rPr>
        <w:t>, изложив таблицу Приложения 2 к решению в следующей редакции:</w:t>
      </w:r>
    </w:p>
    <w:p w:rsidR="00FB0783" w:rsidRPr="00FB0783" w:rsidRDefault="00FB0783" w:rsidP="00FB0783">
      <w:pPr>
        <w:spacing w:line="276" w:lineRule="auto"/>
        <w:jc w:val="both"/>
        <w:rPr>
          <w:szCs w:val="28"/>
        </w:rPr>
      </w:pPr>
      <w:r w:rsidRPr="00FB0783">
        <w:rPr>
          <w:bCs/>
          <w:szCs w:val="28"/>
        </w:rPr>
        <w:t>«</w:t>
      </w:r>
    </w:p>
    <w:tbl>
      <w:tblPr>
        <w:tblW w:w="9721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998"/>
        <w:gridCol w:w="1700"/>
        <w:gridCol w:w="709"/>
        <w:gridCol w:w="1700"/>
        <w:gridCol w:w="1934"/>
      </w:tblGrid>
      <w:tr w:rsidR="00FB0783" w:rsidRPr="00FB0783" w:rsidTr="00B414C5">
        <w:trPr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 xml:space="preserve">с 1 июля по </w:t>
            </w:r>
          </w:p>
          <w:p w:rsidR="00FB0783" w:rsidRPr="00B414C5" w:rsidRDefault="00FB0783" w:rsidP="00B414C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noProof/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ОБЩЕСТВО С ОГРАНИЧЕННОЙ </w:t>
            </w:r>
            <w:r w:rsidRPr="00FB0783">
              <w:rPr>
                <w:rFonts w:eastAsia="Calibri"/>
                <w:sz w:val="20"/>
                <w:lang w:eastAsia="en-US"/>
              </w:rPr>
              <w:lastRenderedPageBreak/>
              <w:t>ОТВЕТСТВЕННОСТЬЮ «АРЗАМАССКОЕ ПРОИЗВОДСТВЕННОЕ ОБЪЕДИНЕНИЕ «АВТОПРОВОД»</w:t>
            </w:r>
            <w:r w:rsidRPr="00FB0783">
              <w:rPr>
                <w:noProof/>
                <w:sz w:val="20"/>
                <w:lang w:eastAsia="en-US"/>
              </w:rPr>
              <w:t xml:space="preserve"> 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0783">
              <w:rPr>
                <w:noProof/>
                <w:sz w:val="20"/>
                <w:lang w:eastAsia="en-US"/>
              </w:rPr>
              <w:t>(</w:t>
            </w:r>
            <w:r w:rsidRPr="00FB0783">
              <w:rPr>
                <w:rFonts w:eastAsia="Calibri"/>
                <w:sz w:val="20"/>
                <w:lang w:eastAsia="en-US"/>
              </w:rPr>
              <w:t>ИНН 5243002464),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 г. Арзамас Нижегородской области</w:t>
            </w: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B414C5">
              <w:rPr>
                <w:b/>
                <w:bCs/>
                <w:sz w:val="20"/>
                <w:lang w:eastAsia="en-US"/>
              </w:rPr>
              <w:lastRenderedPageBreak/>
              <w:t xml:space="preserve">Для потребителей на территории г. Арзамас Нижегородской области, в случае отсутствия дифференциации тарифов по </w:t>
            </w:r>
            <w:r w:rsidRPr="00B414C5">
              <w:rPr>
                <w:b/>
                <w:bCs/>
                <w:sz w:val="20"/>
                <w:lang w:eastAsia="en-US"/>
              </w:rPr>
              <w:lastRenderedPageBreak/>
              <w:t>схеме подключения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lastRenderedPageBreak/>
              <w:t>1.1.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1468,37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1497,73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1497,73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1534,36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1534,36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1536,64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1536,64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1595,23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1595,23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1634,57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1762,04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1797,28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ОБЩЕСТВО С ОГРАНИЧЕННОЙ ОТВЕТСТВЕННОСТЬЮ «АРЗАМАССКОЕ ПРОИЗВОДСТВЕННОЕ ОБЪЕДИНЕНИЕ «АВТОПРОВОД» 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>(ИНН 5243002464),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 г. Арзамас Нижегородской области</w:t>
            </w: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B414C5">
              <w:rPr>
                <w:b/>
                <w:bCs/>
                <w:sz w:val="20"/>
                <w:lang w:eastAsia="en-US"/>
              </w:rPr>
              <w:t>Для потребителей на территории г. Богородск Нижегородской области, в случае отсутствия дифференциации тарифов по схеме подключения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1578,91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1610,49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1610,49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1653,73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1653,73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1681,37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1681,37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1747,15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1747,15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1781,02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2.7.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2.8.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2.9.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2.10.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B414C5" w:rsidRDefault="00FB0783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-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ОБЩЕСТВО С ОГРАНИЧЕННОЙ ОТВЕТСТВЕННОСТЬЮ «АРЗАМАССКОЕ ПРОИЗВОДСТВЕННОЕ ОБЪЕДИНЕНИЕ «АВТОПРОВОД» 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>(ИНН 5243002464),</w:t>
            </w:r>
          </w:p>
          <w:p w:rsidR="00FB0783" w:rsidRPr="00FB0783" w:rsidRDefault="00FB0783" w:rsidP="00B414C5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FB0783">
              <w:rPr>
                <w:rFonts w:eastAsia="Calibri"/>
                <w:sz w:val="20"/>
                <w:lang w:eastAsia="en-US"/>
              </w:rPr>
              <w:t xml:space="preserve"> г. Арзамас Нижегородской области</w:t>
            </w: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B414C5">
              <w:rPr>
                <w:b/>
                <w:bCs/>
                <w:sz w:val="20"/>
                <w:lang w:eastAsia="en-US"/>
              </w:rPr>
              <w:t>Для потребителей на территории г. Лысково Нижегородской области, в случае отсутствия дифференциации тарифов по схеме подключения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1459,41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1488,59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1488,59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1514,33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1514,33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1545,63</w:t>
            </w:r>
          </w:p>
        </w:tc>
      </w:tr>
      <w:tr w:rsidR="00B414C5" w:rsidRPr="00FB0783" w:rsidTr="00B414C5">
        <w:trPr>
          <w:trHeight w:val="7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3.4.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1545,63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1601,63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3.5.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1601,63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1637,27</w:t>
            </w:r>
          </w:p>
        </w:tc>
      </w:tr>
      <w:tr w:rsidR="00FB0783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83" w:rsidRPr="00B414C5" w:rsidRDefault="00FB0783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83" w:rsidRPr="00FB0783" w:rsidRDefault="00FB0783" w:rsidP="00B414C5">
            <w:pPr>
              <w:rPr>
                <w:sz w:val="20"/>
                <w:lang w:eastAsia="en-US"/>
              </w:rPr>
            </w:pP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83" w:rsidRPr="00B414C5" w:rsidRDefault="00FB0783" w:rsidP="00B414C5">
            <w:pPr>
              <w:ind w:left="-24" w:firstLine="24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3.6.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одноставочный,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1751,29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1786,31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3.7.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1786,31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1817,20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3.8.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1817,20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1854,76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3.9.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1854,76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1921,96</w:t>
            </w:r>
          </w:p>
        </w:tc>
      </w:tr>
      <w:tr w:rsidR="00B414C5" w:rsidRPr="00FB0783" w:rsidTr="00B414C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414C5">
              <w:rPr>
                <w:b/>
                <w:bCs/>
                <w:sz w:val="18"/>
                <w:szCs w:val="18"/>
                <w:lang w:eastAsia="en-US"/>
              </w:rPr>
              <w:t>3.10.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FB0783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C5" w:rsidRPr="00B414C5" w:rsidRDefault="00B414C5" w:rsidP="00B414C5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C5" w:rsidRPr="00B414C5" w:rsidRDefault="00B414C5" w:rsidP="00B414C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1921,96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4C5" w:rsidRPr="00B414C5" w:rsidRDefault="00B414C5" w:rsidP="00B414C5">
            <w:pPr>
              <w:jc w:val="center"/>
              <w:rPr>
                <w:sz w:val="20"/>
                <w:lang w:eastAsia="en-US"/>
              </w:rPr>
            </w:pPr>
            <w:r w:rsidRPr="00B414C5">
              <w:rPr>
                <w:sz w:val="20"/>
                <w:lang w:eastAsia="en-US"/>
              </w:rPr>
              <w:t>1964,72</w:t>
            </w:r>
          </w:p>
        </w:tc>
      </w:tr>
    </w:tbl>
    <w:p w:rsidR="00FB0783" w:rsidRPr="00FB0783" w:rsidRDefault="00FB0783" w:rsidP="00FB0783">
      <w:pPr>
        <w:spacing w:line="276" w:lineRule="auto"/>
        <w:ind w:firstLine="708"/>
        <w:jc w:val="right"/>
        <w:rPr>
          <w:szCs w:val="28"/>
        </w:rPr>
      </w:pPr>
      <w:r w:rsidRPr="00FB0783">
        <w:rPr>
          <w:szCs w:val="28"/>
        </w:rPr>
        <w:t>».</w:t>
      </w:r>
    </w:p>
    <w:p w:rsidR="00FB0783" w:rsidRPr="00FB0783" w:rsidRDefault="00FB0783" w:rsidP="00FB0783">
      <w:pPr>
        <w:spacing w:line="276" w:lineRule="auto"/>
        <w:ind w:firstLine="708"/>
        <w:jc w:val="both"/>
        <w:rPr>
          <w:szCs w:val="28"/>
        </w:rPr>
      </w:pPr>
      <w:r w:rsidRPr="00FB0783">
        <w:rPr>
          <w:b/>
          <w:szCs w:val="28"/>
        </w:rPr>
        <w:t xml:space="preserve">2. </w:t>
      </w:r>
      <w:r w:rsidRPr="00FB0783">
        <w:rPr>
          <w:noProof/>
          <w:szCs w:val="28"/>
        </w:rPr>
        <w:t xml:space="preserve">Настоящее решение вступает в силу </w:t>
      </w:r>
      <w:r w:rsidRPr="00FB0783">
        <w:rPr>
          <w:szCs w:val="28"/>
        </w:rPr>
        <w:t>с 1 января 2020 г.</w:t>
      </w:r>
    </w:p>
    <w:p w:rsidR="007D3F68" w:rsidRDefault="007D3F68" w:rsidP="00B414C5">
      <w:pPr>
        <w:tabs>
          <w:tab w:val="left" w:pos="1897"/>
        </w:tabs>
        <w:rPr>
          <w:szCs w:val="28"/>
        </w:rPr>
      </w:pPr>
    </w:p>
    <w:p w:rsidR="00C17267" w:rsidRDefault="00C17267" w:rsidP="00B414C5">
      <w:pPr>
        <w:tabs>
          <w:tab w:val="left" w:pos="1897"/>
        </w:tabs>
        <w:rPr>
          <w:szCs w:val="28"/>
        </w:rPr>
      </w:pPr>
    </w:p>
    <w:p w:rsidR="000E2EAF" w:rsidRPr="008068B0" w:rsidRDefault="000E2EAF" w:rsidP="00B414C5">
      <w:pPr>
        <w:tabs>
          <w:tab w:val="left" w:pos="1897"/>
        </w:tabs>
        <w:rPr>
          <w:szCs w:val="28"/>
        </w:rPr>
      </w:pPr>
    </w:p>
    <w:p w:rsidR="003927BD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CE20B2">
        <w:rPr>
          <w:szCs w:val="28"/>
        </w:rPr>
        <w:t xml:space="preserve">            Ю.Л.Алешина</w:t>
      </w: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B8" w:rsidRDefault="00C172B8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B8" w:rsidRDefault="00C172B8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B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6C3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186C3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74A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C30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35CD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E05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4C5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06F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37DDC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783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1B7C-6BD3-4607-A191-589721EC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218</TotalTime>
  <Pages>2</Pages>
  <Words>439</Words>
  <Characters>3065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93</cp:revision>
  <cp:lastPrinted>2019-11-11T08:29:00Z</cp:lastPrinted>
  <dcterms:created xsi:type="dcterms:W3CDTF">2017-11-18T09:57:00Z</dcterms:created>
  <dcterms:modified xsi:type="dcterms:W3CDTF">2019-11-19T13:15:00Z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