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02BE1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D3698" w:rsidP="00E20A3C">
            <w:pPr>
              <w:tabs>
                <w:tab w:val="center" w:pos="2160"/>
              </w:tabs>
              <w:ind w:left="-108"/>
              <w:jc w:val="center"/>
            </w:pPr>
            <w:r>
              <w:t>52/20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0630E9" w:rsidRDefault="000630E9" w:rsidP="00973FDD">
            <w:pPr>
              <w:jc w:val="center"/>
              <w:rPr>
                <w:szCs w:val="28"/>
              </w:rPr>
            </w:pPr>
            <w:r w:rsidRPr="000630E9">
              <w:rPr>
                <w:szCs w:val="28"/>
              </w:rPr>
              <w:t>О внесении изменений в решение региональной службы по</w:t>
            </w:r>
            <w:r>
              <w:rPr>
                <w:szCs w:val="28"/>
              </w:rPr>
              <w:t xml:space="preserve"> тарифам Нижегородской области </w:t>
            </w:r>
          </w:p>
          <w:p w:rsidR="0085764D" w:rsidRPr="00C72BC0" w:rsidRDefault="000630E9" w:rsidP="00973FDD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о</w:t>
            </w:r>
            <w:r w:rsidR="00D02BE1">
              <w:rPr>
                <w:szCs w:val="28"/>
              </w:rPr>
              <w:t>т 6 декабря 2018</w:t>
            </w:r>
            <w:r w:rsidRPr="000630E9">
              <w:rPr>
                <w:szCs w:val="28"/>
              </w:rPr>
              <w:t xml:space="preserve"> г. № 50/35 «Об установлении ГОСУДАРСТВЕННОМУ БЮДЖЕТНОМУ УЧРЕЖДЕНИЮ «ПОНЕТАЕВСКИЙ ПСИХОНЕВРОЛОГИЧЕСКИЙ ИНТЕРНАТ» (ИНН 5238001923), с. </w:t>
            </w:r>
            <w:proofErr w:type="spellStart"/>
            <w:r w:rsidRPr="000630E9">
              <w:rPr>
                <w:szCs w:val="28"/>
              </w:rPr>
              <w:t>Понетаевка</w:t>
            </w:r>
            <w:proofErr w:type="spellEnd"/>
            <w:r w:rsidRPr="000630E9">
              <w:rPr>
                <w:szCs w:val="28"/>
              </w:rPr>
              <w:t xml:space="preserve"> </w:t>
            </w:r>
            <w:proofErr w:type="spellStart"/>
            <w:r w:rsidRPr="000630E9">
              <w:rPr>
                <w:szCs w:val="28"/>
              </w:rPr>
              <w:t>Шатковского</w:t>
            </w:r>
            <w:proofErr w:type="spellEnd"/>
            <w:r w:rsidRPr="000630E9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и водоотведения для потребителей </w:t>
            </w:r>
            <w:proofErr w:type="spellStart"/>
            <w:r w:rsidRPr="000630E9">
              <w:rPr>
                <w:szCs w:val="28"/>
              </w:rPr>
              <w:t>Шатковского</w:t>
            </w:r>
            <w:proofErr w:type="spellEnd"/>
            <w:r w:rsidRPr="000630E9">
              <w:rPr>
                <w:szCs w:val="28"/>
              </w:rPr>
              <w:t xml:space="preserve">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D02BE1" w:rsidRDefault="00261BEB" w:rsidP="00C72BC0">
      <w:pPr>
        <w:pStyle w:val="ac"/>
        <w:jc w:val="center"/>
      </w:pPr>
    </w:p>
    <w:p w:rsidR="000C3EA3" w:rsidRDefault="000C3EA3" w:rsidP="00C72BC0">
      <w:pPr>
        <w:pStyle w:val="ac"/>
        <w:jc w:val="center"/>
      </w:pPr>
    </w:p>
    <w:p w:rsidR="00FD3698" w:rsidRPr="00D02BE1" w:rsidRDefault="00FD3698" w:rsidP="00C72BC0">
      <w:pPr>
        <w:pStyle w:val="ac"/>
        <w:jc w:val="center"/>
      </w:pPr>
    </w:p>
    <w:p w:rsidR="000630E9" w:rsidRPr="000630E9" w:rsidRDefault="000630E9" w:rsidP="000630E9">
      <w:pPr>
        <w:spacing w:line="276" w:lineRule="auto"/>
        <w:ind w:firstLine="720"/>
        <w:jc w:val="both"/>
        <w:rPr>
          <w:noProof/>
          <w:szCs w:val="24"/>
        </w:rPr>
      </w:pPr>
      <w:r w:rsidRPr="000630E9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0630E9">
        <w:rPr>
          <w:noProof/>
          <w:szCs w:val="24"/>
        </w:rPr>
        <w:t>ГОСУДАРСТВЕННЫМ БЮДЖЕТНЫМ УЧРЕЖДЕНИЕМ «ПОНЕТАЕВСКИЙ</w:t>
      </w:r>
      <w:r>
        <w:rPr>
          <w:noProof/>
          <w:szCs w:val="24"/>
        </w:rPr>
        <w:t xml:space="preserve"> ПСИХОНЕВРОЛОГИЧЕСКИЙ ИНТЕРНАТ»</w:t>
      </w:r>
      <w:r>
        <w:rPr>
          <w:noProof/>
          <w:szCs w:val="24"/>
        </w:rPr>
        <w:br/>
      </w:r>
      <w:r w:rsidRPr="000630E9">
        <w:rPr>
          <w:noProof/>
          <w:szCs w:val="24"/>
        </w:rPr>
        <w:t>(ИНН 5238001923), с. Понетаевка  Шатковского муниципального района Нижегородской области</w:t>
      </w:r>
      <w:r w:rsidRPr="000630E9">
        <w:rPr>
          <w:szCs w:val="24"/>
        </w:rPr>
        <w:t>, экспертного заключения рег</w:t>
      </w:r>
      <w:r w:rsidRPr="008C7DFB">
        <w:rPr>
          <w:szCs w:val="24"/>
        </w:rPr>
        <w:t>. № в-</w:t>
      </w:r>
      <w:r w:rsidR="008C7DFB" w:rsidRPr="008C7DFB">
        <w:rPr>
          <w:szCs w:val="24"/>
        </w:rPr>
        <w:t>682</w:t>
      </w:r>
      <w:r w:rsidRPr="008C7DFB">
        <w:rPr>
          <w:szCs w:val="24"/>
        </w:rPr>
        <w:t xml:space="preserve"> от </w:t>
      </w:r>
      <w:r w:rsidR="00D02BE1" w:rsidRPr="008C7DFB">
        <w:rPr>
          <w:szCs w:val="24"/>
        </w:rPr>
        <w:t>12</w:t>
      </w:r>
      <w:r w:rsidR="00D02BE1" w:rsidRPr="00D02BE1">
        <w:rPr>
          <w:szCs w:val="24"/>
        </w:rPr>
        <w:t xml:space="preserve"> ноября </w:t>
      </w:r>
      <w:r w:rsidRPr="00D02BE1">
        <w:rPr>
          <w:szCs w:val="24"/>
        </w:rPr>
        <w:t>2019</w:t>
      </w:r>
      <w:r w:rsidRPr="000630E9">
        <w:rPr>
          <w:szCs w:val="24"/>
        </w:rPr>
        <w:t xml:space="preserve"> г.:</w:t>
      </w:r>
    </w:p>
    <w:p w:rsidR="000630E9" w:rsidRPr="000630E9" w:rsidRDefault="000630E9" w:rsidP="000630E9">
      <w:pPr>
        <w:spacing w:line="276" w:lineRule="auto"/>
        <w:ind w:firstLine="709"/>
        <w:jc w:val="both"/>
        <w:rPr>
          <w:szCs w:val="24"/>
        </w:rPr>
      </w:pPr>
      <w:r w:rsidRPr="000630E9">
        <w:rPr>
          <w:b/>
          <w:szCs w:val="24"/>
        </w:rPr>
        <w:t xml:space="preserve">1. </w:t>
      </w:r>
      <w:r w:rsidRPr="000630E9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="00D02BE1">
        <w:rPr>
          <w:szCs w:val="24"/>
        </w:rPr>
        <w:t>от 6 декабря 2018</w:t>
      </w:r>
      <w:r w:rsidRPr="000630E9">
        <w:rPr>
          <w:szCs w:val="24"/>
        </w:rPr>
        <w:t xml:space="preserve"> г. № 50/35 «Об установлении ГОСУДАР</w:t>
      </w:r>
      <w:r w:rsidR="00D02BE1">
        <w:rPr>
          <w:szCs w:val="24"/>
        </w:rPr>
        <w:t xml:space="preserve">СТВЕННОМУ БЮДЖЕТНОМУ УЧРЕЖДЕНИЮ </w:t>
      </w:r>
      <w:r w:rsidRPr="000630E9">
        <w:rPr>
          <w:szCs w:val="24"/>
        </w:rPr>
        <w:t xml:space="preserve">«ПОНЕТАЕВСКИЙ ПСИХОНЕВРОЛОГИЧЕСКИЙ ИНТЕРНАТ» </w:t>
      </w:r>
      <w:r w:rsidR="00D02BE1">
        <w:rPr>
          <w:szCs w:val="24"/>
        </w:rPr>
        <w:br/>
      </w:r>
      <w:r w:rsidRPr="000630E9">
        <w:rPr>
          <w:szCs w:val="24"/>
        </w:rPr>
        <w:t xml:space="preserve">(ИНН 5238001923), с. </w:t>
      </w:r>
      <w:proofErr w:type="spellStart"/>
      <w:r w:rsidRPr="000630E9">
        <w:rPr>
          <w:szCs w:val="24"/>
        </w:rPr>
        <w:t>Понетаевка</w:t>
      </w:r>
      <w:proofErr w:type="spellEnd"/>
      <w:r w:rsidRPr="000630E9">
        <w:rPr>
          <w:szCs w:val="24"/>
        </w:rPr>
        <w:t xml:space="preserve"> </w:t>
      </w:r>
      <w:proofErr w:type="spellStart"/>
      <w:r w:rsidRPr="000630E9">
        <w:rPr>
          <w:szCs w:val="24"/>
        </w:rPr>
        <w:t>Шатковского</w:t>
      </w:r>
      <w:proofErr w:type="spellEnd"/>
      <w:r w:rsidRPr="000630E9">
        <w:rPr>
          <w:szCs w:val="24"/>
        </w:rPr>
        <w:t xml:space="preserve"> муниципального района Нижегородской области, тарифов в сфере холодного водоснабжения и водоотведения для потребителей </w:t>
      </w:r>
      <w:proofErr w:type="spellStart"/>
      <w:r w:rsidRPr="000630E9">
        <w:rPr>
          <w:szCs w:val="24"/>
        </w:rPr>
        <w:t>Шатковского</w:t>
      </w:r>
      <w:proofErr w:type="spellEnd"/>
      <w:r w:rsidRPr="000630E9">
        <w:rPr>
          <w:szCs w:val="24"/>
        </w:rPr>
        <w:t xml:space="preserve"> муниципального района Нижегородской области» следующие изменени</w:t>
      </w:r>
      <w:r w:rsidRPr="000630E9">
        <w:rPr>
          <w:noProof/>
          <w:szCs w:val="24"/>
        </w:rPr>
        <w:t>я:</w:t>
      </w:r>
    </w:p>
    <w:p w:rsidR="000630E9" w:rsidRPr="000630E9" w:rsidRDefault="000630E9" w:rsidP="000630E9">
      <w:pPr>
        <w:spacing w:line="276" w:lineRule="auto"/>
        <w:jc w:val="both"/>
        <w:rPr>
          <w:szCs w:val="24"/>
        </w:rPr>
      </w:pPr>
      <w:r w:rsidRPr="000630E9">
        <w:rPr>
          <w:b/>
          <w:i/>
          <w:szCs w:val="24"/>
        </w:rPr>
        <w:lastRenderedPageBreak/>
        <w:t>1.1.</w:t>
      </w:r>
      <w:r w:rsidRPr="000630E9">
        <w:rPr>
          <w:szCs w:val="24"/>
        </w:rPr>
        <w:t xml:space="preserve"> Таблицу пункта 3 решения изложить в следующей редакции:</w:t>
      </w:r>
    </w:p>
    <w:p w:rsidR="000630E9" w:rsidRPr="000630E9" w:rsidRDefault="000630E9" w:rsidP="000630E9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0630E9">
        <w:rPr>
          <w:szCs w:val="24"/>
        </w:rPr>
        <w:t>«</w:t>
      </w:r>
    </w:p>
    <w:tbl>
      <w:tblPr>
        <w:tblW w:w="4906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1635"/>
        <w:gridCol w:w="747"/>
        <w:gridCol w:w="810"/>
        <w:gridCol w:w="747"/>
        <w:gridCol w:w="810"/>
        <w:gridCol w:w="747"/>
        <w:gridCol w:w="810"/>
        <w:gridCol w:w="747"/>
        <w:gridCol w:w="812"/>
        <w:gridCol w:w="700"/>
        <w:gridCol w:w="745"/>
      </w:tblGrid>
      <w:tr w:rsidR="000630E9" w:rsidRPr="00381743" w:rsidTr="008D2616">
        <w:trPr>
          <w:trHeight w:val="281"/>
          <w:jc w:val="center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381743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381743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1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0630E9" w:rsidRPr="00381743" w:rsidTr="008D2616">
        <w:trPr>
          <w:cantSplit/>
          <w:trHeight w:val="138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0E9" w:rsidRPr="00381743" w:rsidRDefault="000630E9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0E9" w:rsidRPr="00381743" w:rsidRDefault="000630E9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81743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D02BE1" w:rsidRPr="00381743" w:rsidTr="00D02BE1">
        <w:trPr>
          <w:cantSplit/>
          <w:trHeight w:val="357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0E9" w:rsidRPr="00381743" w:rsidRDefault="000630E9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0E9" w:rsidRPr="00381743" w:rsidRDefault="000630E9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E9" w:rsidRPr="00381743" w:rsidRDefault="000630E9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381743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8D2616" w:rsidRPr="00381743" w:rsidTr="008D2616">
        <w:trPr>
          <w:trHeight w:val="133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616" w:rsidRPr="00D02BE1" w:rsidRDefault="008D2616" w:rsidP="00291C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02BE1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616" w:rsidRPr="000630E9" w:rsidRDefault="008D2616" w:rsidP="00291C37">
            <w:pPr>
              <w:rPr>
                <w:noProof/>
                <w:sz w:val="20"/>
                <w:lang w:eastAsia="en-US"/>
              </w:rPr>
            </w:pPr>
            <w:r w:rsidRPr="000630E9">
              <w:rPr>
                <w:sz w:val="20"/>
                <w:lang w:eastAsia="en-US"/>
              </w:rPr>
              <w:t>Питьевая вода, руб./м</w:t>
            </w:r>
            <w:r w:rsidRPr="000630E9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16,48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16,80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16,80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17,39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17,39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17,98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17,98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18,66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18,66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19,34</w:t>
            </w:r>
          </w:p>
        </w:tc>
      </w:tr>
      <w:tr w:rsidR="008D2616" w:rsidRPr="00381743" w:rsidTr="008D2616">
        <w:trPr>
          <w:trHeight w:val="133"/>
          <w:jc w:val="center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616" w:rsidRPr="00D02BE1" w:rsidRDefault="008D2616" w:rsidP="00291C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02BE1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2616" w:rsidRPr="000630E9" w:rsidRDefault="008D2616" w:rsidP="00291C37">
            <w:pPr>
              <w:rPr>
                <w:noProof/>
                <w:sz w:val="20"/>
                <w:lang w:eastAsia="en-US"/>
              </w:rPr>
            </w:pPr>
            <w:r w:rsidRPr="000630E9">
              <w:rPr>
                <w:sz w:val="20"/>
                <w:lang w:eastAsia="en-US"/>
              </w:rPr>
              <w:t>Питьевая вода, руб./м</w:t>
            </w:r>
            <w:r w:rsidRPr="000630E9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16,48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16,80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16,80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17,39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17,39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17,98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17,98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18,66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18,66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19,34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</w:tr>
      <w:tr w:rsidR="008D2616" w:rsidRPr="00381743" w:rsidTr="008D2616">
        <w:trPr>
          <w:trHeight w:val="132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616" w:rsidRPr="00D02BE1" w:rsidRDefault="008D2616" w:rsidP="00291C37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616" w:rsidRPr="000630E9" w:rsidRDefault="008D2616" w:rsidP="00291C37">
            <w:pPr>
              <w:rPr>
                <w:noProof/>
                <w:sz w:val="20"/>
                <w:lang w:eastAsia="en-US"/>
              </w:rPr>
            </w:pPr>
            <w:r w:rsidRPr="000630E9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616" w:rsidRPr="008D2616" w:rsidRDefault="008D2616" w:rsidP="008D261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</w:tr>
      <w:tr w:rsidR="008D2616" w:rsidRPr="00381743" w:rsidTr="008D2616">
        <w:trPr>
          <w:trHeight w:val="132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616" w:rsidRPr="00D02BE1" w:rsidRDefault="008D2616" w:rsidP="00291C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02BE1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616" w:rsidRPr="000630E9" w:rsidRDefault="008D2616" w:rsidP="00291C37">
            <w:pPr>
              <w:rPr>
                <w:noProof/>
                <w:sz w:val="20"/>
                <w:lang w:eastAsia="en-US"/>
              </w:rPr>
            </w:pPr>
            <w:r w:rsidRPr="000630E9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0630E9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12,99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13,24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13,24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13,66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13,66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14,13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14,13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14,62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14,62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15,08</w:t>
            </w:r>
          </w:p>
        </w:tc>
      </w:tr>
      <w:tr w:rsidR="008D2616" w:rsidRPr="00381743" w:rsidTr="008D2616">
        <w:trPr>
          <w:trHeight w:val="132"/>
          <w:jc w:val="center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616" w:rsidRPr="00D02BE1" w:rsidRDefault="008D2616" w:rsidP="00291C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02BE1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2616" w:rsidRPr="000630E9" w:rsidRDefault="008D2616" w:rsidP="00291C37">
            <w:pPr>
              <w:rPr>
                <w:noProof/>
                <w:sz w:val="20"/>
                <w:szCs w:val="18"/>
                <w:lang w:eastAsia="en-US"/>
              </w:rPr>
            </w:pPr>
            <w:r w:rsidRPr="000630E9">
              <w:rPr>
                <w:sz w:val="20"/>
                <w:szCs w:val="18"/>
                <w:lang w:eastAsia="en-US"/>
              </w:rPr>
              <w:t>Водоотведение (без учета очистки сточных вод), руб./м</w:t>
            </w:r>
            <w:r w:rsidRPr="000630E9">
              <w:rPr>
                <w:sz w:val="20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12,99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13,24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13,24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13,66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13,66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14,13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14,13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14,62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14,62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15,08</w:t>
            </w:r>
          </w:p>
        </w:tc>
      </w:tr>
      <w:tr w:rsidR="003774A6" w:rsidRPr="00381743" w:rsidTr="008D2616">
        <w:trPr>
          <w:trHeight w:val="417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A6" w:rsidRPr="004E2078" w:rsidRDefault="003774A6" w:rsidP="00291C37">
            <w:pPr>
              <w:rPr>
                <w:noProof/>
                <w:sz w:val="18"/>
                <w:szCs w:val="18"/>
                <w:lang w:eastAsia="en-US"/>
              </w:rPr>
            </w:pPr>
            <w:r w:rsidRPr="000630E9">
              <w:rPr>
                <w:noProof/>
                <w:sz w:val="20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A6" w:rsidRPr="00381743" w:rsidRDefault="003774A6" w:rsidP="00291C37">
            <w:pPr>
              <w:rPr>
                <w:sz w:val="20"/>
                <w:highlight w:val="yellow"/>
                <w:lang w:eastAsia="en-US"/>
              </w:rPr>
            </w:pPr>
          </w:p>
        </w:tc>
      </w:tr>
    </w:tbl>
    <w:p w:rsidR="00D15825" w:rsidRPr="00D15825" w:rsidRDefault="00973FDD" w:rsidP="00973FDD">
      <w:pPr>
        <w:autoSpaceDE w:val="0"/>
        <w:autoSpaceDN w:val="0"/>
        <w:adjustRightInd w:val="0"/>
        <w:spacing w:line="276" w:lineRule="auto"/>
        <w:jc w:val="right"/>
        <w:rPr>
          <w:szCs w:val="24"/>
        </w:rPr>
      </w:pPr>
      <w:r w:rsidRPr="00973FDD">
        <w:rPr>
          <w:szCs w:val="24"/>
        </w:rPr>
        <w:t>».</w:t>
      </w:r>
    </w:p>
    <w:p w:rsidR="00D15825" w:rsidRPr="00D15825" w:rsidRDefault="00D15825" w:rsidP="00973FDD">
      <w:pPr>
        <w:spacing w:line="276" w:lineRule="auto"/>
        <w:jc w:val="both"/>
        <w:rPr>
          <w:szCs w:val="24"/>
        </w:rPr>
      </w:pPr>
      <w:r w:rsidRPr="00D15825">
        <w:rPr>
          <w:b/>
          <w:i/>
          <w:szCs w:val="24"/>
        </w:rPr>
        <w:t>1.2.</w:t>
      </w:r>
      <w:r w:rsidRPr="00D15825">
        <w:rPr>
          <w:szCs w:val="24"/>
        </w:rPr>
        <w:t xml:space="preserve"> </w:t>
      </w:r>
      <w:r w:rsidR="002F6125" w:rsidRPr="002F6125">
        <w:rPr>
          <w:noProof/>
          <w:szCs w:val="24"/>
        </w:rPr>
        <w:t>Приложения 1, 2 к решению изложить в новой редакции согласно Приложениям 1, 2 к настоящему решению</w:t>
      </w:r>
      <w:r w:rsidRPr="00D15825">
        <w:rPr>
          <w:szCs w:val="24"/>
        </w:rPr>
        <w:t>.</w:t>
      </w:r>
    </w:p>
    <w:p w:rsidR="006F7468" w:rsidRPr="009E7ECA" w:rsidRDefault="006F7468" w:rsidP="00D15A4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D02BE1">
      <w:pPr>
        <w:pStyle w:val="ac"/>
      </w:pPr>
    </w:p>
    <w:p w:rsidR="007016A7" w:rsidRDefault="007016A7" w:rsidP="00D02BE1">
      <w:pPr>
        <w:pStyle w:val="ac"/>
      </w:pPr>
    </w:p>
    <w:p w:rsidR="007016A7" w:rsidRPr="007D25C7" w:rsidRDefault="007016A7" w:rsidP="00D02BE1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0127AE" w:rsidRDefault="000127AE" w:rsidP="00F46749"/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BD1AA2" w:rsidRDefault="00BD1AA2" w:rsidP="009E54A8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0630E9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D02BE1">
              <w:t xml:space="preserve">от </w:t>
            </w:r>
            <w:r w:rsidR="00D02BE1" w:rsidRPr="00D02BE1">
              <w:t xml:space="preserve">19 ноября </w:t>
            </w:r>
            <w:r w:rsidR="00F1607E" w:rsidRPr="00D02BE1">
              <w:t xml:space="preserve">2019 </w:t>
            </w:r>
            <w:r w:rsidR="00CC03DF" w:rsidRPr="00D02BE1">
              <w:t>г.</w:t>
            </w:r>
            <w:r w:rsidRPr="00D02BE1">
              <w:t xml:space="preserve"> №</w:t>
            </w:r>
            <w:r w:rsidR="006B0802" w:rsidRPr="00D74902">
              <w:t xml:space="preserve"> </w:t>
            </w:r>
            <w:r w:rsidR="00FD3698">
              <w:t>52/20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0630E9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0630E9" w:rsidP="007016A7">
            <w:pPr>
              <w:ind w:left="3552"/>
              <w:jc w:val="center"/>
              <w:rPr>
                <w:lang w:val="en-US"/>
              </w:rPr>
            </w:pPr>
            <w:r w:rsidRPr="000630E9">
              <w:t>от 6 декабря 2018 г. № 50/35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73FDD" w:rsidRPr="00973FDD" w:rsidRDefault="00973FDD" w:rsidP="00973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73FDD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7E4E45" w:rsidRDefault="00973FDD" w:rsidP="00973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73FDD">
              <w:rPr>
                <w:b/>
                <w:sz w:val="24"/>
                <w:szCs w:val="24"/>
              </w:rPr>
              <w:t xml:space="preserve"> ПО ОКАЗАНИЮ УСЛУГ ХОЛОДНОГО ВОДОСНАБЖЕНИЯ </w:t>
            </w:r>
          </w:p>
          <w:p w:rsidR="00973FDD" w:rsidRPr="00C15EF7" w:rsidRDefault="00973FDD" w:rsidP="00973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D2616" w:rsidRPr="008D2616" w:rsidRDefault="009E7ECA" w:rsidP="008D2616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384F59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7E4E45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D2616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8D2616" w:rsidRPr="008D2616" w:rsidTr="008D2616">
        <w:trPr>
          <w:trHeight w:val="78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Наименование </w:t>
            </w:r>
            <w:proofErr w:type="gramStart"/>
            <w:r w:rsidRPr="008D2616">
              <w:rPr>
                <w:sz w:val="20"/>
              </w:rPr>
              <w:t>регулируемой</w:t>
            </w:r>
            <w:proofErr w:type="gramEnd"/>
            <w:r w:rsidRPr="008D2616">
              <w:rPr>
                <w:sz w:val="20"/>
              </w:rPr>
              <w:t xml:space="preserve">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организации (ИНН)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ГОСУДАРСТВЕННОЕ БЮДЖЕТНОЕ УЧРЕЖДЕНИЕ «ПОНЕТАЕВСКИЙ ПСИХОНЕВРОЛОГИЧЕСКИЙ ИНТЕРНАТ» (ИНН 5238001923)</w:t>
            </w:r>
          </w:p>
        </w:tc>
      </w:tr>
      <w:tr w:rsidR="008D2616" w:rsidRPr="008D2616" w:rsidTr="008D2616">
        <w:trPr>
          <w:trHeight w:val="56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Местонахождение     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607711, Нижегородская область, </w:t>
            </w:r>
            <w:proofErr w:type="spellStart"/>
            <w:r w:rsidRPr="008D2616">
              <w:rPr>
                <w:rFonts w:eastAsia="Calibri"/>
                <w:sz w:val="20"/>
                <w:lang w:eastAsia="en-US"/>
              </w:rPr>
              <w:t>Шатковский</w:t>
            </w:r>
            <w:proofErr w:type="spellEnd"/>
            <w:r w:rsidRPr="008D2616">
              <w:rPr>
                <w:rFonts w:eastAsia="Calibri"/>
                <w:sz w:val="20"/>
                <w:lang w:eastAsia="en-US"/>
              </w:rPr>
              <w:t xml:space="preserve"> муниципальный район, с. </w:t>
            </w:r>
            <w:proofErr w:type="spellStart"/>
            <w:r w:rsidRPr="008D2616">
              <w:rPr>
                <w:rFonts w:eastAsia="Calibri"/>
                <w:sz w:val="20"/>
                <w:lang w:eastAsia="en-US"/>
              </w:rPr>
              <w:t>Понетаевка</w:t>
            </w:r>
            <w:proofErr w:type="spellEnd"/>
            <w:r w:rsidRPr="008D2616">
              <w:rPr>
                <w:rFonts w:eastAsia="Calibri"/>
                <w:sz w:val="20"/>
                <w:lang w:eastAsia="en-US"/>
              </w:rPr>
              <w:t>, ул. Школьная, д. 12</w:t>
            </w:r>
          </w:p>
        </w:tc>
      </w:tr>
      <w:tr w:rsidR="008D2616" w:rsidRPr="008D2616" w:rsidTr="008D2616">
        <w:trPr>
          <w:trHeight w:val="56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Наименование        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Местонахождение     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 г. </w:t>
            </w:r>
            <w:r w:rsidRPr="008D2616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D2616">
              <w:rPr>
                <w:b/>
                <w:sz w:val="20"/>
              </w:rPr>
              <w:t>2. Объем подачи воды</w:t>
            </w:r>
          </w:p>
        </w:tc>
      </w:tr>
      <w:tr w:rsidR="008D2616" w:rsidRPr="008D2616" w:rsidTr="008D2616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01.01.2022</w:t>
            </w:r>
            <w:r w:rsidR="00C624A8">
              <w:rPr>
                <w:sz w:val="20"/>
              </w:rPr>
              <w:t xml:space="preserve"> </w:t>
            </w:r>
            <w:r w:rsidRPr="008D2616">
              <w:rPr>
                <w:sz w:val="20"/>
              </w:rPr>
              <w:t>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D2616">
              <w:rPr>
                <w:sz w:val="20"/>
              </w:rPr>
              <w:t>Подано воды всего, тыс</w:t>
            </w:r>
            <w:proofErr w:type="gramStart"/>
            <w:r w:rsidRPr="008D2616">
              <w:rPr>
                <w:sz w:val="20"/>
              </w:rPr>
              <w:t>.м</w:t>
            </w:r>
            <w:proofErr w:type="gramEnd"/>
            <w:r w:rsidRPr="008D2616">
              <w:rPr>
                <w:sz w:val="20"/>
                <w:vertAlign w:val="superscript"/>
              </w:rPr>
              <w:t>3</w:t>
            </w:r>
            <w:r w:rsidRPr="008D2616">
              <w:rPr>
                <w:sz w:val="20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39,900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39,900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39,900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39,900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39,900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D2616">
              <w:rPr>
                <w:i/>
                <w:sz w:val="20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14,072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14,072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14,072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14,072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14,072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D2616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25,828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25,828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25,828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25,828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25,828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D2616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D2616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D2616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622,393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622,393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26,947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26,947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649,340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649,340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643,113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643,113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30,968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30,968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674,081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674,081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660,993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660,993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35,661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35,661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696,654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696,654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680,651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680,651</w:t>
            </w: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41,023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41,023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721,674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721,674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700,893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700,893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47,190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47,190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748,083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748,083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3489,832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3489,832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D2616">
              <w:rPr>
                <w:b/>
                <w:sz w:val="20"/>
              </w:rPr>
              <w:t xml:space="preserve">4. Мероприятия,  направленные на поддержание объектов централизованных систем холодного </w:t>
            </w:r>
            <w:r w:rsidRPr="008D2616">
              <w:rPr>
                <w:b/>
                <w:sz w:val="20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C624A8" w:rsidRDefault="008D2616" w:rsidP="00C624A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D2616">
              <w:rPr>
                <w:sz w:val="20"/>
              </w:rPr>
              <w:lastRenderedPageBreak/>
              <w:t xml:space="preserve">  </w:t>
            </w:r>
            <w:r w:rsidRPr="008D2616">
              <w:rPr>
                <w:i/>
                <w:sz w:val="20"/>
              </w:rPr>
              <w:t>4.1. Перечень мероприятий по ремо</w:t>
            </w:r>
            <w:r w:rsidR="00C624A8">
              <w:rPr>
                <w:i/>
                <w:sz w:val="20"/>
              </w:rPr>
              <w:t xml:space="preserve">нту объектов централизованных </w:t>
            </w:r>
            <w:r w:rsidRPr="008D2616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01.01.2023по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C624A8" w:rsidRDefault="008D2616" w:rsidP="00C624A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D2616">
              <w:rPr>
                <w:i/>
                <w:sz w:val="20"/>
              </w:rPr>
              <w:t xml:space="preserve">   4.2. Перечень мероприятий, напра</w:t>
            </w:r>
            <w:r w:rsidR="00C624A8">
              <w:rPr>
                <w:i/>
                <w:sz w:val="20"/>
              </w:rPr>
              <w:t xml:space="preserve">вленных на улучшение качества </w:t>
            </w:r>
            <w:r w:rsidRPr="008D2616">
              <w:rPr>
                <w:i/>
                <w:sz w:val="20"/>
              </w:rPr>
              <w:t xml:space="preserve">питьевой воды 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D2616">
              <w:rPr>
                <w:sz w:val="20"/>
              </w:rPr>
              <w:t xml:space="preserve">    </w:t>
            </w:r>
            <w:r w:rsidRPr="008D2616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8D2616">
              <w:rPr>
                <w:i/>
                <w:sz w:val="20"/>
              </w:rPr>
              <w:t>энергетической</w:t>
            </w:r>
            <w:proofErr w:type="gramEnd"/>
            <w:r w:rsidRPr="008D2616">
              <w:rPr>
                <w:i/>
                <w:sz w:val="20"/>
              </w:rPr>
              <w:t xml:space="preserve">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8D2616">
              <w:rPr>
                <w:sz w:val="20"/>
              </w:rPr>
              <w:t xml:space="preserve">   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D2616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D2616">
              <w:rPr>
                <w:sz w:val="20"/>
              </w:rPr>
              <w:t xml:space="preserve">        </w:t>
            </w:r>
            <w:r w:rsidRPr="008D2616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8D2616" w:rsidRPr="008D2616" w:rsidTr="008D2616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8D2616">
              <w:rPr>
                <w:sz w:val="20"/>
              </w:rPr>
              <w:t>Ед</w:t>
            </w:r>
            <w:proofErr w:type="gramStart"/>
            <w:r w:rsidRPr="008D2616">
              <w:rPr>
                <w:sz w:val="20"/>
              </w:rPr>
              <w:t>.и</w:t>
            </w:r>
            <w:proofErr w:type="gramEnd"/>
            <w:r w:rsidRPr="008D2616">
              <w:rPr>
                <w:sz w:val="20"/>
              </w:rPr>
              <w:t>зм</w:t>
            </w:r>
            <w:proofErr w:type="spellEnd"/>
            <w:r w:rsidRPr="008D2616">
              <w:rPr>
                <w:sz w:val="20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24A8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24A8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24A8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24A8">
              <w:rPr>
                <w:sz w:val="18"/>
                <w:szCs w:val="18"/>
              </w:rPr>
              <w:t>На период с 01.01.2022по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24A8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Показатели качества воды</w:t>
            </w:r>
          </w:p>
        </w:tc>
      </w:tr>
      <w:tr w:rsidR="008D2616" w:rsidRPr="008D2616" w:rsidTr="008D2616">
        <w:trPr>
          <w:trHeight w:val="139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D2616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D2616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8D2616" w:rsidRPr="008D2616" w:rsidTr="008D2616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D2616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</w:t>
            </w:r>
            <w:r w:rsidRPr="008D2616">
              <w:rPr>
                <w:sz w:val="20"/>
              </w:rPr>
              <w:lastRenderedPageBreak/>
              <w:t xml:space="preserve">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ед./</w:t>
            </w:r>
            <w:proofErr w:type="gramStart"/>
            <w:r w:rsidRPr="008D2616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0,36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0,36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D2616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rHeight w:val="10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D2616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кВт*</w:t>
            </w:r>
            <w:proofErr w:type="gramStart"/>
            <w:r w:rsidRPr="008D2616">
              <w:rPr>
                <w:sz w:val="20"/>
              </w:rPr>
              <w:t>ч</w:t>
            </w:r>
            <w:proofErr w:type="gramEnd"/>
            <w:r w:rsidRPr="008D2616">
              <w:rPr>
                <w:sz w:val="20"/>
              </w:rPr>
              <w:t>/</w:t>
            </w:r>
          </w:p>
          <w:p w:rsidR="008D2616" w:rsidRPr="008D2616" w:rsidRDefault="008D2616" w:rsidP="008D26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куб. м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>0,71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0,71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0,71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0,71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</w:p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0,71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D2616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кВт*</w:t>
            </w:r>
            <w:proofErr w:type="gramStart"/>
            <w:r w:rsidRPr="008D2616">
              <w:rPr>
                <w:sz w:val="20"/>
              </w:rPr>
              <w:t>ч</w:t>
            </w:r>
            <w:proofErr w:type="gramEnd"/>
            <w:r w:rsidRPr="008D2616">
              <w:rPr>
                <w:sz w:val="20"/>
              </w:rPr>
              <w:t>/</w:t>
            </w:r>
          </w:p>
          <w:p w:rsidR="008D2616" w:rsidRPr="008D2616" w:rsidRDefault="008D2616" w:rsidP="008D26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куб. м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D2616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8D2616" w:rsidRPr="008D2616" w:rsidTr="008D2616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>-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D2616">
              <w:rPr>
                <w:sz w:val="20"/>
              </w:rPr>
              <w:t xml:space="preserve">        </w:t>
            </w:r>
            <w:r w:rsidRPr="008D2616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b/>
                <w:sz w:val="20"/>
              </w:rPr>
              <w:t xml:space="preserve">                         производственной программы</w:t>
            </w:r>
            <w:r w:rsidRPr="008D2616">
              <w:rPr>
                <w:sz w:val="20"/>
              </w:rPr>
              <w:t xml:space="preserve">                         </w:t>
            </w:r>
          </w:p>
        </w:tc>
      </w:tr>
      <w:tr w:rsidR="008D2616" w:rsidRPr="008D2616" w:rsidTr="008D2616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Всего сумма,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  тыс. руб.  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jc w:val="center"/>
              <w:rPr>
                <w:bCs/>
                <w:sz w:val="20"/>
              </w:rPr>
            </w:pPr>
            <w:r w:rsidRPr="008D2616">
              <w:rPr>
                <w:bCs/>
                <w:sz w:val="20"/>
              </w:rPr>
              <w:t>664,028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jc w:val="center"/>
              <w:rPr>
                <w:bCs/>
                <w:sz w:val="20"/>
              </w:rPr>
            </w:pPr>
            <w:r w:rsidRPr="008D2616">
              <w:rPr>
                <w:bCs/>
                <w:sz w:val="20"/>
              </w:rPr>
              <w:t>682,124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jc w:val="center"/>
              <w:rPr>
                <w:bCs/>
                <w:sz w:val="20"/>
              </w:rPr>
            </w:pPr>
            <w:r w:rsidRPr="008D2616">
              <w:rPr>
                <w:bCs/>
                <w:sz w:val="20"/>
              </w:rPr>
              <w:t>705,476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jc w:val="center"/>
              <w:rPr>
                <w:bCs/>
                <w:sz w:val="20"/>
              </w:rPr>
            </w:pPr>
            <w:r w:rsidRPr="008D2616">
              <w:rPr>
                <w:bCs/>
                <w:sz w:val="20"/>
              </w:rPr>
              <w:t>730,838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D2616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jc w:val="center"/>
              <w:rPr>
                <w:bCs/>
                <w:sz w:val="20"/>
              </w:rPr>
            </w:pPr>
            <w:r w:rsidRPr="008D2616">
              <w:rPr>
                <w:bCs/>
                <w:sz w:val="20"/>
              </w:rPr>
              <w:t>758,016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jc w:val="center"/>
              <w:rPr>
                <w:sz w:val="20"/>
              </w:rPr>
            </w:pPr>
            <w:r w:rsidRPr="008D2616">
              <w:rPr>
                <w:sz w:val="20"/>
              </w:rPr>
              <w:t>3540,482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8D2616">
              <w:rPr>
                <w:sz w:val="20"/>
              </w:rPr>
              <w:t xml:space="preserve">        </w:t>
            </w:r>
            <w:r w:rsidRPr="008D2616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8D2616">
              <w:rPr>
                <w:sz w:val="20"/>
              </w:rPr>
              <w:t xml:space="preserve">                         </w:t>
            </w:r>
          </w:p>
        </w:tc>
      </w:tr>
      <w:tr w:rsidR="008D2616" w:rsidRPr="008D2616" w:rsidTr="008D2616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 xml:space="preserve">   За период с 01.01.2018 по 31.12.2018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Объем подачи воды,  </w:t>
            </w:r>
            <w:proofErr w:type="spellStart"/>
            <w:r w:rsidRPr="008D2616">
              <w:rPr>
                <w:sz w:val="20"/>
              </w:rPr>
              <w:t>тыс</w:t>
            </w:r>
            <w:proofErr w:type="gramStart"/>
            <w:r w:rsidRPr="008D2616">
              <w:rPr>
                <w:sz w:val="20"/>
              </w:rPr>
              <w:t>.к</w:t>
            </w:r>
            <w:proofErr w:type="gramEnd"/>
            <w:r w:rsidRPr="008D2616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35,11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8D2616">
              <w:rPr>
                <w:sz w:val="20"/>
              </w:rPr>
              <w:t>тыс</w:t>
            </w:r>
            <w:proofErr w:type="gramStart"/>
            <w:r w:rsidRPr="008D2616">
              <w:rPr>
                <w:sz w:val="20"/>
              </w:rPr>
              <w:t>.р</w:t>
            </w:r>
            <w:proofErr w:type="gramEnd"/>
            <w:r w:rsidRPr="008D2616">
              <w:rPr>
                <w:sz w:val="20"/>
              </w:rPr>
              <w:t>уб</w:t>
            </w:r>
            <w:proofErr w:type="spellEnd"/>
            <w:r w:rsidRPr="008D2616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965,188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8D2616">
              <w:rPr>
                <w:sz w:val="20"/>
              </w:rPr>
              <w:t>тыс</w:t>
            </w:r>
            <w:proofErr w:type="gramStart"/>
            <w:r w:rsidRPr="008D2616">
              <w:rPr>
                <w:sz w:val="20"/>
              </w:rPr>
              <w:t>.р</w:t>
            </w:r>
            <w:proofErr w:type="gramEnd"/>
            <w:r w:rsidRPr="008D2616">
              <w:rPr>
                <w:sz w:val="20"/>
              </w:rPr>
              <w:t>уб</w:t>
            </w:r>
            <w:proofErr w:type="spellEnd"/>
            <w:r w:rsidRPr="008D2616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8D2616">
              <w:rPr>
                <w:sz w:val="20"/>
              </w:rPr>
              <w:t>тыс</w:t>
            </w:r>
            <w:proofErr w:type="gramStart"/>
            <w:r w:rsidRPr="008D2616">
              <w:rPr>
                <w:sz w:val="20"/>
              </w:rPr>
              <w:t>.р</w:t>
            </w:r>
            <w:proofErr w:type="gramEnd"/>
            <w:r w:rsidRPr="008D2616">
              <w:rPr>
                <w:sz w:val="20"/>
              </w:rPr>
              <w:t>уб</w:t>
            </w:r>
            <w:proofErr w:type="spellEnd"/>
            <w:r w:rsidRPr="008D2616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2616">
              <w:rPr>
                <w:sz w:val="20"/>
              </w:rPr>
              <w:t>965,188</w:t>
            </w:r>
          </w:p>
        </w:tc>
      </w:tr>
    </w:tbl>
    <w:p w:rsidR="008D2616" w:rsidRDefault="008D2616" w:rsidP="008D2616">
      <w:pPr>
        <w:ind w:left="3552"/>
        <w:jc w:val="right"/>
      </w:pPr>
      <w:r>
        <w:t>».</w:t>
      </w:r>
    </w:p>
    <w:p w:rsidR="008D2616" w:rsidRDefault="008D2616" w:rsidP="000630E9">
      <w:pPr>
        <w:tabs>
          <w:tab w:val="left" w:pos="1897"/>
        </w:tabs>
        <w:rPr>
          <w:sz w:val="20"/>
          <w:szCs w:val="24"/>
          <w:lang w:eastAsia="en-US"/>
        </w:rPr>
      </w:pPr>
    </w:p>
    <w:p w:rsidR="008D2616" w:rsidRDefault="008D2616" w:rsidP="000630E9">
      <w:pPr>
        <w:tabs>
          <w:tab w:val="left" w:pos="1897"/>
        </w:tabs>
        <w:rPr>
          <w:sz w:val="20"/>
          <w:szCs w:val="24"/>
          <w:lang w:eastAsia="en-US"/>
        </w:rPr>
      </w:pPr>
    </w:p>
    <w:p w:rsidR="008D2616" w:rsidRDefault="008D2616" w:rsidP="000630E9">
      <w:pPr>
        <w:tabs>
          <w:tab w:val="left" w:pos="1897"/>
        </w:tabs>
        <w:rPr>
          <w:sz w:val="20"/>
          <w:szCs w:val="24"/>
          <w:lang w:eastAsia="en-US"/>
        </w:rPr>
      </w:pPr>
    </w:p>
    <w:p w:rsidR="00C624A8" w:rsidRPr="00D02BE1" w:rsidRDefault="00C624A8" w:rsidP="000630E9">
      <w:pPr>
        <w:tabs>
          <w:tab w:val="left" w:pos="1897"/>
        </w:tabs>
        <w:rPr>
          <w:sz w:val="20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0630E9" w:rsidTr="00291C37">
        <w:trPr>
          <w:gridAfter w:val="1"/>
          <w:wAfter w:w="11" w:type="dxa"/>
        </w:trPr>
        <w:tc>
          <w:tcPr>
            <w:tcW w:w="528" w:type="dxa"/>
          </w:tcPr>
          <w:p w:rsidR="000630E9" w:rsidRDefault="000630E9" w:rsidP="00291C37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0630E9" w:rsidRDefault="000630E9" w:rsidP="00291C37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0630E9" w:rsidRDefault="000630E9" w:rsidP="00291C37"/>
          <w:p w:rsidR="000630E9" w:rsidRDefault="000630E9" w:rsidP="00291C37">
            <w:pPr>
              <w:ind w:left="3552"/>
              <w:jc w:val="center"/>
            </w:pPr>
            <w:r>
              <w:lastRenderedPageBreak/>
              <w:t>ПРИЛОЖЕНИЕ 2</w:t>
            </w:r>
          </w:p>
          <w:p w:rsidR="000630E9" w:rsidRDefault="000630E9" w:rsidP="00291C37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630E9" w:rsidRDefault="000630E9" w:rsidP="00291C37">
            <w:pPr>
              <w:ind w:left="3552"/>
              <w:jc w:val="center"/>
            </w:pPr>
            <w:r w:rsidRPr="00D02BE1">
              <w:t xml:space="preserve">от </w:t>
            </w:r>
            <w:r w:rsidR="00D02BE1" w:rsidRPr="00D02BE1">
              <w:t xml:space="preserve">19 ноября </w:t>
            </w:r>
            <w:r w:rsidRPr="00D02BE1">
              <w:t>2019 г. №</w:t>
            </w:r>
            <w:r w:rsidRPr="00D74902">
              <w:t xml:space="preserve"> </w:t>
            </w:r>
            <w:r w:rsidR="00FD3698">
              <w:t>52/20</w:t>
            </w:r>
            <w:bookmarkStart w:id="0" w:name="_GoBack"/>
            <w:bookmarkEnd w:id="0"/>
          </w:p>
          <w:p w:rsidR="000630E9" w:rsidRPr="001D06AF" w:rsidRDefault="000630E9" w:rsidP="00291C37"/>
        </w:tc>
      </w:tr>
      <w:tr w:rsidR="000630E9" w:rsidTr="00291C37">
        <w:trPr>
          <w:gridAfter w:val="1"/>
          <w:wAfter w:w="11" w:type="dxa"/>
        </w:trPr>
        <w:tc>
          <w:tcPr>
            <w:tcW w:w="528" w:type="dxa"/>
          </w:tcPr>
          <w:p w:rsidR="000630E9" w:rsidRDefault="000630E9" w:rsidP="00291C37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0630E9" w:rsidRDefault="000630E9" w:rsidP="00291C37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0630E9" w:rsidRDefault="000630E9" w:rsidP="00291C37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0630E9" w:rsidRDefault="000630E9" w:rsidP="00291C37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630E9" w:rsidRPr="00CB1B90" w:rsidRDefault="000630E9" w:rsidP="00291C37">
            <w:pPr>
              <w:ind w:left="3552"/>
              <w:jc w:val="center"/>
              <w:rPr>
                <w:lang w:val="en-US"/>
              </w:rPr>
            </w:pPr>
            <w:r w:rsidRPr="000630E9">
              <w:t>от 6 декабря 2018 г. № 50/35</w:t>
            </w:r>
          </w:p>
        </w:tc>
      </w:tr>
      <w:tr w:rsidR="000630E9" w:rsidRPr="006161EA" w:rsidTr="00291C37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0630E9" w:rsidRDefault="000630E9" w:rsidP="00291C3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630E9" w:rsidRPr="000630E9" w:rsidRDefault="000630E9" w:rsidP="000630E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630E9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0630E9" w:rsidRPr="000630E9" w:rsidRDefault="000630E9" w:rsidP="000630E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630E9">
              <w:rPr>
                <w:b/>
                <w:sz w:val="24"/>
                <w:szCs w:val="24"/>
              </w:rPr>
              <w:t xml:space="preserve">ПО ОКАЗАНИЮ УСЛУГ ВОДООТВЕДЕНИЯ </w:t>
            </w:r>
          </w:p>
          <w:p w:rsidR="000630E9" w:rsidRDefault="000630E9" w:rsidP="000630E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630E9"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0630E9" w:rsidRPr="00C15EF7" w:rsidRDefault="000630E9" w:rsidP="000630E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0630E9" w:rsidRPr="008D2616" w:rsidRDefault="000630E9" w:rsidP="008D2616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384F59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D2616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8D2616" w:rsidRPr="008D2616" w:rsidTr="008D2616">
        <w:trPr>
          <w:trHeight w:val="90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8D2616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8D2616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C41E3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D2616">
              <w:rPr>
                <w:sz w:val="20"/>
              </w:rPr>
              <w:t>ГОСУДАРСТВЕННОЕ БЮДЖЕТНОЕ УЧРЕЖДЕНИЕ «ПОНЕТАЕВСКИЙ ПСИХОНЕВРОЛОГИЧЕСКИЙ ИНТЕРНАТ» (ИНН 5238001923)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C41E37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607711, Нижегородская область, </w:t>
            </w:r>
            <w:proofErr w:type="spellStart"/>
            <w:r w:rsidRPr="008D2616">
              <w:rPr>
                <w:rFonts w:eastAsia="Calibri"/>
                <w:sz w:val="20"/>
                <w:lang w:eastAsia="en-US"/>
              </w:rPr>
              <w:t>Шатковский</w:t>
            </w:r>
            <w:proofErr w:type="spellEnd"/>
            <w:r w:rsidRPr="008D2616">
              <w:rPr>
                <w:rFonts w:eastAsia="Calibri"/>
                <w:sz w:val="20"/>
                <w:lang w:eastAsia="en-US"/>
              </w:rPr>
              <w:t xml:space="preserve"> муниципальный район, с. </w:t>
            </w:r>
            <w:proofErr w:type="spellStart"/>
            <w:r w:rsidRPr="008D2616">
              <w:rPr>
                <w:rFonts w:eastAsia="Calibri"/>
                <w:sz w:val="20"/>
                <w:lang w:eastAsia="en-US"/>
              </w:rPr>
              <w:t>Понетаевка</w:t>
            </w:r>
            <w:proofErr w:type="spellEnd"/>
            <w:r w:rsidRPr="008D2616">
              <w:rPr>
                <w:rFonts w:eastAsia="Calibri"/>
                <w:sz w:val="20"/>
                <w:lang w:eastAsia="en-US"/>
              </w:rPr>
              <w:t>, ул. Школьная, д. 12</w:t>
            </w:r>
          </w:p>
        </w:tc>
      </w:tr>
      <w:tr w:rsidR="008D2616" w:rsidRPr="008D2616" w:rsidTr="008D2616">
        <w:trPr>
          <w:trHeight w:val="30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8D2616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D2616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8D2616" w:rsidRPr="008D2616" w:rsidTr="008D2616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8D2616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8D2616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39,900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39,900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39,900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39,900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39,900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14,072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14,072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14,072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14,072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14,072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25,828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25,828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25,828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25,828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25,828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ascii="Calibri" w:eastAsia="Calibri" w:hAnsi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ascii="Calibri" w:eastAsia="Calibri" w:hAnsi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ascii="Calibri" w:eastAsia="Calibri" w:hAnsi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ascii="Calibri" w:eastAsia="Calibri" w:hAnsi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i/>
                <w:sz w:val="20"/>
                <w:lang w:eastAsia="en-US"/>
              </w:rPr>
              <w:t xml:space="preserve">- собственное водоотведение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D2616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528,232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528,232   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</w:t>
            </w:r>
            <w:r w:rsidRPr="008D2616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lastRenderedPageBreak/>
              <w:t xml:space="preserve">с 01.01.2019 по </w:t>
            </w:r>
            <w:r w:rsidRPr="008D2616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lastRenderedPageBreak/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528,232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528,232   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538,639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538,639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538,639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538,639   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552,983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552,983  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552,983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552,983  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569,351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569,351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569,351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569,351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586,204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586,204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586,204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586,204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2775,409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>2775,409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D2616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</w:t>
            </w:r>
            <w:r w:rsidRPr="008D2616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8D2616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37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8D2616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</w:t>
            </w:r>
            <w:r w:rsidRPr="008D2616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8D2616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8D2616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i/>
                <w:sz w:val="20"/>
                <w:lang w:eastAsia="en-US"/>
              </w:rPr>
              <w:t xml:space="preserve">   эффективности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D2616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D2616" w:rsidRPr="008D2616" w:rsidTr="008D261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8D2616">
              <w:rPr>
                <w:rFonts w:eastAsia="Calibri"/>
                <w:sz w:val="20"/>
                <w:lang w:eastAsia="en-US"/>
              </w:rPr>
              <w:lastRenderedPageBreak/>
              <w:t>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lastRenderedPageBreak/>
              <w:t xml:space="preserve">Источники финансирования, </w:t>
            </w:r>
            <w:r w:rsidRPr="008D2616">
              <w:rPr>
                <w:rFonts w:eastAsia="Calibri"/>
                <w:sz w:val="20"/>
                <w:lang w:eastAsia="en-US"/>
              </w:rPr>
              <w:lastRenderedPageBreak/>
              <w:t xml:space="preserve">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lastRenderedPageBreak/>
              <w:t xml:space="preserve">Всего сумма, </w:t>
            </w:r>
            <w:r w:rsidRPr="008D2616">
              <w:rPr>
                <w:rFonts w:eastAsia="Calibri"/>
                <w:sz w:val="20"/>
                <w:lang w:eastAsia="en-US"/>
              </w:rPr>
              <w:lastRenderedPageBreak/>
              <w:t xml:space="preserve">тыс. руб.  </w:t>
            </w:r>
          </w:p>
        </w:tc>
      </w:tr>
      <w:tr w:rsidR="008D2616" w:rsidRPr="008D2616" w:rsidTr="008D261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8D2616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</w:t>
            </w:r>
          </w:p>
        </w:tc>
      </w:tr>
      <w:tr w:rsidR="008D2616" w:rsidRPr="008D2616" w:rsidTr="008D2616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8D2616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8D2616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8D2616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8D2616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624A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624A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624A8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624A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624A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624A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C624A8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624A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8D2616" w:rsidRPr="008D2616" w:rsidTr="008D2616">
        <w:trPr>
          <w:trHeight w:val="977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8D2616" w:rsidRPr="008D2616" w:rsidTr="008D2616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8D2616" w:rsidRPr="008D2616" w:rsidTr="008D2616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8D2616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0,36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0,36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0,36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0,36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rHeight w:val="70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</w:t>
            </w:r>
            <w:r w:rsidRPr="008D2616">
              <w:rPr>
                <w:rFonts w:eastAsia="Calibri"/>
                <w:sz w:val="20"/>
                <w:lang w:eastAsia="en-US"/>
              </w:rPr>
              <w:lastRenderedPageBreak/>
              <w:t xml:space="preserve">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lastRenderedPageBreak/>
              <w:t>кВт*</w:t>
            </w:r>
            <w:proofErr w:type="gramStart"/>
            <w:r w:rsidRPr="008D2616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8D2616">
              <w:rPr>
                <w:rFonts w:eastAsia="Calibri"/>
                <w:sz w:val="20"/>
                <w:lang w:eastAsia="en-US"/>
              </w:rPr>
              <w:t>/</w:t>
            </w:r>
          </w:p>
          <w:p w:rsidR="008D2616" w:rsidRPr="008D2616" w:rsidRDefault="008D2616" w:rsidP="008D26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куб. м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D2616">
              <w:rPr>
                <w:rFonts w:eastAsia="Calibri"/>
                <w:b/>
                <w:sz w:val="20"/>
                <w:lang w:eastAsia="en-US"/>
              </w:rPr>
              <w:lastRenderedPageBreak/>
              <w:t xml:space="preserve">       6. Расчет эффективности производственной программы        </w:t>
            </w:r>
          </w:p>
        </w:tc>
      </w:tr>
      <w:tr w:rsidR="008D2616" w:rsidRPr="008D2616" w:rsidTr="008D2616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8D2616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8D2616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8D2616" w:rsidRPr="008D2616" w:rsidTr="008D2616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523,356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536,784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554,559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573,641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592,510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2780,550</w:t>
            </w:r>
          </w:p>
        </w:tc>
      </w:tr>
      <w:tr w:rsidR="008D2616" w:rsidRPr="008D2616" w:rsidTr="008D2616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8D2616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8D2616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8D2616" w:rsidRPr="008D2616" w:rsidTr="008D2616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35,11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566,152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D2616" w:rsidRPr="008D2616" w:rsidTr="008D2616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2616" w:rsidRPr="008D2616" w:rsidRDefault="008D2616" w:rsidP="008D26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D2616">
              <w:rPr>
                <w:rFonts w:eastAsia="Calibri"/>
                <w:sz w:val="20"/>
                <w:lang w:eastAsia="en-US"/>
              </w:rPr>
              <w:t>566,152</w:t>
            </w:r>
          </w:p>
        </w:tc>
      </w:tr>
    </w:tbl>
    <w:p w:rsidR="000630E9" w:rsidRPr="008D2616" w:rsidRDefault="008D2616" w:rsidP="000630E9">
      <w:pPr>
        <w:tabs>
          <w:tab w:val="left" w:pos="1897"/>
        </w:tabs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  </w:t>
      </w:r>
      <w:r w:rsidRPr="008D2616">
        <w:rPr>
          <w:szCs w:val="28"/>
          <w:lang w:eastAsia="en-US"/>
        </w:rPr>
        <w:t>».</w:t>
      </w:r>
    </w:p>
    <w:sectPr w:rsidR="000630E9" w:rsidRPr="008D26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8B663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8B663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3698">
      <w:rPr>
        <w:rStyle w:val="a9"/>
        <w:noProof/>
      </w:rPr>
      <w:t>12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FD369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57346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573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573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57345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0C3EA3" w:rsidRPr="00E52B15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C3EA3" w:rsidRDefault="000C3EA3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0C3EA3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0C3EA3" w:rsidRPr="002B6128" w:rsidRDefault="000C3EA3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C3EA3" w:rsidRDefault="000C3EA3" w:rsidP="00276416">
                <w:pPr>
                  <w:ind w:right="-70"/>
                  <w:rPr>
                    <w:sz w:val="20"/>
                  </w:rPr>
                </w:pPr>
              </w:p>
              <w:p w:rsidR="000C3EA3" w:rsidRPr="001772E6" w:rsidRDefault="000C3EA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C3EA3" w:rsidRDefault="000C3EA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E6"/>
    <w:multiLevelType w:val="hybridMultilevel"/>
    <w:tmpl w:val="F6AA5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DD0D4B"/>
    <w:multiLevelType w:val="hybridMultilevel"/>
    <w:tmpl w:val="5934BA2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C766C5"/>
    <w:multiLevelType w:val="multilevel"/>
    <w:tmpl w:val="54547018"/>
    <w:lvl w:ilvl="0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B48F8"/>
    <w:multiLevelType w:val="hybridMultilevel"/>
    <w:tmpl w:val="48ECD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44953"/>
    <w:multiLevelType w:val="hybridMultilevel"/>
    <w:tmpl w:val="52421136"/>
    <w:lvl w:ilvl="0" w:tplc="78723A54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42464BE"/>
    <w:multiLevelType w:val="hybridMultilevel"/>
    <w:tmpl w:val="C0C4B0E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C3C75"/>
    <w:multiLevelType w:val="hybridMultilevel"/>
    <w:tmpl w:val="9B906D60"/>
    <w:lvl w:ilvl="0" w:tplc="B83A0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11A79"/>
    <w:multiLevelType w:val="hybridMultilevel"/>
    <w:tmpl w:val="AB3A8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984E7C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516C64"/>
    <w:multiLevelType w:val="hybridMultilevel"/>
    <w:tmpl w:val="DBE8F650"/>
    <w:lvl w:ilvl="0" w:tplc="7ED65C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D8E1A1C"/>
    <w:multiLevelType w:val="hybridMultilevel"/>
    <w:tmpl w:val="5B8A1C68"/>
    <w:lvl w:ilvl="0" w:tplc="5628A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11EE9"/>
    <w:multiLevelType w:val="hybridMultilevel"/>
    <w:tmpl w:val="DECA6AEE"/>
    <w:lvl w:ilvl="0" w:tplc="20B62BB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0580F52"/>
    <w:multiLevelType w:val="hybridMultilevel"/>
    <w:tmpl w:val="FF062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6622B9"/>
    <w:multiLevelType w:val="singleLevel"/>
    <w:tmpl w:val="92E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B31358E"/>
    <w:multiLevelType w:val="multilevel"/>
    <w:tmpl w:val="144E5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16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F8A782C"/>
    <w:multiLevelType w:val="hybridMultilevel"/>
    <w:tmpl w:val="F65CC956"/>
    <w:lvl w:ilvl="0" w:tplc="D2582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6E23923"/>
    <w:multiLevelType w:val="hybridMultilevel"/>
    <w:tmpl w:val="5A62E722"/>
    <w:lvl w:ilvl="0" w:tplc="CA4A2C22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8A96558"/>
    <w:multiLevelType w:val="hybridMultilevel"/>
    <w:tmpl w:val="742C3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E406D2"/>
    <w:multiLevelType w:val="hybridMultilevel"/>
    <w:tmpl w:val="9A7C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1BB1"/>
    <w:multiLevelType w:val="hybridMultilevel"/>
    <w:tmpl w:val="3BE88BE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F9A2D77"/>
    <w:multiLevelType w:val="hybridMultilevel"/>
    <w:tmpl w:val="E834B1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6D51ED9"/>
    <w:multiLevelType w:val="singleLevel"/>
    <w:tmpl w:val="36086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856587F"/>
    <w:multiLevelType w:val="hybridMultilevel"/>
    <w:tmpl w:val="F156393A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7">
    <w:nsid w:val="492600BA"/>
    <w:multiLevelType w:val="singleLevel"/>
    <w:tmpl w:val="2D4AF36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4A793C28"/>
    <w:multiLevelType w:val="hybridMultilevel"/>
    <w:tmpl w:val="D29C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4B6A69D7"/>
    <w:multiLevelType w:val="hybridMultilevel"/>
    <w:tmpl w:val="5554D47E"/>
    <w:lvl w:ilvl="0" w:tplc="3462ED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D26C70"/>
    <w:multiLevelType w:val="hybridMultilevel"/>
    <w:tmpl w:val="05BC4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70346E"/>
    <w:multiLevelType w:val="multilevel"/>
    <w:tmpl w:val="BC827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8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33">
    <w:nsid w:val="54E63427"/>
    <w:multiLevelType w:val="hybridMultilevel"/>
    <w:tmpl w:val="D460DCB6"/>
    <w:lvl w:ilvl="0" w:tplc="AD065024">
      <w:start w:val="1"/>
      <w:numFmt w:val="bullet"/>
      <w:lvlText w:val="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9FE3E82"/>
    <w:multiLevelType w:val="hybridMultilevel"/>
    <w:tmpl w:val="E8CEDC28"/>
    <w:lvl w:ilvl="0" w:tplc="20B62B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6">
    <w:nsid w:val="6277477C"/>
    <w:multiLevelType w:val="hybridMultilevel"/>
    <w:tmpl w:val="04CE970E"/>
    <w:lvl w:ilvl="0" w:tplc="F2986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7852772"/>
    <w:multiLevelType w:val="hybridMultilevel"/>
    <w:tmpl w:val="52141DF8"/>
    <w:lvl w:ilvl="0" w:tplc="E92AB2FE">
      <w:start w:val="1"/>
      <w:numFmt w:val="decimal"/>
      <w:lvlText w:val="%1."/>
      <w:lvlJc w:val="left"/>
      <w:pPr>
        <w:ind w:left="389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6A1C73BC"/>
    <w:multiLevelType w:val="hybridMultilevel"/>
    <w:tmpl w:val="49663BFE"/>
    <w:lvl w:ilvl="0" w:tplc="9F88C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0139A9"/>
    <w:multiLevelType w:val="hybridMultilevel"/>
    <w:tmpl w:val="04441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26D15F7"/>
    <w:multiLevelType w:val="hybridMultilevel"/>
    <w:tmpl w:val="A42A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D50F9"/>
    <w:multiLevelType w:val="multilevel"/>
    <w:tmpl w:val="930CD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4">
    <w:nsid w:val="7EE55FF7"/>
    <w:multiLevelType w:val="hybridMultilevel"/>
    <w:tmpl w:val="88B0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5239B"/>
    <w:multiLevelType w:val="hybridMultilevel"/>
    <w:tmpl w:val="54547018"/>
    <w:lvl w:ilvl="0" w:tplc="87703F4E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8"/>
  </w:num>
  <w:num w:numId="4">
    <w:abstractNumId w:val="35"/>
  </w:num>
  <w:num w:numId="5">
    <w:abstractNumId w:val="8"/>
  </w:num>
  <w:num w:numId="6">
    <w:abstractNumId w:val="2"/>
  </w:num>
  <w:num w:numId="7">
    <w:abstractNumId w:val="24"/>
  </w:num>
  <w:num w:numId="8">
    <w:abstractNumId w:val="41"/>
  </w:num>
  <w:num w:numId="9">
    <w:abstractNumId w:val="37"/>
  </w:num>
  <w:num w:numId="10">
    <w:abstractNumId w:val="27"/>
  </w:num>
  <w:num w:numId="11">
    <w:abstractNumId w:val="25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  <w:num w:numId="16">
    <w:abstractNumId w:val="5"/>
  </w:num>
  <w:num w:numId="17">
    <w:abstractNumId w:val="6"/>
  </w:num>
  <w:num w:numId="18">
    <w:abstractNumId w:val="12"/>
  </w:num>
  <w:num w:numId="19">
    <w:abstractNumId w:val="45"/>
  </w:num>
  <w:num w:numId="20">
    <w:abstractNumId w:val="3"/>
  </w:num>
  <w:num w:numId="21">
    <w:abstractNumId w:val="34"/>
  </w:num>
  <w:num w:numId="22">
    <w:abstractNumId w:val="33"/>
  </w:num>
  <w:num w:numId="23">
    <w:abstractNumId w:val="7"/>
  </w:num>
  <w:num w:numId="24">
    <w:abstractNumId w:val="26"/>
  </w:num>
  <w:num w:numId="25">
    <w:abstractNumId w:val="40"/>
  </w:num>
  <w:num w:numId="26">
    <w:abstractNumId w:val="23"/>
  </w:num>
  <w:num w:numId="27">
    <w:abstractNumId w:val="13"/>
  </w:num>
  <w:num w:numId="28">
    <w:abstractNumId w:val="44"/>
  </w:num>
  <w:num w:numId="29">
    <w:abstractNumId w:val="30"/>
  </w:num>
  <w:num w:numId="30">
    <w:abstractNumId w:val="21"/>
  </w:num>
  <w:num w:numId="31">
    <w:abstractNumId w:val="4"/>
  </w:num>
  <w:num w:numId="32">
    <w:abstractNumId w:val="42"/>
  </w:num>
  <w:num w:numId="33">
    <w:abstractNumId w:val="1"/>
  </w:num>
  <w:num w:numId="34">
    <w:abstractNumId w:val="20"/>
  </w:num>
  <w:num w:numId="35">
    <w:abstractNumId w:val="39"/>
  </w:num>
  <w:num w:numId="36">
    <w:abstractNumId w:val="22"/>
  </w:num>
  <w:num w:numId="37">
    <w:abstractNumId w:val="17"/>
  </w:num>
  <w:num w:numId="38">
    <w:abstractNumId w:val="36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9"/>
  </w:num>
  <w:num w:numId="42">
    <w:abstractNumId w:val="32"/>
  </w:num>
  <w:num w:numId="43">
    <w:abstractNumId w:val="31"/>
  </w:num>
  <w:num w:numId="44">
    <w:abstractNumId w:val="0"/>
  </w:num>
  <w:num w:numId="45">
    <w:abstractNumId w:val="43"/>
  </w:num>
  <w:num w:numId="46">
    <w:abstractNumId w:val="2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50"/>
    <o:shapelayout v:ext="edit">
      <o:idmap v:ext="edit" data="56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125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774A6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4F59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6639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C7DFB"/>
    <w:rsid w:val="008D01C4"/>
    <w:rsid w:val="008D13B2"/>
    <w:rsid w:val="008D1B72"/>
    <w:rsid w:val="008D1C56"/>
    <w:rsid w:val="008D2169"/>
    <w:rsid w:val="008D2616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4A8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BE1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698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paragraph" w:styleId="1">
    <w:name w:val="heading 1"/>
    <w:basedOn w:val="a"/>
    <w:next w:val="a"/>
    <w:link w:val="10"/>
    <w:qFormat/>
    <w:rsid w:val="008D2616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8D261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261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663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B6639"/>
    <w:rPr>
      <w:rFonts w:cs="Times New Roman"/>
      <w:sz w:val="28"/>
    </w:rPr>
  </w:style>
  <w:style w:type="paragraph" w:styleId="a5">
    <w:name w:val="footer"/>
    <w:basedOn w:val="a"/>
    <w:link w:val="a6"/>
    <w:rsid w:val="008B663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B6639"/>
    <w:rPr>
      <w:rFonts w:cs="Times New Roman"/>
      <w:sz w:val="28"/>
    </w:rPr>
  </w:style>
  <w:style w:type="character" w:styleId="a7">
    <w:name w:val="Hyperlink"/>
    <w:basedOn w:val="a0"/>
    <w:uiPriority w:val="99"/>
    <w:rsid w:val="008B663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B6639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D2616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8D261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D2616"/>
    <w:rPr>
      <w:rFonts w:ascii="Cambria" w:hAnsi="Cambria"/>
      <w:b/>
      <w:bCs/>
      <w:sz w:val="26"/>
      <w:szCs w:val="26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8D2616"/>
  </w:style>
  <w:style w:type="paragraph" w:styleId="af2">
    <w:name w:val="Body Text Indent"/>
    <w:basedOn w:val="a"/>
    <w:link w:val="af3"/>
    <w:rsid w:val="008D2616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8D2616"/>
    <w:rPr>
      <w:sz w:val="28"/>
      <w:lang w:val="x-none" w:eastAsia="x-none"/>
    </w:rPr>
  </w:style>
  <w:style w:type="paragraph" w:styleId="31">
    <w:name w:val="Body Text Indent 3"/>
    <w:basedOn w:val="a"/>
    <w:link w:val="32"/>
    <w:rsid w:val="008D2616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2616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8D2616"/>
  </w:style>
  <w:style w:type="character" w:customStyle="1" w:styleId="apple-converted-space">
    <w:name w:val="apple-converted-space"/>
    <w:basedOn w:val="a0"/>
    <w:rsid w:val="008D2616"/>
  </w:style>
  <w:style w:type="paragraph" w:styleId="21">
    <w:name w:val="Body Text 2"/>
    <w:basedOn w:val="a"/>
    <w:link w:val="22"/>
    <w:rsid w:val="008D2616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8D2616"/>
  </w:style>
  <w:style w:type="paragraph" w:customStyle="1" w:styleId="ConsPlusCell">
    <w:name w:val="ConsPlusCell"/>
    <w:uiPriority w:val="99"/>
    <w:rsid w:val="008D26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8D26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</TotalTime>
  <Pages>12</Pages>
  <Words>3435</Words>
  <Characters>22969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2019-11-11T08:58:00Z</cp:lastPrinted>
  <dcterms:created xsi:type="dcterms:W3CDTF">2019-07-04T12:27:00Z</dcterms:created>
  <dcterms:modified xsi:type="dcterms:W3CDTF">2019-11-18T10:38:00Z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