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707BD3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736B8B" w:rsidP="00E20A3C">
            <w:pPr>
              <w:tabs>
                <w:tab w:val="center" w:pos="2160"/>
              </w:tabs>
              <w:ind w:left="-108"/>
              <w:jc w:val="center"/>
            </w:pPr>
            <w:r>
              <w:t>52/22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2A69F3" w:rsidRDefault="002A69F3" w:rsidP="002A69F3">
            <w:pPr>
              <w:jc w:val="center"/>
              <w:rPr>
                <w:szCs w:val="28"/>
              </w:rPr>
            </w:pPr>
            <w:r w:rsidRPr="002A69F3">
              <w:rPr>
                <w:szCs w:val="28"/>
              </w:rPr>
              <w:t xml:space="preserve">О внесении изменений в решение региональной службы по </w:t>
            </w:r>
            <w:r>
              <w:rPr>
                <w:szCs w:val="28"/>
              </w:rPr>
              <w:t>тарифам Нижегородской области</w:t>
            </w:r>
          </w:p>
          <w:p w:rsidR="0085764D" w:rsidRPr="002A69F3" w:rsidRDefault="002A69F3" w:rsidP="00707BD3">
            <w:pPr>
              <w:jc w:val="center"/>
              <w:rPr>
                <w:szCs w:val="28"/>
              </w:rPr>
            </w:pPr>
            <w:r w:rsidRPr="002A69F3">
              <w:rPr>
                <w:szCs w:val="28"/>
              </w:rPr>
              <w:t>от 13 декабря 201</w:t>
            </w:r>
            <w:r w:rsidR="00707BD3">
              <w:rPr>
                <w:szCs w:val="28"/>
              </w:rPr>
              <w:t>8</w:t>
            </w:r>
            <w:r w:rsidRPr="002A69F3">
              <w:rPr>
                <w:szCs w:val="28"/>
              </w:rPr>
              <w:t xml:space="preserve"> г. № 52/68 «Об установлении МУНИЦИПАЛЬНОМУ УНИТАРНОМУ ПРЕДПРИЯТИЮ «ГАРАНТ-ЖКХ» АДМИНИСТРАЦИИ СВЕТЛОГОРСКОГО СЕЛЬСОВЕТА ШАТКОВСКОГО МУНИЦИПАЛЬН</w:t>
            </w:r>
            <w:r>
              <w:rPr>
                <w:szCs w:val="28"/>
              </w:rPr>
              <w:t>ОГО РАЙОНА НИЖЕГОРОДСКОЙ ОБЛАСТ</w:t>
            </w:r>
            <w:r w:rsidR="00ED39EF">
              <w:rPr>
                <w:szCs w:val="28"/>
              </w:rPr>
              <w:t>И</w:t>
            </w:r>
            <w:r>
              <w:rPr>
                <w:szCs w:val="28"/>
              </w:rPr>
              <w:br/>
            </w:r>
            <w:r w:rsidRPr="002A69F3">
              <w:rPr>
                <w:szCs w:val="28"/>
              </w:rPr>
              <w:t xml:space="preserve"> (ИНН 5238005477),</w:t>
            </w:r>
            <w:r w:rsidR="00707BD3">
              <w:rPr>
                <w:szCs w:val="28"/>
              </w:rPr>
              <w:t xml:space="preserve"> </w:t>
            </w:r>
            <w:r w:rsidRPr="002A69F3">
              <w:rPr>
                <w:szCs w:val="28"/>
              </w:rPr>
              <w:t xml:space="preserve">п. Светлогорск  </w:t>
            </w:r>
            <w:proofErr w:type="spellStart"/>
            <w:r w:rsidRPr="002A69F3">
              <w:rPr>
                <w:szCs w:val="28"/>
              </w:rPr>
              <w:t>Шатковского</w:t>
            </w:r>
            <w:proofErr w:type="spellEnd"/>
            <w:r w:rsidRPr="002A69F3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и водоотведения </w:t>
            </w:r>
            <w:r w:rsidR="00707BD3">
              <w:rPr>
                <w:szCs w:val="28"/>
              </w:rPr>
              <w:br/>
            </w:r>
            <w:r w:rsidRPr="002A69F3">
              <w:rPr>
                <w:szCs w:val="28"/>
              </w:rPr>
              <w:t xml:space="preserve">для потребителей </w:t>
            </w:r>
            <w:proofErr w:type="spellStart"/>
            <w:r w:rsidRPr="002A69F3">
              <w:rPr>
                <w:szCs w:val="28"/>
              </w:rPr>
              <w:t>Шатковского</w:t>
            </w:r>
            <w:proofErr w:type="spellEnd"/>
            <w:r w:rsidRPr="002A69F3">
              <w:rPr>
                <w:szCs w:val="28"/>
              </w:rPr>
              <w:t xml:space="preserve"> муниципального района Нижегородской области</w:t>
            </w:r>
            <w:r w:rsidR="00651684" w:rsidRPr="00651684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707BD3" w:rsidRDefault="00261BEB" w:rsidP="00707BD3">
      <w:pPr>
        <w:pStyle w:val="ac"/>
        <w:jc w:val="center"/>
      </w:pPr>
    </w:p>
    <w:p w:rsidR="000C3EA3" w:rsidRDefault="000C3EA3" w:rsidP="00707BD3">
      <w:pPr>
        <w:pStyle w:val="ac"/>
        <w:jc w:val="center"/>
      </w:pPr>
    </w:p>
    <w:p w:rsidR="00736B8B" w:rsidRPr="00707BD3" w:rsidRDefault="00736B8B" w:rsidP="00707BD3">
      <w:pPr>
        <w:pStyle w:val="ac"/>
        <w:jc w:val="center"/>
      </w:pPr>
    </w:p>
    <w:p w:rsidR="002A69F3" w:rsidRPr="002A69F3" w:rsidRDefault="002A69F3" w:rsidP="002A69F3">
      <w:pPr>
        <w:spacing w:line="276" w:lineRule="auto"/>
        <w:ind w:firstLine="720"/>
        <w:jc w:val="both"/>
        <w:rPr>
          <w:noProof/>
          <w:szCs w:val="24"/>
        </w:rPr>
      </w:pPr>
      <w:r w:rsidRPr="002A69F3">
        <w:rPr>
          <w:szCs w:val="24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</w:t>
      </w:r>
      <w:proofErr w:type="gramStart"/>
      <w:r w:rsidRPr="002A69F3">
        <w:rPr>
          <w:szCs w:val="24"/>
        </w:rPr>
        <w:t>О</w:t>
      </w:r>
      <w:proofErr w:type="gramEnd"/>
      <w:r w:rsidRPr="002A69F3">
        <w:rPr>
          <w:szCs w:val="24"/>
        </w:rPr>
        <w:t xml:space="preserve"> государственном </w:t>
      </w:r>
      <w:proofErr w:type="gramStart"/>
      <w:r w:rsidRPr="002A69F3">
        <w:rPr>
          <w:szCs w:val="24"/>
        </w:rPr>
        <w:t xml:space="preserve">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2A69F3">
        <w:rPr>
          <w:noProof/>
          <w:szCs w:val="24"/>
        </w:rPr>
        <w:t>МУНИЦИПАЛЬНЫМ УНИТАРНЫМ ПРЕДПРИЯТИЕМ «ГАРАНТ-ЖКХ» АДМИНИСТРАЦИИ СВЕТЛОГОРСКОГО СЕЛЬСОВЕТА ШАТКОВСКОГО МУНИЦИПАЛЬНОГО РАЙОНА НИЖЕГОРОДСКОЙ ОБЛАСТИ (ИНН 5238005477), п. Светлогорск  Шатковского муниципального района Нижегородской области</w:t>
      </w:r>
      <w:r w:rsidRPr="002A69F3">
        <w:rPr>
          <w:szCs w:val="24"/>
        </w:rPr>
        <w:t>, экспертного заключения рег</w:t>
      </w:r>
      <w:r w:rsidRPr="00EF620B">
        <w:rPr>
          <w:szCs w:val="24"/>
        </w:rPr>
        <w:t>. № в-</w:t>
      </w:r>
      <w:r w:rsidR="00EF620B" w:rsidRPr="00EF620B">
        <w:rPr>
          <w:szCs w:val="24"/>
        </w:rPr>
        <w:t>684</w:t>
      </w:r>
      <w:r w:rsidRPr="00EF620B">
        <w:rPr>
          <w:szCs w:val="24"/>
        </w:rPr>
        <w:t xml:space="preserve"> </w:t>
      </w:r>
      <w:r w:rsidR="00ED39EF">
        <w:rPr>
          <w:szCs w:val="24"/>
        </w:rPr>
        <w:br/>
      </w:r>
      <w:r w:rsidRPr="00EF620B">
        <w:rPr>
          <w:szCs w:val="24"/>
        </w:rPr>
        <w:t>от</w:t>
      </w:r>
      <w:r w:rsidR="00707BD3" w:rsidRPr="00EF620B">
        <w:rPr>
          <w:szCs w:val="24"/>
        </w:rPr>
        <w:t xml:space="preserve"> 12</w:t>
      </w:r>
      <w:r w:rsidR="00707BD3" w:rsidRPr="00707BD3">
        <w:rPr>
          <w:szCs w:val="24"/>
        </w:rPr>
        <w:t xml:space="preserve"> ноября </w:t>
      </w:r>
      <w:r w:rsidRPr="00707BD3">
        <w:rPr>
          <w:szCs w:val="24"/>
        </w:rPr>
        <w:t xml:space="preserve"> 2019 г.:</w:t>
      </w:r>
      <w:proofErr w:type="gramEnd"/>
    </w:p>
    <w:p w:rsidR="002A69F3" w:rsidRPr="002A69F3" w:rsidRDefault="002A69F3" w:rsidP="002A69F3">
      <w:pPr>
        <w:spacing w:line="276" w:lineRule="auto"/>
        <w:ind w:firstLine="709"/>
        <w:jc w:val="both"/>
        <w:rPr>
          <w:szCs w:val="24"/>
        </w:rPr>
      </w:pPr>
      <w:r w:rsidRPr="002A69F3">
        <w:rPr>
          <w:b/>
          <w:szCs w:val="24"/>
        </w:rPr>
        <w:t xml:space="preserve">1. </w:t>
      </w:r>
      <w:proofErr w:type="gramStart"/>
      <w:r w:rsidRPr="002A69F3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="00707BD3">
        <w:rPr>
          <w:szCs w:val="24"/>
        </w:rPr>
        <w:t>от 13 декабря 2018</w:t>
      </w:r>
      <w:r w:rsidRPr="002A69F3">
        <w:rPr>
          <w:szCs w:val="24"/>
        </w:rPr>
        <w:t xml:space="preserve"> г. № 52/68 «Об установлении МУНИЦИПАЛЬНОМУ УНИТАРНОМУ ПРЕДПРИЯТИЮ «ГАРАНТ-ЖКХ» АДМИНИСТРАЦИИ СВЕТЛОГОРСКОГО СЕЛЬСОВЕТА ШАТКОВСКОГО МУНИЦИПАЛЬНОГО </w:t>
      </w:r>
      <w:r w:rsidRPr="002A69F3">
        <w:rPr>
          <w:szCs w:val="24"/>
        </w:rPr>
        <w:lastRenderedPageBreak/>
        <w:t xml:space="preserve">РАЙОНА НИЖЕГОРОДСКОЙ ОБЛАСТИ (ИНН 5238005477), п. Светлогорск  </w:t>
      </w:r>
      <w:proofErr w:type="spellStart"/>
      <w:r w:rsidRPr="002A69F3">
        <w:rPr>
          <w:szCs w:val="24"/>
        </w:rPr>
        <w:t>Шатковского</w:t>
      </w:r>
      <w:proofErr w:type="spellEnd"/>
      <w:r w:rsidRPr="002A69F3">
        <w:rPr>
          <w:szCs w:val="24"/>
        </w:rPr>
        <w:t xml:space="preserve"> муниципального района Нижегородской области, тарифов в сфере холодного водоснабжения и водоотведения для потребителей </w:t>
      </w:r>
      <w:proofErr w:type="spellStart"/>
      <w:r w:rsidRPr="002A69F3">
        <w:rPr>
          <w:szCs w:val="24"/>
        </w:rPr>
        <w:t>Шатковского</w:t>
      </w:r>
      <w:proofErr w:type="spellEnd"/>
      <w:r w:rsidRPr="002A69F3">
        <w:rPr>
          <w:szCs w:val="24"/>
        </w:rPr>
        <w:t xml:space="preserve"> муниципального района Нижегородской области» следующие изменени</w:t>
      </w:r>
      <w:r w:rsidRPr="002A69F3">
        <w:rPr>
          <w:noProof/>
          <w:szCs w:val="24"/>
        </w:rPr>
        <w:t>я:</w:t>
      </w:r>
      <w:proofErr w:type="gramEnd"/>
    </w:p>
    <w:p w:rsidR="002A69F3" w:rsidRPr="002A69F3" w:rsidRDefault="002A69F3" w:rsidP="002A69F3">
      <w:pPr>
        <w:spacing w:line="276" w:lineRule="auto"/>
        <w:jc w:val="both"/>
        <w:rPr>
          <w:szCs w:val="24"/>
        </w:rPr>
      </w:pPr>
      <w:r w:rsidRPr="002A69F3">
        <w:rPr>
          <w:b/>
          <w:i/>
          <w:szCs w:val="24"/>
        </w:rPr>
        <w:t>1.1.</w:t>
      </w:r>
      <w:r w:rsidRPr="002A69F3">
        <w:rPr>
          <w:szCs w:val="24"/>
        </w:rPr>
        <w:t xml:space="preserve"> Таблицу пункта 3 решения изложить в следующей редакции:</w:t>
      </w:r>
    </w:p>
    <w:p w:rsidR="002A69F3" w:rsidRPr="002A69F3" w:rsidRDefault="002A69F3" w:rsidP="002A69F3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2A69F3">
        <w:rPr>
          <w:szCs w:val="24"/>
        </w:rPr>
        <w:t>«</w:t>
      </w: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1630"/>
        <w:gridCol w:w="741"/>
        <w:gridCol w:w="804"/>
        <w:gridCol w:w="741"/>
        <w:gridCol w:w="804"/>
        <w:gridCol w:w="741"/>
        <w:gridCol w:w="804"/>
        <w:gridCol w:w="741"/>
        <w:gridCol w:w="808"/>
        <w:gridCol w:w="738"/>
        <w:gridCol w:w="796"/>
      </w:tblGrid>
      <w:tr w:rsidR="002A69F3" w:rsidRPr="002A6350" w:rsidTr="00707BD3">
        <w:trPr>
          <w:trHeight w:val="281"/>
          <w:jc w:val="center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2A6350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2A6350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2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2A69F3" w:rsidRPr="002A6350" w:rsidTr="00707BD3">
        <w:trPr>
          <w:cantSplit/>
          <w:trHeight w:val="138"/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2A6350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2A69F3" w:rsidRPr="002A6350" w:rsidTr="00707BD3">
        <w:trPr>
          <w:cantSplit/>
          <w:trHeight w:val="357"/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highlight w:val="yellow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2A6350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</w:tr>
      <w:tr w:rsidR="001C6425" w:rsidRPr="002A6350" w:rsidTr="00707BD3">
        <w:trPr>
          <w:trHeight w:val="133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2A6350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rPr>
                <w:noProof/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Питьевая вода, руб./м</w:t>
            </w:r>
            <w:r w:rsidRPr="002A635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30,11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30,71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30,71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31,73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31,73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32,90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32,90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34,11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34,11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35,38</w:t>
            </w:r>
          </w:p>
        </w:tc>
      </w:tr>
      <w:tr w:rsidR="001C6425" w:rsidRPr="002A6350" w:rsidTr="00707BD3">
        <w:trPr>
          <w:trHeight w:val="133"/>
          <w:jc w:val="center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2A6350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rPr>
                <w:noProof/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Питьевая вода, руб./м</w:t>
            </w:r>
            <w:r w:rsidRPr="002A635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30,11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30,71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30,71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31,73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31,73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32,90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32,90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34,11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34,11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35,38</w:t>
            </w:r>
          </w:p>
        </w:tc>
      </w:tr>
      <w:tr w:rsidR="001C6425" w:rsidRPr="002A6350" w:rsidTr="00707BD3">
        <w:trPr>
          <w:trHeight w:val="132"/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25" w:rsidRPr="002A6350" w:rsidRDefault="001C6425" w:rsidP="00707BD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rPr>
                <w:noProof/>
                <w:sz w:val="20"/>
                <w:lang w:eastAsia="en-US"/>
              </w:rPr>
            </w:pPr>
            <w:r w:rsidRPr="002A6350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25" w:rsidRPr="002A6350" w:rsidRDefault="001C6425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425" w:rsidRPr="002A6350" w:rsidRDefault="001C6425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rPr>
                <w:sz w:val="20"/>
                <w:highlight w:val="yellow"/>
                <w:lang w:eastAsia="en-US"/>
              </w:rPr>
            </w:pPr>
          </w:p>
        </w:tc>
      </w:tr>
      <w:tr w:rsidR="001C6425" w:rsidRPr="002A6350" w:rsidTr="00707BD3">
        <w:trPr>
          <w:trHeight w:val="132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2A6350"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rPr>
                <w:noProof/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 xml:space="preserve">Водоотведение </w:t>
            </w:r>
            <w:r w:rsidRPr="002A6350">
              <w:rPr>
                <w:bCs/>
                <w:sz w:val="20"/>
                <w:lang w:eastAsia="en-US"/>
              </w:rPr>
              <w:t>(</w:t>
            </w:r>
            <w:r w:rsidRPr="002A6350">
              <w:rPr>
                <w:rFonts w:eastAsia="Calibri"/>
                <w:sz w:val="20"/>
                <w:lang w:eastAsia="en-US"/>
              </w:rPr>
              <w:t>без учета очистки сточных вод)</w:t>
            </w:r>
            <w:r w:rsidRPr="002A6350">
              <w:rPr>
                <w:sz w:val="20"/>
                <w:lang w:eastAsia="en-US"/>
              </w:rPr>
              <w:t>, руб./м</w:t>
            </w:r>
            <w:r w:rsidRPr="002A635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25,95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26,46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26,46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27,08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27,80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28,62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28,62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29,49</w:t>
            </w:r>
          </w:p>
        </w:tc>
      </w:tr>
      <w:tr w:rsidR="001C6425" w:rsidRPr="002A6350" w:rsidTr="00707BD3">
        <w:trPr>
          <w:trHeight w:val="132"/>
          <w:jc w:val="center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2A6350">
              <w:rPr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425" w:rsidRPr="002A6350" w:rsidRDefault="001C6425" w:rsidP="00707BD3">
            <w:pPr>
              <w:rPr>
                <w:noProof/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 xml:space="preserve">Водоотведение </w:t>
            </w:r>
            <w:r w:rsidRPr="002A6350">
              <w:rPr>
                <w:bCs/>
                <w:sz w:val="20"/>
                <w:lang w:eastAsia="en-US"/>
              </w:rPr>
              <w:t>(</w:t>
            </w:r>
            <w:r w:rsidRPr="002A6350">
              <w:rPr>
                <w:rFonts w:eastAsia="Calibri"/>
                <w:sz w:val="20"/>
                <w:lang w:eastAsia="en-US"/>
              </w:rPr>
              <w:t>без учета очистки сточных вод)</w:t>
            </w:r>
            <w:r w:rsidRPr="002A6350">
              <w:rPr>
                <w:sz w:val="20"/>
                <w:lang w:eastAsia="en-US"/>
              </w:rPr>
              <w:t>, руб./м</w:t>
            </w:r>
            <w:r w:rsidRPr="002A635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25,95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2A6350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2A6350">
              <w:rPr>
                <w:sz w:val="20"/>
                <w:lang w:eastAsia="en-US"/>
              </w:rPr>
              <w:t>26,46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26,46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27,08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27,08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27,80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27,80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28,62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28,62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25" w:rsidRPr="001C6425" w:rsidRDefault="001C6425" w:rsidP="00707BD3">
            <w:pPr>
              <w:jc w:val="center"/>
              <w:rPr>
                <w:sz w:val="20"/>
                <w:lang w:eastAsia="en-US"/>
              </w:rPr>
            </w:pPr>
            <w:r w:rsidRPr="001C6425">
              <w:rPr>
                <w:sz w:val="20"/>
                <w:lang w:eastAsia="en-US"/>
              </w:rPr>
              <w:t>29,49</w:t>
            </w:r>
          </w:p>
        </w:tc>
      </w:tr>
      <w:tr w:rsidR="002A69F3" w:rsidRPr="002A6350" w:rsidTr="00707BD3">
        <w:trPr>
          <w:trHeight w:val="132"/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F3" w:rsidRPr="002A6350" w:rsidRDefault="002A69F3" w:rsidP="00707BD3">
            <w:pPr>
              <w:rPr>
                <w:noProof/>
                <w:sz w:val="20"/>
                <w:lang w:eastAsia="en-US"/>
              </w:rPr>
            </w:pPr>
            <w:r w:rsidRPr="002A6350">
              <w:rPr>
                <w:rFonts w:eastAsia="Calibri"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F3" w:rsidRPr="002A6350" w:rsidRDefault="002A69F3" w:rsidP="00707BD3">
            <w:pPr>
              <w:rPr>
                <w:sz w:val="20"/>
                <w:lang w:eastAsia="en-US"/>
              </w:rPr>
            </w:pPr>
          </w:p>
        </w:tc>
      </w:tr>
    </w:tbl>
    <w:p w:rsidR="00651684" w:rsidRPr="00651684" w:rsidRDefault="00651684" w:rsidP="00651684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651684">
        <w:rPr>
          <w:szCs w:val="28"/>
        </w:rPr>
        <w:t>».</w:t>
      </w:r>
    </w:p>
    <w:p w:rsidR="00D15825" w:rsidRPr="00D15825" w:rsidRDefault="00D15825" w:rsidP="00651684">
      <w:pPr>
        <w:spacing w:line="276" w:lineRule="auto"/>
        <w:jc w:val="both"/>
        <w:rPr>
          <w:szCs w:val="24"/>
        </w:rPr>
      </w:pPr>
      <w:r w:rsidRPr="00651684">
        <w:rPr>
          <w:b/>
          <w:i/>
          <w:szCs w:val="28"/>
        </w:rPr>
        <w:t>1.2.</w:t>
      </w:r>
      <w:r w:rsidRPr="00651684">
        <w:rPr>
          <w:szCs w:val="28"/>
        </w:rPr>
        <w:t xml:space="preserve"> </w:t>
      </w:r>
      <w:r w:rsidR="00053509" w:rsidRPr="00053509">
        <w:rPr>
          <w:noProof/>
          <w:szCs w:val="28"/>
        </w:rPr>
        <w:t>Приложения 1, 2 к решению изложить в новой редакции согласно Приложениям 1, 2 к настоящему решению</w:t>
      </w:r>
      <w:r w:rsidRPr="00D15825">
        <w:rPr>
          <w:szCs w:val="24"/>
        </w:rPr>
        <w:t>.</w:t>
      </w:r>
    </w:p>
    <w:p w:rsidR="006F7468" w:rsidRPr="009E7ECA" w:rsidRDefault="006F7468" w:rsidP="00D15A4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707BD3">
      <w:pPr>
        <w:pStyle w:val="ac"/>
      </w:pPr>
    </w:p>
    <w:p w:rsidR="007016A7" w:rsidRDefault="007016A7" w:rsidP="00707BD3">
      <w:pPr>
        <w:pStyle w:val="ac"/>
      </w:pPr>
    </w:p>
    <w:p w:rsidR="007016A7" w:rsidRPr="007D25C7" w:rsidRDefault="007016A7" w:rsidP="00707BD3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0127AE" w:rsidRDefault="000127AE" w:rsidP="00F46749"/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BD1AA2" w:rsidRDefault="00BD1AA2" w:rsidP="009E54A8"/>
          <w:p w:rsidR="00707BD3" w:rsidRDefault="00707BD3" w:rsidP="009E54A8"/>
          <w:p w:rsidR="007016A7" w:rsidRDefault="007016A7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2A69F3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707BD3">
              <w:t xml:space="preserve">от </w:t>
            </w:r>
            <w:r w:rsidR="00707BD3" w:rsidRPr="00707BD3">
              <w:t xml:space="preserve">19 ноября </w:t>
            </w:r>
            <w:r w:rsidR="00F1607E" w:rsidRPr="00707BD3">
              <w:t xml:space="preserve">2019 </w:t>
            </w:r>
            <w:r w:rsidR="00CC03DF" w:rsidRPr="00707BD3">
              <w:t>г.</w:t>
            </w:r>
            <w:r w:rsidRPr="00707BD3">
              <w:t xml:space="preserve"> №</w:t>
            </w:r>
            <w:r w:rsidR="006B0802" w:rsidRPr="00D74902">
              <w:t xml:space="preserve"> </w:t>
            </w:r>
            <w:r w:rsidR="00736B8B">
              <w:t>52/22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2A69F3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2A69F3" w:rsidP="007016A7">
            <w:pPr>
              <w:ind w:left="3552"/>
              <w:jc w:val="center"/>
              <w:rPr>
                <w:lang w:val="en-US"/>
              </w:rPr>
            </w:pPr>
            <w:r w:rsidRPr="002A69F3">
              <w:t>от 13 декабря 2018 г. № 52/68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A69F3" w:rsidRPr="002A69F3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651684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 xml:space="preserve"> ПО ОКАЗАНИЮ УСЛУГ ХОЛОДНОГО ВОДОСНАБЖЕНИЯ </w:t>
            </w:r>
          </w:p>
          <w:p w:rsidR="002A69F3" w:rsidRPr="00C15EF7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4A6570" w:rsidRPr="004A6570" w:rsidRDefault="009E7ECA" w:rsidP="004A6570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6480D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7E4E45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55"/>
        <w:gridCol w:w="28"/>
        <w:gridCol w:w="385"/>
        <w:gridCol w:w="41"/>
        <w:gridCol w:w="425"/>
        <w:gridCol w:w="368"/>
        <w:gridCol w:w="766"/>
        <w:gridCol w:w="61"/>
        <w:gridCol w:w="421"/>
        <w:gridCol w:w="85"/>
        <w:gridCol w:w="425"/>
        <w:gridCol w:w="425"/>
        <w:gridCol w:w="312"/>
        <w:gridCol w:w="255"/>
        <w:gridCol w:w="993"/>
      </w:tblGrid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A6570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A6570" w:rsidRPr="004A6570" w:rsidTr="004A6570">
        <w:trPr>
          <w:trHeight w:val="78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Наименование </w:t>
            </w:r>
            <w:proofErr w:type="gramStart"/>
            <w:r w:rsidRPr="004A6570">
              <w:rPr>
                <w:sz w:val="20"/>
              </w:rPr>
              <w:t>регулируемой</w:t>
            </w:r>
            <w:proofErr w:type="gramEnd"/>
            <w:r w:rsidRPr="004A6570">
              <w:rPr>
                <w:sz w:val="20"/>
              </w:rPr>
              <w:t xml:space="preserve">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организации (ИНН)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МУНИЦИПАЛЬНОЕ УНИТАРНОЕ ПРЕДПРИЯТИЕ «ГАРАНТ-ЖКХ» АДМИНИСТРАЦИИ СВЕТЛОГОРСКОГО СЕЛЬСОВЕТА ШАТКОВСКОГО МУНИЦИПАЛЬНОГО РАЙОНА НИЖЕГОРОДСКОЙ ОБЛАСТИ (ИНН 5238005477)</w:t>
            </w:r>
          </w:p>
        </w:tc>
      </w:tr>
      <w:tr w:rsidR="004A6570" w:rsidRPr="004A6570" w:rsidTr="004A6570">
        <w:trPr>
          <w:trHeight w:val="56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Местонахождение     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607713, Нижегородская область, </w:t>
            </w:r>
            <w:proofErr w:type="spellStart"/>
            <w:r w:rsidRPr="004A6570">
              <w:rPr>
                <w:rFonts w:eastAsia="Calibri"/>
                <w:sz w:val="20"/>
                <w:lang w:eastAsia="en-US"/>
              </w:rPr>
              <w:t>Шатковский</w:t>
            </w:r>
            <w:proofErr w:type="spellEnd"/>
            <w:r w:rsidRPr="004A6570">
              <w:rPr>
                <w:rFonts w:eastAsia="Calibri"/>
                <w:sz w:val="20"/>
                <w:lang w:eastAsia="en-US"/>
              </w:rPr>
              <w:t xml:space="preserve"> муниципальный район, п. Светлогорск, ул. Ленина, д. 4</w:t>
            </w:r>
          </w:p>
        </w:tc>
      </w:tr>
      <w:tr w:rsidR="004A6570" w:rsidRPr="004A6570" w:rsidTr="00ED39EF">
        <w:trPr>
          <w:trHeight w:val="44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Наименование        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4A6570" w:rsidRPr="004A6570" w:rsidTr="004A6570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Местонахождение     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 г. </w:t>
            </w:r>
            <w:r w:rsidRPr="004A6570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A6570">
              <w:rPr>
                <w:b/>
                <w:sz w:val="20"/>
              </w:rPr>
              <w:t>2. Объем подачи воды</w:t>
            </w:r>
          </w:p>
        </w:tc>
      </w:tr>
      <w:tr w:rsidR="004A6570" w:rsidRPr="004A6570" w:rsidTr="00ED39EF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01.01.2019 по 31.12.2019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01.01.2020 по 31.12.2020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01.01.2021 по 31.12.2021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01.01.2022</w:t>
            </w:r>
            <w:r w:rsidR="00ED39EF">
              <w:rPr>
                <w:sz w:val="20"/>
              </w:rPr>
              <w:t xml:space="preserve"> </w:t>
            </w:r>
            <w:r w:rsidRPr="004A6570">
              <w:rPr>
                <w:sz w:val="20"/>
              </w:rPr>
              <w:t>по 31.12.2022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01.01.2023 по 31.12.2023</w:t>
            </w:r>
          </w:p>
        </w:tc>
      </w:tr>
      <w:tr w:rsidR="004A6570" w:rsidRPr="004A6570" w:rsidTr="00ED39EF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A6570">
              <w:rPr>
                <w:sz w:val="20"/>
              </w:rPr>
              <w:t>Подано воды всего, тыс</w:t>
            </w:r>
            <w:proofErr w:type="gramStart"/>
            <w:r w:rsidRPr="004A6570">
              <w:rPr>
                <w:sz w:val="20"/>
              </w:rPr>
              <w:t>.м</w:t>
            </w:r>
            <w:proofErr w:type="gramEnd"/>
            <w:r w:rsidRPr="004A6570">
              <w:rPr>
                <w:sz w:val="20"/>
                <w:vertAlign w:val="superscript"/>
              </w:rPr>
              <w:t>3</w:t>
            </w:r>
            <w:r w:rsidRPr="004A6570">
              <w:rPr>
                <w:sz w:val="20"/>
              </w:rPr>
              <w:t xml:space="preserve"> в том числе: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73,700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73,700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73,700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73,700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73,700</w:t>
            </w:r>
          </w:p>
        </w:tc>
      </w:tr>
      <w:tr w:rsidR="004A6570" w:rsidRPr="004A6570" w:rsidTr="00ED39EF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A6570">
              <w:rPr>
                <w:i/>
                <w:sz w:val="20"/>
              </w:rPr>
              <w:t>- населению,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70,593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70,593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70,593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70,593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70,593</w:t>
            </w:r>
          </w:p>
        </w:tc>
      </w:tr>
      <w:tr w:rsidR="004A6570" w:rsidRPr="004A6570" w:rsidTr="00ED39EF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A6570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2,172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2,172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2,172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2,172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2,172</w:t>
            </w:r>
          </w:p>
        </w:tc>
      </w:tr>
      <w:tr w:rsidR="004A6570" w:rsidRPr="004A6570" w:rsidTr="00ED39EF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A6570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0,935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0,935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0,935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0,935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0,935</w:t>
            </w:r>
          </w:p>
        </w:tc>
      </w:tr>
      <w:tr w:rsidR="004A6570" w:rsidRPr="004A6570" w:rsidTr="00ED39EF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A6570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9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A6570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A6570" w:rsidRPr="004A6570" w:rsidTr="004A6570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Всего сумма, тыс. руб.  </w:t>
            </w:r>
          </w:p>
        </w:tc>
      </w:tr>
      <w:tr w:rsidR="004A6570" w:rsidRPr="004A6570" w:rsidTr="004A6570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01.01.2019 по 31.12.2019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2 116,340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2 116,340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38,536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38,536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2154,876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2154,876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01.01.2020 по 31.12.2020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2 173,594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2 173,594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41,522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41,522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2217,116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2217,116</w:t>
            </w:r>
          </w:p>
        </w:tc>
      </w:tr>
      <w:tr w:rsidR="004A6570" w:rsidRPr="004A6570" w:rsidTr="004A6570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01.01.2021 по 31.12.2021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2 237,951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2 237,951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44,950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44,950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2215,116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2215,116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01.01.2022 по 31.12.2022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2 304,985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2 304,985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48,843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48,843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2363,828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2363,828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01.01.2023 по 31.12.2023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2 374,027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2 374,027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53,221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53,221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2427,248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2427,248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11378,184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11378,184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A6570">
              <w:rPr>
                <w:b/>
                <w:sz w:val="20"/>
              </w:rPr>
              <w:lastRenderedPageBreak/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A6570" w:rsidRPr="004A6570" w:rsidTr="004A6570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ED39EF" w:rsidRDefault="004A6570" w:rsidP="00ED39E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A6570">
              <w:rPr>
                <w:sz w:val="20"/>
              </w:rPr>
              <w:t xml:space="preserve">  </w:t>
            </w:r>
            <w:r w:rsidRPr="004A6570">
              <w:rPr>
                <w:i/>
                <w:sz w:val="20"/>
              </w:rPr>
              <w:t>4.1. Перечень мероприятий по ремо</w:t>
            </w:r>
            <w:r w:rsidR="00ED39EF">
              <w:rPr>
                <w:i/>
                <w:sz w:val="20"/>
              </w:rPr>
              <w:t xml:space="preserve">нту объектов централизованных </w:t>
            </w:r>
            <w:r w:rsidRPr="004A6570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4A6570" w:rsidRPr="004A6570" w:rsidTr="004A6570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Всего сумма, тыс. руб.  </w:t>
            </w:r>
          </w:p>
        </w:tc>
      </w:tr>
      <w:tr w:rsidR="004A6570" w:rsidRPr="004A6570" w:rsidTr="004A6570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01.01.2019 по 31.12.2019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 xml:space="preserve"> 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114,215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114,215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114,215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114,215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01.01.2020 по 31.12.2020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 xml:space="preserve"> 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116,465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116,465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116,465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116,465</w:t>
            </w:r>
          </w:p>
        </w:tc>
      </w:tr>
      <w:tr w:rsidR="004A6570" w:rsidRPr="004A6570" w:rsidTr="004A6570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01.01.2021 по 31.12.2021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 xml:space="preserve"> 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119,566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119,566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119,566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119,566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01.01.2022 по 31.12.2022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123,106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123,106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123,106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123,106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01.01.2023по 31.12.2023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 xml:space="preserve"> 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126,750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126,750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126,750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126,750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600,102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600,102</w:t>
            </w:r>
          </w:p>
        </w:tc>
      </w:tr>
      <w:tr w:rsidR="004A6570" w:rsidRPr="004A6570" w:rsidTr="004A6570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ED39EF" w:rsidRDefault="004A6570" w:rsidP="00ED39E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A6570">
              <w:rPr>
                <w:i/>
                <w:sz w:val="20"/>
              </w:rPr>
              <w:t xml:space="preserve">   4.2. Перечень мероприятий, напра</w:t>
            </w:r>
            <w:r w:rsidR="00ED39EF">
              <w:rPr>
                <w:i/>
                <w:sz w:val="20"/>
              </w:rPr>
              <w:t xml:space="preserve">вленных на улучшение качества </w:t>
            </w:r>
            <w:r w:rsidRPr="004A6570">
              <w:rPr>
                <w:i/>
                <w:sz w:val="20"/>
              </w:rPr>
              <w:t xml:space="preserve">питьевой воды </w:t>
            </w:r>
          </w:p>
        </w:tc>
      </w:tr>
      <w:tr w:rsidR="004A6570" w:rsidRPr="004A6570" w:rsidTr="004A6570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Всего сумма, тыс. руб.  </w:t>
            </w:r>
          </w:p>
        </w:tc>
      </w:tr>
      <w:tr w:rsidR="004A6570" w:rsidRPr="004A6570" w:rsidTr="004A6570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01.01.2019 по 31.12.2019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01.01.2020 по 31.12.2020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01.01.2021 по 31.12.2021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01.01.2022 по 31.12.2022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01.01.2023 по 31.12.2023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A6570">
              <w:rPr>
                <w:sz w:val="20"/>
              </w:rPr>
              <w:t xml:space="preserve">    </w:t>
            </w:r>
            <w:r w:rsidRPr="004A6570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4A6570">
              <w:rPr>
                <w:i/>
                <w:sz w:val="20"/>
              </w:rPr>
              <w:t>энергетической</w:t>
            </w:r>
            <w:proofErr w:type="gramEnd"/>
            <w:r w:rsidRPr="004A6570">
              <w:rPr>
                <w:i/>
                <w:sz w:val="20"/>
              </w:rPr>
              <w:t xml:space="preserve">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4A6570">
              <w:rPr>
                <w:sz w:val="20"/>
              </w:rPr>
              <w:t xml:space="preserve">   </w:t>
            </w:r>
          </w:p>
        </w:tc>
      </w:tr>
      <w:tr w:rsidR="004A6570" w:rsidRPr="004A6570" w:rsidTr="004A6570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Всего сумма, тыс. руб.  </w:t>
            </w:r>
          </w:p>
        </w:tc>
      </w:tr>
      <w:tr w:rsidR="004A6570" w:rsidRPr="004A6570" w:rsidTr="004A6570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01.01.2020 по 31.12.2020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01.01.2021 по 31.12.2021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01.01.2022 по 31.12.2022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01.01.2023 по 31.12.2023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A6570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A6570" w:rsidRPr="004A6570" w:rsidTr="004A6570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Всего сумма, тыс. руб.  </w:t>
            </w:r>
          </w:p>
        </w:tc>
      </w:tr>
      <w:tr w:rsidR="004A6570" w:rsidRPr="004A6570" w:rsidTr="004A6570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01.01.2019 по 31.12.2019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01.01.2020 по 31.12.2020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01.01.2021 по 31.12.2021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01.01.2022 по 31.12.2022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На период с 01.01.2023 по 31.12.2023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A6570">
              <w:rPr>
                <w:sz w:val="20"/>
              </w:rPr>
              <w:t xml:space="preserve">        </w:t>
            </w:r>
            <w:r w:rsidRPr="004A6570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4A6570" w:rsidRPr="004A6570" w:rsidTr="004A6570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4A6570">
              <w:rPr>
                <w:sz w:val="20"/>
              </w:rPr>
              <w:t>Ед</w:t>
            </w:r>
            <w:proofErr w:type="gramStart"/>
            <w:r w:rsidRPr="004A6570">
              <w:rPr>
                <w:sz w:val="20"/>
              </w:rPr>
              <w:t>.и</w:t>
            </w:r>
            <w:proofErr w:type="gramEnd"/>
            <w:r w:rsidRPr="004A6570">
              <w:rPr>
                <w:sz w:val="20"/>
              </w:rPr>
              <w:t>зм</w:t>
            </w:r>
            <w:proofErr w:type="spellEnd"/>
            <w:r w:rsidRPr="004A6570">
              <w:rPr>
                <w:sz w:val="20"/>
              </w:rPr>
              <w:t>.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D39EF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D39EF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D39EF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D39EF">
              <w:rPr>
                <w:sz w:val="18"/>
                <w:szCs w:val="18"/>
              </w:rPr>
              <w:t>На период с 01.01.2022по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D39EF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Показатели качества воды</w:t>
            </w:r>
          </w:p>
        </w:tc>
      </w:tr>
      <w:tr w:rsidR="004A6570" w:rsidRPr="004A6570" w:rsidTr="004A6570">
        <w:trPr>
          <w:trHeight w:val="139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A6570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A6570">
              <w:rPr>
                <w:sz w:val="20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</w:t>
            </w:r>
            <w:r w:rsidRPr="004A6570">
              <w:rPr>
                <w:sz w:val="20"/>
              </w:rPr>
              <w:lastRenderedPageBreak/>
              <w:t>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</w:t>
            </w:r>
          </w:p>
        </w:tc>
      </w:tr>
      <w:tr w:rsidR="004A6570" w:rsidRPr="004A6570" w:rsidTr="004A6570">
        <w:trPr>
          <w:trHeight w:val="27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4A6570">
              <w:rPr>
                <w:sz w:val="20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4A6570" w:rsidRPr="004A6570" w:rsidTr="004A6570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A6570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ед./</w:t>
            </w:r>
            <w:proofErr w:type="gramStart"/>
            <w:r w:rsidRPr="004A6570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0,43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0,43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0,43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0,43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Показатели энергетической эффективности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A6570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6,5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6,5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6,5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6,5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6,5</w:t>
            </w:r>
          </w:p>
        </w:tc>
      </w:tr>
      <w:tr w:rsidR="004A6570" w:rsidRPr="004A6570" w:rsidTr="004A6570">
        <w:trPr>
          <w:trHeight w:val="10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A6570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кВт*</w:t>
            </w:r>
            <w:proofErr w:type="gramStart"/>
            <w:r w:rsidRPr="004A6570">
              <w:rPr>
                <w:sz w:val="20"/>
              </w:rPr>
              <w:t>ч</w:t>
            </w:r>
            <w:proofErr w:type="gramEnd"/>
            <w:r w:rsidRPr="004A6570">
              <w:rPr>
                <w:sz w:val="20"/>
              </w:rPr>
              <w:t>/</w:t>
            </w:r>
          </w:p>
          <w:p w:rsidR="004A6570" w:rsidRPr="004A6570" w:rsidRDefault="004A6570" w:rsidP="004A657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куб. м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3,04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3,04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3,04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3,04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>3,04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A6570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кВт*</w:t>
            </w:r>
            <w:proofErr w:type="gramStart"/>
            <w:r w:rsidRPr="004A6570">
              <w:rPr>
                <w:sz w:val="20"/>
              </w:rPr>
              <w:t>ч</w:t>
            </w:r>
            <w:proofErr w:type="gramEnd"/>
            <w:r w:rsidRPr="004A6570">
              <w:rPr>
                <w:sz w:val="20"/>
              </w:rPr>
              <w:t>/</w:t>
            </w:r>
          </w:p>
          <w:p w:rsidR="004A6570" w:rsidRPr="004A6570" w:rsidRDefault="004A6570" w:rsidP="004A657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куб. м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A6570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4A6570" w:rsidRPr="004A6570" w:rsidTr="004A6570">
        <w:trPr>
          <w:trHeight w:val="215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>-</w:t>
            </w:r>
          </w:p>
        </w:tc>
      </w:tr>
      <w:tr w:rsidR="004A6570" w:rsidRPr="004A6570" w:rsidTr="004A6570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A6570">
              <w:rPr>
                <w:sz w:val="20"/>
              </w:rPr>
              <w:t xml:space="preserve">        </w:t>
            </w:r>
            <w:r w:rsidRPr="004A6570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b/>
                <w:sz w:val="20"/>
              </w:rPr>
              <w:t xml:space="preserve">                         производственной программы</w:t>
            </w:r>
            <w:r w:rsidRPr="004A6570">
              <w:rPr>
                <w:sz w:val="20"/>
              </w:rPr>
              <w:t xml:space="preserve">                         </w:t>
            </w:r>
          </w:p>
        </w:tc>
      </w:tr>
      <w:tr w:rsidR="004A6570" w:rsidRPr="004A6570" w:rsidTr="004A6570">
        <w:trPr>
          <w:trHeight w:val="478"/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Всего сумма,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  тыс. руб.  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jc w:val="center"/>
              <w:rPr>
                <w:bCs/>
                <w:sz w:val="20"/>
              </w:rPr>
            </w:pPr>
            <w:r w:rsidRPr="004A6570">
              <w:rPr>
                <w:bCs/>
                <w:sz w:val="20"/>
              </w:rPr>
              <w:t>2269,090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jc w:val="center"/>
              <w:rPr>
                <w:bCs/>
                <w:sz w:val="20"/>
              </w:rPr>
            </w:pPr>
            <w:r w:rsidRPr="004A6570">
              <w:rPr>
                <w:bCs/>
                <w:sz w:val="20"/>
              </w:rPr>
              <w:t>2300,982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jc w:val="center"/>
              <w:rPr>
                <w:bCs/>
                <w:sz w:val="20"/>
              </w:rPr>
            </w:pPr>
            <w:r w:rsidRPr="004A6570">
              <w:rPr>
                <w:bCs/>
                <w:sz w:val="20"/>
              </w:rPr>
              <w:t>2381,459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jc w:val="center"/>
              <w:rPr>
                <w:bCs/>
                <w:sz w:val="20"/>
              </w:rPr>
            </w:pPr>
            <w:r w:rsidRPr="004A6570">
              <w:rPr>
                <w:bCs/>
                <w:sz w:val="20"/>
              </w:rPr>
              <w:t>2469,152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A6570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jc w:val="center"/>
              <w:rPr>
                <w:bCs/>
                <w:sz w:val="20"/>
              </w:rPr>
            </w:pPr>
            <w:r w:rsidRPr="004A6570">
              <w:rPr>
                <w:bCs/>
                <w:sz w:val="20"/>
              </w:rPr>
              <w:t>2560,848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jc w:val="center"/>
              <w:rPr>
                <w:sz w:val="20"/>
              </w:rPr>
            </w:pPr>
            <w:r w:rsidRPr="004A6570">
              <w:rPr>
                <w:sz w:val="20"/>
              </w:rPr>
              <w:t>11981,531</w:t>
            </w:r>
          </w:p>
        </w:tc>
      </w:tr>
      <w:tr w:rsidR="004A6570" w:rsidRPr="004A6570" w:rsidTr="004A6570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4A6570">
              <w:rPr>
                <w:sz w:val="20"/>
              </w:rPr>
              <w:t xml:space="preserve">        </w:t>
            </w:r>
            <w:r w:rsidRPr="004A6570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4A6570">
              <w:rPr>
                <w:sz w:val="20"/>
              </w:rPr>
              <w:t xml:space="preserve">                         </w:t>
            </w:r>
          </w:p>
        </w:tc>
      </w:tr>
      <w:tr w:rsidR="004A6570" w:rsidRPr="004A6570" w:rsidTr="004A6570">
        <w:trPr>
          <w:trHeight w:val="372"/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 xml:space="preserve">   За период с 01.01.2018 по 31.12.2018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Объем подачи воды,  </w:t>
            </w:r>
            <w:proofErr w:type="spellStart"/>
            <w:r w:rsidRPr="004A6570">
              <w:rPr>
                <w:sz w:val="20"/>
              </w:rPr>
              <w:t>тыс</w:t>
            </w:r>
            <w:proofErr w:type="gramStart"/>
            <w:r w:rsidRPr="004A6570">
              <w:rPr>
                <w:sz w:val="20"/>
              </w:rPr>
              <w:t>.к</w:t>
            </w:r>
            <w:proofErr w:type="gramEnd"/>
            <w:r w:rsidRPr="004A6570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73,24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lastRenderedPageBreak/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4A6570">
              <w:rPr>
                <w:sz w:val="20"/>
              </w:rPr>
              <w:t>тыс</w:t>
            </w:r>
            <w:proofErr w:type="gramStart"/>
            <w:r w:rsidRPr="004A6570">
              <w:rPr>
                <w:sz w:val="20"/>
              </w:rPr>
              <w:t>.р</w:t>
            </w:r>
            <w:proofErr w:type="gramEnd"/>
            <w:r w:rsidRPr="004A6570">
              <w:rPr>
                <w:sz w:val="20"/>
              </w:rPr>
              <w:t>уб</w:t>
            </w:r>
            <w:proofErr w:type="spellEnd"/>
            <w:r w:rsidRPr="004A6570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3552,8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4A6570">
              <w:rPr>
                <w:sz w:val="20"/>
              </w:rPr>
              <w:t>тыс</w:t>
            </w:r>
            <w:proofErr w:type="gramStart"/>
            <w:r w:rsidRPr="004A6570">
              <w:rPr>
                <w:sz w:val="20"/>
              </w:rPr>
              <w:t>.р</w:t>
            </w:r>
            <w:proofErr w:type="gramEnd"/>
            <w:r w:rsidRPr="004A6570">
              <w:rPr>
                <w:sz w:val="20"/>
              </w:rPr>
              <w:t>уб</w:t>
            </w:r>
            <w:proofErr w:type="spellEnd"/>
            <w:r w:rsidRPr="004A6570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645,2</w:t>
            </w:r>
          </w:p>
        </w:tc>
      </w:tr>
      <w:tr w:rsidR="004A6570" w:rsidRPr="004A6570" w:rsidTr="004A6570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A6570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4A6570">
              <w:rPr>
                <w:sz w:val="20"/>
              </w:rPr>
              <w:t>тыс</w:t>
            </w:r>
            <w:proofErr w:type="gramStart"/>
            <w:r w:rsidRPr="004A6570">
              <w:rPr>
                <w:sz w:val="20"/>
              </w:rPr>
              <w:t>.р</w:t>
            </w:r>
            <w:proofErr w:type="gramEnd"/>
            <w:r w:rsidRPr="004A6570">
              <w:rPr>
                <w:sz w:val="20"/>
              </w:rPr>
              <w:t>уб</w:t>
            </w:r>
            <w:proofErr w:type="spellEnd"/>
            <w:r w:rsidRPr="004A6570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A6570">
              <w:rPr>
                <w:sz w:val="20"/>
              </w:rPr>
              <w:t>4198,0</w:t>
            </w:r>
          </w:p>
        </w:tc>
      </w:tr>
    </w:tbl>
    <w:p w:rsidR="004A6570" w:rsidRDefault="004A6570" w:rsidP="004A6570">
      <w:pPr>
        <w:ind w:left="3552"/>
        <w:jc w:val="right"/>
      </w:pPr>
      <w:r>
        <w:t>».</w:t>
      </w: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p w:rsidR="004A6570" w:rsidRPr="00707BD3" w:rsidRDefault="004A6570" w:rsidP="002A69F3">
      <w:pPr>
        <w:tabs>
          <w:tab w:val="left" w:pos="1897"/>
        </w:tabs>
        <w:rPr>
          <w:sz w:val="20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2A69F3" w:rsidTr="00291C37">
        <w:trPr>
          <w:gridAfter w:val="1"/>
          <w:wAfter w:w="11" w:type="dxa"/>
        </w:trPr>
        <w:tc>
          <w:tcPr>
            <w:tcW w:w="528" w:type="dxa"/>
          </w:tcPr>
          <w:p w:rsidR="002A69F3" w:rsidRDefault="002A69F3" w:rsidP="00291C37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2A69F3" w:rsidRDefault="002A69F3" w:rsidP="00291C37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2A69F3" w:rsidRDefault="002A69F3" w:rsidP="00291C37"/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/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A69F3"/>
          <w:p w:rsidR="002A69F3" w:rsidRDefault="002A69F3" w:rsidP="002A69F3"/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2A69F3" w:rsidRDefault="002A69F3" w:rsidP="00291C37">
            <w:pPr>
              <w:ind w:left="3552"/>
              <w:jc w:val="center"/>
            </w:pPr>
          </w:p>
          <w:p w:rsidR="00ED39EF" w:rsidRDefault="00ED39EF" w:rsidP="00291C37">
            <w:pPr>
              <w:ind w:left="3552"/>
              <w:jc w:val="center"/>
            </w:pPr>
          </w:p>
          <w:p w:rsidR="00ED39EF" w:rsidRDefault="00ED39EF" w:rsidP="00291C37">
            <w:pPr>
              <w:ind w:left="3552"/>
              <w:jc w:val="center"/>
            </w:pPr>
          </w:p>
          <w:p w:rsidR="002A69F3" w:rsidRDefault="002A69F3" w:rsidP="00291C37"/>
          <w:p w:rsidR="002A69F3" w:rsidRDefault="002A69F3" w:rsidP="00291C37">
            <w:pPr>
              <w:ind w:left="3552"/>
              <w:jc w:val="center"/>
            </w:pPr>
            <w:r>
              <w:lastRenderedPageBreak/>
              <w:t>ПРИЛОЖЕНИЕ 2</w:t>
            </w:r>
          </w:p>
          <w:p w:rsidR="002A69F3" w:rsidRDefault="002A69F3" w:rsidP="00291C37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2A69F3" w:rsidRDefault="002A69F3" w:rsidP="00291C37">
            <w:pPr>
              <w:ind w:left="3552"/>
              <w:jc w:val="center"/>
            </w:pPr>
            <w:r w:rsidRPr="004A6570">
              <w:t>от</w:t>
            </w:r>
            <w:r w:rsidR="004A6570" w:rsidRPr="004A6570">
              <w:t xml:space="preserve"> 19 ноября</w:t>
            </w:r>
            <w:r w:rsidRPr="004A6570">
              <w:t xml:space="preserve"> 2019 г. №</w:t>
            </w:r>
            <w:r w:rsidRPr="00D74902">
              <w:t xml:space="preserve"> </w:t>
            </w:r>
            <w:r w:rsidR="00736B8B">
              <w:t>52/22</w:t>
            </w:r>
            <w:bookmarkStart w:id="0" w:name="_GoBack"/>
            <w:bookmarkEnd w:id="0"/>
          </w:p>
          <w:p w:rsidR="002A69F3" w:rsidRPr="001D06AF" w:rsidRDefault="002A69F3" w:rsidP="00291C37"/>
        </w:tc>
      </w:tr>
      <w:tr w:rsidR="002A69F3" w:rsidTr="00291C37">
        <w:trPr>
          <w:gridAfter w:val="1"/>
          <w:wAfter w:w="11" w:type="dxa"/>
        </w:trPr>
        <w:tc>
          <w:tcPr>
            <w:tcW w:w="528" w:type="dxa"/>
          </w:tcPr>
          <w:p w:rsidR="002A69F3" w:rsidRDefault="002A69F3" w:rsidP="00291C37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2A69F3" w:rsidRDefault="002A69F3" w:rsidP="00291C37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2A69F3" w:rsidRDefault="002A69F3" w:rsidP="00291C37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2A69F3" w:rsidRDefault="002A69F3" w:rsidP="00291C37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2A69F3" w:rsidRPr="00CB1B90" w:rsidRDefault="002A69F3" w:rsidP="00291C37">
            <w:pPr>
              <w:ind w:left="3552"/>
              <w:jc w:val="center"/>
              <w:rPr>
                <w:lang w:val="en-US"/>
              </w:rPr>
            </w:pPr>
            <w:r w:rsidRPr="002A69F3">
              <w:t>от 13 декабря 2018 г. № 52/68</w:t>
            </w:r>
          </w:p>
        </w:tc>
      </w:tr>
      <w:tr w:rsidR="002A69F3" w:rsidRPr="006161EA" w:rsidTr="00291C37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2A69F3" w:rsidRDefault="002A69F3" w:rsidP="00291C3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A69F3" w:rsidRPr="002A69F3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2A69F3" w:rsidRPr="002A69F3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 xml:space="preserve"> ПО ОКАЗАНИЮ УСЛУГ ВОДООТВЕДЕНИЯ</w:t>
            </w:r>
          </w:p>
          <w:p w:rsidR="002A69F3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 xml:space="preserve"> (без учета очистки сточных вод) </w:t>
            </w:r>
          </w:p>
          <w:p w:rsidR="002A69F3" w:rsidRPr="00C15EF7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A69F3" w:rsidRPr="004A6570" w:rsidRDefault="002A69F3" w:rsidP="004A6570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6480D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A6570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4A6570" w:rsidRPr="004A6570" w:rsidTr="00C41E37">
        <w:trPr>
          <w:trHeight w:val="90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4A6570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4A6570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C41E37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МУНИЦИПАЛЬНОЕ УНИТАРНОЕ ПРЕДПРИЯТИЕ «ГАРАНТ-ЖКХ» АДМИНИСТРАЦИИ СВЕТЛОГОРСКОГО СЕЛЬСОВЕТА ШАТКОВСКОГО МУНИЦИПАЛЬНОГО РАЙОНА НИЖЕГОРОДСКОЙ ОБЛАСТИ (ИНН 5238005477)</w:t>
            </w:r>
          </w:p>
        </w:tc>
      </w:tr>
      <w:tr w:rsidR="004A6570" w:rsidRPr="004A6570" w:rsidTr="00C41E37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C41E37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607713, Нижегородская область, </w:t>
            </w:r>
            <w:proofErr w:type="spellStart"/>
            <w:r w:rsidRPr="004A6570">
              <w:rPr>
                <w:rFonts w:eastAsia="Calibri"/>
                <w:sz w:val="20"/>
                <w:lang w:eastAsia="en-US"/>
              </w:rPr>
              <w:t>Шатковский</w:t>
            </w:r>
            <w:proofErr w:type="spellEnd"/>
            <w:r w:rsidRPr="004A6570">
              <w:rPr>
                <w:rFonts w:eastAsia="Calibri"/>
                <w:sz w:val="20"/>
                <w:lang w:eastAsia="en-US"/>
              </w:rPr>
              <w:t xml:space="preserve"> муниципальный район, п. Светлогорск, ул. Ленина, д. 4</w:t>
            </w:r>
          </w:p>
        </w:tc>
      </w:tr>
      <w:tr w:rsidR="004A6570" w:rsidRPr="004A6570" w:rsidTr="004A6570">
        <w:trPr>
          <w:trHeight w:val="15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4A6570" w:rsidRPr="004A6570" w:rsidTr="00C41E37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 г.</w:t>
            </w:r>
            <w:r w:rsidRPr="004A6570">
              <w:rPr>
                <w:rFonts w:eastAsia="Calibri"/>
                <w:sz w:val="20"/>
                <w:lang w:eastAsia="en-US"/>
              </w:rPr>
              <w:t xml:space="preserve"> Нижний Новгород, Кремль, корпус 1       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A6570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4A6570" w:rsidRPr="004A6570" w:rsidTr="00C41E37">
        <w:trPr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A6570" w:rsidRPr="004A6570" w:rsidTr="00C41E37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4A6570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4A6570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43,338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43,338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43,338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43,338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43,338</w:t>
            </w:r>
          </w:p>
        </w:tc>
      </w:tr>
      <w:tr w:rsidR="004A6570" w:rsidRPr="004A6570" w:rsidTr="00C41E37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41,443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41,443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41,443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41,443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41,443</w:t>
            </w:r>
          </w:p>
        </w:tc>
      </w:tr>
      <w:tr w:rsidR="004A6570" w:rsidRPr="004A6570" w:rsidTr="00C41E37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1,329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1,329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1,329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1,329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1,329</w:t>
            </w:r>
          </w:p>
        </w:tc>
      </w:tr>
      <w:tr w:rsidR="004A6570" w:rsidRPr="004A6570" w:rsidTr="00C41E37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0,567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0,567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0,567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0,567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0,567</w:t>
            </w:r>
          </w:p>
        </w:tc>
      </w:tr>
      <w:tr w:rsidR="004A6570" w:rsidRPr="004A6570" w:rsidTr="00C41E37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i/>
                <w:sz w:val="20"/>
                <w:lang w:eastAsia="en-US"/>
              </w:rPr>
              <w:t xml:space="preserve">- собственное водоотведение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A6570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A6570" w:rsidRPr="004A6570" w:rsidTr="00C41E3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A6570" w:rsidRPr="004A6570" w:rsidTr="00C41E37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 464,189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 464,189   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 660,106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 660,106   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11,429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11,429   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1135,724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1135,724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 473,333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 473,333   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673,110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673,110  </w:t>
            </w:r>
          </w:p>
        </w:tc>
      </w:tr>
      <w:tr w:rsidR="004A6570" w:rsidRPr="004A6570" w:rsidTr="00C41E37">
        <w:trPr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11,580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11,580   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1158,023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1158,023</w:t>
            </w:r>
          </w:p>
        </w:tc>
      </w:tr>
      <w:tr w:rsidR="004A6570" w:rsidRPr="004A6570" w:rsidTr="00C41E37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485,938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485,938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691,035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691,035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11,888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11,888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1188,861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664A69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664A69">
              <w:rPr>
                <w:rFonts w:eastAsia="Calibri"/>
                <w:sz w:val="20"/>
                <w:lang w:eastAsia="en-US"/>
              </w:rPr>
              <w:t>1188,861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500,322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500,322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711,489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711,489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12,240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12,240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1224,051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1224,051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ascii="Calibri" w:eastAsia="Calibri" w:hAnsi="Calibri"/>
                <w:sz w:val="20"/>
                <w:lang w:eastAsia="en-US"/>
              </w:rPr>
              <w:t xml:space="preserve">  </w:t>
            </w:r>
            <w:r w:rsidRPr="004A6570">
              <w:rPr>
                <w:rFonts w:eastAsia="Calibri"/>
                <w:sz w:val="20"/>
                <w:lang w:eastAsia="en-US"/>
              </w:rPr>
              <w:t xml:space="preserve">515,132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515,132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732,549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743,941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12,603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12,603   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1260,283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1260,283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5966,942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5966,942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A6570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A6570" w:rsidRPr="004A6570" w:rsidTr="00C41E37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</w:t>
            </w:r>
            <w:r w:rsidRPr="004A6570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4A6570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4A6570" w:rsidRPr="004A6570" w:rsidTr="00C41E3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A6570" w:rsidRPr="004A6570" w:rsidTr="00C41E37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A6570" w:rsidRPr="004A6570" w:rsidTr="00C41E37">
        <w:trPr>
          <w:trHeight w:val="418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4A6570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4A6570" w:rsidRPr="004A6570" w:rsidTr="00C41E3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A6570" w:rsidRPr="004A6570" w:rsidTr="00C41E37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</w:t>
            </w:r>
            <w:r w:rsidRPr="004A6570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4A6570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4A6570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i/>
                <w:sz w:val="20"/>
                <w:lang w:eastAsia="en-US"/>
              </w:rPr>
              <w:t xml:space="preserve">   эффективности</w:t>
            </w:r>
          </w:p>
        </w:tc>
      </w:tr>
      <w:tr w:rsidR="004A6570" w:rsidRPr="004A6570" w:rsidTr="00C41E3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A6570" w:rsidRPr="004A6570" w:rsidTr="00C41E37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A6570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A6570" w:rsidRPr="004A6570" w:rsidTr="00C41E3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A6570" w:rsidRPr="004A6570" w:rsidTr="00C41E37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4A6570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</w:t>
            </w:r>
          </w:p>
        </w:tc>
      </w:tr>
      <w:tr w:rsidR="004A6570" w:rsidRPr="004A6570" w:rsidTr="00C41E37">
        <w:trPr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4A6570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4A6570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4A6570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4A6570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9EF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9EF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9EF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9EF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9EF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9EF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ED39EF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9EF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4A6570" w:rsidRPr="004A6570" w:rsidTr="00C41E37">
        <w:trPr>
          <w:trHeight w:val="977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4A6570" w:rsidRPr="004A6570" w:rsidTr="00C41E37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4A6570" w:rsidRPr="004A6570" w:rsidTr="00C41E37">
        <w:trPr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4A6570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lastRenderedPageBreak/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4A6570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4A6570">
              <w:rPr>
                <w:rFonts w:eastAsia="Calibri"/>
                <w:sz w:val="20"/>
                <w:lang w:eastAsia="en-US"/>
              </w:rPr>
              <w:t>/</w:t>
            </w:r>
          </w:p>
          <w:p w:rsidR="004A6570" w:rsidRPr="004A6570" w:rsidRDefault="004A6570" w:rsidP="004A65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куб. м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4A6570" w:rsidRPr="004A6570" w:rsidTr="00C41E37">
        <w:trPr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A6570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4A6570" w:rsidRPr="004A6570" w:rsidTr="00C41E37">
        <w:trPr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A6570" w:rsidRPr="004A6570" w:rsidTr="00C41E37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4A6570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4A6570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4A6570" w:rsidRPr="004A6570" w:rsidTr="00C41E37">
        <w:trPr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1135,723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1160,119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1189,161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1222,617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1259,250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5966,870</w:t>
            </w:r>
          </w:p>
        </w:tc>
      </w:tr>
      <w:tr w:rsidR="004A6570" w:rsidRPr="004A6570" w:rsidTr="00C41E37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4A6570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4A6570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4A6570" w:rsidRPr="004A6570" w:rsidTr="00C41E37">
        <w:trPr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42,0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1732,0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179,4</w:t>
            </w:r>
          </w:p>
        </w:tc>
      </w:tr>
      <w:tr w:rsidR="004A6570" w:rsidRPr="004A6570" w:rsidTr="00C41E37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6570" w:rsidRPr="004A6570" w:rsidRDefault="004A6570" w:rsidP="004A6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A6570">
              <w:rPr>
                <w:rFonts w:eastAsia="Calibri"/>
                <w:sz w:val="20"/>
                <w:lang w:eastAsia="en-US"/>
              </w:rPr>
              <w:t>1911,4</w:t>
            </w:r>
          </w:p>
        </w:tc>
      </w:tr>
    </w:tbl>
    <w:p w:rsidR="000630E9" w:rsidRPr="004A6570" w:rsidRDefault="004A6570" w:rsidP="002A69F3">
      <w:pPr>
        <w:tabs>
          <w:tab w:val="left" w:pos="1897"/>
        </w:tabs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Pr="004A6570">
        <w:rPr>
          <w:szCs w:val="28"/>
          <w:lang w:eastAsia="en-US"/>
        </w:rPr>
        <w:t>».</w:t>
      </w:r>
    </w:p>
    <w:sectPr w:rsidR="000630E9" w:rsidRPr="004A657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4C589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4C589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6B8B">
      <w:rPr>
        <w:rStyle w:val="a9"/>
        <w:noProof/>
      </w:rPr>
      <w:t>13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736B8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57346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573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573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57345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0C3EA3" w:rsidRPr="00E52B15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C3EA3" w:rsidRDefault="000C3EA3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0C3EA3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0C3EA3" w:rsidRPr="002B6128" w:rsidRDefault="000C3EA3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C3EA3" w:rsidRDefault="000C3EA3" w:rsidP="00276416">
                <w:pPr>
                  <w:ind w:right="-70"/>
                  <w:rPr>
                    <w:sz w:val="20"/>
                  </w:rPr>
                </w:pPr>
              </w:p>
              <w:p w:rsidR="000C3EA3" w:rsidRPr="001772E6" w:rsidRDefault="000C3EA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C3EA3" w:rsidRDefault="000C3EA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E6"/>
    <w:multiLevelType w:val="hybridMultilevel"/>
    <w:tmpl w:val="F6AA5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DD0D4B"/>
    <w:multiLevelType w:val="hybridMultilevel"/>
    <w:tmpl w:val="5934BA2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C766C5"/>
    <w:multiLevelType w:val="multilevel"/>
    <w:tmpl w:val="54547018"/>
    <w:lvl w:ilvl="0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B48F8"/>
    <w:multiLevelType w:val="hybridMultilevel"/>
    <w:tmpl w:val="48ECD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44953"/>
    <w:multiLevelType w:val="hybridMultilevel"/>
    <w:tmpl w:val="52421136"/>
    <w:lvl w:ilvl="0" w:tplc="78723A54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42464BE"/>
    <w:multiLevelType w:val="hybridMultilevel"/>
    <w:tmpl w:val="C0C4B0E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C3C75"/>
    <w:multiLevelType w:val="hybridMultilevel"/>
    <w:tmpl w:val="9B906D60"/>
    <w:lvl w:ilvl="0" w:tplc="B83A0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11A79"/>
    <w:multiLevelType w:val="hybridMultilevel"/>
    <w:tmpl w:val="AB3A8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984E7C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516C64"/>
    <w:multiLevelType w:val="hybridMultilevel"/>
    <w:tmpl w:val="DBE8F650"/>
    <w:lvl w:ilvl="0" w:tplc="7ED65C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D8E1A1C"/>
    <w:multiLevelType w:val="hybridMultilevel"/>
    <w:tmpl w:val="5B8A1C68"/>
    <w:lvl w:ilvl="0" w:tplc="5628A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11EE9"/>
    <w:multiLevelType w:val="hybridMultilevel"/>
    <w:tmpl w:val="DECA6AEE"/>
    <w:lvl w:ilvl="0" w:tplc="20B62BB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0580F52"/>
    <w:multiLevelType w:val="hybridMultilevel"/>
    <w:tmpl w:val="FF062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6622B9"/>
    <w:multiLevelType w:val="singleLevel"/>
    <w:tmpl w:val="92E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B31358E"/>
    <w:multiLevelType w:val="multilevel"/>
    <w:tmpl w:val="144E5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16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F8A782C"/>
    <w:multiLevelType w:val="hybridMultilevel"/>
    <w:tmpl w:val="F65CC956"/>
    <w:lvl w:ilvl="0" w:tplc="D2582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6E23923"/>
    <w:multiLevelType w:val="hybridMultilevel"/>
    <w:tmpl w:val="5A62E722"/>
    <w:lvl w:ilvl="0" w:tplc="CA4A2C22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8A96558"/>
    <w:multiLevelType w:val="hybridMultilevel"/>
    <w:tmpl w:val="742C3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E406D2"/>
    <w:multiLevelType w:val="hybridMultilevel"/>
    <w:tmpl w:val="9A7C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1BB1"/>
    <w:multiLevelType w:val="hybridMultilevel"/>
    <w:tmpl w:val="3BE88BE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F9A2D77"/>
    <w:multiLevelType w:val="hybridMultilevel"/>
    <w:tmpl w:val="E834B1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6D51ED9"/>
    <w:multiLevelType w:val="singleLevel"/>
    <w:tmpl w:val="36086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856587F"/>
    <w:multiLevelType w:val="hybridMultilevel"/>
    <w:tmpl w:val="F156393A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7">
    <w:nsid w:val="492600BA"/>
    <w:multiLevelType w:val="singleLevel"/>
    <w:tmpl w:val="2D4AF36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4A793C28"/>
    <w:multiLevelType w:val="hybridMultilevel"/>
    <w:tmpl w:val="D29C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4B6A69D7"/>
    <w:multiLevelType w:val="hybridMultilevel"/>
    <w:tmpl w:val="5554D47E"/>
    <w:lvl w:ilvl="0" w:tplc="3462ED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D26C70"/>
    <w:multiLevelType w:val="hybridMultilevel"/>
    <w:tmpl w:val="05BC4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70346E"/>
    <w:multiLevelType w:val="multilevel"/>
    <w:tmpl w:val="BC827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8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33">
    <w:nsid w:val="54E63427"/>
    <w:multiLevelType w:val="hybridMultilevel"/>
    <w:tmpl w:val="D460DCB6"/>
    <w:lvl w:ilvl="0" w:tplc="AD065024">
      <w:start w:val="1"/>
      <w:numFmt w:val="bullet"/>
      <w:lvlText w:val="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9FE3E82"/>
    <w:multiLevelType w:val="hybridMultilevel"/>
    <w:tmpl w:val="E8CEDC28"/>
    <w:lvl w:ilvl="0" w:tplc="20B62B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6">
    <w:nsid w:val="6277477C"/>
    <w:multiLevelType w:val="hybridMultilevel"/>
    <w:tmpl w:val="04CE970E"/>
    <w:lvl w:ilvl="0" w:tplc="F2986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7852772"/>
    <w:multiLevelType w:val="hybridMultilevel"/>
    <w:tmpl w:val="52141DF8"/>
    <w:lvl w:ilvl="0" w:tplc="E92AB2FE">
      <w:start w:val="1"/>
      <w:numFmt w:val="decimal"/>
      <w:lvlText w:val="%1."/>
      <w:lvlJc w:val="left"/>
      <w:pPr>
        <w:ind w:left="389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6A1C73BC"/>
    <w:multiLevelType w:val="hybridMultilevel"/>
    <w:tmpl w:val="49663BFE"/>
    <w:lvl w:ilvl="0" w:tplc="9F88C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0139A9"/>
    <w:multiLevelType w:val="hybridMultilevel"/>
    <w:tmpl w:val="04441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26D15F7"/>
    <w:multiLevelType w:val="hybridMultilevel"/>
    <w:tmpl w:val="A42A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D50F9"/>
    <w:multiLevelType w:val="multilevel"/>
    <w:tmpl w:val="930CD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4">
    <w:nsid w:val="7EE55FF7"/>
    <w:multiLevelType w:val="hybridMultilevel"/>
    <w:tmpl w:val="88B0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5239B"/>
    <w:multiLevelType w:val="hybridMultilevel"/>
    <w:tmpl w:val="54547018"/>
    <w:lvl w:ilvl="0" w:tplc="87703F4E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8"/>
  </w:num>
  <w:num w:numId="4">
    <w:abstractNumId w:val="35"/>
  </w:num>
  <w:num w:numId="5">
    <w:abstractNumId w:val="8"/>
  </w:num>
  <w:num w:numId="6">
    <w:abstractNumId w:val="2"/>
  </w:num>
  <w:num w:numId="7">
    <w:abstractNumId w:val="24"/>
  </w:num>
  <w:num w:numId="8">
    <w:abstractNumId w:val="41"/>
  </w:num>
  <w:num w:numId="9">
    <w:abstractNumId w:val="37"/>
  </w:num>
  <w:num w:numId="10">
    <w:abstractNumId w:val="27"/>
  </w:num>
  <w:num w:numId="11">
    <w:abstractNumId w:val="25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  <w:num w:numId="16">
    <w:abstractNumId w:val="5"/>
  </w:num>
  <w:num w:numId="17">
    <w:abstractNumId w:val="6"/>
  </w:num>
  <w:num w:numId="18">
    <w:abstractNumId w:val="12"/>
  </w:num>
  <w:num w:numId="19">
    <w:abstractNumId w:val="45"/>
  </w:num>
  <w:num w:numId="20">
    <w:abstractNumId w:val="3"/>
  </w:num>
  <w:num w:numId="21">
    <w:abstractNumId w:val="34"/>
  </w:num>
  <w:num w:numId="22">
    <w:abstractNumId w:val="33"/>
  </w:num>
  <w:num w:numId="23">
    <w:abstractNumId w:val="7"/>
  </w:num>
  <w:num w:numId="24">
    <w:abstractNumId w:val="26"/>
  </w:num>
  <w:num w:numId="25">
    <w:abstractNumId w:val="40"/>
  </w:num>
  <w:num w:numId="26">
    <w:abstractNumId w:val="23"/>
  </w:num>
  <w:num w:numId="27">
    <w:abstractNumId w:val="13"/>
  </w:num>
  <w:num w:numId="28">
    <w:abstractNumId w:val="44"/>
  </w:num>
  <w:num w:numId="29">
    <w:abstractNumId w:val="30"/>
  </w:num>
  <w:num w:numId="30">
    <w:abstractNumId w:val="21"/>
  </w:num>
  <w:num w:numId="31">
    <w:abstractNumId w:val="4"/>
  </w:num>
  <w:num w:numId="32">
    <w:abstractNumId w:val="42"/>
  </w:num>
  <w:num w:numId="33">
    <w:abstractNumId w:val="1"/>
  </w:num>
  <w:num w:numId="34">
    <w:abstractNumId w:val="20"/>
  </w:num>
  <w:num w:numId="35">
    <w:abstractNumId w:val="39"/>
  </w:num>
  <w:num w:numId="36">
    <w:abstractNumId w:val="22"/>
  </w:num>
  <w:num w:numId="37">
    <w:abstractNumId w:val="17"/>
  </w:num>
  <w:num w:numId="38">
    <w:abstractNumId w:val="36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9"/>
  </w:num>
  <w:num w:numId="42">
    <w:abstractNumId w:val="32"/>
  </w:num>
  <w:num w:numId="43">
    <w:abstractNumId w:val="31"/>
  </w:num>
  <w:num w:numId="44">
    <w:abstractNumId w:val="0"/>
  </w:num>
  <w:num w:numId="45">
    <w:abstractNumId w:val="43"/>
  </w:num>
  <w:num w:numId="46">
    <w:abstractNumId w:val="2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50"/>
    <o:shapelayout v:ext="edit">
      <o:idmap v:ext="edit" data="56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09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6425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F3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570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89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4A69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BD3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36B8B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480D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39EF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20B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paragraph" w:styleId="1">
    <w:name w:val="heading 1"/>
    <w:basedOn w:val="a"/>
    <w:next w:val="a"/>
    <w:link w:val="10"/>
    <w:qFormat/>
    <w:rsid w:val="004A6570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4A657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A65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C589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C5896"/>
    <w:rPr>
      <w:rFonts w:cs="Times New Roman"/>
      <w:sz w:val="28"/>
    </w:rPr>
  </w:style>
  <w:style w:type="paragraph" w:styleId="a5">
    <w:name w:val="footer"/>
    <w:basedOn w:val="a"/>
    <w:link w:val="a6"/>
    <w:rsid w:val="004C589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C5896"/>
    <w:rPr>
      <w:rFonts w:cs="Times New Roman"/>
      <w:sz w:val="28"/>
    </w:rPr>
  </w:style>
  <w:style w:type="character" w:styleId="a7">
    <w:name w:val="Hyperlink"/>
    <w:basedOn w:val="a0"/>
    <w:uiPriority w:val="99"/>
    <w:rsid w:val="004C5896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4C5896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A6570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A657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4A6570"/>
    <w:rPr>
      <w:rFonts w:ascii="Cambria" w:hAnsi="Cambria"/>
      <w:b/>
      <w:bCs/>
      <w:sz w:val="26"/>
      <w:szCs w:val="26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4A6570"/>
  </w:style>
  <w:style w:type="paragraph" w:styleId="af2">
    <w:name w:val="Body Text Indent"/>
    <w:basedOn w:val="a"/>
    <w:link w:val="af3"/>
    <w:rsid w:val="004A6570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4A6570"/>
    <w:rPr>
      <w:sz w:val="28"/>
      <w:lang w:val="x-none" w:eastAsia="x-none"/>
    </w:rPr>
  </w:style>
  <w:style w:type="paragraph" w:styleId="31">
    <w:name w:val="Body Text Indent 3"/>
    <w:basedOn w:val="a"/>
    <w:link w:val="32"/>
    <w:rsid w:val="004A6570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4A6570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4A6570"/>
  </w:style>
  <w:style w:type="character" w:customStyle="1" w:styleId="apple-converted-space">
    <w:name w:val="apple-converted-space"/>
    <w:basedOn w:val="a0"/>
    <w:rsid w:val="004A6570"/>
  </w:style>
  <w:style w:type="paragraph" w:styleId="21">
    <w:name w:val="Body Text 2"/>
    <w:basedOn w:val="a"/>
    <w:link w:val="22"/>
    <w:rsid w:val="004A6570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4A6570"/>
  </w:style>
  <w:style w:type="paragraph" w:customStyle="1" w:styleId="ConsPlusCell">
    <w:name w:val="ConsPlusCell"/>
    <w:uiPriority w:val="99"/>
    <w:rsid w:val="004A65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A657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</TotalTime>
  <Pages>13</Pages>
  <Words>3553</Words>
  <Characters>24384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</cp:revision>
  <cp:lastPrinted>2019-11-11T09:19:00Z</cp:lastPrinted>
  <dcterms:created xsi:type="dcterms:W3CDTF">2019-07-08T07:55:00Z</dcterms:created>
  <dcterms:modified xsi:type="dcterms:W3CDTF">2019-11-18T10:39:00Z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