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396C25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Pr="00E86622" w:rsidRDefault="00EF221D" w:rsidP="00E20A3C">
            <w:pPr>
              <w:tabs>
                <w:tab w:val="center" w:pos="2160"/>
              </w:tabs>
              <w:ind w:left="-108"/>
              <w:jc w:val="center"/>
              <w:rPr>
                <w:lang w:val="en-US"/>
              </w:rPr>
            </w:pPr>
            <w:r>
              <w:t>52/2</w:t>
            </w:r>
            <w:r w:rsidR="00E86622">
              <w:rPr>
                <w:lang w:val="en-US"/>
              </w:rPr>
              <w:t>5</w:t>
            </w:r>
            <w:bookmarkStart w:id="0" w:name="_GoBack"/>
            <w:bookmarkEnd w:id="0"/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396C25" w:rsidRDefault="00E86622" w:rsidP="00396C25">
            <w:pPr>
              <w:jc w:val="center"/>
              <w:rPr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Pr="00C5531E">
              <w:rPr>
                <w:szCs w:val="28"/>
              </w:rPr>
              <w:t>от 4 декабря 2018 г. № 49/43</w:t>
            </w:r>
            <w:r>
              <w:rPr>
                <w:szCs w:val="28"/>
              </w:rPr>
              <w:t xml:space="preserve"> </w:t>
            </w:r>
            <w:r w:rsidRPr="00C5531E">
              <w:rPr>
                <w:szCs w:val="28"/>
              </w:rPr>
              <w:t>«</w:t>
            </w:r>
            <w:r w:rsidRPr="00C5531E">
              <w:rPr>
                <w:bCs/>
                <w:szCs w:val="28"/>
              </w:rPr>
              <w:t>Об установлении МУНИЦИПАЛЬНОМУ УНИТАРНОМУ ПРЕДПРИЯТИЮ СПАССКОГО МУНИЦИПАЛЬНОГО РАЙОНА «СПАССКОЕ ЖИЛИЩНО-КОММУН</w:t>
            </w:r>
            <w:r>
              <w:rPr>
                <w:bCs/>
                <w:szCs w:val="28"/>
              </w:rPr>
              <w:t xml:space="preserve">АЛЬНОЕ ХОЗЯЙСТВО» </w:t>
            </w:r>
            <w:r w:rsidRPr="00C5531E">
              <w:rPr>
                <w:bCs/>
                <w:szCs w:val="28"/>
              </w:rPr>
              <w:t xml:space="preserve">(ИНН 5232002977), </w:t>
            </w:r>
            <w:proofErr w:type="gramStart"/>
            <w:r w:rsidRPr="00C5531E">
              <w:rPr>
                <w:bCs/>
                <w:szCs w:val="28"/>
              </w:rPr>
              <w:t>с</w:t>
            </w:r>
            <w:proofErr w:type="gramEnd"/>
            <w:r w:rsidRPr="00C5531E">
              <w:rPr>
                <w:bCs/>
                <w:szCs w:val="28"/>
              </w:rPr>
              <w:t xml:space="preserve">. Спасское Нижегородской области, тарифов в сфере холодного водоснабжения и водоотведения </w:t>
            </w:r>
            <w:r>
              <w:rPr>
                <w:bCs/>
                <w:szCs w:val="28"/>
              </w:rPr>
              <w:br/>
            </w:r>
            <w:r w:rsidRPr="00C5531E">
              <w:rPr>
                <w:bCs/>
                <w:szCs w:val="28"/>
              </w:rPr>
              <w:t>для потребителей Спасского муниципального района Нижегородской области</w:t>
            </w:r>
            <w:r w:rsidRPr="00C5531E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615C79" w:rsidRDefault="00261BEB" w:rsidP="00396C25">
      <w:pPr>
        <w:pStyle w:val="ac"/>
        <w:jc w:val="center"/>
      </w:pPr>
    </w:p>
    <w:p w:rsidR="00016631" w:rsidRDefault="00016631" w:rsidP="00396C25">
      <w:pPr>
        <w:pStyle w:val="ac"/>
        <w:jc w:val="center"/>
      </w:pPr>
    </w:p>
    <w:p w:rsidR="00EF221D" w:rsidRPr="00615C79" w:rsidRDefault="00EF221D" w:rsidP="00396C25">
      <w:pPr>
        <w:pStyle w:val="ac"/>
        <w:jc w:val="center"/>
      </w:pPr>
    </w:p>
    <w:p w:rsidR="00E86622" w:rsidRPr="00C5531E" w:rsidRDefault="00E86622" w:rsidP="00E86622">
      <w:pPr>
        <w:spacing w:line="276" w:lineRule="auto"/>
        <w:ind w:firstLine="709"/>
        <w:jc w:val="both"/>
        <w:rPr>
          <w:szCs w:val="28"/>
        </w:rPr>
      </w:pPr>
      <w:r w:rsidRPr="00C5531E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C5531E">
        <w:rPr>
          <w:bCs/>
          <w:szCs w:val="28"/>
        </w:rPr>
        <w:t xml:space="preserve">МУНИЦИПАЛЬНЫМ УНИТАРНЫМ ПРЕДПРИЯТИЕМ СПАССКОГО МУНИЦИПАЛЬНОГО РАЙОНА «СПАССКОЕ ЖИЛИЩНО-КОММУНАЛЬНОЕ ХОЗЯЙСТВО» (ИНН 5232002977), </w:t>
      </w:r>
      <w:proofErr w:type="gramStart"/>
      <w:r w:rsidRPr="00C5531E">
        <w:rPr>
          <w:bCs/>
          <w:szCs w:val="28"/>
        </w:rPr>
        <w:t>с</w:t>
      </w:r>
      <w:proofErr w:type="gramEnd"/>
      <w:r w:rsidRPr="00C5531E">
        <w:rPr>
          <w:bCs/>
          <w:szCs w:val="28"/>
        </w:rPr>
        <w:t>. Спасское Нижегородской области</w:t>
      </w:r>
      <w:r w:rsidRPr="00C5531E">
        <w:rPr>
          <w:szCs w:val="28"/>
        </w:rPr>
        <w:t xml:space="preserve">, экспертного </w:t>
      </w:r>
      <w:r w:rsidRPr="00C87D42">
        <w:rPr>
          <w:szCs w:val="28"/>
        </w:rPr>
        <w:t>заключения рег. № в-687 от 12 ноября</w:t>
      </w:r>
      <w:r w:rsidRPr="00F60407">
        <w:rPr>
          <w:szCs w:val="28"/>
        </w:rPr>
        <w:t xml:space="preserve"> 2019</w:t>
      </w:r>
      <w:r w:rsidRPr="00C5531E">
        <w:rPr>
          <w:szCs w:val="28"/>
        </w:rPr>
        <w:t xml:space="preserve"> г.:</w:t>
      </w:r>
    </w:p>
    <w:p w:rsidR="00E86622" w:rsidRPr="00C5531E" w:rsidRDefault="00E86622" w:rsidP="00E86622">
      <w:pPr>
        <w:spacing w:line="276" w:lineRule="auto"/>
        <w:ind w:firstLine="709"/>
        <w:jc w:val="both"/>
        <w:rPr>
          <w:noProof/>
          <w:szCs w:val="28"/>
        </w:rPr>
      </w:pPr>
      <w:r w:rsidRPr="00C5531E">
        <w:rPr>
          <w:b/>
          <w:szCs w:val="28"/>
        </w:rPr>
        <w:t xml:space="preserve">1. </w:t>
      </w:r>
      <w:r w:rsidRPr="00C5531E">
        <w:rPr>
          <w:bCs/>
          <w:szCs w:val="28"/>
        </w:rPr>
        <w:t>Внести в решение региональной службы по тарифам Нижегоро</w:t>
      </w:r>
      <w:r>
        <w:rPr>
          <w:bCs/>
          <w:szCs w:val="28"/>
        </w:rPr>
        <w:t xml:space="preserve">дской области </w:t>
      </w:r>
      <w:r w:rsidRPr="00C5531E">
        <w:rPr>
          <w:szCs w:val="28"/>
        </w:rPr>
        <w:t>от 4 декабря 2018 г. № 49/43 «</w:t>
      </w:r>
      <w:r w:rsidRPr="00C5531E">
        <w:rPr>
          <w:bCs/>
          <w:szCs w:val="28"/>
        </w:rPr>
        <w:t xml:space="preserve">Об установлении МУНИЦИПАЛЬНОМУ УНИТАРНОМУ ПРЕДПРИЯТИЮ СПАССКОГО МУНИЦИПАЛЬНОГО РАЙОНА «СПАССКОЕ ЖИЛИЩНО-КОММУНАЛЬНОЕ ХОЗЯЙСТВО» </w:t>
      </w:r>
      <w:r>
        <w:rPr>
          <w:bCs/>
          <w:szCs w:val="28"/>
        </w:rPr>
        <w:t xml:space="preserve">              </w:t>
      </w:r>
      <w:r w:rsidRPr="00C5531E">
        <w:rPr>
          <w:bCs/>
          <w:szCs w:val="28"/>
        </w:rPr>
        <w:t xml:space="preserve">(ИНН 5232002977), </w:t>
      </w:r>
      <w:proofErr w:type="gramStart"/>
      <w:r w:rsidRPr="00C5531E">
        <w:rPr>
          <w:bCs/>
          <w:szCs w:val="28"/>
        </w:rPr>
        <w:t>с</w:t>
      </w:r>
      <w:proofErr w:type="gramEnd"/>
      <w:r w:rsidRPr="00C5531E">
        <w:rPr>
          <w:bCs/>
          <w:szCs w:val="28"/>
        </w:rPr>
        <w:t>. Спасское Нижегородской области, тарифов в сфере холодного водоснабжения и водоотведения для потребителей Спасского муниципального района Нижегородской области</w:t>
      </w:r>
      <w:r w:rsidRPr="00C5531E">
        <w:rPr>
          <w:szCs w:val="28"/>
        </w:rPr>
        <w:t>»</w:t>
      </w:r>
      <w:r w:rsidRPr="00C5531E">
        <w:rPr>
          <w:noProof/>
          <w:szCs w:val="28"/>
        </w:rPr>
        <w:t xml:space="preserve"> следующие изменения:</w:t>
      </w:r>
    </w:p>
    <w:p w:rsidR="00E86622" w:rsidRPr="00C5531E" w:rsidRDefault="00E86622" w:rsidP="00E86622">
      <w:pPr>
        <w:spacing w:line="276" w:lineRule="auto"/>
        <w:jc w:val="both"/>
        <w:rPr>
          <w:szCs w:val="28"/>
        </w:rPr>
      </w:pPr>
      <w:r w:rsidRPr="00C5531E">
        <w:rPr>
          <w:b/>
          <w:i/>
          <w:szCs w:val="28"/>
        </w:rPr>
        <w:t>1.1.</w:t>
      </w:r>
      <w:r w:rsidRPr="00C5531E">
        <w:rPr>
          <w:szCs w:val="28"/>
        </w:rPr>
        <w:t xml:space="preserve"> Таблицу пункта 3 решения изложить в следующей редакции:</w:t>
      </w:r>
    </w:p>
    <w:p w:rsidR="00E86622" w:rsidRPr="00C5531E" w:rsidRDefault="00E86622" w:rsidP="00E86622">
      <w:pPr>
        <w:spacing w:line="276" w:lineRule="auto"/>
        <w:jc w:val="both"/>
        <w:rPr>
          <w:szCs w:val="28"/>
        </w:rPr>
      </w:pPr>
      <w:r w:rsidRPr="00C5531E">
        <w:rPr>
          <w:szCs w:val="28"/>
        </w:rPr>
        <w:lastRenderedPageBreak/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1860"/>
        <w:gridCol w:w="731"/>
        <w:gridCol w:w="794"/>
        <w:gridCol w:w="731"/>
        <w:gridCol w:w="795"/>
        <w:gridCol w:w="732"/>
        <w:gridCol w:w="795"/>
        <w:gridCol w:w="732"/>
        <w:gridCol w:w="799"/>
        <w:gridCol w:w="685"/>
        <w:gridCol w:w="736"/>
      </w:tblGrid>
      <w:tr w:rsidR="00E86622" w:rsidTr="000A5D46">
        <w:trPr>
          <w:trHeight w:val="281"/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8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E86622" w:rsidTr="000A5D46">
        <w:trPr>
          <w:cantSplit/>
          <w:trHeight w:val="138"/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E86622" w:rsidTr="000A5D46">
        <w:trPr>
          <w:cantSplit/>
          <w:trHeight w:val="357"/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E86622" w:rsidTr="000A5D46">
        <w:trPr>
          <w:trHeight w:val="133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Pr="00F60407" w:rsidRDefault="00E86622" w:rsidP="000A5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60407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rPr>
                <w:noProof/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Default="00E86622" w:rsidP="000A5D46">
            <w:pPr>
              <w:jc w:val="center"/>
              <w:rPr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35,20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Default="00E86622" w:rsidP="000A5D46">
            <w:pPr>
              <w:jc w:val="center"/>
              <w:rPr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35,90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35,90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37,14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37,14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38,40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38,40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39,86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39,86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41,39</w:t>
            </w:r>
          </w:p>
        </w:tc>
      </w:tr>
      <w:tr w:rsidR="00E86622" w:rsidTr="000A5D46">
        <w:trPr>
          <w:trHeight w:val="133"/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Pr="00F60407" w:rsidRDefault="00E86622" w:rsidP="000A5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60407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6622" w:rsidRDefault="00E86622" w:rsidP="000A5D46">
            <w:pPr>
              <w:rPr>
                <w:noProof/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Питьевая вода,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Default="00E86622" w:rsidP="000A5D46">
            <w:pPr>
              <w:jc w:val="center"/>
              <w:rPr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35,20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Default="00E86622" w:rsidP="000A5D46">
            <w:pPr>
              <w:jc w:val="center"/>
              <w:rPr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35,90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35,90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37,14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37,14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38,40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38,40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39,86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39,86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  <w:r w:rsidRPr="00136843">
              <w:rPr>
                <w:sz w:val="20"/>
                <w:lang w:eastAsia="en-US"/>
              </w:rPr>
              <w:t>41,39</w:t>
            </w:r>
          </w:p>
        </w:tc>
      </w:tr>
      <w:tr w:rsidR="00E86622" w:rsidTr="000A5D46">
        <w:trPr>
          <w:trHeight w:val="132"/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Pr="00F60407" w:rsidRDefault="00E86622" w:rsidP="000A5D46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rPr>
                <w:noProof/>
                <w:sz w:val="20"/>
                <w:szCs w:val="28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136843" w:rsidRDefault="00E86622" w:rsidP="000A5D46">
            <w:pPr>
              <w:jc w:val="center"/>
              <w:rPr>
                <w:sz w:val="20"/>
                <w:lang w:eastAsia="en-US"/>
              </w:rPr>
            </w:pPr>
          </w:p>
        </w:tc>
      </w:tr>
      <w:tr w:rsidR="00E86622" w:rsidTr="000A5D46">
        <w:trPr>
          <w:trHeight w:val="133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Pr="00F60407" w:rsidRDefault="00E86622" w:rsidP="000A5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60407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24,15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24,63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24,63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25,47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25,47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26,35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26,35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27,32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27,32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28,29</w:t>
            </w:r>
          </w:p>
        </w:tc>
      </w:tr>
      <w:tr w:rsidR="00E86622" w:rsidTr="000A5D46">
        <w:trPr>
          <w:trHeight w:val="133"/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Pr="00F60407" w:rsidRDefault="00E86622" w:rsidP="000A5D4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60407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24,15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24,63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24,63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25,47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25,47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26,35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26,35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27,32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27,32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622" w:rsidRPr="00AE3CDC" w:rsidRDefault="00E86622" w:rsidP="000A5D4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E3CDC">
              <w:rPr>
                <w:sz w:val="20"/>
                <w:lang w:eastAsia="en-US"/>
              </w:rPr>
              <w:t>28,29</w:t>
            </w:r>
          </w:p>
        </w:tc>
      </w:tr>
      <w:tr w:rsidR="00E86622" w:rsidTr="000A5D46">
        <w:trPr>
          <w:trHeight w:val="380"/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b/>
                <w:bCs/>
                <w:sz w:val="20"/>
                <w:szCs w:val="28"/>
                <w:lang w:eastAsia="en-US"/>
              </w:rPr>
            </w:pP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22" w:rsidRDefault="00E86622" w:rsidP="000A5D46">
            <w:pPr>
              <w:rPr>
                <w:noProof/>
                <w:sz w:val="20"/>
                <w:szCs w:val="28"/>
                <w:lang w:eastAsia="en-US"/>
              </w:rPr>
            </w:pPr>
            <w:r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22" w:rsidRDefault="00E86622" w:rsidP="000A5D46">
            <w:pPr>
              <w:rPr>
                <w:sz w:val="20"/>
                <w:szCs w:val="28"/>
                <w:lang w:eastAsia="en-US"/>
              </w:rPr>
            </w:pPr>
          </w:p>
        </w:tc>
      </w:tr>
    </w:tbl>
    <w:p w:rsidR="00E86622" w:rsidRPr="00C5531E" w:rsidRDefault="00E86622" w:rsidP="00E86622">
      <w:pPr>
        <w:spacing w:line="276" w:lineRule="auto"/>
        <w:jc w:val="right"/>
        <w:rPr>
          <w:szCs w:val="28"/>
        </w:rPr>
      </w:pPr>
      <w:r w:rsidRPr="00C5531E">
        <w:rPr>
          <w:szCs w:val="28"/>
        </w:rPr>
        <w:t>».</w:t>
      </w:r>
    </w:p>
    <w:p w:rsidR="00E86622" w:rsidRPr="00C5531E" w:rsidRDefault="00E86622" w:rsidP="00E86622">
      <w:pPr>
        <w:spacing w:line="276" w:lineRule="auto"/>
        <w:jc w:val="both"/>
        <w:rPr>
          <w:szCs w:val="28"/>
        </w:rPr>
      </w:pPr>
      <w:r w:rsidRPr="00C5531E">
        <w:rPr>
          <w:b/>
          <w:i/>
          <w:szCs w:val="28"/>
        </w:rPr>
        <w:t>1.2.</w:t>
      </w:r>
      <w:r w:rsidRPr="00C5531E">
        <w:rPr>
          <w:szCs w:val="28"/>
        </w:rPr>
        <w:t xml:space="preserve"> </w:t>
      </w:r>
      <w:r w:rsidRPr="00C5531E">
        <w:rPr>
          <w:noProof/>
          <w:szCs w:val="28"/>
        </w:rPr>
        <w:t>Приложения 1,</w:t>
      </w:r>
      <w:r>
        <w:rPr>
          <w:noProof/>
          <w:szCs w:val="28"/>
        </w:rPr>
        <w:t xml:space="preserve"> </w:t>
      </w:r>
      <w:r w:rsidRPr="00C5531E">
        <w:rPr>
          <w:noProof/>
          <w:szCs w:val="28"/>
        </w:rPr>
        <w:t xml:space="preserve">2 </w:t>
      </w:r>
      <w:r w:rsidRPr="00C5531E">
        <w:rPr>
          <w:szCs w:val="28"/>
        </w:rPr>
        <w:t xml:space="preserve">к решению изложить в новой редакции согласно </w:t>
      </w:r>
      <w:r w:rsidRPr="00C5531E">
        <w:rPr>
          <w:noProof/>
          <w:szCs w:val="28"/>
        </w:rPr>
        <w:t>Приложениям 1,</w:t>
      </w:r>
      <w:r>
        <w:rPr>
          <w:noProof/>
          <w:szCs w:val="28"/>
        </w:rPr>
        <w:t xml:space="preserve"> </w:t>
      </w:r>
      <w:r w:rsidRPr="00C5531E">
        <w:rPr>
          <w:noProof/>
          <w:szCs w:val="28"/>
        </w:rPr>
        <w:t xml:space="preserve">2 </w:t>
      </w:r>
      <w:r w:rsidRPr="00C5531E">
        <w:rPr>
          <w:szCs w:val="28"/>
        </w:rPr>
        <w:t>к настоящему решению.</w:t>
      </w:r>
    </w:p>
    <w:p w:rsidR="00E86622" w:rsidRPr="00C5531E" w:rsidRDefault="00E86622" w:rsidP="00E86622">
      <w:pPr>
        <w:spacing w:line="276" w:lineRule="auto"/>
        <w:ind w:firstLine="708"/>
        <w:jc w:val="both"/>
        <w:rPr>
          <w:szCs w:val="28"/>
        </w:rPr>
      </w:pPr>
      <w:r w:rsidRPr="00C5531E">
        <w:rPr>
          <w:b/>
          <w:szCs w:val="28"/>
        </w:rPr>
        <w:t xml:space="preserve">2. </w:t>
      </w:r>
      <w:r w:rsidRPr="00C5531E">
        <w:rPr>
          <w:szCs w:val="28"/>
        </w:rPr>
        <w:t>Настоящее решение вступает в силу с 1 января 2020 г.</w:t>
      </w:r>
    </w:p>
    <w:p w:rsidR="00E86622" w:rsidRPr="00EE7F83" w:rsidRDefault="00E86622" w:rsidP="00E86622">
      <w:pPr>
        <w:tabs>
          <w:tab w:val="left" w:pos="1897"/>
        </w:tabs>
        <w:rPr>
          <w:noProof/>
          <w:szCs w:val="28"/>
        </w:rPr>
      </w:pPr>
    </w:p>
    <w:p w:rsidR="00E86622" w:rsidRPr="000C3EA3" w:rsidRDefault="00E86622" w:rsidP="00E86622">
      <w:pPr>
        <w:tabs>
          <w:tab w:val="left" w:pos="1897"/>
        </w:tabs>
        <w:rPr>
          <w:noProof/>
        </w:rPr>
      </w:pPr>
    </w:p>
    <w:p w:rsidR="00E86622" w:rsidRPr="007D25C7" w:rsidRDefault="00E86622" w:rsidP="00E86622">
      <w:pPr>
        <w:pStyle w:val="ac"/>
        <w:ind w:firstLine="708"/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tabs>
          <w:tab w:val="left" w:pos="1897"/>
        </w:tabs>
        <w:spacing w:line="276" w:lineRule="auto"/>
        <w:rPr>
          <w:szCs w:val="28"/>
        </w:rPr>
      </w:pPr>
    </w:p>
    <w:p w:rsidR="00E86622" w:rsidRDefault="00E86622" w:rsidP="00E86622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E86622" w:rsidTr="000A5D46">
        <w:trPr>
          <w:gridAfter w:val="1"/>
          <w:wAfter w:w="11" w:type="dxa"/>
        </w:trPr>
        <w:tc>
          <w:tcPr>
            <w:tcW w:w="528" w:type="dxa"/>
          </w:tcPr>
          <w:p w:rsidR="00E86622" w:rsidRDefault="00E86622" w:rsidP="000A5D46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E86622" w:rsidRDefault="00E86622" w:rsidP="000A5D46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E86622" w:rsidRDefault="00E86622" w:rsidP="000A5D46">
            <w:pPr>
              <w:ind w:left="3552"/>
              <w:jc w:val="center"/>
            </w:pPr>
            <w:r>
              <w:t>ПРИЛОЖЕНИЕ 1</w:t>
            </w:r>
          </w:p>
          <w:p w:rsidR="00E86622" w:rsidRDefault="00E86622" w:rsidP="000A5D46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E86622" w:rsidRDefault="00E86622" w:rsidP="000A5D46">
            <w:pPr>
              <w:ind w:left="3552"/>
              <w:jc w:val="center"/>
            </w:pPr>
            <w:r w:rsidRPr="00F60407">
              <w:t>от 19 ноября 2019 г. №</w:t>
            </w:r>
            <w:r w:rsidRPr="00D74902">
              <w:t xml:space="preserve"> </w:t>
            </w:r>
            <w:r>
              <w:t>52/25</w:t>
            </w:r>
          </w:p>
          <w:p w:rsidR="00E86622" w:rsidRDefault="00E86622" w:rsidP="000A5D46">
            <w:pPr>
              <w:ind w:left="3552"/>
              <w:jc w:val="center"/>
            </w:pPr>
          </w:p>
          <w:p w:rsidR="00E86622" w:rsidRDefault="00E86622" w:rsidP="000A5D46">
            <w:pPr>
              <w:ind w:left="3552"/>
              <w:jc w:val="center"/>
            </w:pPr>
            <w:r>
              <w:t>«ПРИЛОЖЕНИЕ 1</w:t>
            </w:r>
          </w:p>
          <w:p w:rsidR="00E86622" w:rsidRDefault="00E86622" w:rsidP="000A5D46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E86622" w:rsidRPr="001D06AF" w:rsidRDefault="00E86622" w:rsidP="000A5D46">
            <w:pPr>
              <w:ind w:left="3552"/>
              <w:jc w:val="center"/>
            </w:pPr>
            <w:r>
              <w:t>от 4</w:t>
            </w:r>
            <w:r w:rsidRPr="0056238E">
              <w:t xml:space="preserve"> </w:t>
            </w:r>
            <w:r>
              <w:t>декабря</w:t>
            </w:r>
            <w:r w:rsidRPr="0056238E">
              <w:t xml:space="preserve"> 2018 г. №</w:t>
            </w:r>
            <w:r>
              <w:t xml:space="preserve"> 49/43</w:t>
            </w:r>
          </w:p>
        </w:tc>
      </w:tr>
      <w:tr w:rsidR="00E86622" w:rsidRPr="006161EA" w:rsidTr="000A5D46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E86622" w:rsidRDefault="00E86622" w:rsidP="000A5D46">
            <w:pPr>
              <w:ind w:left="3552"/>
              <w:jc w:val="center"/>
              <w:rPr>
                <w:sz w:val="24"/>
                <w:szCs w:val="24"/>
              </w:rPr>
            </w:pPr>
          </w:p>
          <w:p w:rsidR="00E86622" w:rsidRPr="00193F0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93F0C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E86622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93F0C">
              <w:rPr>
                <w:b/>
                <w:sz w:val="24"/>
                <w:szCs w:val="24"/>
              </w:rPr>
              <w:t>ПО ОКАЗАНИЮ УСЛУГ ХОЛОДНОГО ВОДОСНАБЖЕНИ</w:t>
            </w:r>
            <w:r>
              <w:rPr>
                <w:b/>
                <w:sz w:val="24"/>
                <w:szCs w:val="24"/>
              </w:rPr>
              <w:t>Я</w:t>
            </w:r>
          </w:p>
          <w:p w:rsidR="00E86622" w:rsidRPr="00B6104E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86622" w:rsidRDefault="00E86622" w:rsidP="00E8662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94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55"/>
        <w:gridCol w:w="28"/>
        <w:gridCol w:w="385"/>
        <w:gridCol w:w="41"/>
        <w:gridCol w:w="425"/>
        <w:gridCol w:w="368"/>
        <w:gridCol w:w="766"/>
        <w:gridCol w:w="61"/>
        <w:gridCol w:w="421"/>
        <w:gridCol w:w="85"/>
        <w:gridCol w:w="425"/>
        <w:gridCol w:w="425"/>
        <w:gridCol w:w="312"/>
        <w:gridCol w:w="255"/>
        <w:gridCol w:w="993"/>
      </w:tblGrid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AF1A15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E86622" w:rsidRPr="00AF1A15" w:rsidTr="000A5D46">
        <w:trPr>
          <w:trHeight w:val="472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Наименование </w:t>
            </w:r>
            <w:proofErr w:type="gramStart"/>
            <w:r w:rsidRPr="00AF1A15">
              <w:rPr>
                <w:sz w:val="20"/>
              </w:rPr>
              <w:t>регулируемой</w:t>
            </w:r>
            <w:proofErr w:type="gramEnd"/>
            <w:r w:rsidRPr="00AF1A15">
              <w:rPr>
                <w:sz w:val="20"/>
              </w:rPr>
              <w:t xml:space="preserve">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организации (ИНН)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83527E" w:rsidRDefault="00E86622" w:rsidP="000A5D46">
            <w:pPr>
              <w:tabs>
                <w:tab w:val="left" w:pos="1897"/>
              </w:tabs>
              <w:rPr>
                <w:bCs/>
                <w:sz w:val="20"/>
              </w:rPr>
            </w:pPr>
            <w:r w:rsidRPr="0083527E">
              <w:rPr>
                <w:bCs/>
                <w:sz w:val="20"/>
              </w:rPr>
              <w:t>МУНИЦИПАЛЬНОЕ УНИТАРНОЕ ПРЕДПРИЯТИЕ СПАССКОГО МУНИЦИПАЛЬНОГО РАЙОНА «СПАССКОЕ ЖИЛИЩНО-КОММУНАЛЬНОЕ ХОЗЯЙСТВО» (ИНН 5232002977)</w:t>
            </w:r>
          </w:p>
        </w:tc>
      </w:tr>
      <w:tr w:rsidR="00E86622" w:rsidRPr="00AF1A15" w:rsidTr="000A5D46">
        <w:trPr>
          <w:trHeight w:val="355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Местонахождение         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83527E" w:rsidRDefault="00E86622" w:rsidP="000A5D4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3527E">
              <w:rPr>
                <w:sz w:val="20"/>
              </w:rPr>
              <w:t xml:space="preserve">606280, Нижегородская область, </w:t>
            </w:r>
            <w:proofErr w:type="gramStart"/>
            <w:r w:rsidRPr="0083527E">
              <w:rPr>
                <w:sz w:val="20"/>
              </w:rPr>
              <w:t>с</w:t>
            </w:r>
            <w:proofErr w:type="gramEnd"/>
            <w:r w:rsidRPr="0083527E">
              <w:rPr>
                <w:sz w:val="20"/>
              </w:rPr>
              <w:t>. Спасское, ул. Октябрьская, д. 193</w:t>
            </w:r>
          </w:p>
        </w:tc>
      </w:tr>
      <w:tr w:rsidR="00E86622" w:rsidRPr="00AF1A15" w:rsidTr="000A5D46">
        <w:trPr>
          <w:trHeight w:val="207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Наименование            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86622" w:rsidRPr="00AF1A15" w:rsidTr="000A5D46">
        <w:trPr>
          <w:trHeight w:val="360"/>
          <w:tblCellSpacing w:w="5" w:type="nil"/>
          <w:jc w:val="center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Местонахождение         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AF1A15">
              <w:rPr>
                <w:b/>
                <w:sz w:val="20"/>
              </w:rPr>
              <w:t>2. Объем подачи воды</w:t>
            </w:r>
          </w:p>
        </w:tc>
      </w:tr>
      <w:tr w:rsidR="00E86622" w:rsidRPr="00AF1A15" w:rsidTr="000A5D46">
        <w:trPr>
          <w:trHeight w:val="26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01.01.2019 по 31.12.2019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01.01.2020 по 31.12.2020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01.01.2021 по 31.12.2021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01.01.2022</w:t>
            </w:r>
            <w:r>
              <w:rPr>
                <w:sz w:val="20"/>
              </w:rPr>
              <w:t xml:space="preserve"> </w:t>
            </w:r>
            <w:r w:rsidRPr="00AF1A15">
              <w:rPr>
                <w:sz w:val="20"/>
              </w:rPr>
              <w:t>по 31.12.2022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AF1A15">
              <w:rPr>
                <w:sz w:val="20"/>
              </w:rPr>
              <w:t>Подано воды всего, тыс</w:t>
            </w:r>
            <w:proofErr w:type="gramStart"/>
            <w:r w:rsidRPr="00AF1A15">
              <w:rPr>
                <w:sz w:val="20"/>
              </w:rPr>
              <w:t>.м</w:t>
            </w:r>
            <w:proofErr w:type="gramEnd"/>
            <w:r w:rsidRPr="00AF1A15">
              <w:rPr>
                <w:sz w:val="20"/>
                <w:vertAlign w:val="superscript"/>
              </w:rPr>
              <w:t>3</w:t>
            </w:r>
            <w:r w:rsidRPr="00AF1A15">
              <w:rPr>
                <w:sz w:val="20"/>
              </w:rPr>
              <w:t xml:space="preserve"> в том числе: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376,0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376,0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376,0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376,0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376,0</w:t>
            </w:r>
          </w:p>
        </w:tc>
      </w:tr>
      <w:tr w:rsidR="00E86622" w:rsidRPr="00AF1A15" w:rsidTr="000A5D4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AF1A15">
              <w:rPr>
                <w:i/>
                <w:sz w:val="20"/>
              </w:rPr>
              <w:t>- населению,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335,0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335,0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335,0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335,0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335,0</w:t>
            </w:r>
          </w:p>
        </w:tc>
      </w:tr>
      <w:tr w:rsidR="00E86622" w:rsidRPr="00AF1A15" w:rsidTr="000A5D4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AF1A15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27,0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27,0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27,0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27,0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27,0</w:t>
            </w:r>
          </w:p>
        </w:tc>
      </w:tr>
      <w:tr w:rsidR="00E86622" w:rsidRPr="00AF1A15" w:rsidTr="000A5D4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AF1A15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14,0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14,0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14,0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14,0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14,0</w:t>
            </w:r>
          </w:p>
        </w:tc>
      </w:tr>
      <w:tr w:rsidR="00E86622" w:rsidRPr="00AF1A15" w:rsidTr="000A5D46">
        <w:trPr>
          <w:trHeight w:val="296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AF1A15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307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AF1A15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86622" w:rsidRPr="00AF1A15" w:rsidTr="000A5D4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Всего сумма, тыс. руб.  </w:t>
            </w:r>
          </w:p>
        </w:tc>
      </w:tr>
      <w:tr w:rsidR="00E86622" w:rsidRPr="00AF1A15" w:rsidTr="000A5D4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Другие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01.01.2019 по 31.12.2019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9 617,816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9 617,816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1 763,662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1 763,662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208,579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208,579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11590,057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11590,057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01.01.2020 по 31.12.2020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9 991,380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9 991,380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1 798,406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1 798,406</w:t>
            </w:r>
          </w:p>
        </w:tc>
      </w:tr>
      <w:tr w:rsidR="00E86622" w:rsidRPr="00AF1A15" w:rsidTr="000A5D46">
        <w:trPr>
          <w:trHeight w:val="60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223,394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223,394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12013,180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12013,180</w:t>
            </w:r>
          </w:p>
        </w:tc>
      </w:tr>
      <w:tr w:rsidR="00E86622" w:rsidRPr="00AF1A15" w:rsidTr="000A5D46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01.01.2021 по 31.12.2021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10 279,526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10 279,526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1 846,297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1 846,297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240,969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240,969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12366,792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12366,792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01.01.2022 по 31.12.2022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10 586,499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10 586,499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1 900,948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1 900,948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260,967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260,967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12748,414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12748,414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Производственные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10 902,638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10 902,638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1 957,216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1 957,216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283,665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283,665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13143,519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13143,519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61861,962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61861,962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AF1A15">
              <w:rPr>
                <w:b/>
                <w:sz w:val="20"/>
              </w:rPr>
              <w:t xml:space="preserve"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</w:t>
            </w:r>
            <w:r w:rsidRPr="00AF1A15">
              <w:rPr>
                <w:b/>
                <w:sz w:val="20"/>
              </w:rPr>
              <w:lastRenderedPageBreak/>
              <w:t>регламентов</w:t>
            </w:r>
          </w:p>
        </w:tc>
      </w:tr>
      <w:tr w:rsidR="00E86622" w:rsidRPr="00AF1A15" w:rsidTr="000A5D46">
        <w:trPr>
          <w:trHeight w:val="6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AF1A15">
              <w:rPr>
                <w:sz w:val="20"/>
              </w:rPr>
              <w:lastRenderedPageBreak/>
              <w:t xml:space="preserve">  </w:t>
            </w:r>
            <w:r w:rsidRPr="00AF1A15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>нту объектов централизованных</w:t>
            </w:r>
            <w:r w:rsidRPr="00AF1A15">
              <w:rPr>
                <w:i/>
                <w:sz w:val="20"/>
              </w:rPr>
              <w:t xml:space="preserve"> систем водоснабжения </w:t>
            </w:r>
          </w:p>
        </w:tc>
      </w:tr>
      <w:tr w:rsidR="00E86622" w:rsidRPr="00AF1A15" w:rsidTr="000A5D4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Всего сумма, тыс. руб.  </w:t>
            </w:r>
          </w:p>
        </w:tc>
      </w:tr>
      <w:tr w:rsidR="00E86622" w:rsidRPr="00AF1A15" w:rsidTr="000A5D4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Другие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01.01.2019 по 31.12.2019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Расходы на материалы и запасные части для ремонта оборудования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 xml:space="preserve"> 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1 784,143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1 784,143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1 784,143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1 784,143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01.01.2020 по 31.12.2020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Расходы на материалы и запасные части для ремонта оборудования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 xml:space="preserve"> 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1 819,290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1 819,290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1 819,290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1 819,290</w:t>
            </w:r>
          </w:p>
        </w:tc>
      </w:tr>
      <w:tr w:rsidR="00E86622" w:rsidRPr="00AF1A15" w:rsidTr="000A5D46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01.01.2021 по 31.12.2021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Расходы на материалы и запасные части для ремонта оборудования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1 867,738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1 867,738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1 867,738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1 867,738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01.01.2022 по 31.12.2022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Расходы на материалы и запасные части для ремонта оборудования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1 923,023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1 923,023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1 923,023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1 923,023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Расходы на материалы и запасные части для ремонта оборудования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1 979,945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1 979,945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1 979,945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1 979,945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9374,139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9374,139</w:t>
            </w:r>
          </w:p>
        </w:tc>
      </w:tr>
      <w:tr w:rsidR="00E86622" w:rsidRPr="00AF1A15" w:rsidTr="000A5D46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AF1A15">
              <w:rPr>
                <w:i/>
                <w:sz w:val="20"/>
              </w:rPr>
              <w:t xml:space="preserve">   4.2. Перечень мероприятий, направленных на улучшение качества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i/>
                <w:sz w:val="20"/>
              </w:rPr>
              <w:t xml:space="preserve">             питьевой воды </w:t>
            </w:r>
          </w:p>
        </w:tc>
      </w:tr>
      <w:tr w:rsidR="00E86622" w:rsidRPr="00AF1A15" w:rsidTr="000A5D4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Всего сумма, тыс. руб.  </w:t>
            </w:r>
          </w:p>
        </w:tc>
      </w:tr>
      <w:tr w:rsidR="00E86622" w:rsidRPr="00AF1A15" w:rsidTr="000A5D4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Другие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01.01.2019 по 31.12.2019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01.01.2020 по 31.12.2020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01.01.2021 по 31.12.2021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01.01.2022 по 31.12.2022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360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AF1A15">
              <w:rPr>
                <w:sz w:val="20"/>
              </w:rPr>
              <w:t xml:space="preserve">    </w:t>
            </w:r>
            <w:r w:rsidRPr="00AF1A15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AF1A15">
              <w:rPr>
                <w:i/>
                <w:sz w:val="20"/>
              </w:rPr>
              <w:t>энергетической</w:t>
            </w:r>
            <w:proofErr w:type="gramEnd"/>
            <w:r w:rsidRPr="00AF1A15">
              <w:rPr>
                <w:i/>
                <w:sz w:val="20"/>
              </w:rPr>
              <w:t xml:space="preserve"> 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AF1A15">
              <w:rPr>
                <w:sz w:val="20"/>
              </w:rPr>
              <w:t xml:space="preserve">   </w:t>
            </w:r>
          </w:p>
        </w:tc>
      </w:tr>
      <w:tr w:rsidR="00E86622" w:rsidRPr="00AF1A15" w:rsidTr="000A5D4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Всего сумма, тыс. руб.  </w:t>
            </w:r>
          </w:p>
        </w:tc>
      </w:tr>
      <w:tr w:rsidR="00E86622" w:rsidRPr="00AF1A15" w:rsidTr="000A5D4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Другие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01.01.2019 по 31.12.2019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01.01.2020 по 31.12.2020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01.01.2021 по 31.12.2021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01.01.2022 по 31.12.2022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AF1A15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86622" w:rsidRPr="00AF1A15" w:rsidTr="000A5D46">
        <w:trPr>
          <w:trHeight w:val="223"/>
          <w:tblCellSpacing w:w="5" w:type="nil"/>
          <w:jc w:val="center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Всего сумма, тыс. руб.  </w:t>
            </w:r>
          </w:p>
        </w:tc>
      </w:tr>
      <w:tr w:rsidR="00E86622" w:rsidRPr="00AF1A15" w:rsidTr="000A5D46">
        <w:trPr>
          <w:trHeight w:val="255"/>
          <w:tblCellSpacing w:w="5" w:type="nil"/>
          <w:jc w:val="center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Другие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01.01.2019 по 31.12.2019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01.01.2020 по 31.12.2020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17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01.01.2021 по 31.12.2021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01.01.2022 по 31.12.2022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Мероприятия отсутствуют</w:t>
            </w:r>
          </w:p>
        </w:tc>
        <w:tc>
          <w:tcPr>
            <w:tcW w:w="16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1"/>
          <w:tblCellSpacing w:w="5" w:type="nil"/>
          <w:jc w:val="center"/>
        </w:trPr>
        <w:tc>
          <w:tcPr>
            <w:tcW w:w="49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508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AF1A15">
              <w:rPr>
                <w:sz w:val="20"/>
              </w:rPr>
              <w:t xml:space="preserve">        </w:t>
            </w:r>
            <w:r w:rsidRPr="00AF1A15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E86622" w:rsidRPr="00AF1A15" w:rsidTr="000A5D46">
        <w:trPr>
          <w:trHeight w:val="21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AF1A15">
              <w:rPr>
                <w:sz w:val="20"/>
              </w:rPr>
              <w:t>Ед</w:t>
            </w:r>
            <w:proofErr w:type="gramStart"/>
            <w:r w:rsidRPr="00AF1A15">
              <w:rPr>
                <w:sz w:val="20"/>
              </w:rPr>
              <w:t>.и</w:t>
            </w:r>
            <w:proofErr w:type="gramEnd"/>
            <w:r w:rsidRPr="00AF1A15">
              <w:rPr>
                <w:sz w:val="20"/>
              </w:rPr>
              <w:t>зм</w:t>
            </w:r>
            <w:proofErr w:type="spellEnd"/>
            <w:r w:rsidRPr="00AF1A15">
              <w:rPr>
                <w:sz w:val="20"/>
              </w:rPr>
              <w:t>.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4B6D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4B6D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4B6D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4B6D">
              <w:rPr>
                <w:sz w:val="18"/>
                <w:szCs w:val="18"/>
              </w:rPr>
              <w:t>На период с 01.01.2022по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4B6D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Показатели качества воды</w:t>
            </w:r>
          </w:p>
        </w:tc>
      </w:tr>
      <w:tr w:rsidR="00E86622" w:rsidRPr="00AF1A15" w:rsidTr="000A5D46">
        <w:trPr>
          <w:trHeight w:val="139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AF1A15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26</w:t>
            </w:r>
          </w:p>
        </w:tc>
      </w:tr>
      <w:tr w:rsidR="00E86622" w:rsidRPr="00AF1A15" w:rsidTr="000A5D46">
        <w:trPr>
          <w:trHeight w:val="1039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AF1A15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276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E86622" w:rsidRPr="00AF1A15" w:rsidTr="000A5D46">
        <w:trPr>
          <w:trHeight w:val="845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AF1A15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</w:t>
            </w:r>
            <w:r w:rsidRPr="00AF1A15">
              <w:rPr>
                <w:sz w:val="20"/>
              </w:rPr>
              <w:lastRenderedPageBreak/>
              <w:t xml:space="preserve">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ед./</w:t>
            </w:r>
            <w:proofErr w:type="gramStart"/>
            <w:r w:rsidRPr="00AF1A15">
              <w:rPr>
                <w:sz w:val="20"/>
              </w:rPr>
              <w:t>км</w:t>
            </w:r>
            <w:proofErr w:type="gramEnd"/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0,16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0,16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0,16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0,16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0,16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AF1A15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%</w:t>
            </w: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0</w:t>
            </w:r>
          </w:p>
        </w:tc>
      </w:tr>
      <w:tr w:rsidR="00E86622" w:rsidRPr="00AF1A15" w:rsidTr="000A5D46">
        <w:trPr>
          <w:trHeight w:val="1058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AF1A15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кВт*</w:t>
            </w:r>
            <w:proofErr w:type="gramStart"/>
            <w:r w:rsidRPr="00AF1A15">
              <w:rPr>
                <w:sz w:val="20"/>
              </w:rPr>
              <w:t>ч</w:t>
            </w:r>
            <w:proofErr w:type="gramEnd"/>
            <w:r w:rsidRPr="00AF1A15">
              <w:rPr>
                <w:sz w:val="20"/>
              </w:rPr>
              <w:t>/</w:t>
            </w:r>
          </w:p>
          <w:p w:rsidR="00E86622" w:rsidRPr="00AF1A15" w:rsidRDefault="00E86622" w:rsidP="000A5D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куб. м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2,03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2,03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2,03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2,03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2-,03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AF1A15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кВт*</w:t>
            </w:r>
            <w:proofErr w:type="gramStart"/>
            <w:r w:rsidRPr="00AF1A15">
              <w:rPr>
                <w:sz w:val="20"/>
              </w:rPr>
              <w:t>ч</w:t>
            </w:r>
            <w:proofErr w:type="gramEnd"/>
            <w:r w:rsidRPr="00AF1A15">
              <w:rPr>
                <w:sz w:val="20"/>
              </w:rPr>
              <w:t>/</w:t>
            </w:r>
          </w:p>
          <w:p w:rsidR="00E86622" w:rsidRPr="00AF1A15" w:rsidRDefault="00E86622" w:rsidP="000A5D4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куб. м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AF1A15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E86622" w:rsidRPr="00AF1A15" w:rsidTr="000A5D46">
        <w:trPr>
          <w:trHeight w:val="215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212"/>
          <w:tblCellSpacing w:w="5" w:type="nil"/>
          <w:jc w:val="center"/>
        </w:trPr>
        <w:tc>
          <w:tcPr>
            <w:tcW w:w="4536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>-</w:t>
            </w:r>
          </w:p>
        </w:tc>
      </w:tr>
      <w:tr w:rsidR="00E86622" w:rsidRPr="00AF1A15" w:rsidTr="000A5D46">
        <w:trPr>
          <w:trHeight w:val="472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AF1A15">
              <w:rPr>
                <w:sz w:val="20"/>
              </w:rPr>
              <w:t xml:space="preserve">        </w:t>
            </w:r>
            <w:r w:rsidRPr="00AF1A15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b/>
                <w:sz w:val="20"/>
              </w:rPr>
              <w:t xml:space="preserve">                         производственной программы</w:t>
            </w:r>
            <w:r w:rsidRPr="00AF1A15">
              <w:rPr>
                <w:sz w:val="20"/>
              </w:rPr>
              <w:t xml:space="preserve">                         </w:t>
            </w:r>
          </w:p>
        </w:tc>
      </w:tr>
      <w:tr w:rsidR="00E86622" w:rsidRPr="00AF1A15" w:rsidTr="000A5D46">
        <w:trPr>
          <w:trHeight w:val="478"/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Всего сумма, </w:t>
            </w:r>
          </w:p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  тыс. руб.  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bCs/>
                <w:sz w:val="20"/>
              </w:rPr>
            </w:pPr>
            <w:r w:rsidRPr="00AF1A15">
              <w:rPr>
                <w:bCs/>
                <w:sz w:val="20"/>
              </w:rPr>
              <w:t>13366,900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13730,829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bCs/>
                <w:sz w:val="20"/>
              </w:rPr>
            </w:pPr>
            <w:r w:rsidRPr="00AF1A15">
              <w:rPr>
                <w:sz w:val="20"/>
              </w:rPr>
              <w:t>14200,515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14712,907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AF1A15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15275,201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938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jc w:val="center"/>
              <w:rPr>
                <w:sz w:val="20"/>
              </w:rPr>
            </w:pPr>
            <w:r w:rsidRPr="00AF1A15">
              <w:rPr>
                <w:sz w:val="20"/>
              </w:rPr>
              <w:t>71286,353</w:t>
            </w:r>
          </w:p>
        </w:tc>
      </w:tr>
      <w:tr w:rsidR="00E86622" w:rsidRPr="00AF1A15" w:rsidTr="000A5D46">
        <w:trPr>
          <w:trHeight w:val="224"/>
          <w:tblCellSpacing w:w="5" w:type="nil"/>
          <w:jc w:val="center"/>
        </w:trPr>
        <w:tc>
          <w:tcPr>
            <w:tcW w:w="949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AF1A15">
              <w:rPr>
                <w:sz w:val="20"/>
              </w:rPr>
              <w:t xml:space="preserve">        </w:t>
            </w:r>
            <w:r w:rsidRPr="00AF1A15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AF1A15">
              <w:rPr>
                <w:sz w:val="20"/>
              </w:rPr>
              <w:t xml:space="preserve">                         </w:t>
            </w:r>
          </w:p>
        </w:tc>
      </w:tr>
      <w:tr w:rsidR="00E86622" w:rsidRPr="00AF1A15" w:rsidTr="000A5D46">
        <w:trPr>
          <w:trHeight w:val="372"/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 xml:space="preserve">   За период с 01.01.2018 по 31.12.2018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Объем подачи воды,  </w:t>
            </w:r>
            <w:proofErr w:type="spellStart"/>
            <w:r w:rsidRPr="00AF1A15">
              <w:rPr>
                <w:sz w:val="20"/>
              </w:rPr>
              <w:t>тыс</w:t>
            </w:r>
            <w:proofErr w:type="gramStart"/>
            <w:r w:rsidRPr="00AF1A15">
              <w:rPr>
                <w:sz w:val="20"/>
              </w:rPr>
              <w:t>.к</w:t>
            </w:r>
            <w:proofErr w:type="gramEnd"/>
            <w:r w:rsidRPr="00AF1A15">
              <w:rPr>
                <w:sz w:val="20"/>
              </w:rPr>
              <w:t>уб.м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383,0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AF1A15">
              <w:rPr>
                <w:sz w:val="20"/>
              </w:rPr>
              <w:t>тыс</w:t>
            </w:r>
            <w:proofErr w:type="gramStart"/>
            <w:r w:rsidRPr="00AF1A15">
              <w:rPr>
                <w:sz w:val="20"/>
              </w:rPr>
              <w:t>.р</w:t>
            </w:r>
            <w:proofErr w:type="gramEnd"/>
            <w:r w:rsidRPr="00AF1A15">
              <w:rPr>
                <w:sz w:val="20"/>
              </w:rPr>
              <w:t>уб</w:t>
            </w:r>
            <w:proofErr w:type="spellEnd"/>
            <w:r w:rsidRPr="00AF1A15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15487,4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AF1A15">
              <w:rPr>
                <w:sz w:val="20"/>
              </w:rPr>
              <w:t>тыс</w:t>
            </w:r>
            <w:proofErr w:type="gramStart"/>
            <w:r w:rsidRPr="00AF1A15">
              <w:rPr>
                <w:sz w:val="20"/>
              </w:rPr>
              <w:t>.р</w:t>
            </w:r>
            <w:proofErr w:type="gramEnd"/>
            <w:r w:rsidRPr="00AF1A15">
              <w:rPr>
                <w:sz w:val="20"/>
              </w:rPr>
              <w:t>уб</w:t>
            </w:r>
            <w:proofErr w:type="spellEnd"/>
            <w:r w:rsidRPr="00AF1A15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2807,9</w:t>
            </w:r>
          </w:p>
        </w:tc>
      </w:tr>
      <w:tr w:rsidR="00E86622" w:rsidRPr="00AF1A15" w:rsidTr="000A5D46">
        <w:trPr>
          <w:tblCellSpacing w:w="5" w:type="nil"/>
          <w:jc w:val="center"/>
        </w:trPr>
        <w:tc>
          <w:tcPr>
            <w:tcW w:w="708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AF1A15">
              <w:rPr>
                <w:sz w:val="20"/>
              </w:rPr>
              <w:t>Общий объем</w:t>
            </w:r>
            <w:r>
              <w:rPr>
                <w:sz w:val="20"/>
              </w:rPr>
              <w:t xml:space="preserve"> финансовых потребностей за 2018</w:t>
            </w:r>
            <w:r w:rsidRPr="00AF1A15">
              <w:rPr>
                <w:sz w:val="20"/>
              </w:rPr>
              <w:t xml:space="preserve"> год, </w:t>
            </w:r>
            <w:proofErr w:type="spellStart"/>
            <w:r w:rsidRPr="00AF1A15">
              <w:rPr>
                <w:sz w:val="20"/>
              </w:rPr>
              <w:t>тыс</w:t>
            </w:r>
            <w:proofErr w:type="gramStart"/>
            <w:r w:rsidRPr="00AF1A15">
              <w:rPr>
                <w:sz w:val="20"/>
              </w:rPr>
              <w:t>.р</w:t>
            </w:r>
            <w:proofErr w:type="gramEnd"/>
            <w:r w:rsidRPr="00AF1A15">
              <w:rPr>
                <w:sz w:val="20"/>
              </w:rPr>
              <w:t>уб</w:t>
            </w:r>
            <w:proofErr w:type="spellEnd"/>
            <w:r w:rsidRPr="00AF1A15">
              <w:rPr>
                <w:sz w:val="20"/>
              </w:rPr>
              <w:t>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F1A15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F1A15">
              <w:rPr>
                <w:sz w:val="20"/>
              </w:rPr>
              <w:t>18295,3</w:t>
            </w:r>
          </w:p>
        </w:tc>
      </w:tr>
    </w:tbl>
    <w:p w:rsidR="00E86622" w:rsidRPr="0056238E" w:rsidRDefault="00E86622" w:rsidP="00E86622">
      <w:pPr>
        <w:jc w:val="right"/>
        <w:rPr>
          <w:sz w:val="20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E86622" w:rsidTr="000A5D46">
        <w:trPr>
          <w:gridAfter w:val="1"/>
          <w:wAfter w:w="11" w:type="dxa"/>
        </w:trPr>
        <w:tc>
          <w:tcPr>
            <w:tcW w:w="528" w:type="dxa"/>
          </w:tcPr>
          <w:p w:rsidR="00E86622" w:rsidRDefault="00E86622" w:rsidP="000A5D46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E86622" w:rsidRDefault="00E86622" w:rsidP="000A5D46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E86622" w:rsidRDefault="00E86622" w:rsidP="000A5D46">
            <w:pPr>
              <w:ind w:left="3552"/>
              <w:jc w:val="center"/>
            </w:pPr>
          </w:p>
          <w:p w:rsidR="00E86622" w:rsidRDefault="00E86622" w:rsidP="000A5D46">
            <w:pPr>
              <w:ind w:left="3552"/>
              <w:jc w:val="center"/>
            </w:pPr>
          </w:p>
          <w:p w:rsidR="00E86622" w:rsidRDefault="00E86622" w:rsidP="000A5D46">
            <w:pPr>
              <w:ind w:left="3552"/>
              <w:jc w:val="center"/>
            </w:pPr>
          </w:p>
          <w:p w:rsidR="00E86622" w:rsidRDefault="00E86622" w:rsidP="000A5D46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E86622" w:rsidRDefault="00E86622" w:rsidP="000A5D46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E86622" w:rsidRDefault="00E86622" w:rsidP="000A5D46">
            <w:pPr>
              <w:ind w:left="3552"/>
              <w:jc w:val="center"/>
            </w:pPr>
            <w:r w:rsidRPr="00F60407">
              <w:t>от 19 ноября 2019 г. №</w:t>
            </w:r>
            <w:r w:rsidRPr="00D74902">
              <w:t xml:space="preserve"> </w:t>
            </w:r>
            <w:r>
              <w:t>52/25</w:t>
            </w:r>
          </w:p>
          <w:p w:rsidR="00E86622" w:rsidRDefault="00E86622" w:rsidP="000A5D46">
            <w:pPr>
              <w:ind w:left="3552"/>
              <w:jc w:val="center"/>
            </w:pPr>
          </w:p>
          <w:p w:rsidR="00E86622" w:rsidRDefault="00E86622" w:rsidP="000A5D46">
            <w:pPr>
              <w:ind w:left="3552"/>
              <w:jc w:val="center"/>
            </w:pPr>
            <w:r>
              <w:t>«ПРИЛОЖЕНИЕ 2</w:t>
            </w:r>
          </w:p>
          <w:p w:rsidR="00E86622" w:rsidRDefault="00E86622" w:rsidP="000A5D46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E86622" w:rsidRPr="001D06AF" w:rsidRDefault="00E86622" w:rsidP="000A5D46">
            <w:pPr>
              <w:ind w:left="3552"/>
              <w:jc w:val="center"/>
            </w:pPr>
            <w:r>
              <w:t>от 4</w:t>
            </w:r>
            <w:r w:rsidRPr="0056238E">
              <w:t xml:space="preserve"> </w:t>
            </w:r>
            <w:r>
              <w:t>декабря</w:t>
            </w:r>
            <w:r w:rsidRPr="0056238E">
              <w:t xml:space="preserve"> 2018 г. №</w:t>
            </w:r>
            <w:r>
              <w:t xml:space="preserve"> 49/43</w:t>
            </w:r>
          </w:p>
        </w:tc>
      </w:tr>
      <w:tr w:rsidR="00E86622" w:rsidRPr="006161EA" w:rsidTr="000A5D46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E86622" w:rsidRDefault="00E86622" w:rsidP="000A5D46">
            <w:pPr>
              <w:ind w:left="3552"/>
              <w:jc w:val="center"/>
              <w:rPr>
                <w:sz w:val="24"/>
                <w:szCs w:val="24"/>
              </w:rPr>
            </w:pPr>
          </w:p>
          <w:p w:rsidR="00E86622" w:rsidRPr="00193F0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93F0C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E86622" w:rsidRPr="00193F0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93F0C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E86622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93F0C"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E86622" w:rsidRPr="00B6104E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86622" w:rsidRPr="00AF1A15" w:rsidRDefault="00E86622" w:rsidP="00E86622">
      <w:pPr>
        <w:tabs>
          <w:tab w:val="left" w:pos="1897"/>
        </w:tabs>
        <w:jc w:val="center"/>
        <w:rPr>
          <w:sz w:val="20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  <w:r>
        <w:rPr>
          <w:sz w:val="20"/>
        </w:rPr>
        <w:tab/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</w:tblGrid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86622" w:rsidRPr="00AE3CDC" w:rsidTr="000A5D46">
        <w:trPr>
          <w:trHeight w:val="60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AE3CDC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AE3CDC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83527E" w:rsidRDefault="00E86622" w:rsidP="000A5D46">
            <w:pPr>
              <w:tabs>
                <w:tab w:val="left" w:pos="1897"/>
              </w:tabs>
              <w:rPr>
                <w:bCs/>
                <w:sz w:val="20"/>
              </w:rPr>
            </w:pPr>
            <w:r w:rsidRPr="0083527E">
              <w:rPr>
                <w:bCs/>
                <w:sz w:val="20"/>
              </w:rPr>
              <w:t>МУНИЦИПАЛЬНОЕ УНИТАРНОЕ ПРЕДПРИЯТИЕ СПАССКОГО МУНИЦИПАЛЬНОГО РАЙОНА «СПАССКОЕ ЖИЛИЩНО-КОММУНАЛЬНОЕ ХОЗЯЙСТВО» (ИНН 5232002977)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83527E" w:rsidRDefault="00E86622" w:rsidP="000A5D4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3527E">
              <w:rPr>
                <w:sz w:val="20"/>
              </w:rPr>
              <w:t xml:space="preserve">606280, Нижегородская область, </w:t>
            </w:r>
            <w:proofErr w:type="gramStart"/>
            <w:r w:rsidRPr="0083527E">
              <w:rPr>
                <w:sz w:val="20"/>
              </w:rPr>
              <w:t>с</w:t>
            </w:r>
            <w:proofErr w:type="gramEnd"/>
            <w:r w:rsidRPr="0083527E">
              <w:rPr>
                <w:sz w:val="20"/>
              </w:rPr>
              <w:t>. Спасское, ул. Октябрьская, д. 193</w:t>
            </w:r>
          </w:p>
        </w:tc>
      </w:tr>
      <w:tr w:rsidR="00E86622" w:rsidRPr="00AE3CDC" w:rsidTr="000A5D46">
        <w:trPr>
          <w:trHeight w:val="222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AE3CDC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E86622" w:rsidRPr="00AE3CDC" w:rsidTr="000A5D46">
        <w:trPr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AE3CDC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AE3CDC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75,0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67,6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67,6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67,6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67,6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51,0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43,6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43,6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43,6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43,6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6,0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6,0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6,0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6,0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 xml:space="preserve">- собственное водоотведение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86622" w:rsidRPr="00AE3CDC" w:rsidTr="000A5D46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86622" w:rsidRPr="00AE3CDC" w:rsidTr="000A5D46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870,092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870,092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512,528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512,528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Расходы, связанные с оплатой </w:t>
            </w:r>
            <w:r w:rsidRPr="00AE3CDC">
              <w:rPr>
                <w:rFonts w:eastAsia="Calibri"/>
                <w:bCs/>
                <w:sz w:val="20"/>
                <w:lang w:eastAsia="en-US"/>
              </w:rPr>
              <w:lastRenderedPageBreak/>
              <w:t>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AE3CDC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lastRenderedPageBreak/>
              <w:t>17,689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17,689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1400,309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1400,309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887,233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887,233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522,625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522,625</w:t>
            </w:r>
          </w:p>
        </w:tc>
      </w:tr>
      <w:tr w:rsidR="00E86622" w:rsidRPr="00AE3CDC" w:rsidTr="000A5D46">
        <w:trPr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18,038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1427,896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1427,896</w:t>
            </w:r>
          </w:p>
        </w:tc>
      </w:tr>
      <w:tr w:rsidR="00E86622" w:rsidRPr="00AE3CDC" w:rsidTr="000A5D46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910,860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910,860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536,542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536,542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18,518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18,518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1465,920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1465,920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937,822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937,822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552,424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552,424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568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19,066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19,066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1509,312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1509,312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965,581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965,581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568,775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568,775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19,631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19,631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1553,987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1553,987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7357,424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7357,424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</w:t>
            </w:r>
            <w:r w:rsidRPr="00AE3CDC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AE3CDC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E86622" w:rsidRPr="00AE3CDC" w:rsidTr="000A5D46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86622" w:rsidRPr="00AE3CDC" w:rsidTr="000A5D46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368,617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368,617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rHeight w:val="222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368,617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368,617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375,879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375,879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375,879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375,879</w:t>
            </w:r>
          </w:p>
        </w:tc>
      </w:tr>
      <w:tr w:rsidR="00E86622" w:rsidRPr="00AE3CDC" w:rsidTr="000A5D46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86622" w:rsidRPr="00AE3CDC" w:rsidTr="000A5D46">
        <w:trPr>
          <w:trHeight w:val="418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385,889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385,889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385,889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385,889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397,311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397,311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397,311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397,311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Расходы на материалы, запасные части для текущего ремонта оборудования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409,072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409,072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409,072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409,072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1936,768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1936,768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AE3CDC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E86622" w:rsidRPr="00AE3CDC" w:rsidTr="000A5D46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86622" w:rsidRPr="00AE3CDC" w:rsidTr="000A5D46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</w:t>
            </w:r>
            <w:r w:rsidRPr="00AE3CDC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AE3CDC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AE3CDC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</w:p>
        </w:tc>
      </w:tr>
      <w:tr w:rsidR="00E86622" w:rsidRPr="00AE3CDC" w:rsidTr="000A5D46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86622" w:rsidRPr="00AE3CDC" w:rsidTr="000A5D46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AE3CDC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86622" w:rsidRPr="00AE3CDC" w:rsidTr="000A5D46">
        <w:trPr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86622" w:rsidRPr="00AE3CDC" w:rsidTr="000A5D46">
        <w:trPr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E3CDC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   </w:t>
            </w:r>
          </w:p>
        </w:tc>
      </w:tr>
      <w:tr w:rsidR="00E86622" w:rsidRPr="00AE3CDC" w:rsidTr="000A5D46">
        <w:trPr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AE3CDC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AE3CDC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AE3CDC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AE3CDC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>На 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5D4B6D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D4B6D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E86622" w:rsidRPr="00AE3CDC" w:rsidTr="000A5D46">
        <w:trPr>
          <w:trHeight w:val="977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100</w:t>
            </w:r>
          </w:p>
        </w:tc>
      </w:tr>
      <w:tr w:rsidR="00E86622" w:rsidRPr="00AE3CDC" w:rsidTr="000A5D46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E86622" w:rsidRPr="00AE3CDC" w:rsidTr="000A5D46">
        <w:trPr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AE3CDC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0,59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0,59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0,59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0,59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0,59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lastRenderedPageBreak/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86622" w:rsidRPr="00AE3CDC" w:rsidTr="000A5D46">
        <w:trPr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AE3CDC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AE3CDC">
              <w:rPr>
                <w:rFonts w:eastAsia="Calibri"/>
                <w:sz w:val="20"/>
                <w:lang w:eastAsia="en-US"/>
              </w:rPr>
              <w:t>/</w:t>
            </w:r>
          </w:p>
          <w:p w:rsidR="00E86622" w:rsidRPr="00AE3CDC" w:rsidRDefault="00E86622" w:rsidP="000A5D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куб. м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E86622" w:rsidRPr="00AE3CDC" w:rsidTr="000A5D46">
        <w:trPr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E3CDC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AE3CDC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86622" w:rsidRPr="00AE3CDC" w:rsidTr="000A5D46">
        <w:trPr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1829,354</w:t>
            </w:r>
          </w:p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86622" w:rsidRPr="00AE3CDC" w:rsidTr="000A5D46">
        <w:trPr>
          <w:trHeight w:val="341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1693,377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1751,452</w:t>
            </w:r>
          </w:p>
        </w:tc>
      </w:tr>
      <w:tr w:rsidR="00E86622" w:rsidRPr="00AE3CDC" w:rsidTr="000A5D46">
        <w:trPr>
          <w:trHeight w:val="296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1813,885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AE3CDC">
              <w:rPr>
                <w:rFonts w:eastAsia="Calibri"/>
                <w:bCs/>
                <w:sz w:val="20"/>
                <w:lang w:eastAsia="en-US"/>
              </w:rPr>
              <w:t>1879,529</w:t>
            </w:r>
          </w:p>
        </w:tc>
      </w:tr>
      <w:tr w:rsidR="00E86622" w:rsidRPr="00AE3CDC" w:rsidTr="000A5D46">
        <w:trPr>
          <w:trHeight w:val="424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8967,597</w:t>
            </w:r>
          </w:p>
        </w:tc>
      </w:tr>
      <w:tr w:rsidR="00E86622" w:rsidRPr="00AE3CDC" w:rsidTr="000A5D46">
        <w:trPr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AE3CDC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AE3CDC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86622" w:rsidRPr="00AE3CDC" w:rsidTr="000A5D46">
        <w:trPr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 xml:space="preserve">   За период с 01.01.2018 по 31.12.2018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67,6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1363,4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257,2</w:t>
            </w:r>
          </w:p>
        </w:tc>
      </w:tr>
      <w:tr w:rsidR="00E86622" w:rsidRPr="00AE3CDC" w:rsidTr="000A5D46">
        <w:trPr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6622" w:rsidRPr="00AE3CDC" w:rsidRDefault="00E86622" w:rsidP="000A5D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AE3CDC">
              <w:rPr>
                <w:rFonts w:eastAsia="Calibri"/>
                <w:sz w:val="20"/>
                <w:lang w:eastAsia="en-US"/>
              </w:rPr>
              <w:t>1620,6</w:t>
            </w:r>
          </w:p>
        </w:tc>
      </w:tr>
    </w:tbl>
    <w:p w:rsidR="00E86622" w:rsidRDefault="00E86622" w:rsidP="00E8662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».</w:t>
      </w:r>
    </w:p>
    <w:p w:rsidR="00E86622" w:rsidRDefault="00E86622" w:rsidP="00E86622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4359FA" w:rsidRDefault="004359FA" w:rsidP="00E86622">
      <w:pPr>
        <w:spacing w:line="276" w:lineRule="auto"/>
        <w:ind w:firstLine="709"/>
        <w:jc w:val="both"/>
        <w:rPr>
          <w:szCs w:val="28"/>
        </w:rPr>
      </w:pPr>
    </w:p>
    <w:sectPr w:rsidR="004359F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65" w:rsidRDefault="00F34465">
      <w:r>
        <w:separator/>
      </w:r>
    </w:p>
  </w:endnote>
  <w:endnote w:type="continuationSeparator" w:id="0">
    <w:p w:rsidR="00F34465" w:rsidRDefault="00F3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65" w:rsidRDefault="00F34465">
      <w:r>
        <w:separator/>
      </w:r>
    </w:p>
  </w:footnote>
  <w:footnote w:type="continuationSeparator" w:id="0">
    <w:p w:rsidR="00F34465" w:rsidRDefault="00F34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6622">
      <w:rPr>
        <w:rStyle w:val="a9"/>
        <w:noProof/>
      </w:rPr>
      <w:t>2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E6"/>
    <w:multiLevelType w:val="hybridMultilevel"/>
    <w:tmpl w:val="F6AA5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DD0D4B"/>
    <w:multiLevelType w:val="hybridMultilevel"/>
    <w:tmpl w:val="5934BA2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C766C5"/>
    <w:multiLevelType w:val="multilevel"/>
    <w:tmpl w:val="54547018"/>
    <w:lvl w:ilvl="0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B48F8"/>
    <w:multiLevelType w:val="hybridMultilevel"/>
    <w:tmpl w:val="48ECD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44953"/>
    <w:multiLevelType w:val="hybridMultilevel"/>
    <w:tmpl w:val="52421136"/>
    <w:lvl w:ilvl="0" w:tplc="78723A54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42464BE"/>
    <w:multiLevelType w:val="hybridMultilevel"/>
    <w:tmpl w:val="C0C4B0E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C3C75"/>
    <w:multiLevelType w:val="hybridMultilevel"/>
    <w:tmpl w:val="9B906D60"/>
    <w:lvl w:ilvl="0" w:tplc="B83A0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011A79"/>
    <w:multiLevelType w:val="hybridMultilevel"/>
    <w:tmpl w:val="AB3A82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984E7C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9516C64"/>
    <w:multiLevelType w:val="hybridMultilevel"/>
    <w:tmpl w:val="DBE8F650"/>
    <w:lvl w:ilvl="0" w:tplc="7ED65C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D8E1A1C"/>
    <w:multiLevelType w:val="hybridMultilevel"/>
    <w:tmpl w:val="5B8A1C68"/>
    <w:lvl w:ilvl="0" w:tplc="5628A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11EE9"/>
    <w:multiLevelType w:val="hybridMultilevel"/>
    <w:tmpl w:val="DECA6AEE"/>
    <w:lvl w:ilvl="0" w:tplc="20B62BB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20580F52"/>
    <w:multiLevelType w:val="hybridMultilevel"/>
    <w:tmpl w:val="FF062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6622B9"/>
    <w:multiLevelType w:val="singleLevel"/>
    <w:tmpl w:val="92E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B31358E"/>
    <w:multiLevelType w:val="multilevel"/>
    <w:tmpl w:val="144E5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16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2F8A782C"/>
    <w:multiLevelType w:val="hybridMultilevel"/>
    <w:tmpl w:val="F65CC956"/>
    <w:lvl w:ilvl="0" w:tplc="D25827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6E23923"/>
    <w:multiLevelType w:val="hybridMultilevel"/>
    <w:tmpl w:val="5A62E722"/>
    <w:lvl w:ilvl="0" w:tplc="CA4A2C22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38A96558"/>
    <w:multiLevelType w:val="hybridMultilevel"/>
    <w:tmpl w:val="742C3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E406D2"/>
    <w:multiLevelType w:val="hybridMultilevel"/>
    <w:tmpl w:val="9A7C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91BB1"/>
    <w:multiLevelType w:val="hybridMultilevel"/>
    <w:tmpl w:val="3BE88BE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3F9A2D77"/>
    <w:multiLevelType w:val="hybridMultilevel"/>
    <w:tmpl w:val="E834B17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6D51ED9"/>
    <w:multiLevelType w:val="singleLevel"/>
    <w:tmpl w:val="360863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4856587F"/>
    <w:multiLevelType w:val="hybridMultilevel"/>
    <w:tmpl w:val="F156393A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7">
    <w:nsid w:val="492600BA"/>
    <w:multiLevelType w:val="singleLevel"/>
    <w:tmpl w:val="2D4AF36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4A793C28"/>
    <w:multiLevelType w:val="hybridMultilevel"/>
    <w:tmpl w:val="D29C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4B6A69D7"/>
    <w:multiLevelType w:val="hybridMultilevel"/>
    <w:tmpl w:val="5554D47E"/>
    <w:lvl w:ilvl="0" w:tplc="3462ED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D26C70"/>
    <w:multiLevelType w:val="hybridMultilevel"/>
    <w:tmpl w:val="05BC45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70346E"/>
    <w:multiLevelType w:val="multilevel"/>
    <w:tmpl w:val="BC827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8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33">
    <w:nsid w:val="54E63427"/>
    <w:multiLevelType w:val="hybridMultilevel"/>
    <w:tmpl w:val="D460DCB6"/>
    <w:lvl w:ilvl="0" w:tplc="AD065024">
      <w:start w:val="1"/>
      <w:numFmt w:val="bullet"/>
      <w:lvlText w:val="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59FE3E82"/>
    <w:multiLevelType w:val="hybridMultilevel"/>
    <w:tmpl w:val="E8CEDC28"/>
    <w:lvl w:ilvl="0" w:tplc="20B62BB2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6">
    <w:nsid w:val="6277477C"/>
    <w:multiLevelType w:val="hybridMultilevel"/>
    <w:tmpl w:val="04CE970E"/>
    <w:lvl w:ilvl="0" w:tplc="F29868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5DB5542"/>
    <w:multiLevelType w:val="singleLevel"/>
    <w:tmpl w:val="1CC8642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>
    <w:nsid w:val="67852772"/>
    <w:multiLevelType w:val="hybridMultilevel"/>
    <w:tmpl w:val="52141DF8"/>
    <w:lvl w:ilvl="0" w:tplc="E92AB2FE">
      <w:start w:val="1"/>
      <w:numFmt w:val="decimal"/>
      <w:lvlText w:val="%1."/>
      <w:lvlJc w:val="left"/>
      <w:pPr>
        <w:ind w:left="389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9">
    <w:nsid w:val="6A1C73BC"/>
    <w:multiLevelType w:val="hybridMultilevel"/>
    <w:tmpl w:val="49663BFE"/>
    <w:lvl w:ilvl="0" w:tplc="9F88C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0139A9"/>
    <w:multiLevelType w:val="hybridMultilevel"/>
    <w:tmpl w:val="04441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26D15F7"/>
    <w:multiLevelType w:val="hybridMultilevel"/>
    <w:tmpl w:val="A42A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6D50F9"/>
    <w:multiLevelType w:val="multilevel"/>
    <w:tmpl w:val="930CDC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4">
    <w:nsid w:val="7EE55FF7"/>
    <w:multiLevelType w:val="hybridMultilevel"/>
    <w:tmpl w:val="88B06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5239B"/>
    <w:multiLevelType w:val="hybridMultilevel"/>
    <w:tmpl w:val="54547018"/>
    <w:lvl w:ilvl="0" w:tplc="87703F4E">
      <w:start w:val="1"/>
      <w:numFmt w:val="bullet"/>
      <w:lvlText w:val="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18"/>
  </w:num>
  <w:num w:numId="4">
    <w:abstractNumId w:val="35"/>
  </w:num>
  <w:num w:numId="5">
    <w:abstractNumId w:val="8"/>
  </w:num>
  <w:num w:numId="6">
    <w:abstractNumId w:val="2"/>
  </w:num>
  <w:num w:numId="7">
    <w:abstractNumId w:val="24"/>
  </w:num>
  <w:num w:numId="8">
    <w:abstractNumId w:val="41"/>
  </w:num>
  <w:num w:numId="9">
    <w:abstractNumId w:val="37"/>
  </w:num>
  <w:num w:numId="10">
    <w:abstractNumId w:val="27"/>
  </w:num>
  <w:num w:numId="11">
    <w:abstractNumId w:val="25"/>
  </w:num>
  <w:num w:numId="12">
    <w:abstractNumId w:val="14"/>
  </w:num>
  <w:num w:numId="13">
    <w:abstractNumId w:val="11"/>
  </w:num>
  <w:num w:numId="14">
    <w:abstractNumId w:val="10"/>
  </w:num>
  <w:num w:numId="15">
    <w:abstractNumId w:val="9"/>
  </w:num>
  <w:num w:numId="16">
    <w:abstractNumId w:val="5"/>
  </w:num>
  <w:num w:numId="17">
    <w:abstractNumId w:val="6"/>
  </w:num>
  <w:num w:numId="18">
    <w:abstractNumId w:val="12"/>
  </w:num>
  <w:num w:numId="19">
    <w:abstractNumId w:val="45"/>
  </w:num>
  <w:num w:numId="20">
    <w:abstractNumId w:val="3"/>
  </w:num>
  <w:num w:numId="21">
    <w:abstractNumId w:val="34"/>
  </w:num>
  <w:num w:numId="22">
    <w:abstractNumId w:val="33"/>
  </w:num>
  <w:num w:numId="23">
    <w:abstractNumId w:val="7"/>
  </w:num>
  <w:num w:numId="24">
    <w:abstractNumId w:val="26"/>
  </w:num>
  <w:num w:numId="25">
    <w:abstractNumId w:val="40"/>
  </w:num>
  <w:num w:numId="26">
    <w:abstractNumId w:val="23"/>
  </w:num>
  <w:num w:numId="27">
    <w:abstractNumId w:val="13"/>
  </w:num>
  <w:num w:numId="28">
    <w:abstractNumId w:val="44"/>
  </w:num>
  <w:num w:numId="29">
    <w:abstractNumId w:val="30"/>
  </w:num>
  <w:num w:numId="30">
    <w:abstractNumId w:val="21"/>
  </w:num>
  <w:num w:numId="31">
    <w:abstractNumId w:val="4"/>
  </w:num>
  <w:num w:numId="32">
    <w:abstractNumId w:val="42"/>
  </w:num>
  <w:num w:numId="33">
    <w:abstractNumId w:val="1"/>
  </w:num>
  <w:num w:numId="34">
    <w:abstractNumId w:val="20"/>
  </w:num>
  <w:num w:numId="35">
    <w:abstractNumId w:val="39"/>
  </w:num>
  <w:num w:numId="36">
    <w:abstractNumId w:val="22"/>
  </w:num>
  <w:num w:numId="37">
    <w:abstractNumId w:val="17"/>
  </w:num>
  <w:num w:numId="38">
    <w:abstractNumId w:val="36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9"/>
  </w:num>
  <w:num w:numId="42">
    <w:abstractNumId w:val="32"/>
  </w:num>
  <w:num w:numId="43">
    <w:abstractNumId w:val="31"/>
  </w:num>
  <w:num w:numId="44">
    <w:abstractNumId w:val="0"/>
  </w:num>
  <w:num w:numId="45">
    <w:abstractNumId w:val="43"/>
  </w:num>
  <w:num w:numId="46">
    <w:abstractNumId w:val="28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1E0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3DAB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6BFE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C25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9FA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5C79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79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0D86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2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33D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578C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068A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30C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4A2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6622"/>
    <w:rsid w:val="00E87644"/>
    <w:rsid w:val="00E90D08"/>
    <w:rsid w:val="00E90DF3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221D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465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E86622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E8662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66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6233D"/>
  </w:style>
  <w:style w:type="character" w:customStyle="1" w:styleId="10">
    <w:name w:val="Заголовок 1 Знак"/>
    <w:basedOn w:val="a0"/>
    <w:link w:val="1"/>
    <w:rsid w:val="00E86622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E866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6622"/>
    <w:rPr>
      <w:rFonts w:ascii="Cambria" w:hAnsi="Cambria"/>
      <w:b/>
      <w:bCs/>
      <w:sz w:val="26"/>
      <w:szCs w:val="26"/>
      <w:lang w:val="x-none" w:eastAsia="x-none"/>
    </w:rPr>
  </w:style>
  <w:style w:type="paragraph" w:styleId="af2">
    <w:name w:val="Body Text Indent"/>
    <w:basedOn w:val="a"/>
    <w:link w:val="af3"/>
    <w:rsid w:val="00E86622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E86622"/>
    <w:rPr>
      <w:sz w:val="28"/>
      <w:lang w:val="x-none" w:eastAsia="x-none"/>
    </w:rPr>
  </w:style>
  <w:style w:type="paragraph" w:styleId="31">
    <w:name w:val="Body Text Indent 3"/>
    <w:basedOn w:val="a"/>
    <w:link w:val="32"/>
    <w:rsid w:val="00E86622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86622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E86622"/>
  </w:style>
  <w:style w:type="character" w:customStyle="1" w:styleId="apple-converted-space">
    <w:name w:val="apple-converted-space"/>
    <w:basedOn w:val="a0"/>
    <w:rsid w:val="00E86622"/>
  </w:style>
  <w:style w:type="paragraph" w:styleId="21">
    <w:name w:val="Body Text 2"/>
    <w:basedOn w:val="a"/>
    <w:link w:val="22"/>
    <w:rsid w:val="00E8662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E86622"/>
  </w:style>
  <w:style w:type="paragraph" w:customStyle="1" w:styleId="ConsPlusCell">
    <w:name w:val="ConsPlusCell"/>
    <w:uiPriority w:val="99"/>
    <w:rsid w:val="00E866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E866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Body Text Indent 3" w:uiPriority="0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paragraph" w:styleId="1">
    <w:name w:val="heading 1"/>
    <w:basedOn w:val="a"/>
    <w:next w:val="a"/>
    <w:link w:val="10"/>
    <w:qFormat/>
    <w:rsid w:val="00E86622"/>
    <w:pPr>
      <w:keepNext/>
      <w:ind w:left="2880" w:firstLine="720"/>
      <w:jc w:val="both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qFormat/>
    <w:rsid w:val="00E8662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866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6233D"/>
  </w:style>
  <w:style w:type="character" w:customStyle="1" w:styleId="10">
    <w:name w:val="Заголовок 1 Знак"/>
    <w:basedOn w:val="a0"/>
    <w:link w:val="1"/>
    <w:rsid w:val="00E86622"/>
    <w:rPr>
      <w:sz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E8662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86622"/>
    <w:rPr>
      <w:rFonts w:ascii="Cambria" w:hAnsi="Cambria"/>
      <w:b/>
      <w:bCs/>
      <w:sz w:val="26"/>
      <w:szCs w:val="26"/>
      <w:lang w:val="x-none" w:eastAsia="x-none"/>
    </w:rPr>
  </w:style>
  <w:style w:type="paragraph" w:styleId="af2">
    <w:name w:val="Body Text Indent"/>
    <w:basedOn w:val="a"/>
    <w:link w:val="af3"/>
    <w:rsid w:val="00E86622"/>
    <w:pPr>
      <w:ind w:firstLine="720"/>
      <w:jc w:val="both"/>
    </w:pPr>
    <w:rPr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E86622"/>
    <w:rPr>
      <w:sz w:val="28"/>
      <w:lang w:val="x-none" w:eastAsia="x-none"/>
    </w:rPr>
  </w:style>
  <w:style w:type="paragraph" w:styleId="31">
    <w:name w:val="Body Text Indent 3"/>
    <w:basedOn w:val="a"/>
    <w:link w:val="32"/>
    <w:rsid w:val="00E86622"/>
    <w:pPr>
      <w:ind w:firstLine="720"/>
      <w:jc w:val="both"/>
    </w:pPr>
    <w:rPr>
      <w:sz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86622"/>
    <w:rPr>
      <w:sz w:val="24"/>
      <w:lang w:val="x-none" w:eastAsia="x-none"/>
    </w:rPr>
  </w:style>
  <w:style w:type="character" w:customStyle="1" w:styleId="apple-style-span">
    <w:name w:val="apple-style-span"/>
    <w:basedOn w:val="a0"/>
    <w:uiPriority w:val="99"/>
    <w:rsid w:val="00E86622"/>
  </w:style>
  <w:style w:type="character" w:customStyle="1" w:styleId="apple-converted-space">
    <w:name w:val="apple-converted-space"/>
    <w:basedOn w:val="a0"/>
    <w:rsid w:val="00E86622"/>
  </w:style>
  <w:style w:type="paragraph" w:styleId="21">
    <w:name w:val="Body Text 2"/>
    <w:basedOn w:val="a"/>
    <w:link w:val="22"/>
    <w:rsid w:val="00E8662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rsid w:val="00E86622"/>
  </w:style>
  <w:style w:type="paragraph" w:customStyle="1" w:styleId="ConsPlusCell">
    <w:name w:val="ConsPlusCell"/>
    <w:uiPriority w:val="99"/>
    <w:rsid w:val="00E866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E866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26</TotalTime>
  <Pages>12</Pages>
  <Words>4175</Words>
  <Characters>23802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12</cp:revision>
  <cp:lastPrinted>2019-11-11T12:18:00Z</cp:lastPrinted>
  <dcterms:created xsi:type="dcterms:W3CDTF">2019-07-18T12:16:00Z</dcterms:created>
  <dcterms:modified xsi:type="dcterms:W3CDTF">2019-11-19T05:45:00Z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