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396C25" w:rsidP="00E006BE">
            <w:pPr>
              <w:jc w:val="center"/>
            </w:pPr>
            <w:r>
              <w:t>19.11.2019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F221D" w:rsidP="00E20A3C">
            <w:pPr>
              <w:tabs>
                <w:tab w:val="center" w:pos="2160"/>
              </w:tabs>
              <w:ind w:left="-108"/>
              <w:jc w:val="center"/>
            </w:pPr>
            <w:r>
              <w:t>52/26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396C25" w:rsidRDefault="0056238E" w:rsidP="00396C25">
            <w:pPr>
              <w:jc w:val="center"/>
              <w:rPr>
                <w:szCs w:val="28"/>
              </w:rPr>
            </w:pPr>
            <w:r w:rsidRPr="0056238E">
              <w:rPr>
                <w:szCs w:val="28"/>
              </w:rPr>
              <w:t xml:space="preserve">О </w:t>
            </w:r>
            <w:r w:rsidRPr="00E90DF3">
              <w:rPr>
                <w:szCs w:val="28"/>
              </w:rPr>
              <w:t xml:space="preserve">внесении изменений в решение региональной службы по тарифам Нижегородской области </w:t>
            </w:r>
            <w:r w:rsidRPr="00E90DF3">
              <w:rPr>
                <w:szCs w:val="28"/>
              </w:rPr>
              <w:br/>
            </w:r>
            <w:r w:rsidR="00E424A2" w:rsidRPr="00E424A2">
              <w:rPr>
                <w:szCs w:val="28"/>
              </w:rPr>
              <w:t>от 11 декабря 2018 г. № 51/61</w:t>
            </w:r>
            <w:r w:rsidR="00396C25">
              <w:rPr>
                <w:szCs w:val="28"/>
              </w:rPr>
              <w:t xml:space="preserve"> </w:t>
            </w:r>
            <w:r w:rsidR="00E424A2" w:rsidRPr="00E424A2">
              <w:rPr>
                <w:szCs w:val="28"/>
              </w:rPr>
              <w:t>«</w:t>
            </w:r>
            <w:r w:rsidR="00396C25">
              <w:rPr>
                <w:bCs/>
                <w:noProof/>
                <w:szCs w:val="28"/>
              </w:rPr>
              <w:t xml:space="preserve">Об установлении </w:t>
            </w:r>
            <w:r w:rsidR="00E424A2" w:rsidRPr="00E424A2">
              <w:rPr>
                <w:bCs/>
                <w:noProof/>
                <w:szCs w:val="28"/>
              </w:rPr>
              <w:t>МУНИЦИПАЛЬНОМУ</w:t>
            </w:r>
            <w:r w:rsidR="00396C25">
              <w:rPr>
                <w:bCs/>
                <w:noProof/>
                <w:szCs w:val="28"/>
              </w:rPr>
              <w:t xml:space="preserve"> УНИТАРНОМУ </w:t>
            </w:r>
            <w:r w:rsidR="00E424A2" w:rsidRPr="00E424A2">
              <w:rPr>
                <w:bCs/>
                <w:noProof/>
                <w:szCs w:val="28"/>
              </w:rPr>
              <w:t>ПРЕДПРИЯТИЮ КНЯГИНИНСКОГО РАЙОНА «ТЕПЛОВИК 1» (ИНН 5217001030), г. Княгинино Нижегородской области, тарифов в сфере водоотведения для потребителей Княгининского муниципального района Нижегородской области</w:t>
            </w:r>
            <w:r w:rsidR="00E424A2" w:rsidRPr="00E424A2">
              <w:rPr>
                <w:szCs w:val="28"/>
              </w:rPr>
              <w:t>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615C79" w:rsidRDefault="00261BEB" w:rsidP="00396C25">
      <w:pPr>
        <w:pStyle w:val="ac"/>
        <w:jc w:val="center"/>
      </w:pPr>
    </w:p>
    <w:p w:rsidR="00016631" w:rsidRDefault="00016631" w:rsidP="00396C25">
      <w:pPr>
        <w:pStyle w:val="ac"/>
        <w:jc w:val="center"/>
      </w:pPr>
    </w:p>
    <w:p w:rsidR="00EF221D" w:rsidRPr="00615C79" w:rsidRDefault="00EF221D" w:rsidP="00396C25">
      <w:pPr>
        <w:pStyle w:val="ac"/>
        <w:jc w:val="center"/>
      </w:pPr>
    </w:p>
    <w:p w:rsidR="00E424A2" w:rsidRPr="00E424A2" w:rsidRDefault="00E424A2" w:rsidP="00E424A2">
      <w:pPr>
        <w:spacing w:line="276" w:lineRule="auto"/>
        <w:ind w:firstLine="709"/>
        <w:jc w:val="both"/>
        <w:rPr>
          <w:szCs w:val="28"/>
        </w:rPr>
      </w:pPr>
      <w:proofErr w:type="gramStart"/>
      <w:r w:rsidRPr="00E424A2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E424A2">
        <w:rPr>
          <w:bCs/>
          <w:noProof/>
          <w:szCs w:val="28"/>
        </w:rPr>
        <w:t xml:space="preserve">МУНИЦИПАЛЬНЫМ УНИТАРНЫМ ПРЕДПРИЯТИЕМ КНЯГИНИНСКОГО РАЙОНА «ТЕПЛОВИК 1» (ИНН 5217001030), </w:t>
      </w:r>
      <w:r w:rsidR="00396C25">
        <w:rPr>
          <w:bCs/>
          <w:noProof/>
          <w:szCs w:val="28"/>
        </w:rPr>
        <w:br/>
      </w:r>
      <w:r w:rsidRPr="00E424A2">
        <w:rPr>
          <w:bCs/>
          <w:noProof/>
          <w:szCs w:val="28"/>
        </w:rPr>
        <w:t>г. Княгинино Нижегородской области</w:t>
      </w:r>
      <w:r w:rsidRPr="00E424A2">
        <w:rPr>
          <w:szCs w:val="28"/>
        </w:rPr>
        <w:t xml:space="preserve">, экспертного заключения рег. </w:t>
      </w:r>
      <w:r w:rsidRPr="000A71E0">
        <w:rPr>
          <w:szCs w:val="28"/>
        </w:rPr>
        <w:t>№ в-</w:t>
      </w:r>
      <w:r w:rsidR="000A71E0" w:rsidRPr="000A71E0">
        <w:rPr>
          <w:szCs w:val="28"/>
        </w:rPr>
        <w:t>688</w:t>
      </w:r>
      <w:proofErr w:type="gramEnd"/>
      <w:r w:rsidRPr="000A71E0">
        <w:rPr>
          <w:szCs w:val="28"/>
        </w:rPr>
        <w:t xml:space="preserve"> </w:t>
      </w:r>
      <w:r w:rsidR="00246BFE">
        <w:rPr>
          <w:szCs w:val="28"/>
        </w:rPr>
        <w:br/>
      </w:r>
      <w:r w:rsidRPr="000A71E0">
        <w:rPr>
          <w:szCs w:val="28"/>
        </w:rPr>
        <w:t>от</w:t>
      </w:r>
      <w:r w:rsidRPr="00396C25">
        <w:rPr>
          <w:szCs w:val="28"/>
        </w:rPr>
        <w:t xml:space="preserve"> </w:t>
      </w:r>
      <w:r w:rsidR="00396C25" w:rsidRPr="00396C25">
        <w:rPr>
          <w:szCs w:val="28"/>
        </w:rPr>
        <w:t xml:space="preserve">12 ноября </w:t>
      </w:r>
      <w:r w:rsidRPr="00396C25">
        <w:rPr>
          <w:szCs w:val="28"/>
        </w:rPr>
        <w:t>2019</w:t>
      </w:r>
      <w:r w:rsidRPr="00E424A2">
        <w:rPr>
          <w:szCs w:val="28"/>
        </w:rPr>
        <w:t xml:space="preserve"> г.:</w:t>
      </w:r>
    </w:p>
    <w:p w:rsidR="00E424A2" w:rsidRPr="00E424A2" w:rsidRDefault="00E424A2" w:rsidP="00E424A2">
      <w:pPr>
        <w:spacing w:line="276" w:lineRule="auto"/>
        <w:ind w:firstLine="709"/>
        <w:jc w:val="both"/>
        <w:rPr>
          <w:noProof/>
          <w:szCs w:val="28"/>
        </w:rPr>
      </w:pPr>
      <w:r w:rsidRPr="00E424A2">
        <w:rPr>
          <w:b/>
          <w:szCs w:val="28"/>
        </w:rPr>
        <w:t xml:space="preserve">1. </w:t>
      </w:r>
      <w:r w:rsidRPr="00E424A2">
        <w:rPr>
          <w:bCs/>
          <w:szCs w:val="28"/>
        </w:rPr>
        <w:t xml:space="preserve">Внести в решение региональной службы по тарифам Нижегородской                   </w:t>
      </w:r>
      <w:r w:rsidRPr="00E424A2">
        <w:rPr>
          <w:szCs w:val="28"/>
        </w:rPr>
        <w:t>области от 11 декабря 2018 г. № 51/61 «</w:t>
      </w:r>
      <w:r w:rsidRPr="00E424A2">
        <w:rPr>
          <w:bCs/>
          <w:noProof/>
          <w:szCs w:val="28"/>
        </w:rPr>
        <w:t xml:space="preserve">Об установлении МУНИЦИПАЛЬНОМУ УНИТАРНОМУ ПРЕДПРИЯТИЮ КНЯГИНИНСКОГО РАЙОНА </w:t>
      </w:r>
      <w:r w:rsidR="00396C25">
        <w:rPr>
          <w:bCs/>
          <w:noProof/>
          <w:szCs w:val="28"/>
        </w:rPr>
        <w:br/>
      </w:r>
      <w:r w:rsidRPr="00E424A2">
        <w:rPr>
          <w:bCs/>
          <w:noProof/>
          <w:szCs w:val="28"/>
        </w:rPr>
        <w:t>«ТЕПЛОВИК 1» (ИНН 5217001030), г. Княгинино Нижегородской области, тарифов в сфере водоотведения для потребителей Княгининского муниципального района Нижегородской области</w:t>
      </w:r>
      <w:r w:rsidRPr="00E424A2">
        <w:rPr>
          <w:szCs w:val="28"/>
        </w:rPr>
        <w:t>»</w:t>
      </w:r>
      <w:r w:rsidRPr="00E424A2">
        <w:rPr>
          <w:noProof/>
          <w:szCs w:val="28"/>
        </w:rPr>
        <w:t xml:space="preserve"> следующие изменения:</w:t>
      </w:r>
    </w:p>
    <w:p w:rsidR="00E424A2" w:rsidRPr="00E424A2" w:rsidRDefault="00E424A2" w:rsidP="00E424A2">
      <w:pPr>
        <w:spacing w:line="276" w:lineRule="auto"/>
        <w:jc w:val="both"/>
        <w:rPr>
          <w:szCs w:val="28"/>
        </w:rPr>
      </w:pPr>
      <w:r w:rsidRPr="00E424A2">
        <w:rPr>
          <w:b/>
          <w:i/>
          <w:szCs w:val="28"/>
        </w:rPr>
        <w:t>1.1.</w:t>
      </w:r>
      <w:r w:rsidRPr="00E424A2">
        <w:rPr>
          <w:szCs w:val="28"/>
        </w:rPr>
        <w:t xml:space="preserve"> Таблицу пункта 3 решения изложить в следующей редакции:</w:t>
      </w:r>
    </w:p>
    <w:p w:rsidR="00E424A2" w:rsidRPr="00E424A2" w:rsidRDefault="00E424A2" w:rsidP="00E424A2">
      <w:pPr>
        <w:spacing w:line="276" w:lineRule="auto"/>
        <w:jc w:val="both"/>
        <w:rPr>
          <w:szCs w:val="28"/>
        </w:rPr>
      </w:pPr>
      <w:r w:rsidRPr="00E424A2">
        <w:rPr>
          <w:szCs w:val="28"/>
        </w:rPr>
        <w:t>«</w:t>
      </w:r>
    </w:p>
    <w:tbl>
      <w:tblPr>
        <w:tblW w:w="4884" w:type="pct"/>
        <w:jc w:val="center"/>
        <w:tblInd w:w="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"/>
        <w:gridCol w:w="1636"/>
        <w:gridCol w:w="748"/>
        <w:gridCol w:w="810"/>
        <w:gridCol w:w="748"/>
        <w:gridCol w:w="810"/>
        <w:gridCol w:w="748"/>
        <w:gridCol w:w="810"/>
        <w:gridCol w:w="750"/>
        <w:gridCol w:w="812"/>
        <w:gridCol w:w="703"/>
        <w:gridCol w:w="742"/>
      </w:tblGrid>
      <w:tr w:rsidR="00E424A2" w:rsidTr="00396C25">
        <w:trPr>
          <w:trHeight w:val="281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A2" w:rsidRDefault="00E424A2" w:rsidP="00396C2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A2" w:rsidRDefault="00E424A2" w:rsidP="00396C2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Тарифы в сфере водоотведения</w:t>
            </w:r>
          </w:p>
        </w:tc>
        <w:tc>
          <w:tcPr>
            <w:tcW w:w="393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A2" w:rsidRDefault="00E424A2" w:rsidP="00396C2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E424A2" w:rsidTr="00396C25">
        <w:trPr>
          <w:cantSplit/>
          <w:trHeight w:val="138"/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4A2" w:rsidRDefault="00E424A2" w:rsidP="00396C25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4A2" w:rsidRDefault="00E424A2" w:rsidP="00396C25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A2" w:rsidRDefault="00E424A2" w:rsidP="00396C2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A2" w:rsidRDefault="00E424A2" w:rsidP="00396C2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A2" w:rsidRDefault="00E424A2" w:rsidP="00396C2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A2" w:rsidRDefault="00E424A2" w:rsidP="00396C2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A2" w:rsidRDefault="00E424A2" w:rsidP="00396C2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E424A2" w:rsidTr="00396C25">
        <w:trPr>
          <w:cantSplit/>
          <w:trHeight w:val="357"/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4A2" w:rsidRDefault="00E424A2" w:rsidP="00396C25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4A2" w:rsidRDefault="00E424A2" w:rsidP="00396C25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A2" w:rsidRDefault="00E424A2" w:rsidP="00396C25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A2" w:rsidRDefault="00E424A2" w:rsidP="00396C25">
            <w:pPr>
              <w:jc w:val="center"/>
              <w:rPr>
                <w:b/>
                <w:sz w:val="14"/>
                <w:szCs w:val="14"/>
                <w:highlight w:val="yellow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A2" w:rsidRDefault="00E424A2" w:rsidP="00396C25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A2" w:rsidRDefault="00E424A2" w:rsidP="00396C25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A2" w:rsidRDefault="00E424A2" w:rsidP="00396C25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A2" w:rsidRDefault="00E424A2" w:rsidP="00396C25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A2" w:rsidRDefault="00E424A2" w:rsidP="00396C25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A2" w:rsidRDefault="00E424A2" w:rsidP="00396C25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A2" w:rsidRDefault="00E424A2" w:rsidP="00396C25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A2" w:rsidRDefault="00E424A2" w:rsidP="00396C25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396C25" w:rsidTr="00396C25">
        <w:trPr>
          <w:trHeight w:val="133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C25" w:rsidRDefault="00396C25" w:rsidP="00396C25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lastRenderedPageBreak/>
              <w:t>1.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C25" w:rsidRDefault="00396C25" w:rsidP="00396C25">
            <w:pPr>
              <w:rPr>
                <w:noProof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Водоотведение,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30,44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31,05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31,05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32,23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32,23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32,61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32,61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33,30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33,30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33,94</w:t>
            </w:r>
          </w:p>
        </w:tc>
      </w:tr>
      <w:tr w:rsidR="00396C25" w:rsidTr="00396C25">
        <w:trPr>
          <w:trHeight w:val="133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C25" w:rsidRDefault="00396C25" w:rsidP="00396C25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6C25" w:rsidRDefault="00396C25" w:rsidP="00396C25">
            <w:pPr>
              <w:rPr>
                <w:noProof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Водоотведение,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30,44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31,05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31,05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32,23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32,23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32,61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32,61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33,30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33,30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C25" w:rsidRDefault="00396C25" w:rsidP="00396C2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33,94</w:t>
            </w:r>
          </w:p>
        </w:tc>
      </w:tr>
      <w:tr w:rsidR="00E424A2" w:rsidTr="00396C25">
        <w:trPr>
          <w:trHeight w:val="132"/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4A2" w:rsidRDefault="00E424A2" w:rsidP="00396C25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A2" w:rsidRDefault="00E424A2" w:rsidP="00396C25">
            <w:pPr>
              <w:rPr>
                <w:noProof/>
                <w:sz w:val="20"/>
                <w:lang w:eastAsia="en-US"/>
              </w:rPr>
            </w:pPr>
            <w:r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4A2" w:rsidRDefault="00E424A2" w:rsidP="00396C25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4A2" w:rsidRDefault="00E424A2" w:rsidP="00396C25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A2" w:rsidRDefault="00E424A2" w:rsidP="00396C25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A2" w:rsidRDefault="00E424A2" w:rsidP="00396C25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A2" w:rsidRDefault="00E424A2" w:rsidP="00396C25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A2" w:rsidRDefault="00E424A2" w:rsidP="00396C25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A2" w:rsidRDefault="00E424A2" w:rsidP="00396C25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A2" w:rsidRDefault="00E424A2" w:rsidP="00396C25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A2" w:rsidRDefault="00E424A2" w:rsidP="00396C25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A2" w:rsidRDefault="00E424A2" w:rsidP="00396C25">
            <w:pPr>
              <w:rPr>
                <w:sz w:val="20"/>
                <w:szCs w:val="24"/>
                <w:lang w:eastAsia="en-US"/>
              </w:rPr>
            </w:pPr>
          </w:p>
        </w:tc>
      </w:tr>
    </w:tbl>
    <w:p w:rsidR="00E424A2" w:rsidRPr="00E424A2" w:rsidRDefault="00E424A2" w:rsidP="00E424A2">
      <w:pPr>
        <w:spacing w:line="276" w:lineRule="auto"/>
        <w:jc w:val="right"/>
        <w:rPr>
          <w:szCs w:val="28"/>
        </w:rPr>
      </w:pPr>
      <w:r w:rsidRPr="00E424A2">
        <w:rPr>
          <w:szCs w:val="28"/>
        </w:rPr>
        <w:t>».</w:t>
      </w:r>
    </w:p>
    <w:p w:rsidR="00E424A2" w:rsidRPr="00E424A2" w:rsidRDefault="00E424A2" w:rsidP="00E424A2">
      <w:pPr>
        <w:spacing w:line="276" w:lineRule="auto"/>
        <w:jc w:val="both"/>
        <w:rPr>
          <w:szCs w:val="28"/>
        </w:rPr>
      </w:pPr>
      <w:r w:rsidRPr="00E424A2">
        <w:rPr>
          <w:b/>
          <w:i/>
          <w:szCs w:val="28"/>
        </w:rPr>
        <w:t>1.2.</w:t>
      </w:r>
      <w:r w:rsidRPr="00E424A2">
        <w:rPr>
          <w:szCs w:val="28"/>
        </w:rPr>
        <w:t xml:space="preserve"> </w:t>
      </w:r>
      <w:r w:rsidRPr="00E424A2">
        <w:rPr>
          <w:noProof/>
          <w:szCs w:val="28"/>
        </w:rPr>
        <w:t xml:space="preserve">Приложение </w:t>
      </w:r>
      <w:r w:rsidRPr="00E424A2">
        <w:rPr>
          <w:szCs w:val="28"/>
        </w:rPr>
        <w:t xml:space="preserve">к решению изложить в новой редакции согласно </w:t>
      </w:r>
      <w:r w:rsidRPr="00E424A2">
        <w:rPr>
          <w:noProof/>
          <w:szCs w:val="28"/>
        </w:rPr>
        <w:t xml:space="preserve">Приложению </w:t>
      </w:r>
      <w:r w:rsidR="00396C25">
        <w:rPr>
          <w:noProof/>
          <w:szCs w:val="28"/>
        </w:rPr>
        <w:br/>
      </w:r>
      <w:r w:rsidRPr="00E424A2">
        <w:rPr>
          <w:szCs w:val="28"/>
        </w:rPr>
        <w:t>к настоящему решению.</w:t>
      </w:r>
    </w:p>
    <w:p w:rsidR="00E424A2" w:rsidRPr="00E424A2" w:rsidRDefault="00E424A2" w:rsidP="00E424A2">
      <w:pPr>
        <w:spacing w:line="276" w:lineRule="auto"/>
        <w:ind w:firstLine="708"/>
        <w:jc w:val="both"/>
        <w:rPr>
          <w:szCs w:val="28"/>
        </w:rPr>
      </w:pPr>
      <w:r w:rsidRPr="00E424A2">
        <w:rPr>
          <w:b/>
          <w:szCs w:val="28"/>
        </w:rPr>
        <w:t xml:space="preserve">2. </w:t>
      </w:r>
      <w:r w:rsidRPr="00E424A2">
        <w:rPr>
          <w:szCs w:val="28"/>
        </w:rPr>
        <w:t>Настоящее решение вступает в силу с 1 января 2020 г.</w:t>
      </w:r>
    </w:p>
    <w:p w:rsidR="000C3EA3" w:rsidRPr="0056238E" w:rsidRDefault="000C3EA3" w:rsidP="00396C25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</w:p>
    <w:p w:rsidR="000C3EA3" w:rsidRPr="000C3EA3" w:rsidRDefault="000C3EA3" w:rsidP="00396C25">
      <w:pPr>
        <w:tabs>
          <w:tab w:val="left" w:pos="1897"/>
        </w:tabs>
        <w:rPr>
          <w:noProof/>
        </w:rPr>
      </w:pPr>
    </w:p>
    <w:p w:rsidR="007D25C7" w:rsidRPr="007D25C7" w:rsidRDefault="007D25C7" w:rsidP="00396C25">
      <w:pPr>
        <w:pStyle w:val="ac"/>
        <w:ind w:firstLine="708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E424A2">
        <w:rPr>
          <w:szCs w:val="28"/>
        </w:rPr>
        <w:t xml:space="preserve">           Ю.Л. Алешина</w:t>
      </w:r>
      <w:r w:rsidRPr="003F7CA5">
        <w:rPr>
          <w:szCs w:val="28"/>
        </w:rPr>
        <w:t xml:space="preserve">              </w:t>
      </w: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E90DF3" w:rsidRDefault="00E90DF3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90DF3" w:rsidRDefault="00E90DF3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396C25" w:rsidRDefault="00396C25" w:rsidP="003F7CA5">
      <w:pPr>
        <w:tabs>
          <w:tab w:val="left" w:pos="1897"/>
        </w:tabs>
        <w:spacing w:line="276" w:lineRule="auto"/>
        <w:rPr>
          <w:szCs w:val="28"/>
        </w:rPr>
      </w:pPr>
    </w:p>
    <w:p w:rsidR="00396C25" w:rsidRDefault="00396C25" w:rsidP="003F7CA5">
      <w:pPr>
        <w:tabs>
          <w:tab w:val="left" w:pos="1897"/>
        </w:tabs>
        <w:spacing w:line="276" w:lineRule="auto"/>
        <w:rPr>
          <w:szCs w:val="28"/>
        </w:rPr>
      </w:pPr>
    </w:p>
    <w:p w:rsidR="00396C25" w:rsidRDefault="00396C25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6648EA" w:rsidRDefault="006648EA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E424A2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396C25">
              <w:t xml:space="preserve">от </w:t>
            </w:r>
            <w:r w:rsidR="00396C25" w:rsidRPr="00396C25">
              <w:t xml:space="preserve">19 ноября </w:t>
            </w:r>
            <w:r w:rsidR="00F1607E" w:rsidRPr="00396C25">
              <w:t xml:space="preserve">2019 </w:t>
            </w:r>
            <w:r w:rsidR="00CC03DF" w:rsidRPr="00396C25">
              <w:t>г.</w:t>
            </w:r>
            <w:r w:rsidRPr="00396C25">
              <w:t xml:space="preserve"> №</w:t>
            </w:r>
            <w:r w:rsidR="006B0802" w:rsidRPr="00D74902">
              <w:t xml:space="preserve"> </w:t>
            </w:r>
            <w:r w:rsidR="00EF221D">
              <w:t>52/26</w:t>
            </w:r>
            <w:bookmarkStart w:id="0" w:name="_GoBack"/>
            <w:bookmarkEnd w:id="0"/>
          </w:p>
          <w:p w:rsidR="0056238E" w:rsidRDefault="0056238E" w:rsidP="0056238E">
            <w:pPr>
              <w:ind w:left="3552"/>
              <w:jc w:val="center"/>
            </w:pPr>
          </w:p>
          <w:p w:rsidR="0056238E" w:rsidRDefault="0056238E" w:rsidP="0056238E">
            <w:pPr>
              <w:ind w:left="3552"/>
              <w:jc w:val="center"/>
            </w:pPr>
            <w:r>
              <w:t xml:space="preserve">«ПРИЛОЖЕНИЕ 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D3046B" w:rsidP="00E90DF3">
            <w:pPr>
              <w:ind w:left="3552"/>
              <w:jc w:val="center"/>
            </w:pPr>
            <w:r>
              <w:t xml:space="preserve">от </w:t>
            </w:r>
            <w:r w:rsidR="00E424A2">
              <w:t>11</w:t>
            </w:r>
            <w:r w:rsidR="008E1279">
              <w:t xml:space="preserve"> декабря</w:t>
            </w:r>
            <w:r w:rsidR="0056238E" w:rsidRPr="0056238E">
              <w:t xml:space="preserve"> 2018 г. №</w:t>
            </w:r>
            <w:r w:rsidR="0056238E">
              <w:t xml:space="preserve"> </w:t>
            </w:r>
            <w:r w:rsidR="00E424A2">
              <w:t>51</w:t>
            </w:r>
            <w:r w:rsidR="00E90DF3">
              <w:t>/</w:t>
            </w:r>
            <w:r w:rsidR="00E424A2">
              <w:t>61</w:t>
            </w:r>
          </w:p>
        </w:tc>
      </w:tr>
      <w:tr w:rsidR="00E424A2" w:rsidRPr="006161EA" w:rsidTr="00E424A2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E424A2" w:rsidRDefault="00E424A2" w:rsidP="00E424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424A2" w:rsidRPr="006627AF" w:rsidRDefault="00E424A2" w:rsidP="00E424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627AF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E424A2" w:rsidRPr="006627AF" w:rsidRDefault="00E424A2" w:rsidP="00E424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627AF"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E424A2" w:rsidRPr="00C15EF7" w:rsidRDefault="00E424A2" w:rsidP="00E424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424A2" w:rsidRPr="00A6233D" w:rsidRDefault="00E424A2" w:rsidP="00A6233D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W w:w="949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</w:tblGrid>
      <w:tr w:rsidR="00A6233D" w:rsidRPr="00A6233D" w:rsidTr="00A6233D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6233D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A6233D" w:rsidRPr="00A6233D" w:rsidTr="00A6233D">
        <w:trPr>
          <w:trHeight w:val="468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A6233D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A6233D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9B2E92" w:rsidRDefault="00A6233D" w:rsidP="007D1A3A">
            <w:pPr>
              <w:tabs>
                <w:tab w:val="left" w:pos="1897"/>
              </w:tabs>
              <w:rPr>
                <w:sz w:val="20"/>
                <w:lang w:eastAsia="en-US"/>
              </w:rPr>
            </w:pPr>
            <w:r w:rsidRPr="009B2E92">
              <w:rPr>
                <w:color w:val="000000"/>
                <w:sz w:val="20"/>
              </w:rPr>
              <w:t>МУНИЦИПАЛЬНОЕ УНИТАРНОЕ ПРЕДПРИЯТИЕ КНЯГИНИНСКОГО РАЙОНА «ТЕПЛОВИК 1</w:t>
            </w:r>
            <w:r w:rsidRPr="009B2E92">
              <w:rPr>
                <w:sz w:val="20"/>
                <w:lang w:eastAsia="en-US"/>
              </w:rPr>
              <w:t>»</w:t>
            </w:r>
            <w:r w:rsidRPr="009B2E92">
              <w:rPr>
                <w:sz w:val="20"/>
              </w:rPr>
              <w:t xml:space="preserve"> </w:t>
            </w:r>
            <w:r w:rsidRPr="009B2E92">
              <w:rPr>
                <w:sz w:val="20"/>
                <w:lang w:eastAsia="en-US"/>
              </w:rPr>
              <w:t>(ИНН 5217001030)</w:t>
            </w:r>
          </w:p>
        </w:tc>
      </w:tr>
      <w:tr w:rsidR="00A6233D" w:rsidRPr="00A6233D" w:rsidTr="00A6233D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9B2E92" w:rsidRDefault="00A6233D" w:rsidP="007D1A3A">
            <w:pPr>
              <w:tabs>
                <w:tab w:val="left" w:pos="1897"/>
              </w:tabs>
              <w:rPr>
                <w:sz w:val="20"/>
                <w:lang w:eastAsia="en-US"/>
              </w:rPr>
            </w:pPr>
            <w:r w:rsidRPr="009B2E92">
              <w:rPr>
                <w:sz w:val="20"/>
              </w:rPr>
              <w:t xml:space="preserve">606340, Нижегородская область, г. </w:t>
            </w:r>
            <w:proofErr w:type="spellStart"/>
            <w:r w:rsidRPr="009B2E92">
              <w:rPr>
                <w:sz w:val="20"/>
              </w:rPr>
              <w:t>Княгинино</w:t>
            </w:r>
            <w:proofErr w:type="spellEnd"/>
            <w:r w:rsidRPr="009B2E92">
              <w:rPr>
                <w:sz w:val="20"/>
              </w:rPr>
              <w:t>, ул. Свободы, д. 34</w:t>
            </w:r>
          </w:p>
        </w:tc>
      </w:tr>
      <w:tr w:rsidR="00A6233D" w:rsidRPr="00A6233D" w:rsidTr="00A6233D">
        <w:trPr>
          <w:trHeight w:val="91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A6233D" w:rsidRPr="00A6233D" w:rsidTr="00A6233D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603082, </w:t>
            </w:r>
            <w:r>
              <w:rPr>
                <w:rFonts w:eastAsia="Calibri"/>
                <w:sz w:val="20"/>
                <w:lang w:eastAsia="en-US"/>
              </w:rPr>
              <w:t xml:space="preserve"> г. </w:t>
            </w:r>
            <w:r w:rsidRPr="00A6233D">
              <w:rPr>
                <w:rFonts w:eastAsia="Calibri"/>
                <w:sz w:val="20"/>
                <w:lang w:eastAsia="en-US"/>
              </w:rPr>
              <w:t xml:space="preserve">Нижний Новгород, Кремль, корпус 1       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6233D">
              <w:rPr>
                <w:rFonts w:eastAsia="Calibri"/>
                <w:b/>
                <w:sz w:val="20"/>
                <w:lang w:eastAsia="en-US"/>
              </w:rPr>
              <w:t>2. Объем принимаемых сточных вод</w:t>
            </w:r>
          </w:p>
        </w:tc>
      </w:tr>
      <w:tr w:rsidR="00A6233D" w:rsidRPr="00A6233D" w:rsidTr="00A6233D">
        <w:trPr>
          <w:trHeight w:val="26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A6233D" w:rsidRPr="00A6233D" w:rsidTr="00A6233D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Принято сточных вод всего, тыс. м</w:t>
            </w:r>
            <w:r w:rsidRPr="00A6233D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A6233D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266,330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266,330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266,330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266,330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266,330</w:t>
            </w:r>
          </w:p>
        </w:tc>
      </w:tr>
      <w:tr w:rsidR="00A6233D" w:rsidRPr="00A6233D" w:rsidTr="00A6233D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A6233D">
              <w:rPr>
                <w:rFonts w:eastAsia="Calibri"/>
                <w:i/>
                <w:sz w:val="20"/>
                <w:lang w:eastAsia="en-US"/>
              </w:rPr>
              <w:t>- население,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220,667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220,667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220,667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220,667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220,667</w:t>
            </w:r>
          </w:p>
        </w:tc>
      </w:tr>
      <w:tr w:rsidR="00A6233D" w:rsidRPr="00A6233D" w:rsidTr="00A6233D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A6233D">
              <w:rPr>
                <w:rFonts w:eastAsia="Calibri"/>
                <w:i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38,123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38,123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38,123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38,123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38,123</w:t>
            </w:r>
          </w:p>
        </w:tc>
      </w:tr>
      <w:tr w:rsidR="00A6233D" w:rsidRPr="00A6233D" w:rsidTr="00A6233D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A6233D">
              <w:rPr>
                <w:rFonts w:eastAsia="Calibri"/>
                <w:i/>
                <w:sz w:val="20"/>
                <w:lang w:eastAsia="en-US"/>
              </w:rPr>
              <w:t>- прочие потребители,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7,540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7,540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7,540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7,540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7,540</w:t>
            </w:r>
          </w:p>
        </w:tc>
      </w:tr>
      <w:tr w:rsidR="00A6233D" w:rsidRPr="00A6233D" w:rsidTr="00A6233D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A6233D">
              <w:rPr>
                <w:rFonts w:eastAsia="Calibri"/>
                <w:i/>
                <w:sz w:val="20"/>
                <w:lang w:eastAsia="en-US"/>
              </w:rPr>
              <w:t xml:space="preserve">- собственное водоотведение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9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6233D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A6233D" w:rsidRPr="00A6233D" w:rsidTr="00A6233D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A6233D" w:rsidRPr="00A6233D" w:rsidTr="00A6233D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5307,36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5307,36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2071,62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2071,62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758,16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758,16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82,19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82,19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8219,33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8219,33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с 01.01.2020 по </w:t>
            </w:r>
            <w:r w:rsidRPr="00A6233D">
              <w:rPr>
                <w:rFonts w:eastAsia="Calibri"/>
                <w:sz w:val="20"/>
                <w:lang w:eastAsia="en-US"/>
              </w:rPr>
              <w:lastRenderedPageBreak/>
              <w:t>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lastRenderedPageBreak/>
              <w:t>5466,74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5466,74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lastRenderedPageBreak/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2112,43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2112,43</w:t>
            </w:r>
          </w:p>
        </w:tc>
      </w:tr>
      <w:tr w:rsidR="00A6233D" w:rsidRPr="00A6233D" w:rsidTr="00A6233D">
        <w:trPr>
          <w:trHeight w:val="60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703,29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703,29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84,22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84,22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823779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8366</w:t>
            </w:r>
            <w:r w:rsidR="00A6233D" w:rsidRPr="00A6233D">
              <w:rPr>
                <w:rFonts w:eastAsia="Calibri"/>
                <w:sz w:val="20"/>
                <w:lang w:eastAsia="en-US"/>
              </w:rPr>
              <w:t>,</w:t>
            </w:r>
            <w:r>
              <w:rPr>
                <w:rFonts w:eastAsia="Calibri"/>
                <w:sz w:val="20"/>
                <w:lang w:eastAsia="en-US"/>
              </w:rPr>
              <w:t>68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823779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8366</w:t>
            </w:r>
            <w:r w:rsidR="00A6233D" w:rsidRPr="00A6233D">
              <w:rPr>
                <w:rFonts w:eastAsia="Calibri"/>
                <w:sz w:val="20"/>
                <w:lang w:eastAsia="en-US"/>
              </w:rPr>
              <w:t>,</w:t>
            </w:r>
            <w:r>
              <w:rPr>
                <w:rFonts w:eastAsia="Calibri"/>
                <w:sz w:val="20"/>
                <w:lang w:eastAsia="en-US"/>
              </w:rPr>
              <w:t>68</w:t>
            </w:r>
          </w:p>
        </w:tc>
      </w:tr>
      <w:tr w:rsidR="00A6233D" w:rsidRPr="00A6233D" w:rsidTr="00A6233D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5615,26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5615,26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2168,69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2168,69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A6233D">
              <w:rPr>
                <w:rFonts w:eastAsia="Calibri"/>
                <w:color w:val="000000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A6233D">
              <w:rPr>
                <w:rFonts w:eastAsia="Calibri"/>
                <w:color w:val="000000"/>
                <w:sz w:val="20"/>
                <w:lang w:eastAsia="en-US"/>
              </w:rPr>
              <w:t>0,00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703,29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703,29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86,28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86,28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8573,52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8573,52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5767,83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5767,83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2226,44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2226,44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703,29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703,29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88,41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88,41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8785,97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8785,97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5924,55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5924,55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2285,73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2285,73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703,29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703,29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90,59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90,59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9004,16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9004,16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823779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42949</w:t>
            </w:r>
            <w:r w:rsidR="00A6233D" w:rsidRPr="00A6233D">
              <w:rPr>
                <w:rFonts w:eastAsia="Calibri"/>
                <w:sz w:val="20"/>
                <w:lang w:eastAsia="en-US"/>
              </w:rPr>
              <w:t>,</w:t>
            </w:r>
            <w:r>
              <w:rPr>
                <w:rFonts w:eastAsia="Calibri"/>
                <w:sz w:val="20"/>
                <w:lang w:eastAsia="en-US"/>
              </w:rPr>
              <w:t>66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823779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23779">
              <w:rPr>
                <w:rFonts w:eastAsia="Calibri"/>
                <w:sz w:val="20"/>
                <w:lang w:eastAsia="en-US"/>
              </w:rPr>
              <w:t>42949,66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6233D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A6233D" w:rsidRPr="00A6233D" w:rsidTr="00A6233D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A6233D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  <w:r w:rsidRPr="00A6233D">
              <w:rPr>
                <w:rFonts w:eastAsia="Calibri"/>
                <w:sz w:val="20"/>
                <w:lang w:eastAsia="en-US"/>
              </w:rPr>
              <w:t xml:space="preserve">                 </w:t>
            </w:r>
          </w:p>
        </w:tc>
      </w:tr>
      <w:tr w:rsidR="00A6233D" w:rsidRPr="00A6233D" w:rsidTr="00A6233D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A6233D" w:rsidRPr="00A6233D" w:rsidTr="00A6233D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очистки сточных вод             </w:t>
            </w:r>
          </w:p>
        </w:tc>
      </w:tr>
      <w:tr w:rsidR="00A6233D" w:rsidRPr="00A6233D" w:rsidTr="00A6233D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A6233D" w:rsidRPr="00A6233D" w:rsidTr="00A6233D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01.01.2022 по 31.12.20221: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  </w:t>
            </w:r>
            <w:r w:rsidRPr="00A6233D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A6233D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A6233D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i/>
                <w:sz w:val="20"/>
                <w:lang w:eastAsia="en-US"/>
              </w:rPr>
              <w:t xml:space="preserve">   эффективности</w:t>
            </w:r>
            <w:r w:rsidRPr="00A6233D">
              <w:rPr>
                <w:rFonts w:eastAsia="Calibri"/>
                <w:sz w:val="20"/>
                <w:lang w:eastAsia="en-US"/>
              </w:rPr>
              <w:t xml:space="preserve"> </w:t>
            </w:r>
          </w:p>
        </w:tc>
      </w:tr>
      <w:tr w:rsidR="00A6233D" w:rsidRPr="00A6233D" w:rsidTr="00A6233D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A6233D" w:rsidRPr="00A6233D" w:rsidTr="00A6233D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lastRenderedPageBreak/>
              <w:t>На период с 01.01.2023 по 31.12.2023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A6233D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A6233D" w:rsidRPr="00A6233D" w:rsidTr="00A6233D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A6233D" w:rsidRPr="00A6233D" w:rsidTr="00A6233D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6233D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водоотведения    </w:t>
            </w:r>
          </w:p>
        </w:tc>
      </w:tr>
      <w:tr w:rsidR="00A6233D" w:rsidRPr="00A6233D" w:rsidTr="00A6233D">
        <w:trPr>
          <w:trHeight w:val="21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A6233D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A6233D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A6233D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A6233D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246BFE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46BFE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A6233D" w:rsidRPr="00246BFE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46BFE">
              <w:rPr>
                <w:rFonts w:eastAsia="Calibri"/>
                <w:sz w:val="18"/>
                <w:szCs w:val="18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246BFE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46BFE">
              <w:rPr>
                <w:rFonts w:eastAsia="Calibri"/>
                <w:sz w:val="18"/>
                <w:szCs w:val="18"/>
                <w:lang w:eastAsia="en-US"/>
              </w:rPr>
              <w:t>На период 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246BFE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46BFE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A6233D" w:rsidRPr="00246BFE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46BFE">
              <w:rPr>
                <w:rFonts w:eastAsia="Calibri"/>
                <w:sz w:val="18"/>
                <w:szCs w:val="18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246BFE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46BFE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246BFE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46BFE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A6233D" w:rsidRPr="00A6233D" w:rsidTr="00A6233D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Показатели очистки сточных вод</w:t>
            </w:r>
          </w:p>
        </w:tc>
      </w:tr>
      <w:tr w:rsidR="00A6233D" w:rsidRPr="00A6233D" w:rsidTr="00A6233D">
        <w:trPr>
          <w:trHeight w:val="977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8,2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8,0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7,8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7,6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7,4</w:t>
            </w:r>
          </w:p>
        </w:tc>
      </w:tr>
      <w:tr w:rsidR="00A6233D" w:rsidRPr="00A6233D" w:rsidTr="00A6233D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14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13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11</w:t>
            </w:r>
          </w:p>
        </w:tc>
      </w:tr>
      <w:tr w:rsidR="00A6233D" w:rsidRPr="00A6233D" w:rsidTr="00A6233D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7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A6233D" w:rsidRPr="00A6233D" w:rsidTr="00A6233D">
        <w:trPr>
          <w:trHeight w:val="84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ед./</w:t>
            </w:r>
            <w:proofErr w:type="gramStart"/>
            <w:r w:rsidRPr="00A6233D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0,3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0,3</w:t>
            </w:r>
          </w:p>
        </w:tc>
      </w:tr>
      <w:tr w:rsidR="00A6233D" w:rsidRPr="00A6233D" w:rsidTr="00A6233D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lastRenderedPageBreak/>
              <w:t>Показатели энергетической эффективности</w:t>
            </w:r>
          </w:p>
        </w:tc>
      </w:tr>
      <w:tr w:rsidR="00A6233D" w:rsidRPr="00A6233D" w:rsidTr="00A6233D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A6233D">
              <w:rPr>
                <w:rFonts w:eastAsia="Calibri"/>
                <w:color w:val="000000"/>
                <w:sz w:val="20"/>
                <w:lang w:eastAsia="en-US"/>
              </w:rPr>
              <w:t>0,39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A6233D">
              <w:rPr>
                <w:rFonts w:eastAsia="Calibri"/>
                <w:color w:val="000000"/>
                <w:sz w:val="20"/>
                <w:lang w:eastAsia="en-US"/>
              </w:rPr>
              <w:t>0,39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A6233D">
              <w:rPr>
                <w:rFonts w:eastAsia="Calibri"/>
                <w:color w:val="000000"/>
                <w:sz w:val="20"/>
                <w:lang w:eastAsia="en-US"/>
              </w:rPr>
              <w:t>0,39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A6233D">
              <w:rPr>
                <w:rFonts w:eastAsia="Calibri"/>
                <w:color w:val="000000"/>
                <w:sz w:val="20"/>
                <w:lang w:eastAsia="en-US"/>
              </w:rPr>
              <w:t>0,39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A6233D">
              <w:rPr>
                <w:rFonts w:eastAsia="Calibri"/>
                <w:color w:val="000000"/>
                <w:sz w:val="20"/>
                <w:lang w:eastAsia="en-US"/>
              </w:rPr>
              <w:t>0,39</w:t>
            </w:r>
          </w:p>
        </w:tc>
      </w:tr>
      <w:tr w:rsidR="00A6233D" w:rsidRPr="00A6233D" w:rsidTr="00A6233D">
        <w:trPr>
          <w:trHeight w:val="70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A6233D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A6233D">
              <w:rPr>
                <w:rFonts w:eastAsia="Calibri"/>
                <w:sz w:val="20"/>
                <w:lang w:eastAsia="en-US"/>
              </w:rPr>
              <w:t>/</w:t>
            </w:r>
          </w:p>
          <w:p w:rsidR="00A6233D" w:rsidRPr="00A6233D" w:rsidRDefault="00A6233D" w:rsidP="00A623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куб. м</w:t>
            </w:r>
          </w:p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6233D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A6233D" w:rsidRPr="00A6233D" w:rsidTr="00A6233D">
        <w:trPr>
          <w:trHeight w:val="215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6233D" w:rsidRPr="00A6233D" w:rsidTr="00A6233D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A6233D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A6233D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A6233D" w:rsidRPr="00A6233D" w:rsidTr="00A6233D">
        <w:trPr>
          <w:trHeight w:val="478"/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8188,87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8427,02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8633,70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8775,97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8953,99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42979,55</w:t>
            </w:r>
          </w:p>
        </w:tc>
      </w:tr>
      <w:tr w:rsidR="00A6233D" w:rsidRPr="00A6233D" w:rsidTr="00A6233D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A6233D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A6233D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A6233D" w:rsidRPr="00A6233D" w:rsidTr="00A6233D">
        <w:trPr>
          <w:trHeight w:val="372"/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 xml:space="preserve">   За период с 01.01.2018 по 31.12.2018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Объем принятых сточных вод,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264,327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12028,284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103,476</w:t>
            </w:r>
          </w:p>
        </w:tc>
      </w:tr>
      <w:tr w:rsidR="00A6233D" w:rsidRPr="00A6233D" w:rsidTr="00A6233D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Общий объем финансовых потребностей за 2018 год,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233D" w:rsidRPr="00A6233D" w:rsidRDefault="00A6233D" w:rsidP="00A623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6233D">
              <w:rPr>
                <w:rFonts w:eastAsia="Calibri"/>
                <w:sz w:val="20"/>
                <w:lang w:eastAsia="en-US"/>
              </w:rPr>
              <w:t>12131,760</w:t>
            </w:r>
          </w:p>
        </w:tc>
      </w:tr>
    </w:tbl>
    <w:p w:rsidR="0056238E" w:rsidRPr="004359FA" w:rsidRDefault="0056238E" w:rsidP="0056238E">
      <w:pPr>
        <w:jc w:val="right"/>
        <w:rPr>
          <w:szCs w:val="28"/>
          <w:lang w:eastAsia="en-US"/>
        </w:rPr>
      </w:pPr>
      <w:r w:rsidRPr="004359FA">
        <w:rPr>
          <w:szCs w:val="28"/>
          <w:lang w:eastAsia="en-US"/>
        </w:rPr>
        <w:t>».</w:t>
      </w:r>
    </w:p>
    <w:p w:rsidR="008E1279" w:rsidRDefault="008E1279" w:rsidP="0056238E">
      <w:pPr>
        <w:rPr>
          <w:sz w:val="24"/>
          <w:szCs w:val="24"/>
          <w:lang w:eastAsia="en-US"/>
        </w:rPr>
      </w:pPr>
    </w:p>
    <w:p w:rsidR="008E1279" w:rsidRPr="008E1279" w:rsidRDefault="008E1279" w:rsidP="008E1279">
      <w:pPr>
        <w:rPr>
          <w:sz w:val="24"/>
          <w:szCs w:val="24"/>
          <w:lang w:eastAsia="en-US"/>
        </w:rPr>
      </w:pPr>
    </w:p>
    <w:p w:rsidR="008E1279" w:rsidRPr="008E1279" w:rsidRDefault="008E1279" w:rsidP="008E1279">
      <w:pPr>
        <w:rPr>
          <w:sz w:val="24"/>
          <w:szCs w:val="24"/>
          <w:lang w:eastAsia="en-US"/>
        </w:rPr>
      </w:pPr>
    </w:p>
    <w:p w:rsidR="008E1279" w:rsidRDefault="008E1279" w:rsidP="008E1279">
      <w:pPr>
        <w:rPr>
          <w:sz w:val="24"/>
          <w:szCs w:val="24"/>
          <w:lang w:eastAsia="en-US"/>
        </w:rPr>
      </w:pPr>
    </w:p>
    <w:p w:rsidR="008E1279" w:rsidRDefault="008E1279" w:rsidP="008E1279">
      <w:pPr>
        <w:rPr>
          <w:sz w:val="24"/>
          <w:szCs w:val="24"/>
          <w:lang w:eastAsia="en-US"/>
        </w:rPr>
      </w:pPr>
    </w:p>
    <w:p w:rsidR="004359FA" w:rsidRDefault="004359FA" w:rsidP="004359FA">
      <w:pPr>
        <w:spacing w:line="276" w:lineRule="auto"/>
        <w:rPr>
          <w:szCs w:val="28"/>
        </w:rPr>
      </w:pPr>
    </w:p>
    <w:sectPr w:rsidR="004359FA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F221D">
      <w:rPr>
        <w:rStyle w:val="a9"/>
        <w:noProof/>
      </w:rPr>
      <w:t>7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16631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1E0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29E4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3DAB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3CF0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17C1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46BFE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C25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9FA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5C79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79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0D86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2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233D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16B8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578C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068A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30C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6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87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4A2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0DF3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221D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A62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A62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25</TotalTime>
  <Pages>7</Pages>
  <Words>1915</Words>
  <Characters>12771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11</cp:revision>
  <cp:lastPrinted>2019-11-11T12:18:00Z</cp:lastPrinted>
  <dcterms:created xsi:type="dcterms:W3CDTF">2019-07-18T12:16:00Z</dcterms:created>
  <dcterms:modified xsi:type="dcterms:W3CDTF">2019-11-18T10:40:00Z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