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A646F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91855" w:rsidP="00E20A3C">
            <w:pPr>
              <w:tabs>
                <w:tab w:val="center" w:pos="2160"/>
              </w:tabs>
              <w:ind w:left="-108"/>
              <w:jc w:val="center"/>
            </w:pPr>
            <w:r>
              <w:t>52/27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6106EE">
            <w:pPr>
              <w:jc w:val="center"/>
              <w:rPr>
                <w:bCs/>
                <w:szCs w:val="28"/>
              </w:rPr>
            </w:pPr>
            <w:proofErr w:type="gramStart"/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D3046B" w:rsidRPr="00132847">
              <w:rPr>
                <w:szCs w:val="28"/>
              </w:rPr>
              <w:t xml:space="preserve"> </w:t>
            </w:r>
            <w:r w:rsidR="00132847" w:rsidRPr="00132847">
              <w:rPr>
                <w:szCs w:val="28"/>
              </w:rPr>
              <w:t xml:space="preserve">от 18 декабря 2018 г. № 53/69 </w:t>
            </w:r>
            <w:r w:rsidR="00132847">
              <w:rPr>
                <w:szCs w:val="28"/>
              </w:rPr>
              <w:br/>
            </w:r>
            <w:r w:rsidR="00132847" w:rsidRPr="00132847">
              <w:rPr>
                <w:szCs w:val="28"/>
              </w:rPr>
              <w:t>«</w:t>
            </w:r>
            <w:r w:rsidR="00132847" w:rsidRPr="00132847">
              <w:rPr>
                <w:bCs/>
                <w:szCs w:val="28"/>
              </w:rPr>
              <w:t>Об установлении КУЗНЕЦОВСКОМУ МУНИЦИПАЛЬНОМУ УНИТАРНОМУ ПРЕДПРИЯТИЮ ЖИЛИЩНО-КОММУНАЛЬНОГО ХОЗЯЙСТВА ГОРОДСКОГО ОКРУГА ГОРОД ЧКАЛОВСК НИЖЕГОРОДСКОЙ ОБЛАСТИ</w:t>
            </w:r>
            <w:r w:rsidR="00132847">
              <w:rPr>
                <w:bCs/>
                <w:szCs w:val="28"/>
              </w:rPr>
              <w:t xml:space="preserve"> </w:t>
            </w:r>
            <w:r w:rsidR="00132847">
              <w:rPr>
                <w:bCs/>
                <w:szCs w:val="28"/>
              </w:rPr>
              <w:br/>
            </w:r>
            <w:r w:rsidR="00132847" w:rsidRPr="00132847">
              <w:rPr>
                <w:bCs/>
                <w:szCs w:val="28"/>
              </w:rPr>
              <w:t>(ИНН 5236002390), д. Кузнецово городского округа город Чкаловск Нижегородской области, тарифов в сфере холодного водоснабжения и водоотведения для потребителей</w:t>
            </w:r>
            <w:r w:rsidR="00132847" w:rsidRPr="00132847">
              <w:rPr>
                <w:szCs w:val="28"/>
              </w:rPr>
              <w:t xml:space="preserve"> городского округа город Чкаловск</w:t>
            </w:r>
            <w:r w:rsidR="00132847" w:rsidRPr="00132847">
              <w:rPr>
                <w:noProof/>
                <w:szCs w:val="28"/>
              </w:rPr>
              <w:t xml:space="preserve"> Нижегородской области</w:t>
            </w:r>
            <w:r w:rsidR="00E24B90" w:rsidRPr="00132847">
              <w:rPr>
                <w:bCs/>
                <w:szCs w:val="28"/>
              </w:rPr>
              <w:t>»</w:t>
            </w:r>
            <w:proofErr w:type="gramEnd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0A646F" w:rsidRDefault="00261BEB" w:rsidP="000A646F">
      <w:pPr>
        <w:pStyle w:val="ac"/>
        <w:jc w:val="center"/>
      </w:pPr>
    </w:p>
    <w:p w:rsidR="00016631" w:rsidRDefault="00016631" w:rsidP="000A646F">
      <w:pPr>
        <w:pStyle w:val="ac"/>
        <w:jc w:val="center"/>
      </w:pPr>
    </w:p>
    <w:p w:rsidR="00191855" w:rsidRPr="000A646F" w:rsidRDefault="00191855" w:rsidP="000A646F">
      <w:pPr>
        <w:pStyle w:val="ac"/>
        <w:jc w:val="center"/>
      </w:pPr>
    </w:p>
    <w:p w:rsidR="00132847" w:rsidRPr="00132847" w:rsidRDefault="0056238E" w:rsidP="00132847">
      <w:pPr>
        <w:spacing w:line="276" w:lineRule="auto"/>
        <w:ind w:firstLine="709"/>
        <w:jc w:val="both"/>
        <w:rPr>
          <w:szCs w:val="28"/>
        </w:rPr>
      </w:pPr>
      <w:r w:rsidRPr="00132847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</w:t>
      </w:r>
      <w:proofErr w:type="gramStart"/>
      <w:r w:rsidRPr="00132847">
        <w:rPr>
          <w:szCs w:val="28"/>
        </w:rPr>
        <w:t>на</w:t>
      </w:r>
      <w:proofErr w:type="gramEnd"/>
      <w:r w:rsidRPr="00132847">
        <w:rPr>
          <w:szCs w:val="28"/>
        </w:rPr>
        <w:t xml:space="preserve"> </w:t>
      </w:r>
      <w:proofErr w:type="gramStart"/>
      <w:r w:rsidRPr="00132847">
        <w:rPr>
          <w:szCs w:val="28"/>
        </w:rPr>
        <w:t xml:space="preserve">основании рассмотрения необходимых обосновывающих материалов, представленных </w:t>
      </w:r>
      <w:r w:rsidR="00132847" w:rsidRPr="00132847">
        <w:rPr>
          <w:color w:val="000000"/>
          <w:szCs w:val="28"/>
        </w:rPr>
        <w:t>КУЗНЕЦОВСКИМ МУНИЦИПАЛЬНЫМ УНИТАРНЫМ ПРЕДПРИЯТИЕМ ЖИЛИЩНО-КОММУНАЛЬНОГО ХОЗЯЙСТВА ГОРОДСКОГО ОКРУГА ГОРОД ЧКАЛОВСК НИЖЕГОРОДСКОЙ ОБЛАСТИ (ИНН 5236002390), д. Кузнецово городского округа город Чкаловск Нижегородской области</w:t>
      </w:r>
      <w:r w:rsidR="00132847" w:rsidRPr="00132847">
        <w:rPr>
          <w:szCs w:val="28"/>
        </w:rPr>
        <w:t xml:space="preserve">, экспертного заключения рег. </w:t>
      </w:r>
      <w:r w:rsidR="00132847" w:rsidRPr="0010327E">
        <w:rPr>
          <w:szCs w:val="28"/>
        </w:rPr>
        <w:t>№ в-</w:t>
      </w:r>
      <w:r w:rsidR="0010327E" w:rsidRPr="0010327E">
        <w:rPr>
          <w:szCs w:val="28"/>
        </w:rPr>
        <w:t>689</w:t>
      </w:r>
      <w:r w:rsidR="00132847" w:rsidRPr="0010327E">
        <w:rPr>
          <w:szCs w:val="28"/>
        </w:rPr>
        <w:t xml:space="preserve"> </w:t>
      </w:r>
      <w:r w:rsidR="00132847" w:rsidRPr="000A646F">
        <w:rPr>
          <w:szCs w:val="28"/>
        </w:rPr>
        <w:t xml:space="preserve">от </w:t>
      </w:r>
      <w:r w:rsidR="000A646F" w:rsidRPr="000A646F">
        <w:rPr>
          <w:szCs w:val="28"/>
        </w:rPr>
        <w:t xml:space="preserve">12 ноября </w:t>
      </w:r>
      <w:r w:rsidR="00132847" w:rsidRPr="000A646F">
        <w:rPr>
          <w:szCs w:val="28"/>
        </w:rPr>
        <w:t>2019</w:t>
      </w:r>
      <w:r w:rsidR="00132847" w:rsidRPr="00132847">
        <w:rPr>
          <w:szCs w:val="28"/>
        </w:rPr>
        <w:t xml:space="preserve"> г.:</w:t>
      </w:r>
      <w:proofErr w:type="gramEnd"/>
    </w:p>
    <w:p w:rsidR="00132847" w:rsidRPr="00132847" w:rsidRDefault="00132847" w:rsidP="00132847">
      <w:pPr>
        <w:spacing w:line="276" w:lineRule="auto"/>
        <w:ind w:firstLine="709"/>
        <w:jc w:val="both"/>
        <w:rPr>
          <w:noProof/>
          <w:szCs w:val="28"/>
        </w:rPr>
      </w:pPr>
      <w:r w:rsidRPr="00132847">
        <w:rPr>
          <w:b/>
          <w:szCs w:val="28"/>
        </w:rPr>
        <w:t xml:space="preserve">1. </w:t>
      </w:r>
      <w:r w:rsidRPr="00132847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Pr="00132847">
        <w:rPr>
          <w:szCs w:val="28"/>
        </w:rPr>
        <w:t>от 18 декабря 2018 г. № 53/69 «</w:t>
      </w:r>
      <w:r w:rsidRPr="00132847">
        <w:rPr>
          <w:bCs/>
          <w:szCs w:val="28"/>
        </w:rPr>
        <w:t>Об установлении КУЗНЕЦОВСКОМУ МУНИЦИПАЛЬНОМУ УНИТАРНОМУ ПРЕДПРИЯТИЮ ЖИЛИЩНО-КОММУНАЛЬНОГО ХОЗЯЙСТВА ГОРОДСКОГО ОКРУГА ГОРОД ЧКАЛОВСК НИЖЕГОРОДСКОЙ ОБЛАСТ</w:t>
      </w:r>
      <w:proofErr w:type="gramStart"/>
      <w:r w:rsidRPr="00132847">
        <w:rPr>
          <w:bCs/>
          <w:szCs w:val="28"/>
        </w:rPr>
        <w:t>И(</w:t>
      </w:r>
      <w:proofErr w:type="gramEnd"/>
      <w:r w:rsidRPr="00132847">
        <w:rPr>
          <w:bCs/>
          <w:szCs w:val="28"/>
        </w:rPr>
        <w:t xml:space="preserve">ИНН 5236002390), д. Кузнецово </w:t>
      </w:r>
      <w:r w:rsidRPr="00132847">
        <w:rPr>
          <w:bCs/>
          <w:szCs w:val="28"/>
        </w:rPr>
        <w:lastRenderedPageBreak/>
        <w:t>городского округа город Чкаловск Нижегородской области, тарифов в сфере холодного водоснабжения и водоотведения для потребителей</w:t>
      </w:r>
      <w:r w:rsidRPr="00132847">
        <w:rPr>
          <w:szCs w:val="28"/>
        </w:rPr>
        <w:t xml:space="preserve"> городского округа город Чкаловск</w:t>
      </w:r>
      <w:r w:rsidRPr="00132847">
        <w:rPr>
          <w:noProof/>
          <w:szCs w:val="28"/>
        </w:rPr>
        <w:t xml:space="preserve"> Нижегородской области</w:t>
      </w:r>
      <w:r w:rsidRPr="00132847">
        <w:rPr>
          <w:szCs w:val="28"/>
        </w:rPr>
        <w:t>»</w:t>
      </w:r>
      <w:r w:rsidRPr="00132847">
        <w:rPr>
          <w:noProof/>
          <w:szCs w:val="28"/>
        </w:rPr>
        <w:t xml:space="preserve"> следующие изменения:</w:t>
      </w:r>
    </w:p>
    <w:p w:rsidR="00132847" w:rsidRPr="00132847" w:rsidRDefault="00132847" w:rsidP="00132847">
      <w:pPr>
        <w:spacing w:line="276" w:lineRule="auto"/>
        <w:jc w:val="both"/>
        <w:rPr>
          <w:szCs w:val="28"/>
        </w:rPr>
      </w:pPr>
      <w:r w:rsidRPr="00132847">
        <w:rPr>
          <w:b/>
          <w:i/>
          <w:szCs w:val="28"/>
        </w:rPr>
        <w:t>1.1.</w:t>
      </w:r>
      <w:r w:rsidRPr="00132847">
        <w:rPr>
          <w:szCs w:val="28"/>
        </w:rPr>
        <w:t xml:space="preserve"> Таблицу пункта 3 решения изложить в следующей редакции:</w:t>
      </w:r>
    </w:p>
    <w:p w:rsidR="00132847" w:rsidRPr="00132847" w:rsidRDefault="00132847" w:rsidP="00132847">
      <w:pPr>
        <w:spacing w:line="276" w:lineRule="auto"/>
        <w:jc w:val="both"/>
        <w:rPr>
          <w:szCs w:val="28"/>
        </w:rPr>
      </w:pPr>
      <w:r w:rsidRPr="00132847">
        <w:rPr>
          <w:szCs w:val="28"/>
        </w:rPr>
        <w:t>«</w:t>
      </w:r>
    </w:p>
    <w:tbl>
      <w:tblPr>
        <w:tblW w:w="4918" w:type="pct"/>
        <w:jc w:val="center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1634"/>
        <w:gridCol w:w="749"/>
        <w:gridCol w:w="812"/>
        <w:gridCol w:w="749"/>
        <w:gridCol w:w="812"/>
        <w:gridCol w:w="749"/>
        <w:gridCol w:w="812"/>
        <w:gridCol w:w="749"/>
        <w:gridCol w:w="814"/>
        <w:gridCol w:w="700"/>
        <w:gridCol w:w="759"/>
      </w:tblGrid>
      <w:tr w:rsidR="00132847" w:rsidTr="009C2CEB">
        <w:trPr>
          <w:trHeight w:val="281"/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4"/>
                <w:szCs w:val="14"/>
                <w:lang w:eastAsia="en-US"/>
              </w:rPr>
              <w:t>п</w:t>
            </w:r>
            <w:proofErr w:type="gramEnd"/>
            <w:r>
              <w:rPr>
                <w:b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Периоды регулирования</w:t>
            </w:r>
          </w:p>
        </w:tc>
      </w:tr>
      <w:tr w:rsidR="00132847" w:rsidTr="009C2CEB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847" w:rsidRDefault="00132847" w:rsidP="00660EF6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847" w:rsidRDefault="00132847" w:rsidP="00660EF6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2019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2020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2021 год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2022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2023 год</w:t>
            </w:r>
          </w:p>
        </w:tc>
      </w:tr>
      <w:tr w:rsidR="00132847" w:rsidTr="009C2CEB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847" w:rsidRDefault="00132847" w:rsidP="00660EF6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847" w:rsidRDefault="00132847" w:rsidP="00660EF6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660EF6" w:rsidTr="009C2CEB">
        <w:trPr>
          <w:trHeight w:val="13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F6" w:rsidRDefault="00660EF6" w:rsidP="00660EF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F6" w:rsidRDefault="00660EF6" w:rsidP="00660EF6">
            <w:pPr>
              <w:rPr>
                <w:noProof/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Питьевая вода, руб./м</w:t>
            </w:r>
            <w:r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33,88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35,84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35,84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36,49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36,49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37,70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38,58</w:t>
            </w:r>
          </w:p>
        </w:tc>
      </w:tr>
      <w:tr w:rsidR="00660EF6" w:rsidTr="009C2CEB">
        <w:trPr>
          <w:trHeight w:val="133"/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F6" w:rsidRDefault="00660EF6" w:rsidP="00660EF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EF6" w:rsidRDefault="00660EF6" w:rsidP="00660EF6">
            <w:pPr>
              <w:rPr>
                <w:noProof/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Питьевая вода, руб./м</w:t>
            </w:r>
            <w:r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33,88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35,84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35,84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36,49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36,49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37,70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37,70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38,58</w:t>
            </w:r>
          </w:p>
        </w:tc>
      </w:tr>
      <w:tr w:rsidR="00660EF6" w:rsidTr="009C2CEB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F6" w:rsidRDefault="00660EF6" w:rsidP="00660EF6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F6" w:rsidRDefault="00660EF6" w:rsidP="00660EF6">
            <w:pPr>
              <w:rPr>
                <w:noProof/>
                <w:sz w:val="19"/>
                <w:szCs w:val="19"/>
                <w:lang w:eastAsia="en-US"/>
              </w:rPr>
            </w:pPr>
            <w:r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F6" w:rsidRDefault="00660EF6" w:rsidP="00660EF6">
            <w:pPr>
              <w:rPr>
                <w:sz w:val="19"/>
                <w:szCs w:val="19"/>
                <w:lang w:eastAsia="en-US"/>
              </w:rPr>
            </w:pPr>
          </w:p>
        </w:tc>
      </w:tr>
      <w:tr w:rsidR="00660EF6" w:rsidTr="009C2CEB">
        <w:trPr>
          <w:trHeight w:val="133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F6" w:rsidRDefault="00660EF6" w:rsidP="00660EF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F6" w:rsidRDefault="00660EF6" w:rsidP="00660EF6">
            <w:pPr>
              <w:rPr>
                <w:noProof/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Водоотведение, руб./м</w:t>
            </w:r>
            <w:r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19,32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19,57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19,57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20,30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20,56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20,56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21,17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21,58</w:t>
            </w:r>
          </w:p>
        </w:tc>
      </w:tr>
      <w:tr w:rsidR="00660EF6" w:rsidTr="009C2CEB">
        <w:trPr>
          <w:trHeight w:val="133"/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F6" w:rsidRDefault="00660EF6" w:rsidP="00660EF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EF6" w:rsidRDefault="00660EF6" w:rsidP="00660EF6">
            <w:pPr>
              <w:rPr>
                <w:noProof/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Водоотведение, руб./м</w:t>
            </w:r>
            <w:r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19,32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19,57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19,57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20,30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20,30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20,56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20,56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21,17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21,17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EF6" w:rsidRDefault="00660EF6" w:rsidP="00660EF6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21,58</w:t>
            </w:r>
          </w:p>
        </w:tc>
      </w:tr>
      <w:tr w:rsidR="00132847" w:rsidTr="009C2CEB">
        <w:trPr>
          <w:trHeight w:val="3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847" w:rsidRDefault="00132847" w:rsidP="00660EF6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847" w:rsidRDefault="00132847" w:rsidP="00660EF6">
            <w:pPr>
              <w:rPr>
                <w:noProof/>
                <w:sz w:val="19"/>
                <w:szCs w:val="19"/>
                <w:lang w:eastAsia="en-US"/>
              </w:rPr>
            </w:pPr>
            <w:r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47" w:rsidRDefault="00132847" w:rsidP="00660EF6">
            <w:pPr>
              <w:rPr>
                <w:sz w:val="19"/>
                <w:szCs w:val="19"/>
                <w:lang w:eastAsia="en-US"/>
              </w:rPr>
            </w:pPr>
          </w:p>
        </w:tc>
      </w:tr>
    </w:tbl>
    <w:p w:rsidR="00E24B90" w:rsidRPr="00E24B90" w:rsidRDefault="00E24B90" w:rsidP="00132847">
      <w:pPr>
        <w:spacing w:line="276" w:lineRule="auto"/>
        <w:ind w:firstLine="709"/>
        <w:jc w:val="right"/>
        <w:rPr>
          <w:szCs w:val="28"/>
        </w:rPr>
      </w:pPr>
      <w:r w:rsidRPr="00E24B90">
        <w:rPr>
          <w:szCs w:val="28"/>
        </w:rPr>
        <w:t>».</w:t>
      </w:r>
    </w:p>
    <w:p w:rsidR="00E24B90" w:rsidRPr="00E24B90" w:rsidRDefault="00E24B90" w:rsidP="00E24B90">
      <w:pPr>
        <w:spacing w:line="276" w:lineRule="auto"/>
        <w:jc w:val="both"/>
        <w:rPr>
          <w:szCs w:val="28"/>
        </w:rPr>
      </w:pPr>
      <w:r w:rsidRPr="00E24B90">
        <w:rPr>
          <w:b/>
          <w:i/>
          <w:szCs w:val="28"/>
        </w:rPr>
        <w:t>1.2.</w:t>
      </w:r>
      <w:r w:rsidRPr="00E24B90">
        <w:rPr>
          <w:szCs w:val="28"/>
        </w:rPr>
        <w:t xml:space="preserve"> </w:t>
      </w:r>
      <w:r w:rsidRPr="00E24B90">
        <w:rPr>
          <w:noProof/>
          <w:szCs w:val="28"/>
        </w:rPr>
        <w:t xml:space="preserve">Приложения 1, 2 </w:t>
      </w:r>
      <w:r w:rsidRPr="00E24B90">
        <w:rPr>
          <w:szCs w:val="28"/>
        </w:rPr>
        <w:t xml:space="preserve"> к решению изложить в новой редакции согласно </w:t>
      </w:r>
      <w:r w:rsidRPr="00E24B90">
        <w:rPr>
          <w:noProof/>
          <w:szCs w:val="28"/>
        </w:rPr>
        <w:t xml:space="preserve">Приложениям 1, 2 </w:t>
      </w:r>
      <w:r w:rsidRPr="00E24B90">
        <w:rPr>
          <w:szCs w:val="28"/>
        </w:rPr>
        <w:t>к настоящему решению.</w:t>
      </w:r>
    </w:p>
    <w:p w:rsidR="0056238E" w:rsidRPr="00016631" w:rsidRDefault="0056238E" w:rsidP="00E24B90">
      <w:pPr>
        <w:spacing w:line="276" w:lineRule="auto"/>
        <w:ind w:firstLine="709"/>
        <w:jc w:val="both"/>
        <w:rPr>
          <w:szCs w:val="28"/>
        </w:rPr>
      </w:pPr>
      <w:r w:rsidRPr="00016631">
        <w:rPr>
          <w:b/>
          <w:szCs w:val="28"/>
        </w:rPr>
        <w:t xml:space="preserve">2. </w:t>
      </w:r>
      <w:r w:rsidRPr="00016631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660EF6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660EF6">
      <w:pPr>
        <w:tabs>
          <w:tab w:val="left" w:pos="1897"/>
        </w:tabs>
        <w:rPr>
          <w:noProof/>
        </w:rPr>
      </w:pPr>
    </w:p>
    <w:p w:rsidR="007D25C7" w:rsidRPr="007D25C7" w:rsidRDefault="007D25C7" w:rsidP="00660EF6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</w:t>
      </w:r>
      <w:r w:rsidR="00660EF6">
        <w:rPr>
          <w:szCs w:val="28"/>
        </w:rPr>
        <w:t xml:space="preserve">     </w:t>
      </w:r>
      <w:proofErr w:type="spellStart"/>
      <w:r w:rsidR="00660EF6">
        <w:rPr>
          <w:szCs w:val="28"/>
        </w:rPr>
        <w:t>Ю.Л.Алешина</w:t>
      </w:r>
      <w:proofErr w:type="spellEnd"/>
      <w:r w:rsidRPr="003F7CA5">
        <w:rPr>
          <w:szCs w:val="28"/>
        </w:rPr>
        <w:t xml:space="preserve">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0EF6" w:rsidRDefault="00660EF6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E24B90" w:rsidRDefault="00E24B90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B216B8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660EF6">
              <w:t xml:space="preserve">от </w:t>
            </w:r>
            <w:r w:rsidR="00660EF6" w:rsidRPr="00660EF6">
              <w:t xml:space="preserve">19 ноября </w:t>
            </w:r>
            <w:r w:rsidR="00F1607E" w:rsidRPr="00660EF6">
              <w:t xml:space="preserve">2019 </w:t>
            </w:r>
            <w:r w:rsidR="00CC03DF" w:rsidRPr="00660EF6">
              <w:t>г.</w:t>
            </w:r>
            <w:r w:rsidRPr="00660EF6">
              <w:t xml:space="preserve"> №</w:t>
            </w:r>
            <w:r w:rsidR="006B0802" w:rsidRPr="00D74902">
              <w:t xml:space="preserve"> </w:t>
            </w:r>
            <w:r w:rsidR="00191855">
              <w:t>52/27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  <w:r w:rsidR="00B216B8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E24B90" w:rsidP="00132847">
            <w:pPr>
              <w:ind w:left="3552"/>
              <w:jc w:val="center"/>
            </w:pPr>
            <w:r>
              <w:t xml:space="preserve">от </w:t>
            </w:r>
            <w:r w:rsidR="00132847">
              <w:t>18</w:t>
            </w:r>
            <w:r w:rsidR="0056238E" w:rsidRPr="0056238E">
              <w:t xml:space="preserve"> декабря 2018 г. №</w:t>
            </w:r>
            <w:r w:rsidR="0056238E">
              <w:t xml:space="preserve"> </w:t>
            </w:r>
            <w:r w:rsidR="00132847">
              <w:t>53/69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DC7870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 w:rsidR="00016631">
              <w:rPr>
                <w:b/>
                <w:sz w:val="24"/>
                <w:szCs w:val="24"/>
              </w:rPr>
              <w:t>ХОЛОДНОГО ВОДОСНАБЖЕНИЯ</w:t>
            </w:r>
          </w:p>
          <w:p w:rsidR="007D25C7" w:rsidRPr="00B6104E" w:rsidRDefault="007D25C7" w:rsidP="00D304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DC7870" w:rsidRPr="006B2B34" w:rsidRDefault="00B17710" w:rsidP="006B2B34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6B2B34" w:rsidRPr="006B2B34" w:rsidTr="006B2B34">
        <w:trPr>
          <w:trHeight w:val="90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6B2B34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B473F9" w:rsidRDefault="006B2B34" w:rsidP="00F64D9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73F9">
              <w:rPr>
                <w:sz w:val="20"/>
              </w:rPr>
              <w:t>КУЗНЕЦОВСКОЕ МУНИЦИПАЛЬНОЕ УНИТАРНОЕ ПРЕДПРИЯТИЕ ЖИЛИЩНО-КОММУНАЛЬНОГО ХОЗЯЙСТВА ГОРОДСКОГО ОКРУГА ГОРОД ЧКАЛОВСК НИЖЕГОРОДСКОЙ ОБЛАСТИ (ИНН 5236002390)</w:t>
            </w:r>
          </w:p>
        </w:tc>
      </w:tr>
      <w:tr w:rsidR="006B2B34" w:rsidRPr="006B2B34" w:rsidTr="006B2B34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Default="006B2B34" w:rsidP="00F64D9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73F9">
              <w:rPr>
                <w:sz w:val="20"/>
              </w:rPr>
              <w:t>606549, Нижегородская область, городской округ город Чкаловск,</w:t>
            </w:r>
          </w:p>
          <w:p w:rsidR="006B2B34" w:rsidRPr="00B473F9" w:rsidRDefault="006B2B34" w:rsidP="00F64D9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73F9">
              <w:rPr>
                <w:sz w:val="20"/>
              </w:rPr>
              <w:t xml:space="preserve"> д. Кузнецово, ул. </w:t>
            </w:r>
            <w:proofErr w:type="gramStart"/>
            <w:r w:rsidRPr="00B473F9">
              <w:rPr>
                <w:sz w:val="20"/>
              </w:rPr>
              <w:t>Советская</w:t>
            </w:r>
            <w:proofErr w:type="gramEnd"/>
            <w:r w:rsidRPr="00B473F9">
              <w:rPr>
                <w:sz w:val="20"/>
              </w:rPr>
              <w:t>, д. 1</w:t>
            </w:r>
          </w:p>
        </w:tc>
      </w:tr>
      <w:tr w:rsidR="006B2B34" w:rsidRPr="006B2B34" w:rsidTr="005208BE">
        <w:trPr>
          <w:trHeight w:val="332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6B2B34" w:rsidRPr="006B2B34" w:rsidTr="006B2B34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Нижний Новгород, Кремль, корпус 1       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6B2B34" w:rsidRPr="006B2B34" w:rsidTr="006B2B34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6B2B3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6B2B34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55,559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55,559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55,559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55,559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55,559</w:t>
            </w:r>
          </w:p>
        </w:tc>
      </w:tr>
      <w:tr w:rsidR="006B2B34" w:rsidRPr="006B2B34" w:rsidTr="006B2B3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43,458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43,458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43,458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43,458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43,458</w:t>
            </w:r>
          </w:p>
        </w:tc>
      </w:tr>
      <w:tr w:rsidR="006B2B34" w:rsidRPr="006B2B34" w:rsidTr="006B2B3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5,206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5,206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5,206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5,206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5,206</w:t>
            </w:r>
          </w:p>
        </w:tc>
      </w:tr>
      <w:tr w:rsidR="006B2B34" w:rsidRPr="006B2B34" w:rsidTr="006B2B3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6,895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6,895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6,895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6,895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6,895</w:t>
            </w:r>
          </w:p>
        </w:tc>
      </w:tr>
      <w:tr w:rsidR="006B2B34" w:rsidRPr="006B2B34" w:rsidTr="006B2B3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6B2B34" w:rsidRPr="006B2B34" w:rsidTr="006B2B3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6B2B3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1287,15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1287,15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209,91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209,91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33,09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33,09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1530,15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1530,15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1341,23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1341,23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214,04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214,04</w:t>
            </w:r>
          </w:p>
        </w:tc>
      </w:tr>
      <w:tr w:rsidR="006B2B34" w:rsidRPr="006B2B34" w:rsidTr="006B2B34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35,90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35,90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1591,17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1591,17</w:t>
            </w:r>
          </w:p>
        </w:tc>
      </w:tr>
      <w:tr w:rsidR="006B2B34" w:rsidRPr="006B2B34" w:rsidTr="006B2B3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1380,01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1380,01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219,74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219,74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6B2B34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6B2B34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38,93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38,93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1638,68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1638,68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1419,93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1419,93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225,60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225,60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42,37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42,37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1687,90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1687,90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1461,00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1461,00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231,60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231,60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46,24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46,24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1738,84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1738,84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8186,74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8186,74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6B2B34" w:rsidRPr="006B2B34" w:rsidTr="006B2B3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5208BE" w:rsidRDefault="006B2B34" w:rsidP="005208B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6B2B34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5208BE">
              <w:rPr>
                <w:rFonts w:eastAsia="Calibri"/>
                <w:i/>
                <w:sz w:val="20"/>
                <w:lang w:eastAsia="en-US"/>
              </w:rPr>
              <w:t>нту объектов централизованных</w:t>
            </w:r>
            <w:r w:rsidRPr="006B2B34">
              <w:rPr>
                <w:rFonts w:eastAsia="Calibri"/>
                <w:i/>
                <w:sz w:val="20"/>
                <w:lang w:eastAsia="en-US"/>
              </w:rPr>
              <w:t xml:space="preserve"> систем водоснабжения </w:t>
            </w:r>
          </w:p>
        </w:tc>
      </w:tr>
      <w:tr w:rsidR="006B2B34" w:rsidRPr="006B2B34" w:rsidTr="006B2B3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6B2B3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водоснабжения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348,52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348,52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348,52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348,52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водоснабжения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355,39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355,39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355,39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355,39</w:t>
            </w:r>
          </w:p>
        </w:tc>
      </w:tr>
      <w:tr w:rsidR="006B2B34" w:rsidRPr="006B2B34" w:rsidTr="006B2B3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водоснабжения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364,85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364,85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364,85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364,85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водоснабжения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374,57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374,57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374,57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374,57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водоснабжения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384,54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384,54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384,54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384,54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1827,87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1827,87</w:t>
            </w:r>
          </w:p>
        </w:tc>
      </w:tr>
      <w:tr w:rsidR="006B2B34" w:rsidRPr="006B2B34" w:rsidTr="006B2B3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5208BE" w:rsidRDefault="006B2B34" w:rsidP="005208B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5208BE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6B2B34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6B2B34" w:rsidRPr="006B2B34" w:rsidTr="006B2B3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6B2B3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</w:t>
            </w:r>
            <w:r w:rsidRPr="006B2B34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6B2B34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6B2B34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6B2B34" w:rsidRPr="006B2B34" w:rsidTr="006B2B3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6B2B34">
        <w:trPr>
          <w:trHeight w:val="273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6B2B34" w:rsidRPr="006B2B34" w:rsidTr="006B2B34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6B2B34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6B2B34" w:rsidRPr="006B2B34" w:rsidTr="006B2B34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6B2B34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6B2B34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6B2B34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6B2B34" w:rsidRPr="006B2B34" w:rsidTr="006B2B34">
        <w:trPr>
          <w:trHeight w:val="21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6B2B34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6B2B34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6B2B34" w:rsidRPr="006B2B34" w:rsidTr="006B2B34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</w:t>
            </w:r>
            <w:r w:rsidRPr="006B2B34">
              <w:rPr>
                <w:rFonts w:eastAsia="Calibri"/>
                <w:sz w:val="20"/>
                <w:lang w:eastAsia="en-US"/>
              </w:rPr>
              <w:lastRenderedPageBreak/>
              <w:t xml:space="preserve">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6B2B34">
        <w:trPr>
          <w:trHeight w:val="70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6B2B34">
              <w:rPr>
                <w:rFonts w:eastAsia="Calibri"/>
                <w:sz w:val="20"/>
                <w:lang w:eastAsia="en-US"/>
              </w:rPr>
              <w:t>/</w:t>
            </w:r>
          </w:p>
          <w:p w:rsidR="006B2B34" w:rsidRPr="006B2B34" w:rsidRDefault="006B2B34" w:rsidP="006B2B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куб. м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2,02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2,02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2,02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2,02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2,02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6B2B34">
              <w:rPr>
                <w:rFonts w:eastAsia="Calibri"/>
                <w:sz w:val="20"/>
                <w:lang w:eastAsia="en-US"/>
              </w:rPr>
              <w:t>/</w:t>
            </w:r>
          </w:p>
          <w:p w:rsidR="006B2B34" w:rsidRPr="006B2B34" w:rsidRDefault="006B2B34" w:rsidP="006B2B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куб. м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6B2B34" w:rsidRPr="006B2B34" w:rsidTr="006B2B34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6B2B3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6B2B34" w:rsidRPr="006B2B34" w:rsidTr="006B2B34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1900,51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1955,03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2009,54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2061,02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2118,82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10044,92</w:t>
            </w:r>
          </w:p>
        </w:tc>
      </w:tr>
      <w:tr w:rsidR="006B2B34" w:rsidRPr="006B2B34" w:rsidTr="006B2B34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6B2B34" w:rsidRPr="006B2B34" w:rsidTr="006B2B34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56,504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2197,751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93,000</w:t>
            </w:r>
          </w:p>
        </w:tc>
      </w:tr>
      <w:tr w:rsidR="006B2B34" w:rsidRPr="006B2B34" w:rsidTr="006B2B34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2290,751</w:t>
            </w:r>
          </w:p>
        </w:tc>
      </w:tr>
    </w:tbl>
    <w:p w:rsidR="0056238E" w:rsidRPr="00660EF6" w:rsidRDefault="0056238E" w:rsidP="0056238E">
      <w:pPr>
        <w:jc w:val="right"/>
        <w:rPr>
          <w:szCs w:val="28"/>
          <w:lang w:eastAsia="en-US"/>
        </w:rPr>
      </w:pPr>
      <w:r w:rsidRPr="00660EF6">
        <w:rPr>
          <w:szCs w:val="28"/>
          <w:lang w:eastAsia="en-US"/>
        </w:rPr>
        <w:t>».</w:t>
      </w:r>
    </w:p>
    <w:p w:rsidR="0056238E" w:rsidRDefault="0056238E" w:rsidP="0056238E">
      <w:pPr>
        <w:rPr>
          <w:sz w:val="24"/>
          <w:szCs w:val="24"/>
          <w:lang w:eastAsia="en-US"/>
        </w:rPr>
      </w:pPr>
    </w:p>
    <w:p w:rsidR="006B2B34" w:rsidRPr="0056238E" w:rsidRDefault="006B2B34" w:rsidP="0056238E">
      <w:pPr>
        <w:rPr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B216B8" w:rsidTr="006F360C">
        <w:trPr>
          <w:gridAfter w:val="1"/>
          <w:wAfter w:w="11" w:type="dxa"/>
        </w:trPr>
        <w:tc>
          <w:tcPr>
            <w:tcW w:w="528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B216B8" w:rsidRDefault="00B216B8" w:rsidP="006F360C">
            <w:pPr>
              <w:ind w:left="3552"/>
              <w:jc w:val="center"/>
            </w:pPr>
            <w:r>
              <w:t>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Default="00B216B8" w:rsidP="006F360C">
            <w:pPr>
              <w:ind w:left="3552"/>
              <w:jc w:val="center"/>
            </w:pPr>
            <w:r w:rsidRPr="00660EF6">
              <w:t>от</w:t>
            </w:r>
            <w:r w:rsidR="00660EF6" w:rsidRPr="00660EF6">
              <w:t xml:space="preserve"> 19 ноября </w:t>
            </w:r>
            <w:r w:rsidRPr="00660EF6">
              <w:t>2019 г. №</w:t>
            </w:r>
            <w:r w:rsidRPr="00D74902">
              <w:t xml:space="preserve"> </w:t>
            </w:r>
            <w:r w:rsidR="00191855">
              <w:t>52/27</w:t>
            </w:r>
            <w:bookmarkStart w:id="0" w:name="_GoBack"/>
            <w:bookmarkEnd w:id="0"/>
          </w:p>
          <w:p w:rsidR="00B216B8" w:rsidRDefault="00B216B8" w:rsidP="006F360C">
            <w:pPr>
              <w:ind w:left="3552"/>
              <w:jc w:val="center"/>
            </w:pPr>
          </w:p>
          <w:p w:rsidR="00B216B8" w:rsidRDefault="00B216B8" w:rsidP="006F360C">
            <w:pPr>
              <w:ind w:left="3552"/>
              <w:jc w:val="center"/>
            </w:pPr>
            <w:r>
              <w:t>«ПРИЛОЖЕНИЕ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Pr="001D06AF" w:rsidRDefault="00E24B90" w:rsidP="00132847">
            <w:pPr>
              <w:ind w:left="3552"/>
              <w:jc w:val="center"/>
            </w:pPr>
            <w:r>
              <w:t xml:space="preserve">от </w:t>
            </w:r>
            <w:r w:rsidR="00132847">
              <w:t>18</w:t>
            </w:r>
            <w:r w:rsidRPr="0056238E">
              <w:t xml:space="preserve"> декабря 2018 г. </w:t>
            </w:r>
            <w:r w:rsidR="00132847" w:rsidRPr="0056238E">
              <w:t>№</w:t>
            </w:r>
            <w:r w:rsidR="00132847">
              <w:t xml:space="preserve"> 53/69</w:t>
            </w:r>
          </w:p>
        </w:tc>
      </w:tr>
      <w:tr w:rsidR="00B216B8" w:rsidRPr="006161EA" w:rsidTr="006F360C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B216B8" w:rsidRDefault="00B216B8" w:rsidP="006F360C">
            <w:pPr>
              <w:ind w:left="3552"/>
              <w:jc w:val="center"/>
              <w:rPr>
                <w:sz w:val="24"/>
                <w:szCs w:val="24"/>
              </w:rPr>
            </w:pPr>
          </w:p>
          <w:p w:rsidR="00B216B8" w:rsidRPr="007D25C7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</w:p>
          <w:p w:rsidR="00B216B8" w:rsidRPr="00B6104E" w:rsidRDefault="00B216B8" w:rsidP="00E24B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216B8" w:rsidRDefault="00B216B8" w:rsidP="00B216B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6B2B34" w:rsidRPr="006B2B34" w:rsidTr="00CC6C0E">
        <w:trPr>
          <w:trHeight w:val="90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6B2B34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B473F9" w:rsidRDefault="006B2B34" w:rsidP="00CC6C0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73F9">
              <w:rPr>
                <w:sz w:val="20"/>
              </w:rPr>
              <w:t>КУЗНЕЦОВСКОЕ МУНИЦИПАЛЬНОЕ УНИТАРНОЕ ПРЕДПРИЯТИЕ ЖИЛИЩНО-КОММУНАЛЬНОГО ХОЗЯЙСТВА ГОРОДСКОГО ОКРУГА ГОРОД ЧКАЛОВСК НИЖЕГОРОДСКОЙ ОБЛАСТИ (ИНН 5236002390)</w:t>
            </w:r>
          </w:p>
        </w:tc>
      </w:tr>
      <w:tr w:rsidR="006B2B34" w:rsidRPr="006B2B34" w:rsidTr="00CC6C0E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Default="006B2B34" w:rsidP="00CC6C0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73F9">
              <w:rPr>
                <w:sz w:val="20"/>
              </w:rPr>
              <w:t>606549, Нижегородская область, городской округ город Чкаловск,</w:t>
            </w:r>
          </w:p>
          <w:p w:rsidR="006B2B34" w:rsidRPr="00B473F9" w:rsidRDefault="006B2B34" w:rsidP="00CC6C0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473F9">
              <w:rPr>
                <w:sz w:val="20"/>
              </w:rPr>
              <w:t xml:space="preserve"> д. Кузнецово, ул. </w:t>
            </w:r>
            <w:proofErr w:type="gramStart"/>
            <w:r w:rsidRPr="00B473F9">
              <w:rPr>
                <w:sz w:val="20"/>
              </w:rPr>
              <w:t>Советская</w:t>
            </w:r>
            <w:proofErr w:type="gramEnd"/>
            <w:r w:rsidRPr="00B473F9">
              <w:rPr>
                <w:sz w:val="20"/>
              </w:rPr>
              <w:t>, д. 1</w:t>
            </w:r>
          </w:p>
        </w:tc>
      </w:tr>
      <w:tr w:rsidR="006B2B34" w:rsidRPr="006B2B34" w:rsidTr="006B2B34">
        <w:trPr>
          <w:trHeight w:val="241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6B2B34" w:rsidRPr="006B2B34" w:rsidTr="00CC6C0E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6B2B34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6B2B34" w:rsidRPr="006B2B34" w:rsidTr="00CC6C0E">
        <w:trPr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CC6C0E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6B2B34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51,865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51,865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51,865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51,865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51,865</w:t>
            </w:r>
          </w:p>
        </w:tc>
      </w:tr>
      <w:tr w:rsidR="006B2B34" w:rsidRPr="006B2B34" w:rsidTr="00CC6C0E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39,642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39,642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39,642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39,642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39,642</w:t>
            </w:r>
          </w:p>
        </w:tc>
      </w:tr>
      <w:tr w:rsidR="006B2B34" w:rsidRPr="006B2B34" w:rsidTr="00CC6C0E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4,508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4,508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4,508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4,508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4,508</w:t>
            </w:r>
          </w:p>
        </w:tc>
      </w:tr>
      <w:tr w:rsidR="006B2B34" w:rsidRPr="006B2B34" w:rsidTr="00CC6C0E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7,715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7,715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7,715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7,715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7,715</w:t>
            </w:r>
          </w:p>
        </w:tc>
      </w:tr>
      <w:tr w:rsidR="006B2B34" w:rsidRPr="006B2B34" w:rsidTr="00CC6C0E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- собственное водоотведение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6B2B34" w:rsidRPr="006B2B34" w:rsidTr="00CC6C0E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CC6C0E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235,03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235,03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573,68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573,68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10,04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818,75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818,75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240,08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240,08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584,98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584,98</w:t>
            </w:r>
          </w:p>
        </w:tc>
      </w:tr>
      <w:tr w:rsidR="006B2B34" w:rsidRPr="006B2B34" w:rsidTr="00CC6C0E">
        <w:trPr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10,25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835,31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835,31</w:t>
            </w:r>
          </w:p>
        </w:tc>
      </w:tr>
      <w:tr w:rsidR="006B2B34" w:rsidRPr="006B2B34" w:rsidTr="00CC6C0E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246,53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246,53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600,56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600,56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10,52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857,61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857,61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253,83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253,83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618,33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618,33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10,83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882,99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882,99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261,35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261,35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636,63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636,63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11,15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11,15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909,13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909,13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4303,79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4303,79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водоотведения в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lastRenderedPageBreak/>
              <w:t>состоянии, соответствующем установленным требованиям технических регламентов</w:t>
            </w:r>
          </w:p>
        </w:tc>
      </w:tr>
      <w:tr w:rsidR="006B2B34" w:rsidRPr="006B2B34" w:rsidTr="00CC6C0E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6B2B34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6B2B34" w:rsidRPr="006B2B34" w:rsidTr="00CC6C0E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CC6C0E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водоотведения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185,68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185,68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185,68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185,68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водоотведения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189,34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189,34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189,34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189,34</w:t>
            </w:r>
          </w:p>
        </w:tc>
      </w:tr>
      <w:tr w:rsidR="006B2B34" w:rsidRPr="006B2B34" w:rsidTr="00CC6C0E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водоотведения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194,38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194,38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194,38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194,38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водоотведения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200,13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200,13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200,13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200,13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Капитальный ремонт системы водоотведения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206,06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206,06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206,06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206,06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975,59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975,59</w:t>
            </w:r>
          </w:p>
        </w:tc>
      </w:tr>
      <w:tr w:rsidR="006B2B34" w:rsidRPr="006B2B34" w:rsidTr="00CC6C0E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6B2B34" w:rsidRPr="006B2B34" w:rsidTr="00CC6C0E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CC6C0E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</w:t>
            </w:r>
            <w:r w:rsidRPr="006B2B34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6B2B34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6B2B34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   эффективности</w:t>
            </w:r>
          </w:p>
        </w:tc>
      </w:tr>
      <w:tr w:rsidR="006B2B34" w:rsidRPr="006B2B34" w:rsidTr="00CC6C0E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CC6C0E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6B2B34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6B2B34" w:rsidRPr="006B2B34" w:rsidTr="00CC6C0E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6B2B34" w:rsidRPr="006B2B34" w:rsidTr="00CC6C0E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</w:t>
            </w:r>
          </w:p>
        </w:tc>
      </w:tr>
      <w:tr w:rsidR="006B2B34" w:rsidRPr="006B2B34" w:rsidTr="00CC6C0E">
        <w:trPr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6B2B34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6B2B34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6B2B34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5208BE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208BE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6B2B34" w:rsidRPr="006B2B34" w:rsidTr="00CC6C0E">
        <w:trPr>
          <w:trHeight w:val="977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CC6C0E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CC6C0E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CC6C0E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CC6C0E">
        <w:trPr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lastRenderedPageBreak/>
              <w:t>Показатели надежности и бесперебойности водоотведения</w:t>
            </w:r>
          </w:p>
        </w:tc>
      </w:tr>
      <w:tr w:rsidR="006B2B34" w:rsidRPr="006B2B34" w:rsidTr="00CC6C0E">
        <w:trPr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0,04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0,04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0,04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0,04</w:t>
            </w:r>
          </w:p>
        </w:tc>
      </w:tr>
      <w:tr w:rsidR="006B2B34" w:rsidRPr="006B2B34" w:rsidTr="00CC6C0E">
        <w:trPr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6B2B34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6B2B34">
              <w:rPr>
                <w:rFonts w:eastAsia="Calibri"/>
                <w:sz w:val="20"/>
                <w:lang w:eastAsia="en-US"/>
              </w:rPr>
              <w:t>/</w:t>
            </w:r>
          </w:p>
          <w:p w:rsidR="006B2B34" w:rsidRPr="006B2B34" w:rsidRDefault="006B2B34" w:rsidP="006B2B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куб. м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6B2B34" w:rsidRPr="006B2B34" w:rsidTr="00CC6C0E">
        <w:trPr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6B2B34" w:rsidRPr="006B2B34" w:rsidTr="00CC6C0E">
        <w:trPr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6B2B34" w:rsidRPr="006B2B34" w:rsidTr="00CC6C0E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6B2B34" w:rsidRPr="006B2B34" w:rsidTr="00CC6C0E">
        <w:trPr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1008,52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1033,92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1059,62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1082,13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1108,55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5292,74</w:t>
            </w:r>
          </w:p>
        </w:tc>
      </w:tr>
      <w:tr w:rsidR="006B2B34" w:rsidRPr="006B2B34" w:rsidTr="00CC6C0E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6B2B34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6B2B34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6B2B34" w:rsidRPr="006B2B34" w:rsidTr="00CC6C0E">
        <w:trPr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50,159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862,150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98,000</w:t>
            </w:r>
          </w:p>
        </w:tc>
      </w:tr>
      <w:tr w:rsidR="006B2B34" w:rsidRPr="006B2B34" w:rsidTr="00CC6C0E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B34" w:rsidRPr="006B2B34" w:rsidRDefault="006B2B34" w:rsidP="006B2B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B2B34">
              <w:rPr>
                <w:rFonts w:eastAsia="Calibri"/>
                <w:sz w:val="20"/>
                <w:lang w:eastAsia="en-US"/>
              </w:rPr>
              <w:t>960,150</w:t>
            </w:r>
          </w:p>
        </w:tc>
      </w:tr>
    </w:tbl>
    <w:p w:rsidR="00016631" w:rsidRDefault="006B2B34" w:rsidP="00016631">
      <w:pPr>
        <w:spacing w:line="276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».</w:t>
      </w:r>
    </w:p>
    <w:sectPr w:rsidR="000166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91855">
      <w:rPr>
        <w:rStyle w:val="a9"/>
        <w:noProof/>
      </w:rPr>
      <w:t>12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46F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27E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847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855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08BE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6EE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0EF6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2B34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183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8A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4B90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6B2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6B2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</TotalTime>
  <Pages>12</Pages>
  <Words>3704</Words>
  <Characters>25183</Characters>
  <Application>Microsoft Office Word</Application>
  <DocSecurity>0</DocSecurity>
  <Lines>209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2019-11-11T10:38:00Z</cp:lastPrinted>
  <dcterms:created xsi:type="dcterms:W3CDTF">2019-06-06T14:33:00Z</dcterms:created>
  <dcterms:modified xsi:type="dcterms:W3CDTF">2019-11-18T10:41:00Z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