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DF7EA0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B1880" w:rsidP="00E20A3C">
            <w:pPr>
              <w:tabs>
                <w:tab w:val="center" w:pos="2160"/>
              </w:tabs>
              <w:ind w:left="-108"/>
              <w:jc w:val="center"/>
            </w:pPr>
            <w:r>
              <w:t>52/28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80209F">
            <w:pPr>
              <w:jc w:val="center"/>
              <w:rPr>
                <w:bCs/>
                <w:szCs w:val="28"/>
              </w:rPr>
            </w:pPr>
            <w:proofErr w:type="gramStart"/>
            <w:r w:rsidRPr="0056238E">
              <w:rPr>
                <w:szCs w:val="28"/>
              </w:rPr>
              <w:t xml:space="preserve">О внесении изменений в решение региональной службы </w:t>
            </w:r>
            <w:r w:rsidRPr="0080209F">
              <w:rPr>
                <w:szCs w:val="28"/>
              </w:rPr>
              <w:t xml:space="preserve">по тарифам Нижегородской области </w:t>
            </w:r>
            <w:r w:rsidRPr="0080209F">
              <w:rPr>
                <w:szCs w:val="28"/>
              </w:rPr>
              <w:br/>
            </w:r>
            <w:r w:rsidR="00D3046B" w:rsidRPr="0080209F">
              <w:rPr>
                <w:szCs w:val="28"/>
              </w:rPr>
              <w:t xml:space="preserve"> </w:t>
            </w:r>
            <w:r w:rsidR="00D06604" w:rsidRPr="0080209F">
              <w:rPr>
                <w:szCs w:val="28"/>
              </w:rPr>
              <w:t xml:space="preserve"> от 4 декабря 2018 г. </w:t>
            </w:r>
            <w:r w:rsidR="0080209F" w:rsidRPr="0080209F">
              <w:rPr>
                <w:szCs w:val="28"/>
              </w:rPr>
              <w:t>№ 49/58 «</w:t>
            </w:r>
            <w:r w:rsidR="0080209F" w:rsidRPr="0080209F">
              <w:rPr>
                <w:bCs/>
                <w:szCs w:val="28"/>
              </w:rPr>
              <w:t xml:space="preserve">Об установлении ПУРЕХОВСКОМУ МУНИЦИПАЛЬНОМУ УНИТАРНОМУ ПРЕДПРИЯТИЮ ЖИЛИЩНО-КОММУНАЛЬНОГО ХОЗЯЙСТВА </w:t>
            </w:r>
            <w:r w:rsidR="0080209F">
              <w:rPr>
                <w:bCs/>
                <w:szCs w:val="28"/>
              </w:rPr>
              <w:br/>
            </w:r>
            <w:r w:rsidR="0080209F" w:rsidRPr="0080209F">
              <w:rPr>
                <w:bCs/>
                <w:szCs w:val="28"/>
              </w:rPr>
              <w:t>(ИНН 5236002880), с. Пурех городского округа город Чкаловск Нижегородской области, тарифов в сфере холодного водоснабжения и водоотведения для потребителей городского округа город Чкаловск Нижегородской области</w:t>
            </w:r>
            <w:r w:rsidR="00D06604" w:rsidRPr="0080209F">
              <w:rPr>
                <w:szCs w:val="28"/>
              </w:rPr>
              <w:t>»</w:t>
            </w:r>
            <w:proofErr w:type="gramEnd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DF7EA0" w:rsidRDefault="00261BEB" w:rsidP="00DF7EA0">
      <w:pPr>
        <w:pStyle w:val="ac"/>
        <w:jc w:val="center"/>
      </w:pPr>
    </w:p>
    <w:p w:rsidR="00016631" w:rsidRDefault="00016631" w:rsidP="00DF7EA0">
      <w:pPr>
        <w:pStyle w:val="ac"/>
        <w:jc w:val="center"/>
      </w:pPr>
    </w:p>
    <w:p w:rsidR="00AB1880" w:rsidRPr="00DF7EA0" w:rsidRDefault="00AB1880" w:rsidP="00DF7EA0">
      <w:pPr>
        <w:pStyle w:val="ac"/>
        <w:jc w:val="center"/>
      </w:pPr>
    </w:p>
    <w:p w:rsidR="0080209F" w:rsidRPr="0080209F" w:rsidRDefault="0056238E" w:rsidP="0080209F">
      <w:pPr>
        <w:spacing w:line="276" w:lineRule="auto"/>
        <w:ind w:firstLine="709"/>
        <w:jc w:val="both"/>
        <w:rPr>
          <w:szCs w:val="28"/>
        </w:rPr>
      </w:pPr>
      <w:r w:rsidRPr="0080209F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80209F" w:rsidRPr="0080209F">
        <w:rPr>
          <w:color w:val="000000"/>
          <w:szCs w:val="28"/>
        </w:rPr>
        <w:t xml:space="preserve">ПУРЕХОВСКИМ МУНИЦИПАЛЬНЫМ УНИТАРНЫМ ПРЕДПРИЯТИЕМ ЖИЛИЩНО-КОММУНАЛЬНОГО ХОЗЯЙСТВА </w:t>
      </w:r>
      <w:r w:rsidR="0080209F">
        <w:rPr>
          <w:color w:val="000000"/>
          <w:szCs w:val="28"/>
        </w:rPr>
        <w:br/>
      </w:r>
      <w:r w:rsidR="0080209F" w:rsidRPr="0080209F">
        <w:rPr>
          <w:color w:val="000000"/>
          <w:szCs w:val="28"/>
        </w:rPr>
        <w:t xml:space="preserve">(ИНН </w:t>
      </w:r>
      <w:r w:rsidR="0080209F" w:rsidRPr="0080209F">
        <w:rPr>
          <w:color w:val="000000"/>
          <w:szCs w:val="28"/>
          <w:shd w:val="clear" w:color="auto" w:fill="FFFFFF"/>
        </w:rPr>
        <w:t>5236002880)</w:t>
      </w:r>
      <w:r w:rsidR="0080209F" w:rsidRPr="0080209F">
        <w:rPr>
          <w:bCs/>
          <w:szCs w:val="28"/>
        </w:rPr>
        <w:t>, с. Пурех городского округа город Чкаловск Нижегородской области</w:t>
      </w:r>
      <w:r w:rsidR="0080209F" w:rsidRPr="0080209F">
        <w:rPr>
          <w:szCs w:val="28"/>
        </w:rPr>
        <w:t xml:space="preserve">, экспертного заключения </w:t>
      </w:r>
      <w:r w:rsidR="0080209F" w:rsidRPr="00FE4512">
        <w:rPr>
          <w:szCs w:val="28"/>
        </w:rPr>
        <w:t>рег. № в-</w:t>
      </w:r>
      <w:r w:rsidR="00FE4512" w:rsidRPr="00FE4512">
        <w:rPr>
          <w:szCs w:val="28"/>
        </w:rPr>
        <w:t>690</w:t>
      </w:r>
      <w:r w:rsidR="0080209F" w:rsidRPr="00FE4512">
        <w:rPr>
          <w:szCs w:val="28"/>
        </w:rPr>
        <w:t xml:space="preserve"> от</w:t>
      </w:r>
      <w:r w:rsidR="00DF7EA0" w:rsidRPr="00FE4512">
        <w:rPr>
          <w:szCs w:val="28"/>
        </w:rPr>
        <w:t xml:space="preserve"> 12</w:t>
      </w:r>
      <w:r w:rsidR="00DF7EA0" w:rsidRPr="00DF7EA0">
        <w:rPr>
          <w:szCs w:val="28"/>
        </w:rPr>
        <w:t xml:space="preserve"> ноября</w:t>
      </w:r>
      <w:r w:rsidR="0080209F" w:rsidRPr="00DF7EA0">
        <w:rPr>
          <w:szCs w:val="28"/>
        </w:rPr>
        <w:t xml:space="preserve"> 2019</w:t>
      </w:r>
      <w:r w:rsidR="0080209F" w:rsidRPr="0080209F">
        <w:rPr>
          <w:szCs w:val="28"/>
        </w:rPr>
        <w:t xml:space="preserve"> г.:</w:t>
      </w:r>
    </w:p>
    <w:p w:rsidR="0080209F" w:rsidRPr="0080209F" w:rsidRDefault="0080209F" w:rsidP="0080209F">
      <w:pPr>
        <w:spacing w:line="276" w:lineRule="auto"/>
        <w:ind w:firstLine="709"/>
        <w:jc w:val="both"/>
        <w:rPr>
          <w:noProof/>
          <w:szCs w:val="28"/>
        </w:rPr>
      </w:pPr>
      <w:r w:rsidRPr="0080209F">
        <w:rPr>
          <w:b/>
          <w:szCs w:val="28"/>
        </w:rPr>
        <w:t xml:space="preserve">1. </w:t>
      </w:r>
      <w:proofErr w:type="gramStart"/>
      <w:r w:rsidRPr="0080209F">
        <w:rPr>
          <w:bCs/>
          <w:szCs w:val="28"/>
        </w:rPr>
        <w:t>Внести в решение региональной службы по тарифам Нижегородской области</w:t>
      </w:r>
      <w:r>
        <w:rPr>
          <w:bCs/>
          <w:szCs w:val="28"/>
        </w:rPr>
        <w:t xml:space="preserve"> </w:t>
      </w:r>
      <w:r w:rsidRPr="0080209F">
        <w:rPr>
          <w:szCs w:val="28"/>
        </w:rPr>
        <w:t>от 4 декабря 2018 г. № 49/58 «</w:t>
      </w:r>
      <w:r w:rsidRPr="0080209F">
        <w:rPr>
          <w:bCs/>
          <w:szCs w:val="28"/>
        </w:rPr>
        <w:t>Об установлении ПУРЕХОВСКОМУ МУНИЦИПАЛЬНОМУ УНИТАРНОМУ ПРЕДПРИЯТИЮ ЖИЛИЩНО-КОММУНАЛЬНОГО ХОЗЯЙСТВА (ИНН 5236002880), с. Пурех городского округа город Чкаловск Нижегородской области, тарифов в сфере холодного водоснабжения и водоотведения для потребителей городского округа город Чкаловск Нижегородской области</w:t>
      </w:r>
      <w:r w:rsidRPr="0080209F">
        <w:rPr>
          <w:szCs w:val="28"/>
        </w:rPr>
        <w:t>»</w:t>
      </w:r>
      <w:r w:rsidRPr="0080209F">
        <w:rPr>
          <w:noProof/>
          <w:szCs w:val="28"/>
        </w:rPr>
        <w:t xml:space="preserve"> следующие изменения:</w:t>
      </w:r>
      <w:proofErr w:type="gramEnd"/>
    </w:p>
    <w:p w:rsidR="0080209F" w:rsidRPr="0080209F" w:rsidRDefault="0080209F" w:rsidP="0080209F">
      <w:pPr>
        <w:spacing w:line="276" w:lineRule="auto"/>
        <w:jc w:val="both"/>
        <w:rPr>
          <w:szCs w:val="28"/>
        </w:rPr>
      </w:pPr>
      <w:r w:rsidRPr="0080209F">
        <w:rPr>
          <w:b/>
          <w:i/>
          <w:szCs w:val="28"/>
        </w:rPr>
        <w:t>1.1.</w:t>
      </w:r>
      <w:r w:rsidRPr="0080209F">
        <w:rPr>
          <w:szCs w:val="28"/>
        </w:rPr>
        <w:t xml:space="preserve"> Таблицу пункта 3 решения изложить в следующей редакции:</w:t>
      </w:r>
    </w:p>
    <w:p w:rsidR="0080209F" w:rsidRDefault="0080209F" w:rsidP="0080209F">
      <w:pPr>
        <w:spacing w:line="276" w:lineRule="auto"/>
        <w:jc w:val="both"/>
        <w:rPr>
          <w:szCs w:val="28"/>
        </w:rPr>
      </w:pPr>
      <w:r w:rsidRPr="0080209F">
        <w:rPr>
          <w:szCs w:val="28"/>
        </w:rPr>
        <w:t>«</w:t>
      </w:r>
    </w:p>
    <w:p w:rsidR="00DF7EA0" w:rsidRPr="0080209F" w:rsidRDefault="00DF7EA0" w:rsidP="0080209F">
      <w:pPr>
        <w:spacing w:line="276" w:lineRule="auto"/>
        <w:jc w:val="both"/>
        <w:rPr>
          <w:szCs w:val="28"/>
        </w:rPr>
      </w:pPr>
    </w:p>
    <w:tbl>
      <w:tblPr>
        <w:tblW w:w="4884" w:type="pct"/>
        <w:jc w:val="center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"/>
        <w:gridCol w:w="1636"/>
        <w:gridCol w:w="748"/>
        <w:gridCol w:w="810"/>
        <w:gridCol w:w="748"/>
        <w:gridCol w:w="810"/>
        <w:gridCol w:w="750"/>
        <w:gridCol w:w="810"/>
        <w:gridCol w:w="750"/>
        <w:gridCol w:w="812"/>
        <w:gridCol w:w="703"/>
        <w:gridCol w:w="740"/>
      </w:tblGrid>
      <w:tr w:rsidR="0080209F" w:rsidRPr="00E671DC" w:rsidTr="00DF7EA0">
        <w:trPr>
          <w:trHeight w:val="281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lastRenderedPageBreak/>
              <w:t xml:space="preserve">№ </w:t>
            </w:r>
            <w:proofErr w:type="gramStart"/>
            <w:r w:rsidRPr="00E671DC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E671DC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80209F" w:rsidRPr="00E671DC" w:rsidTr="00DF7EA0">
        <w:trPr>
          <w:cantSplit/>
          <w:trHeight w:val="138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9F" w:rsidRPr="00E671DC" w:rsidRDefault="0080209F" w:rsidP="00DF7EA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9F" w:rsidRPr="00E671DC" w:rsidRDefault="0080209F" w:rsidP="00DF7EA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671DC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80209F" w:rsidRPr="00E671DC" w:rsidTr="00DF7EA0">
        <w:trPr>
          <w:cantSplit/>
          <w:trHeight w:val="357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9F" w:rsidRPr="00E671DC" w:rsidRDefault="0080209F" w:rsidP="00DF7EA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9F" w:rsidRPr="00E671DC" w:rsidRDefault="0080209F" w:rsidP="00DF7EA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E671DC" w:rsidRDefault="0080209F" w:rsidP="00DF7EA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671DC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DF7EA0" w:rsidRPr="00C04EC1" w:rsidTr="00DF7EA0">
        <w:trPr>
          <w:trHeight w:val="133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04EC1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Питьевая вода, руб./м</w:t>
            </w:r>
            <w:r w:rsidRPr="00C04EC1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28,04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28,60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29,67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29,67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30,15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30,74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30,74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31,41</w:t>
            </w:r>
          </w:p>
        </w:tc>
      </w:tr>
      <w:tr w:rsidR="00DF7EA0" w:rsidRPr="00C04EC1" w:rsidTr="00DF7EA0">
        <w:trPr>
          <w:trHeight w:val="133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04EC1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Питьевая вода, руб./м</w:t>
            </w:r>
            <w:r w:rsidRPr="00C04EC1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28,04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28,60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28,60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29,67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29,67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30,15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30,15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30,74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30,74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31,41</w:t>
            </w:r>
          </w:p>
        </w:tc>
      </w:tr>
      <w:tr w:rsidR="00DF7EA0" w:rsidRPr="00C04EC1" w:rsidTr="00DF7EA0">
        <w:trPr>
          <w:trHeight w:val="132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EA0" w:rsidRPr="00C04EC1" w:rsidRDefault="00DF7EA0" w:rsidP="00DF7EA0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0" w:rsidRPr="00C04EC1" w:rsidRDefault="00DF7EA0" w:rsidP="00DF7EA0">
            <w:pPr>
              <w:rPr>
                <w:sz w:val="19"/>
                <w:szCs w:val="19"/>
              </w:rPr>
            </w:pPr>
          </w:p>
        </w:tc>
      </w:tr>
      <w:tr w:rsidR="00DF7EA0" w:rsidRPr="00C04EC1" w:rsidTr="00DF7EA0">
        <w:trPr>
          <w:trHeight w:val="133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04EC1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Водоотведение (без учета очистки сточных вод), руб./м</w:t>
            </w:r>
            <w:r w:rsidRPr="00C04EC1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25,09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25,59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26,14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26,14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26,91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26,91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27,65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27,65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28,46</w:t>
            </w:r>
          </w:p>
        </w:tc>
      </w:tr>
      <w:tr w:rsidR="00DF7EA0" w:rsidRPr="00C04EC1" w:rsidTr="00DF7EA0">
        <w:trPr>
          <w:trHeight w:val="133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04EC1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7EA0" w:rsidRPr="00C04EC1" w:rsidRDefault="00DF7EA0" w:rsidP="00DF7EA0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sz w:val="19"/>
                <w:szCs w:val="19"/>
                <w:lang w:eastAsia="en-US"/>
              </w:rPr>
              <w:t>Водоотведение (без учета очистки сточных вод), руб./м</w:t>
            </w:r>
            <w:r w:rsidRPr="00C04EC1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25,09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 w:rsidRPr="00C04EC1">
              <w:rPr>
                <w:sz w:val="19"/>
                <w:szCs w:val="19"/>
              </w:rPr>
              <w:t>25,59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25,59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26,14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26,14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26,91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26,91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27,65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27,65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EA0" w:rsidRPr="00C04EC1" w:rsidRDefault="00DF7EA0" w:rsidP="00DF7EA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28,46</w:t>
            </w:r>
          </w:p>
        </w:tc>
      </w:tr>
      <w:tr w:rsidR="0080209F" w:rsidRPr="00C04EC1" w:rsidTr="00DF7EA0">
        <w:trPr>
          <w:trHeight w:val="380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9F" w:rsidRPr="00E671DC" w:rsidRDefault="0080209F" w:rsidP="00DF7EA0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9F" w:rsidRPr="00C04EC1" w:rsidRDefault="0080209F" w:rsidP="00DF7EA0">
            <w:pPr>
              <w:rPr>
                <w:noProof/>
                <w:sz w:val="19"/>
                <w:szCs w:val="19"/>
                <w:lang w:eastAsia="en-US"/>
              </w:rPr>
            </w:pPr>
            <w:r w:rsidRPr="00C04EC1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9F" w:rsidRPr="00C04EC1" w:rsidRDefault="0080209F" w:rsidP="00DF7EA0">
            <w:pPr>
              <w:rPr>
                <w:sz w:val="19"/>
                <w:szCs w:val="19"/>
              </w:rPr>
            </w:pPr>
          </w:p>
        </w:tc>
      </w:tr>
    </w:tbl>
    <w:p w:rsidR="00E24B90" w:rsidRPr="00E24B90" w:rsidRDefault="00E24B90" w:rsidP="0080209F">
      <w:pPr>
        <w:spacing w:line="276" w:lineRule="auto"/>
        <w:ind w:firstLine="709"/>
        <w:jc w:val="right"/>
        <w:rPr>
          <w:szCs w:val="28"/>
        </w:rPr>
      </w:pPr>
      <w:r w:rsidRPr="00E24B90">
        <w:rPr>
          <w:szCs w:val="28"/>
        </w:rPr>
        <w:t>».</w:t>
      </w:r>
    </w:p>
    <w:p w:rsidR="00E24B90" w:rsidRPr="00E24B90" w:rsidRDefault="00E24B90" w:rsidP="00E24B90">
      <w:pPr>
        <w:spacing w:line="276" w:lineRule="auto"/>
        <w:jc w:val="both"/>
        <w:rPr>
          <w:szCs w:val="28"/>
        </w:rPr>
      </w:pPr>
      <w:r w:rsidRPr="00E24B90">
        <w:rPr>
          <w:b/>
          <w:i/>
          <w:szCs w:val="28"/>
        </w:rPr>
        <w:t>1.2.</w:t>
      </w:r>
      <w:r w:rsidRPr="00E24B90">
        <w:rPr>
          <w:szCs w:val="28"/>
        </w:rPr>
        <w:t xml:space="preserve"> </w:t>
      </w:r>
      <w:r w:rsidRPr="00E24B90">
        <w:rPr>
          <w:noProof/>
          <w:szCs w:val="28"/>
        </w:rPr>
        <w:t xml:space="preserve">Приложения 1, 2 </w:t>
      </w:r>
      <w:r w:rsidRPr="00E24B90">
        <w:rPr>
          <w:szCs w:val="28"/>
        </w:rPr>
        <w:t xml:space="preserve"> к решению изложить в новой редакции согласно </w:t>
      </w:r>
      <w:r w:rsidRPr="00E24B90">
        <w:rPr>
          <w:noProof/>
          <w:szCs w:val="28"/>
        </w:rPr>
        <w:t xml:space="preserve">Приложениям 1, 2 </w:t>
      </w:r>
      <w:r w:rsidRPr="00E24B90">
        <w:rPr>
          <w:szCs w:val="28"/>
        </w:rPr>
        <w:t>к настоящему решению.</w:t>
      </w:r>
    </w:p>
    <w:p w:rsidR="0056238E" w:rsidRPr="00016631" w:rsidRDefault="0056238E" w:rsidP="00E24B90">
      <w:pPr>
        <w:spacing w:line="276" w:lineRule="auto"/>
        <w:ind w:firstLine="709"/>
        <w:jc w:val="both"/>
        <w:rPr>
          <w:szCs w:val="28"/>
        </w:rPr>
      </w:pPr>
      <w:r w:rsidRPr="00016631">
        <w:rPr>
          <w:b/>
          <w:szCs w:val="28"/>
        </w:rPr>
        <w:t xml:space="preserve">2. </w:t>
      </w:r>
      <w:r w:rsidRPr="00016631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56238E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</w:p>
    <w:p w:rsidR="000C3EA3" w:rsidRPr="000C3EA3" w:rsidRDefault="000C3EA3" w:rsidP="000C3EA3">
      <w:pPr>
        <w:tabs>
          <w:tab w:val="left" w:pos="1897"/>
        </w:tabs>
        <w:spacing w:line="276" w:lineRule="auto"/>
        <w:rPr>
          <w:noProof/>
        </w:rPr>
      </w:pPr>
    </w:p>
    <w:p w:rsidR="007D25C7" w:rsidRPr="007D25C7" w:rsidRDefault="007D25C7" w:rsidP="000C3EA3">
      <w:pPr>
        <w:pStyle w:val="ac"/>
        <w:spacing w:line="276" w:lineRule="auto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</w:t>
      </w:r>
      <w:r w:rsidR="00DF7EA0">
        <w:rPr>
          <w:szCs w:val="28"/>
        </w:rPr>
        <w:t>тель службы</w:t>
      </w:r>
      <w:r w:rsidR="00DF7EA0">
        <w:rPr>
          <w:szCs w:val="28"/>
        </w:rPr>
        <w:tab/>
      </w:r>
      <w:r w:rsidR="00DF7EA0">
        <w:rPr>
          <w:szCs w:val="28"/>
        </w:rPr>
        <w:tab/>
      </w:r>
      <w:r w:rsidR="00DF7EA0">
        <w:rPr>
          <w:szCs w:val="28"/>
        </w:rPr>
        <w:tab/>
      </w:r>
      <w:r w:rsidR="00DF7EA0">
        <w:rPr>
          <w:szCs w:val="28"/>
        </w:rPr>
        <w:tab/>
      </w:r>
      <w:r w:rsidR="00DF7EA0">
        <w:rPr>
          <w:szCs w:val="28"/>
        </w:rPr>
        <w:tab/>
      </w:r>
      <w:r w:rsidR="00DF7EA0">
        <w:rPr>
          <w:szCs w:val="28"/>
        </w:rPr>
        <w:tab/>
      </w:r>
      <w:r w:rsidR="00DF7EA0">
        <w:rPr>
          <w:szCs w:val="28"/>
        </w:rPr>
        <w:tab/>
        <w:t xml:space="preserve">           </w:t>
      </w:r>
      <w:proofErr w:type="spellStart"/>
      <w:r w:rsidR="00DF7EA0">
        <w:rPr>
          <w:szCs w:val="28"/>
        </w:rPr>
        <w:t>Ю.Л.Алешина</w:t>
      </w:r>
      <w:proofErr w:type="spellEnd"/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E24B90" w:rsidRDefault="00E24B90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D06604" w:rsidP="00D06604">
      <w:pPr>
        <w:tabs>
          <w:tab w:val="left" w:pos="7425"/>
        </w:tabs>
        <w:spacing w:line="276" w:lineRule="auto"/>
        <w:rPr>
          <w:szCs w:val="28"/>
        </w:rPr>
      </w:pPr>
      <w:r>
        <w:rPr>
          <w:szCs w:val="28"/>
        </w:rPr>
        <w:tab/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B216B8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DF7EA0">
              <w:t xml:space="preserve">от </w:t>
            </w:r>
            <w:r w:rsidR="00DF7EA0" w:rsidRPr="00DF7EA0">
              <w:t xml:space="preserve">19 ноября </w:t>
            </w:r>
            <w:r w:rsidR="00F1607E" w:rsidRPr="00DF7EA0">
              <w:t xml:space="preserve">2019 </w:t>
            </w:r>
            <w:r w:rsidR="00CC03DF" w:rsidRPr="00DF7EA0">
              <w:t>г.</w:t>
            </w:r>
            <w:r w:rsidRPr="00DF7EA0">
              <w:t xml:space="preserve"> №</w:t>
            </w:r>
            <w:r w:rsidR="006B0802" w:rsidRPr="00D74902">
              <w:t xml:space="preserve"> </w:t>
            </w:r>
            <w:r w:rsidR="00AB1880">
              <w:t>52/28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  <w:r w:rsidR="00B216B8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D06604" w:rsidRDefault="00D06604" w:rsidP="00E24B90">
            <w:pPr>
              <w:ind w:left="3552"/>
              <w:jc w:val="center"/>
              <w:rPr>
                <w:szCs w:val="28"/>
              </w:rPr>
            </w:pPr>
            <w:r w:rsidRPr="00D06604">
              <w:rPr>
                <w:szCs w:val="28"/>
              </w:rPr>
              <w:t>от 4 декабря 2018 г. № 49/5</w:t>
            </w:r>
            <w:r w:rsidR="0080209F">
              <w:rPr>
                <w:szCs w:val="28"/>
              </w:rPr>
              <w:t>8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DC7870" w:rsidRDefault="007D25C7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 w:rsidR="00016631">
              <w:rPr>
                <w:b/>
                <w:sz w:val="24"/>
                <w:szCs w:val="24"/>
              </w:rPr>
              <w:t>ХОЛОДНОГО ВОДОСНАБЖЕНИЯ</w:t>
            </w:r>
          </w:p>
          <w:p w:rsidR="007D25C7" w:rsidRPr="00B6104E" w:rsidRDefault="007D25C7" w:rsidP="00D304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55308" w:rsidRPr="00E55308" w:rsidRDefault="00B17710" w:rsidP="00E5530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6238E">
        <w:rPr>
          <w:sz w:val="24"/>
          <w:szCs w:val="24"/>
          <w:lang w:eastAsia="en-US"/>
        </w:rPr>
        <w:t>01.01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56238E">
        <w:rPr>
          <w:sz w:val="24"/>
          <w:szCs w:val="24"/>
          <w:lang w:eastAsia="en-US"/>
        </w:rPr>
        <w:t>23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E55308" w:rsidRPr="00E55308" w:rsidTr="00E55308">
        <w:trPr>
          <w:trHeight w:val="618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E55308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CC0A4B" w:rsidRDefault="00E55308" w:rsidP="009F094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C0A4B">
              <w:rPr>
                <w:sz w:val="20"/>
              </w:rPr>
              <w:t>ПУРЕХОВСКОЕ МУНИЦИПАЛЬНОЕ УНИТАРНОЕ ПРЕДПРИЯТИЕ ЖИЛИЩНО-КОММУНАЛЬНОГО ХОЗЯЙСТВА (ИНН 5236002880)</w:t>
            </w:r>
          </w:p>
        </w:tc>
      </w:tr>
      <w:tr w:rsidR="00E55308" w:rsidRPr="00E55308" w:rsidTr="004E4860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Default="00E55308" w:rsidP="009F094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C0A4B">
              <w:rPr>
                <w:sz w:val="20"/>
              </w:rPr>
              <w:t xml:space="preserve">606552, Нижегородская область, городской округ город Чкаловск, </w:t>
            </w:r>
          </w:p>
          <w:p w:rsidR="00E55308" w:rsidRPr="00CC0A4B" w:rsidRDefault="00E55308" w:rsidP="009F094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C0A4B">
              <w:rPr>
                <w:sz w:val="20"/>
              </w:rPr>
              <w:t>с. Пурех, ул. Ленина, д. 37</w:t>
            </w:r>
          </w:p>
        </w:tc>
      </w:tr>
      <w:tr w:rsidR="00E55308" w:rsidRPr="00E55308" w:rsidTr="00E55308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E55308" w:rsidRPr="00E55308" w:rsidTr="004E4860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E55308">
              <w:rPr>
                <w:rFonts w:eastAsia="Calibri"/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E55308" w:rsidRPr="00E55308" w:rsidTr="004E4860">
        <w:trPr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E55308" w:rsidRPr="00E55308" w:rsidTr="004E4860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E55308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71,080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71,080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71,080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71,080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71,080</w:t>
            </w:r>
          </w:p>
        </w:tc>
      </w:tr>
      <w:tr w:rsidR="00E55308" w:rsidRPr="00E55308" w:rsidTr="004E4860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60,588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60,588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60,588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60,588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60,588</w:t>
            </w:r>
          </w:p>
        </w:tc>
      </w:tr>
      <w:tr w:rsidR="00E55308" w:rsidRPr="00E55308" w:rsidTr="004E4860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3,643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3,643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3,643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3,643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3,643</w:t>
            </w:r>
          </w:p>
        </w:tc>
      </w:tr>
      <w:tr w:rsidR="00E55308" w:rsidRPr="00E55308" w:rsidTr="004E4860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6,849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6,849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6,849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6,849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6,849</w:t>
            </w:r>
          </w:p>
        </w:tc>
      </w:tr>
      <w:tr w:rsidR="00E55308" w:rsidRPr="00E55308" w:rsidTr="004E4860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E55308" w:rsidRPr="00E55308" w:rsidTr="004E4860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4E4860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1511,26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1511,26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249,98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249,98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35,28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35,28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1796,52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1796,52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с 01.01.2020 по </w:t>
            </w:r>
            <w:r w:rsidRPr="00E55308">
              <w:rPr>
                <w:rFonts w:eastAsia="Calibri"/>
                <w:sz w:val="20"/>
                <w:lang w:eastAsia="en-US"/>
              </w:rPr>
              <w:lastRenderedPageBreak/>
              <w:t>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lastRenderedPageBreak/>
              <w:t>1579,43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1579,43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lastRenderedPageBreak/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254,91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254,91</w:t>
            </w:r>
          </w:p>
        </w:tc>
      </w:tr>
      <w:tr w:rsidR="00E55308" w:rsidRPr="00E55308" w:rsidTr="004E4860">
        <w:trPr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38,40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38,40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1872,74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1872,74</w:t>
            </w:r>
          </w:p>
        </w:tc>
      </w:tr>
      <w:tr w:rsidR="00E55308" w:rsidRPr="00E55308" w:rsidTr="004E4860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1624,28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1624,28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261,70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261,70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55308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55308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41,69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41,69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1927,67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1927,67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1670,41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1670,41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268,67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268,67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45,41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45,41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1984,49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1984,49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1717,85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1717,85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275,82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275,82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49,61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49,61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2043,28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2043,28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9624,70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9624,70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E55308" w:rsidRPr="00E55308" w:rsidTr="004E4860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135BD0" w:rsidRDefault="00E55308" w:rsidP="00135BD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E55308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135BD0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E55308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E55308" w:rsidRPr="00E55308" w:rsidTr="004E4860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4E4860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 объектов водоснабжения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168,49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168,49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168,49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168,49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 объектов водоснабжения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171,81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171,81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171,81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171,81</w:t>
            </w:r>
          </w:p>
        </w:tc>
      </w:tr>
      <w:tr w:rsidR="00E55308" w:rsidRPr="00E55308" w:rsidTr="004E4860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 объектов водоснабжения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176,38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176,38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176,38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176,38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 объектов водоснабжения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181,08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181,08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181,08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181,08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 объектов водоснабжения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185,90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185,90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185,90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185,90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883,66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883,66</w:t>
            </w:r>
          </w:p>
        </w:tc>
      </w:tr>
      <w:tr w:rsidR="00E55308" w:rsidRPr="00E55308" w:rsidTr="004E4860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135BD0" w:rsidRDefault="00E55308" w:rsidP="00135BD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135BD0">
              <w:rPr>
                <w:rFonts w:eastAsia="Calibri"/>
                <w:i/>
                <w:sz w:val="20"/>
                <w:lang w:eastAsia="en-US"/>
              </w:rPr>
              <w:t>вленных на улучшение качества</w:t>
            </w:r>
            <w:r w:rsidRPr="00E55308">
              <w:rPr>
                <w:rFonts w:eastAsia="Calibri"/>
                <w:i/>
                <w:sz w:val="20"/>
                <w:lang w:eastAsia="en-US"/>
              </w:rPr>
              <w:t xml:space="preserve">  питьевой воды </w:t>
            </w:r>
          </w:p>
        </w:tc>
      </w:tr>
      <w:tr w:rsidR="00E55308" w:rsidRPr="00E55308" w:rsidTr="004E4860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4E4860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</w:t>
            </w:r>
            <w:r w:rsidRPr="00E55308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E55308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E55308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E55308" w:rsidRPr="00E55308" w:rsidTr="004E4860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4E4860">
        <w:trPr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E55308" w:rsidRPr="00E55308" w:rsidTr="004E4860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4E4860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E55308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E55308" w:rsidRPr="00E55308" w:rsidTr="004E4860">
        <w:trPr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E55308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E55308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E55308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E55308" w:rsidRPr="00E55308" w:rsidTr="004E4860">
        <w:trPr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</w:tr>
      <w:tr w:rsidR="00E55308" w:rsidRPr="00E55308" w:rsidTr="004E4860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</w:t>
            </w:r>
          </w:p>
        </w:tc>
      </w:tr>
      <w:tr w:rsidR="00E55308" w:rsidRPr="00E55308" w:rsidTr="004E4860">
        <w:trPr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E55308" w:rsidRPr="00E55308" w:rsidTr="004E4860">
        <w:trPr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lastRenderedPageBreak/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1,1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1,1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55308" w:rsidRPr="00E55308" w:rsidTr="004E4860">
        <w:trPr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E55308">
              <w:rPr>
                <w:rFonts w:eastAsia="Calibri"/>
                <w:sz w:val="20"/>
                <w:lang w:eastAsia="en-US"/>
              </w:rPr>
              <w:t>/</w:t>
            </w:r>
          </w:p>
          <w:p w:rsidR="00E55308" w:rsidRPr="00E55308" w:rsidRDefault="00E55308" w:rsidP="00E553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куб. м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1,38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1,38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1,38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1,38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1,38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E55308">
              <w:rPr>
                <w:rFonts w:eastAsia="Calibri"/>
                <w:sz w:val="20"/>
                <w:lang w:eastAsia="en-US"/>
              </w:rPr>
              <w:t>/</w:t>
            </w:r>
          </w:p>
          <w:p w:rsidR="00E55308" w:rsidRPr="00E55308" w:rsidRDefault="00E55308" w:rsidP="00E553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куб. м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4E4860">
        <w:trPr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E55308" w:rsidRPr="00E55308" w:rsidTr="004E4860">
        <w:trPr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4E4860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E55308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55308" w:rsidRPr="00E55308" w:rsidTr="004E4860">
        <w:trPr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2013,07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2071,13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2125,98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2163,99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2208,82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10582,99</w:t>
            </w:r>
          </w:p>
        </w:tc>
      </w:tr>
      <w:tr w:rsidR="00E55308" w:rsidRPr="00E55308" w:rsidTr="00135BD0">
        <w:trPr>
          <w:trHeight w:val="24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E55308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55308" w:rsidRPr="00E55308" w:rsidTr="004E4860">
        <w:trPr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73,28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1781,482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349,775</w:t>
            </w:r>
          </w:p>
        </w:tc>
      </w:tr>
      <w:tr w:rsidR="00E55308" w:rsidRPr="00E55308" w:rsidTr="004E4860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2131,257</w:t>
            </w:r>
          </w:p>
        </w:tc>
      </w:tr>
    </w:tbl>
    <w:p w:rsidR="00E55308" w:rsidRPr="0056238E" w:rsidRDefault="00135BD0" w:rsidP="00135BD0">
      <w:pPr>
        <w:jc w:val="right"/>
        <w:rPr>
          <w:sz w:val="24"/>
          <w:szCs w:val="24"/>
          <w:lang w:eastAsia="en-US"/>
        </w:rPr>
      </w:pPr>
      <w:r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B216B8" w:rsidTr="006F360C">
        <w:trPr>
          <w:gridAfter w:val="1"/>
          <w:wAfter w:w="11" w:type="dxa"/>
        </w:trPr>
        <w:tc>
          <w:tcPr>
            <w:tcW w:w="528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B216B8" w:rsidRDefault="00B216B8" w:rsidP="006F360C">
            <w:pPr>
              <w:ind w:left="3552"/>
              <w:jc w:val="center"/>
            </w:pPr>
            <w:r>
              <w:t>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Default="00B216B8" w:rsidP="006F360C">
            <w:pPr>
              <w:ind w:left="3552"/>
              <w:jc w:val="center"/>
            </w:pPr>
            <w:r w:rsidRPr="00DF7EA0">
              <w:t xml:space="preserve">от </w:t>
            </w:r>
            <w:r w:rsidR="00DF7EA0" w:rsidRPr="00DF7EA0">
              <w:t xml:space="preserve">19 ноября </w:t>
            </w:r>
            <w:r w:rsidRPr="00DF7EA0">
              <w:t>2019 г. №</w:t>
            </w:r>
            <w:r w:rsidRPr="00D74902">
              <w:t xml:space="preserve"> </w:t>
            </w:r>
            <w:r w:rsidR="00AB1880">
              <w:t>52/28</w:t>
            </w:r>
            <w:bookmarkStart w:id="0" w:name="_GoBack"/>
            <w:bookmarkEnd w:id="0"/>
          </w:p>
          <w:p w:rsidR="00B216B8" w:rsidRDefault="00B216B8" w:rsidP="006F360C">
            <w:pPr>
              <w:ind w:left="3552"/>
              <w:jc w:val="center"/>
            </w:pPr>
          </w:p>
          <w:p w:rsidR="00B216B8" w:rsidRDefault="00B216B8" w:rsidP="006F360C">
            <w:pPr>
              <w:ind w:left="3552"/>
              <w:jc w:val="center"/>
            </w:pPr>
            <w:r>
              <w:t>«ПРИЛОЖЕНИЕ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Pr="001D06AF" w:rsidRDefault="00D06604" w:rsidP="006F360C">
            <w:pPr>
              <w:ind w:left="3552"/>
              <w:jc w:val="center"/>
            </w:pPr>
            <w:r w:rsidRPr="00D06604">
              <w:rPr>
                <w:szCs w:val="28"/>
              </w:rPr>
              <w:t>от 4 декабря 2018 г. № 49/5</w:t>
            </w:r>
            <w:r w:rsidR="0080209F">
              <w:rPr>
                <w:szCs w:val="28"/>
              </w:rPr>
              <w:t>8</w:t>
            </w:r>
          </w:p>
        </w:tc>
      </w:tr>
      <w:tr w:rsidR="00B216B8" w:rsidRPr="006161EA" w:rsidTr="006F360C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B216B8" w:rsidRPr="007D25C7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>
              <w:rPr>
                <w:b/>
                <w:sz w:val="24"/>
                <w:szCs w:val="24"/>
              </w:rPr>
              <w:t>ВОДООТВЕДЕНИЯ</w:t>
            </w:r>
          </w:p>
          <w:p w:rsidR="00D06604" w:rsidRDefault="00D06604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B216B8" w:rsidRPr="00B6104E" w:rsidRDefault="00B216B8" w:rsidP="00E24B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216B8" w:rsidRDefault="00B216B8" w:rsidP="00B216B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E55308" w:rsidRPr="00E55308" w:rsidTr="00E55308">
        <w:trPr>
          <w:trHeight w:val="302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E55308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FA3A28" w:rsidRDefault="00E55308" w:rsidP="008D674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A3A28">
              <w:rPr>
                <w:sz w:val="20"/>
              </w:rPr>
              <w:t>ПУРЕХОВСКОЕ МУНИЦИПАЛЬНОЕ УНИТАРНОЕ ПРЕДПРИЯТИЕ ЖИЛИЩНО-КОММУНАЛЬНОГО ХОЗЯЙСТВА (ИНН 5236002880)</w:t>
            </w:r>
          </w:p>
        </w:tc>
      </w:tr>
      <w:tr w:rsidR="00E55308" w:rsidRPr="00E55308" w:rsidTr="00E55308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FA3A28" w:rsidRDefault="00E55308" w:rsidP="008D674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A3A28">
              <w:rPr>
                <w:sz w:val="20"/>
              </w:rPr>
              <w:t>606552, Нижегородская область, городской округ город Чкаловск, с. Пурех, ул. Ленина, д. 37</w:t>
            </w:r>
          </w:p>
        </w:tc>
      </w:tr>
      <w:tr w:rsidR="00E55308" w:rsidRPr="00E55308" w:rsidTr="00E55308">
        <w:trPr>
          <w:trHeight w:val="222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E55308" w:rsidRPr="00E55308" w:rsidTr="00E55308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 г.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Нижний Новгород, Кремль, корпус 1       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E55308" w:rsidRPr="00E55308" w:rsidTr="00E55308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E55308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E55308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24,626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24,626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24,626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24,626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24,626</w:t>
            </w:r>
          </w:p>
        </w:tc>
      </w:tr>
      <w:tr w:rsidR="00E55308" w:rsidRPr="00E55308" w:rsidTr="00E55308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21,476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21,476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21,476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21,476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21,476</w:t>
            </w:r>
          </w:p>
        </w:tc>
      </w:tr>
      <w:tr w:rsidR="00E55308" w:rsidRPr="00E55308" w:rsidTr="00E55308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2,400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2,400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2,400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2,400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2,400</w:t>
            </w:r>
          </w:p>
        </w:tc>
      </w:tr>
      <w:tr w:rsidR="00E55308" w:rsidRPr="00E55308" w:rsidTr="00E55308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0,750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0,750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0,750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0,750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0,750</w:t>
            </w:r>
          </w:p>
        </w:tc>
      </w:tr>
      <w:tr w:rsidR="00E55308" w:rsidRPr="00E55308" w:rsidTr="00E55308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 xml:space="preserve">- собственное водоотведение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E55308" w:rsidRPr="00E55308" w:rsidTr="00E55308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E55308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464,77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464,77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80,72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80,72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32,01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32,01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577,50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577,50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473,92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473,92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82,31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82,31</w:t>
            </w:r>
          </w:p>
        </w:tc>
      </w:tr>
      <w:tr w:rsidR="00E55308" w:rsidRPr="00E55308" w:rsidTr="00E55308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33,29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33,29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589,52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589,52</w:t>
            </w:r>
          </w:p>
        </w:tc>
      </w:tr>
      <w:tr w:rsidR="00E55308" w:rsidRPr="00E55308" w:rsidTr="00E55308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486,54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486,54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84,51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84,51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55308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55308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33,46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33,46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604,51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604,51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500,94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500,94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87,01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87,01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33,64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33,64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621,59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621,59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515,77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515,77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89,58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89,58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33,83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33,83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639,18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639,18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3032,30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3032,30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водоотведения в </w:t>
            </w:r>
            <w:r w:rsidRPr="00E55308">
              <w:rPr>
                <w:rFonts w:eastAsia="Calibri"/>
                <w:b/>
                <w:sz w:val="20"/>
                <w:lang w:eastAsia="en-US"/>
              </w:rPr>
              <w:lastRenderedPageBreak/>
              <w:t>состоянии, соответствующем установленным требованиям технических регламентов</w:t>
            </w:r>
          </w:p>
        </w:tc>
      </w:tr>
      <w:tr w:rsidR="00E55308" w:rsidRPr="00E55308" w:rsidTr="00135BD0">
        <w:trPr>
          <w:trHeight w:val="1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E55308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E55308" w:rsidRPr="00E55308" w:rsidTr="00E55308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E55308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 объектов водоотведения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46,55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46,55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46,55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46,55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47,47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47,47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47,47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47,47</w:t>
            </w:r>
          </w:p>
        </w:tc>
      </w:tr>
      <w:tr w:rsidR="00E55308" w:rsidRPr="00E55308" w:rsidTr="00E55308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48,73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48,73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48,73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48,73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50,17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50,17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50,17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50,17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51,66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51,66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51,66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51,66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244,58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244,58</w:t>
            </w:r>
          </w:p>
        </w:tc>
      </w:tr>
      <w:tr w:rsidR="00E55308" w:rsidRPr="00E55308" w:rsidTr="00135BD0">
        <w:trPr>
          <w:trHeight w:val="25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 xml:space="preserve">      4.2. Перечень мероприятий, направленных на улучшение качества очистки сточных вод             </w:t>
            </w:r>
          </w:p>
        </w:tc>
      </w:tr>
      <w:tr w:rsidR="00E55308" w:rsidRPr="00E55308" w:rsidTr="00E55308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E55308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</w:t>
            </w:r>
            <w:r w:rsidRPr="00E55308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E55308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E55308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 xml:space="preserve">   эффективности</w:t>
            </w:r>
          </w:p>
        </w:tc>
      </w:tr>
      <w:tr w:rsidR="00E55308" w:rsidRPr="00E55308" w:rsidTr="00E55308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E55308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55308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E55308" w:rsidRPr="00E55308" w:rsidTr="00E55308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55308" w:rsidRPr="00E55308" w:rsidTr="00E55308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   </w:t>
            </w:r>
          </w:p>
        </w:tc>
      </w:tr>
      <w:tr w:rsidR="00E55308" w:rsidRPr="00E55308" w:rsidTr="00E55308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E55308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E55308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E55308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135BD0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35BD0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E55308" w:rsidRPr="00E55308" w:rsidTr="00E55308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E55308" w:rsidRPr="00E55308" w:rsidTr="00E55308">
        <w:trPr>
          <w:trHeight w:val="977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E55308" w:rsidRPr="00E55308" w:rsidTr="00E55308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55308" w:rsidRPr="00E55308" w:rsidTr="00E55308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55308" w:rsidRPr="00E55308" w:rsidTr="00E55308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55308" w:rsidRPr="00E55308" w:rsidTr="00E55308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lastRenderedPageBreak/>
              <w:t>Показатели надежности и бесперебойности водоотведения</w:t>
            </w:r>
          </w:p>
        </w:tc>
      </w:tr>
      <w:tr w:rsidR="00E55308" w:rsidRPr="00E55308" w:rsidTr="00E55308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2,5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2,5</w:t>
            </w:r>
          </w:p>
        </w:tc>
      </w:tr>
      <w:tr w:rsidR="00E55308" w:rsidRPr="00E55308" w:rsidTr="00E55308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E55308" w:rsidRPr="00E55308" w:rsidTr="00E55308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70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E5530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E55308">
              <w:rPr>
                <w:rFonts w:eastAsia="Calibri"/>
                <w:sz w:val="20"/>
                <w:lang w:eastAsia="en-US"/>
              </w:rPr>
              <w:t>/</w:t>
            </w:r>
          </w:p>
          <w:p w:rsidR="00E55308" w:rsidRPr="00E55308" w:rsidRDefault="00E55308" w:rsidP="00E553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куб. м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E55308" w:rsidRPr="00E55308" w:rsidTr="00E55308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55308" w:rsidRPr="00E55308" w:rsidTr="00E55308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E55308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55308" w:rsidRPr="00E55308" w:rsidTr="00E55308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624,05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636,99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653,23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671,76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690,84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3276,84</w:t>
            </w:r>
          </w:p>
        </w:tc>
      </w:tr>
      <w:tr w:rsidR="00E55308" w:rsidRPr="00E55308" w:rsidTr="00E55308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E55308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E5530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55308" w:rsidRPr="00E55308" w:rsidTr="00E55308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25,720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402,590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111,250</w:t>
            </w:r>
          </w:p>
        </w:tc>
      </w:tr>
      <w:tr w:rsidR="00E55308" w:rsidRPr="00E55308" w:rsidTr="00E55308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308" w:rsidRPr="00E55308" w:rsidRDefault="00E55308" w:rsidP="00E55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55308">
              <w:rPr>
                <w:rFonts w:eastAsia="Calibri"/>
                <w:sz w:val="20"/>
                <w:lang w:eastAsia="en-US"/>
              </w:rPr>
              <w:t>513,840</w:t>
            </w:r>
          </w:p>
        </w:tc>
      </w:tr>
    </w:tbl>
    <w:p w:rsidR="00016631" w:rsidRDefault="00E55308" w:rsidP="00016631">
      <w:pPr>
        <w:spacing w:line="276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».</w:t>
      </w:r>
    </w:p>
    <w:sectPr w:rsidR="000166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1880">
      <w:rPr>
        <w:rStyle w:val="a9"/>
        <w:noProof/>
      </w:rPr>
      <w:t>12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5BD0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BDC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6EE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209F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39F6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183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1880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06604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EA0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4B90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5308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512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E55308"/>
  </w:style>
  <w:style w:type="numbering" w:customStyle="1" w:styleId="2">
    <w:name w:val="Нет списка2"/>
    <w:next w:val="a2"/>
    <w:uiPriority w:val="99"/>
    <w:semiHidden/>
    <w:unhideWhenUsed/>
    <w:rsid w:val="00E55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E55308"/>
  </w:style>
  <w:style w:type="numbering" w:customStyle="1" w:styleId="2">
    <w:name w:val="Нет списка2"/>
    <w:next w:val="a2"/>
    <w:uiPriority w:val="99"/>
    <w:semiHidden/>
    <w:unhideWhenUsed/>
    <w:rsid w:val="00E55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</TotalTime>
  <Pages>12</Pages>
  <Words>3712</Words>
  <Characters>25079</Characters>
  <Application>Microsoft Office Word</Application>
  <DocSecurity>0</DocSecurity>
  <Lines>208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2019-11-11T09:56:00Z</cp:lastPrinted>
  <dcterms:created xsi:type="dcterms:W3CDTF">2019-06-06T13:26:00Z</dcterms:created>
  <dcterms:modified xsi:type="dcterms:W3CDTF">2019-11-18T10:41:00Z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