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77D78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02E0E" w:rsidP="00E20A3C">
            <w:pPr>
              <w:tabs>
                <w:tab w:val="center" w:pos="2160"/>
              </w:tabs>
              <w:ind w:left="-108"/>
              <w:jc w:val="center"/>
            </w:pPr>
            <w:r>
              <w:t>52/29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D15A4A" w:rsidRDefault="00D15A4A" w:rsidP="000127AE">
            <w:pPr>
              <w:jc w:val="center"/>
              <w:rPr>
                <w:szCs w:val="28"/>
              </w:rPr>
            </w:pPr>
            <w:r w:rsidRPr="00D15A4A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85764D" w:rsidRPr="00C72BC0" w:rsidRDefault="00D15A4A" w:rsidP="000127AE">
            <w:pPr>
              <w:jc w:val="center"/>
              <w:rPr>
                <w:bCs/>
                <w:szCs w:val="28"/>
              </w:rPr>
            </w:pPr>
            <w:r w:rsidRPr="00D15A4A">
              <w:rPr>
                <w:szCs w:val="28"/>
              </w:rPr>
              <w:t xml:space="preserve">от 4 декабря 2018 г. № 49/49 «Об установлении МУНИЦИПАЛЬНОМУ УНИТАРНОМУ ПРЕДПРИЯТИЮ «ШАХУНСКИЕ ОБЪЕДИНЕННЫЕ КОММУНАЛЬНЫЕ СИСТЕМЫ» (ИНН 5239010688), </w:t>
            </w:r>
            <w:proofErr w:type="spellStart"/>
            <w:r w:rsidRPr="00D15A4A">
              <w:rPr>
                <w:szCs w:val="28"/>
              </w:rPr>
              <w:t>р.п</w:t>
            </w:r>
            <w:proofErr w:type="spellEnd"/>
            <w:r w:rsidRPr="00D15A4A">
              <w:rPr>
                <w:szCs w:val="28"/>
              </w:rPr>
              <w:t xml:space="preserve">. </w:t>
            </w:r>
            <w:proofErr w:type="spellStart"/>
            <w:r w:rsidRPr="00D15A4A">
              <w:rPr>
                <w:szCs w:val="28"/>
              </w:rPr>
              <w:t>Сява</w:t>
            </w:r>
            <w:proofErr w:type="spellEnd"/>
            <w:r w:rsidRPr="00D15A4A">
              <w:rPr>
                <w:szCs w:val="28"/>
              </w:rPr>
              <w:t xml:space="preserve"> городского округа город Шахунья Нижегородской области, тарифов в сфере холодного водоснабжения и водоотведения </w:t>
            </w:r>
            <w:r w:rsidR="00B77D78">
              <w:rPr>
                <w:szCs w:val="28"/>
              </w:rPr>
              <w:br/>
            </w:r>
            <w:r w:rsidRPr="00D15A4A">
              <w:rPr>
                <w:szCs w:val="28"/>
              </w:rPr>
              <w:t xml:space="preserve">для потребителей на территории с. </w:t>
            </w:r>
            <w:proofErr w:type="spellStart"/>
            <w:r w:rsidRPr="00D15A4A">
              <w:rPr>
                <w:szCs w:val="28"/>
              </w:rPr>
              <w:t>Верховское</w:t>
            </w:r>
            <w:proofErr w:type="spellEnd"/>
            <w:r w:rsidRPr="00D15A4A">
              <w:rPr>
                <w:szCs w:val="28"/>
              </w:rPr>
              <w:t xml:space="preserve"> городского округа город Шахунья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B77D78" w:rsidRDefault="00261BEB" w:rsidP="00C72BC0">
      <w:pPr>
        <w:pStyle w:val="ac"/>
        <w:jc w:val="center"/>
      </w:pPr>
    </w:p>
    <w:p w:rsidR="000C3EA3" w:rsidRDefault="000C3EA3" w:rsidP="00C72BC0">
      <w:pPr>
        <w:pStyle w:val="ac"/>
        <w:jc w:val="center"/>
      </w:pPr>
    </w:p>
    <w:p w:rsidR="00102E0E" w:rsidRPr="00B77D78" w:rsidRDefault="00102E0E" w:rsidP="00C72BC0">
      <w:pPr>
        <w:pStyle w:val="ac"/>
        <w:jc w:val="center"/>
      </w:pPr>
    </w:p>
    <w:p w:rsidR="00D15A4A" w:rsidRPr="00D15A4A" w:rsidRDefault="00D15A4A" w:rsidP="00D15A4A">
      <w:pPr>
        <w:spacing w:line="276" w:lineRule="auto"/>
        <w:ind w:firstLine="720"/>
        <w:jc w:val="both"/>
        <w:rPr>
          <w:szCs w:val="24"/>
        </w:rPr>
      </w:pPr>
      <w:r w:rsidRPr="00D15A4A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D15A4A">
        <w:rPr>
          <w:noProof/>
          <w:szCs w:val="24"/>
        </w:rPr>
        <w:t xml:space="preserve">МУНИЦИПАЛЬНЫМ УНИТАРНЫМ ПРЕДПРИЯТИЕМ «ШАХУНСКИЕ ОБЪЕДИНЕННЫЕ КОММУНАЛЬНЫЕ СИСТЕМЫ» </w:t>
      </w:r>
      <w:r w:rsidR="00B77D78">
        <w:rPr>
          <w:noProof/>
          <w:szCs w:val="24"/>
        </w:rPr>
        <w:br/>
      </w:r>
      <w:r w:rsidRPr="00D15A4A">
        <w:rPr>
          <w:noProof/>
          <w:szCs w:val="24"/>
        </w:rPr>
        <w:t>(ИНН 5239010688), р.п. Сява городского округа город Шахунья Нижегородской области</w:t>
      </w:r>
      <w:r w:rsidRPr="00D15A4A">
        <w:rPr>
          <w:szCs w:val="24"/>
        </w:rPr>
        <w:t xml:space="preserve">, экспертного заключения </w:t>
      </w:r>
      <w:r w:rsidRPr="001B4637">
        <w:rPr>
          <w:szCs w:val="24"/>
        </w:rPr>
        <w:t>рег. № в-</w:t>
      </w:r>
      <w:r w:rsidR="001B4637" w:rsidRPr="001B4637">
        <w:rPr>
          <w:szCs w:val="24"/>
        </w:rPr>
        <w:t>691</w:t>
      </w:r>
      <w:r w:rsidRPr="001B4637">
        <w:rPr>
          <w:szCs w:val="24"/>
        </w:rPr>
        <w:t xml:space="preserve"> от </w:t>
      </w:r>
      <w:r w:rsidR="00B77D78" w:rsidRPr="001B4637">
        <w:rPr>
          <w:szCs w:val="24"/>
        </w:rPr>
        <w:t>12</w:t>
      </w:r>
      <w:r w:rsidR="00B77D78" w:rsidRPr="00B77D78">
        <w:rPr>
          <w:szCs w:val="24"/>
        </w:rPr>
        <w:t xml:space="preserve"> ноября</w:t>
      </w:r>
      <w:r w:rsidRPr="00B77D78">
        <w:rPr>
          <w:szCs w:val="24"/>
        </w:rPr>
        <w:t xml:space="preserve"> 2019</w:t>
      </w:r>
      <w:r w:rsidRPr="00D15A4A">
        <w:rPr>
          <w:szCs w:val="24"/>
        </w:rPr>
        <w:t xml:space="preserve"> г.:</w:t>
      </w:r>
    </w:p>
    <w:p w:rsidR="00D15A4A" w:rsidRPr="00D15A4A" w:rsidRDefault="00D15A4A" w:rsidP="00D15A4A">
      <w:pPr>
        <w:spacing w:line="276" w:lineRule="auto"/>
        <w:ind w:firstLine="709"/>
        <w:jc w:val="both"/>
        <w:rPr>
          <w:szCs w:val="24"/>
        </w:rPr>
      </w:pPr>
      <w:r w:rsidRPr="00D15A4A">
        <w:rPr>
          <w:b/>
          <w:szCs w:val="24"/>
        </w:rPr>
        <w:t xml:space="preserve">1. </w:t>
      </w:r>
      <w:r w:rsidRPr="00D15A4A">
        <w:rPr>
          <w:bCs/>
          <w:szCs w:val="24"/>
        </w:rPr>
        <w:t xml:space="preserve">Внести в решение региональной службы по тарифам Нижегородской области </w:t>
      </w:r>
      <w:r w:rsidRPr="00D15A4A">
        <w:rPr>
          <w:szCs w:val="24"/>
        </w:rPr>
        <w:t xml:space="preserve">от 4 декабря 2018 г. № 49/49 «Об установлении МУНИЦИПАЛЬНОМУ УНИТАРНОМУ ПРЕДПРИЯТИЮ «ШАХУНСКИЕ ОБЪЕДИНЕННЫЕ КОММУНАЛЬНЫЕ СИСТЕМЫ» (ИНН 5239010688), </w:t>
      </w:r>
      <w:proofErr w:type="spellStart"/>
      <w:r w:rsidRPr="00D15A4A">
        <w:rPr>
          <w:szCs w:val="24"/>
        </w:rPr>
        <w:t>р.п</w:t>
      </w:r>
      <w:proofErr w:type="spellEnd"/>
      <w:r w:rsidRPr="00D15A4A">
        <w:rPr>
          <w:szCs w:val="24"/>
        </w:rPr>
        <w:t xml:space="preserve">. </w:t>
      </w:r>
      <w:proofErr w:type="spellStart"/>
      <w:r w:rsidRPr="00D15A4A">
        <w:rPr>
          <w:szCs w:val="24"/>
        </w:rPr>
        <w:t>Сява</w:t>
      </w:r>
      <w:proofErr w:type="spellEnd"/>
      <w:r w:rsidRPr="00D15A4A">
        <w:rPr>
          <w:szCs w:val="24"/>
        </w:rPr>
        <w:t xml:space="preserve"> городского округа город Шахунья Нижегородской области, тарифов в сфере холодного водоснабжения и водоотведения для потребителей на территории с. </w:t>
      </w:r>
      <w:proofErr w:type="spellStart"/>
      <w:r w:rsidRPr="00D15A4A">
        <w:rPr>
          <w:szCs w:val="24"/>
        </w:rPr>
        <w:t>Верховское</w:t>
      </w:r>
      <w:proofErr w:type="spellEnd"/>
      <w:r w:rsidRPr="00D15A4A">
        <w:rPr>
          <w:szCs w:val="24"/>
        </w:rPr>
        <w:t xml:space="preserve"> городского округа город Шахунья Нижегородской области» </w:t>
      </w:r>
      <w:r w:rsidRPr="00D15A4A">
        <w:rPr>
          <w:noProof/>
          <w:szCs w:val="24"/>
        </w:rPr>
        <w:t>следующие изменения:</w:t>
      </w:r>
    </w:p>
    <w:p w:rsidR="00D15A4A" w:rsidRPr="00D15A4A" w:rsidRDefault="00D15A4A" w:rsidP="00D15A4A">
      <w:pPr>
        <w:spacing w:line="276" w:lineRule="auto"/>
        <w:jc w:val="both"/>
        <w:rPr>
          <w:szCs w:val="24"/>
        </w:rPr>
      </w:pPr>
      <w:r w:rsidRPr="00D15A4A">
        <w:rPr>
          <w:b/>
          <w:i/>
          <w:szCs w:val="24"/>
        </w:rPr>
        <w:lastRenderedPageBreak/>
        <w:t>1.1.</w:t>
      </w:r>
      <w:r w:rsidRPr="00D15A4A">
        <w:rPr>
          <w:szCs w:val="24"/>
        </w:rPr>
        <w:t xml:space="preserve"> Таблицу пункта 3 решения изложить в следующей редакции:</w:t>
      </w:r>
    </w:p>
    <w:p w:rsidR="00D15A4A" w:rsidRPr="00D15A4A" w:rsidRDefault="00D15A4A" w:rsidP="00D15A4A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D15A4A">
        <w:rPr>
          <w:szCs w:val="24"/>
        </w:rPr>
        <w:t>«</w:t>
      </w:r>
    </w:p>
    <w:tbl>
      <w:tblPr>
        <w:tblW w:w="48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3078"/>
        <w:gridCol w:w="1106"/>
        <w:gridCol w:w="1036"/>
        <w:gridCol w:w="1042"/>
        <w:gridCol w:w="882"/>
        <w:gridCol w:w="1044"/>
        <w:gridCol w:w="979"/>
      </w:tblGrid>
      <w:tr w:rsidR="00D15A4A" w:rsidRPr="00B33B4B" w:rsidTr="006C3C27">
        <w:trPr>
          <w:trHeight w:val="281"/>
          <w:jc w:val="center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33B4B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B33B4B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B33B4B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33B4B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1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33B4B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D15A4A" w:rsidRPr="00B33B4B" w:rsidTr="006C3C27">
        <w:trPr>
          <w:cantSplit/>
          <w:trHeight w:val="138"/>
          <w:jc w:val="center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4A" w:rsidRPr="00B33B4B" w:rsidRDefault="00D15A4A" w:rsidP="00B77D7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4A" w:rsidRPr="00B33B4B" w:rsidRDefault="00D15A4A" w:rsidP="00B77D7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33B4B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33B4B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33B4B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</w:tr>
      <w:tr w:rsidR="00D15A4A" w:rsidRPr="00B33B4B" w:rsidTr="006C3C27">
        <w:trPr>
          <w:cantSplit/>
          <w:trHeight w:val="357"/>
          <w:jc w:val="center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4A" w:rsidRPr="00B33B4B" w:rsidRDefault="00D15A4A" w:rsidP="00B77D7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4A" w:rsidRPr="00B33B4B" w:rsidRDefault="00D15A4A" w:rsidP="00B77D7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33B4B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B33B4B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33B4B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33B4B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33B4B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33B4B" w:rsidRDefault="00D15A4A" w:rsidP="00B77D7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33B4B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6C3C27" w:rsidRPr="00B77D78" w:rsidTr="006C3C27">
        <w:trPr>
          <w:trHeight w:val="133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7" w:rsidRPr="00870A7D" w:rsidRDefault="006C3C27" w:rsidP="006C3C2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70A7D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7" w:rsidRPr="00B77D78" w:rsidRDefault="006C3C27" w:rsidP="006C3C27">
            <w:pPr>
              <w:rPr>
                <w:noProof/>
                <w:sz w:val="20"/>
                <w:lang w:eastAsia="en-US"/>
              </w:rPr>
            </w:pPr>
            <w:r w:rsidRPr="00B77D78">
              <w:rPr>
                <w:sz w:val="20"/>
                <w:lang w:eastAsia="en-US"/>
              </w:rPr>
              <w:t>Питьевая вода, руб./м</w:t>
            </w:r>
            <w:r w:rsidRPr="00B77D7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CF62E0" w:rsidRDefault="006C3C27" w:rsidP="006C3C27">
            <w:pPr>
              <w:pStyle w:val="ac"/>
              <w:jc w:val="center"/>
              <w:rPr>
                <w:sz w:val="20"/>
              </w:rPr>
            </w:pPr>
            <w:r w:rsidRPr="00CF62E0">
              <w:rPr>
                <w:sz w:val="20"/>
              </w:rPr>
              <w:t>26,26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 w:rsidRPr="00BA63F0">
              <w:rPr>
                <w:sz w:val="20"/>
              </w:rPr>
              <w:t>26,78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 w:rsidRPr="00BA63F0">
              <w:rPr>
                <w:sz w:val="20"/>
              </w:rPr>
              <w:t>26,78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27,79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27,79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28,71</w:t>
            </w:r>
          </w:p>
        </w:tc>
      </w:tr>
      <w:tr w:rsidR="006C3C27" w:rsidRPr="00B77D78" w:rsidTr="006C3C27">
        <w:trPr>
          <w:trHeight w:val="133"/>
          <w:jc w:val="center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7" w:rsidRPr="00870A7D" w:rsidRDefault="006C3C27" w:rsidP="006C3C2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70A7D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C27" w:rsidRPr="00B77D78" w:rsidRDefault="006C3C27" w:rsidP="006C3C27">
            <w:pPr>
              <w:rPr>
                <w:noProof/>
                <w:sz w:val="20"/>
                <w:lang w:eastAsia="en-US"/>
              </w:rPr>
            </w:pPr>
            <w:r w:rsidRPr="00B77D78">
              <w:rPr>
                <w:sz w:val="20"/>
                <w:lang w:eastAsia="en-US"/>
              </w:rPr>
              <w:t>Питьевая вода, руб./м</w:t>
            </w:r>
            <w:r w:rsidRPr="00B77D7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CF62E0" w:rsidRDefault="006C3C27" w:rsidP="006C3C27">
            <w:pPr>
              <w:pStyle w:val="ac"/>
              <w:jc w:val="center"/>
              <w:rPr>
                <w:sz w:val="20"/>
              </w:rPr>
            </w:pPr>
            <w:r w:rsidRPr="00CF62E0">
              <w:rPr>
                <w:sz w:val="20"/>
              </w:rPr>
              <w:t>26,26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 w:rsidRPr="00BA63F0">
              <w:rPr>
                <w:sz w:val="20"/>
              </w:rPr>
              <w:t>26,78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 w:rsidRPr="00BA63F0">
              <w:rPr>
                <w:sz w:val="20"/>
              </w:rPr>
              <w:t>26,78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27,79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27,79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28,71</w:t>
            </w:r>
          </w:p>
        </w:tc>
      </w:tr>
      <w:tr w:rsidR="006C3C27" w:rsidRPr="00B77D78" w:rsidTr="006C3C27">
        <w:trPr>
          <w:trHeight w:val="132"/>
          <w:jc w:val="center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7" w:rsidRPr="00870A7D" w:rsidRDefault="006C3C27" w:rsidP="006C3C27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7" w:rsidRPr="00B77D78" w:rsidRDefault="006C3C27" w:rsidP="006C3C27">
            <w:pPr>
              <w:rPr>
                <w:noProof/>
                <w:sz w:val="20"/>
                <w:lang w:eastAsia="en-US"/>
              </w:rPr>
            </w:pPr>
            <w:r w:rsidRPr="00B77D78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77D78" w:rsidRDefault="006C3C27" w:rsidP="006C3C27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77D78" w:rsidRDefault="006C3C27" w:rsidP="006C3C27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77D78" w:rsidRDefault="006C3C27" w:rsidP="006C3C27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77D78" w:rsidRDefault="006C3C27" w:rsidP="006C3C2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77D78" w:rsidRDefault="006C3C27" w:rsidP="006C3C2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77D78" w:rsidRDefault="006C3C27" w:rsidP="006C3C27">
            <w:pPr>
              <w:jc w:val="center"/>
              <w:rPr>
                <w:sz w:val="20"/>
                <w:highlight w:val="yellow"/>
              </w:rPr>
            </w:pPr>
          </w:p>
        </w:tc>
      </w:tr>
      <w:tr w:rsidR="006C3C27" w:rsidRPr="00B77D78" w:rsidTr="006C3C27">
        <w:trPr>
          <w:trHeight w:val="132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7" w:rsidRPr="00870A7D" w:rsidRDefault="006C3C27" w:rsidP="006C3C2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70A7D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7" w:rsidRPr="00B77D78" w:rsidRDefault="006C3C27" w:rsidP="006C3C27">
            <w:pPr>
              <w:rPr>
                <w:noProof/>
                <w:sz w:val="20"/>
                <w:lang w:eastAsia="en-US"/>
              </w:rPr>
            </w:pPr>
            <w:r w:rsidRPr="00B77D78">
              <w:rPr>
                <w:sz w:val="20"/>
                <w:lang w:eastAsia="en-US"/>
              </w:rPr>
              <w:t>Водоотведение, руб./м</w:t>
            </w:r>
            <w:r w:rsidRPr="00B77D7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CF62E0" w:rsidRDefault="006C3C27" w:rsidP="006C3C27">
            <w:pPr>
              <w:pStyle w:val="ac"/>
              <w:jc w:val="center"/>
              <w:rPr>
                <w:sz w:val="20"/>
              </w:rPr>
            </w:pPr>
            <w:r w:rsidRPr="00CF62E0">
              <w:rPr>
                <w:sz w:val="20"/>
              </w:rPr>
              <w:t>22,81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 w:rsidRPr="00BA63F0">
              <w:rPr>
                <w:sz w:val="20"/>
              </w:rPr>
              <w:t>23,26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 w:rsidRPr="00BA63F0">
              <w:rPr>
                <w:sz w:val="20"/>
              </w:rPr>
              <w:t>23,26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24,19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24,19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24,53</w:t>
            </w:r>
          </w:p>
        </w:tc>
      </w:tr>
      <w:tr w:rsidR="006C3C27" w:rsidRPr="00B77D78" w:rsidTr="006C3C27">
        <w:trPr>
          <w:trHeight w:val="132"/>
          <w:jc w:val="center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7" w:rsidRPr="00870A7D" w:rsidRDefault="006C3C27" w:rsidP="006C3C2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70A7D"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C27" w:rsidRPr="00B77D78" w:rsidRDefault="006C3C27" w:rsidP="006C3C27">
            <w:pPr>
              <w:rPr>
                <w:noProof/>
                <w:sz w:val="20"/>
                <w:lang w:eastAsia="en-US"/>
              </w:rPr>
            </w:pPr>
            <w:r w:rsidRPr="00B77D78">
              <w:rPr>
                <w:sz w:val="20"/>
                <w:lang w:eastAsia="en-US"/>
              </w:rPr>
              <w:t>Водоотведение, руб./м</w:t>
            </w:r>
            <w:r w:rsidRPr="00B77D7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CF62E0" w:rsidRDefault="006C3C27" w:rsidP="006C3C27">
            <w:pPr>
              <w:pStyle w:val="ac"/>
              <w:jc w:val="center"/>
              <w:rPr>
                <w:sz w:val="20"/>
              </w:rPr>
            </w:pPr>
            <w:r w:rsidRPr="00CF62E0">
              <w:rPr>
                <w:sz w:val="20"/>
              </w:rPr>
              <w:t>22,81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 w:rsidRPr="00BA63F0">
              <w:rPr>
                <w:sz w:val="20"/>
              </w:rPr>
              <w:t>23,26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 w:rsidRPr="00BA63F0">
              <w:rPr>
                <w:sz w:val="20"/>
              </w:rPr>
              <w:t>23,26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24,19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24,19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C27" w:rsidRPr="00BA63F0" w:rsidRDefault="006C3C27" w:rsidP="006C3C2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24,53</w:t>
            </w:r>
          </w:p>
        </w:tc>
      </w:tr>
      <w:tr w:rsidR="00D15A4A" w:rsidRPr="00B77D78" w:rsidTr="006C3C27">
        <w:trPr>
          <w:trHeight w:val="132"/>
          <w:jc w:val="center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4A" w:rsidRPr="00B33B4B" w:rsidRDefault="00D15A4A" w:rsidP="00B77D78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4A" w:rsidRPr="00B77D78" w:rsidRDefault="00D15A4A" w:rsidP="00B77D78">
            <w:pPr>
              <w:rPr>
                <w:noProof/>
                <w:sz w:val="20"/>
                <w:lang w:eastAsia="en-US"/>
              </w:rPr>
            </w:pPr>
            <w:r w:rsidRPr="00B77D78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4A" w:rsidRPr="00B77D78" w:rsidRDefault="00D15A4A" w:rsidP="00B77D7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4A" w:rsidRPr="00B77D78" w:rsidRDefault="00D15A4A" w:rsidP="00B77D7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4A" w:rsidRPr="00B77D78" w:rsidRDefault="00D15A4A" w:rsidP="00B77D7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4A" w:rsidRPr="00B77D78" w:rsidRDefault="00D15A4A" w:rsidP="00B77D7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4A" w:rsidRPr="00B77D78" w:rsidRDefault="00D15A4A" w:rsidP="00B77D7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4A" w:rsidRPr="00B77D78" w:rsidRDefault="00D15A4A" w:rsidP="00B77D78">
            <w:pPr>
              <w:rPr>
                <w:sz w:val="20"/>
              </w:rPr>
            </w:pPr>
          </w:p>
        </w:tc>
      </w:tr>
    </w:tbl>
    <w:p w:rsidR="009E7ECA" w:rsidRPr="009E7ECA" w:rsidRDefault="00D15A4A" w:rsidP="00D15A4A">
      <w:pPr>
        <w:spacing w:line="276" w:lineRule="auto"/>
        <w:jc w:val="right"/>
        <w:rPr>
          <w:szCs w:val="28"/>
        </w:rPr>
      </w:pPr>
      <w:r w:rsidRPr="00D15A4A">
        <w:rPr>
          <w:szCs w:val="28"/>
        </w:rPr>
        <w:t>».</w:t>
      </w:r>
    </w:p>
    <w:p w:rsidR="009E7ECA" w:rsidRPr="009E7ECA" w:rsidRDefault="009E7ECA" w:rsidP="00D15A4A">
      <w:pPr>
        <w:spacing w:line="276" w:lineRule="auto"/>
        <w:jc w:val="both"/>
        <w:rPr>
          <w:szCs w:val="28"/>
        </w:rPr>
      </w:pPr>
      <w:r w:rsidRPr="009E7ECA">
        <w:rPr>
          <w:b/>
          <w:i/>
          <w:szCs w:val="28"/>
        </w:rPr>
        <w:t>1.2.</w:t>
      </w:r>
      <w:r w:rsidRPr="009E7ECA">
        <w:rPr>
          <w:szCs w:val="28"/>
        </w:rPr>
        <w:t xml:space="preserve"> </w:t>
      </w:r>
      <w:r w:rsidRPr="009E7ECA">
        <w:rPr>
          <w:noProof/>
          <w:szCs w:val="28"/>
        </w:rPr>
        <w:t xml:space="preserve">Приложения 1, 2 </w:t>
      </w:r>
      <w:r w:rsidRPr="009E7ECA">
        <w:rPr>
          <w:szCs w:val="28"/>
        </w:rPr>
        <w:t xml:space="preserve">к решению изложить в новой редакции согласно </w:t>
      </w:r>
      <w:r w:rsidRPr="009E7ECA">
        <w:rPr>
          <w:noProof/>
          <w:szCs w:val="28"/>
        </w:rPr>
        <w:t xml:space="preserve">Приложениям 1, 2 </w:t>
      </w:r>
      <w:r w:rsidRPr="009E7ECA">
        <w:rPr>
          <w:szCs w:val="28"/>
        </w:rPr>
        <w:t>к настоящему решению.</w:t>
      </w:r>
    </w:p>
    <w:p w:rsidR="006F7468" w:rsidRPr="009E7ECA" w:rsidRDefault="006F7468" w:rsidP="00D15A4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B77D78">
      <w:pPr>
        <w:pStyle w:val="ac"/>
      </w:pPr>
    </w:p>
    <w:p w:rsidR="007016A7" w:rsidRDefault="007016A7" w:rsidP="00B77D78">
      <w:pPr>
        <w:pStyle w:val="ac"/>
      </w:pPr>
    </w:p>
    <w:p w:rsidR="007016A7" w:rsidRPr="007D25C7" w:rsidRDefault="007016A7" w:rsidP="00B77D78">
      <w:pPr>
        <w:pStyle w:val="ac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BD1AA2" w:rsidRDefault="00BD1AA2" w:rsidP="009E54A8"/>
          <w:p w:rsidR="007016A7" w:rsidRDefault="007016A7" w:rsidP="007016A7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  <w:r w:rsidR="009D0937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B77D78">
              <w:t xml:space="preserve">от </w:t>
            </w:r>
            <w:r w:rsidR="00B77D78" w:rsidRPr="00B77D78">
              <w:t xml:space="preserve">19 ноября </w:t>
            </w:r>
            <w:r w:rsidR="00F1607E" w:rsidRPr="00B77D78">
              <w:t xml:space="preserve">2019 </w:t>
            </w:r>
            <w:r w:rsidR="00CC03DF" w:rsidRPr="00B77D78">
              <w:t>г.</w:t>
            </w:r>
            <w:r w:rsidRPr="00B77D78">
              <w:t xml:space="preserve"> №</w:t>
            </w:r>
            <w:r w:rsidR="006B0802" w:rsidRPr="00D74902">
              <w:t xml:space="preserve"> </w:t>
            </w:r>
            <w:r w:rsidR="00102E0E">
              <w:t>52/29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  <w:r w:rsidR="009D0937">
              <w:t>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D15A4A" w:rsidP="007016A7">
            <w:pPr>
              <w:ind w:left="3552"/>
              <w:jc w:val="center"/>
              <w:rPr>
                <w:lang w:val="en-US"/>
              </w:rPr>
            </w:pPr>
            <w:r w:rsidRPr="00D15A4A">
              <w:t>от 4 декабря 2018 г. № 49/49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15A4A" w:rsidRPr="00D15A4A" w:rsidRDefault="00D15A4A" w:rsidP="00D15A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15A4A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D15A4A" w:rsidRPr="00D15A4A" w:rsidRDefault="00D15A4A" w:rsidP="00D15A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15A4A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0127AE" w:rsidRDefault="00D15A4A" w:rsidP="00D15A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15A4A">
              <w:rPr>
                <w:b/>
                <w:sz w:val="24"/>
                <w:szCs w:val="24"/>
              </w:rPr>
              <w:t xml:space="preserve">потребителям на территории с. </w:t>
            </w:r>
            <w:proofErr w:type="spellStart"/>
            <w:r w:rsidRPr="00D15A4A">
              <w:rPr>
                <w:b/>
                <w:sz w:val="24"/>
                <w:szCs w:val="24"/>
              </w:rPr>
              <w:t>Верховское</w:t>
            </w:r>
            <w:proofErr w:type="spellEnd"/>
            <w:r w:rsidRPr="00D15A4A">
              <w:rPr>
                <w:b/>
                <w:sz w:val="24"/>
                <w:szCs w:val="24"/>
              </w:rPr>
              <w:t xml:space="preserve"> городского округа город Шахунья Нижегородской области</w:t>
            </w:r>
          </w:p>
          <w:p w:rsidR="00D15A4A" w:rsidRPr="00C15EF7" w:rsidRDefault="00D15A4A" w:rsidP="00D15A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0127AE" w:rsidRPr="00230D2B" w:rsidRDefault="009E7ECA" w:rsidP="00230D2B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EC044F">
        <w:rPr>
          <w:sz w:val="24"/>
          <w:szCs w:val="24"/>
          <w:lang w:eastAsia="en-US"/>
        </w:rPr>
        <w:t xml:space="preserve">19 </w:t>
      </w:r>
      <w:r>
        <w:rPr>
          <w:sz w:val="24"/>
          <w:szCs w:val="24"/>
          <w:lang w:eastAsia="en-US"/>
        </w:rPr>
        <w:t>г. по 31.12.202</w:t>
      </w:r>
      <w:r w:rsidR="00D15A4A">
        <w:rPr>
          <w:sz w:val="24"/>
          <w:szCs w:val="24"/>
          <w:lang w:eastAsia="en-US"/>
        </w:rPr>
        <w:t>1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7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37"/>
        <w:gridCol w:w="22"/>
        <w:gridCol w:w="1022"/>
        <w:gridCol w:w="688"/>
        <w:gridCol w:w="42"/>
        <w:gridCol w:w="438"/>
        <w:gridCol w:w="730"/>
        <w:gridCol w:w="501"/>
        <w:gridCol w:w="180"/>
        <w:gridCol w:w="341"/>
        <w:gridCol w:w="876"/>
        <w:gridCol w:w="194"/>
        <w:gridCol w:w="1413"/>
      </w:tblGrid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230D2B" w:rsidRPr="00230D2B" w:rsidTr="0092735B">
        <w:trPr>
          <w:trHeight w:val="421"/>
          <w:tblCellSpacing w:w="5" w:type="nil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230D2B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44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МУНИЦИПАЛЬНОЕ УНИТАРНОЕ ПРЕДПРИЯТИЕ «ШАХУНСКИЕ ОБЪЕДИНЕННЫЕ КОММУНАЛЬНЫЕ СИСТЕМЫ»</w:t>
            </w:r>
            <w:r w:rsidR="0092735B">
              <w:rPr>
                <w:rFonts w:eastAsia="Calibri"/>
                <w:sz w:val="20"/>
                <w:lang w:eastAsia="en-US"/>
              </w:rPr>
              <w:t xml:space="preserve"> </w:t>
            </w:r>
            <w:r w:rsidRPr="00230D2B">
              <w:rPr>
                <w:rFonts w:eastAsia="Calibri"/>
                <w:sz w:val="20"/>
                <w:lang w:eastAsia="en-US"/>
              </w:rPr>
              <w:t>(ИНН 5239010688)</w:t>
            </w:r>
          </w:p>
        </w:tc>
      </w:tr>
      <w:tr w:rsidR="00230D2B" w:rsidRPr="00230D2B" w:rsidTr="0092735B">
        <w:trPr>
          <w:trHeight w:val="360"/>
          <w:tblCellSpacing w:w="5" w:type="nil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44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606903, Нижегородская область, городской округ город Шахунья,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р.п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 xml:space="preserve">.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Сява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 xml:space="preserve">, ул.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Молодцова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>, д. 15А</w:t>
            </w:r>
          </w:p>
        </w:tc>
      </w:tr>
      <w:tr w:rsidR="00230D2B" w:rsidRPr="00230D2B" w:rsidTr="0092735B">
        <w:trPr>
          <w:trHeight w:val="457"/>
          <w:tblCellSpacing w:w="5" w:type="nil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44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230D2B" w:rsidRPr="00230D2B" w:rsidTr="0092735B">
        <w:trPr>
          <w:trHeight w:val="360"/>
          <w:tblCellSpacing w:w="5" w:type="nil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44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230D2B">
              <w:rPr>
                <w:rFonts w:eastAsia="Calibri"/>
                <w:sz w:val="20"/>
                <w:lang w:eastAsia="en-US"/>
              </w:rPr>
              <w:t xml:space="preserve">Нижний Новгород, Кремль, корпус 1 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230D2B" w:rsidRPr="00230D2B" w:rsidTr="0092735B">
        <w:trPr>
          <w:trHeight w:val="269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30D2B" w:rsidRPr="00230D2B" w:rsidTr="0092735B">
        <w:trPr>
          <w:trHeight w:val="296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Подано воды всего, тыс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.м</w:t>
            </w:r>
            <w:proofErr w:type="gramEnd"/>
            <w:r w:rsidRPr="00230D2B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230D2B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>12,688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>12,688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>12,688</w:t>
            </w:r>
          </w:p>
        </w:tc>
      </w:tr>
      <w:tr w:rsidR="00230D2B" w:rsidRPr="00230D2B" w:rsidTr="0092735B">
        <w:trPr>
          <w:trHeight w:val="296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9,915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9,915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9,915</w:t>
            </w:r>
          </w:p>
        </w:tc>
      </w:tr>
      <w:tr w:rsidR="00230D2B" w:rsidRPr="00230D2B" w:rsidTr="0092735B">
        <w:trPr>
          <w:trHeight w:val="296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1,495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1,495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1,495</w:t>
            </w:r>
          </w:p>
        </w:tc>
      </w:tr>
      <w:tr w:rsidR="00230D2B" w:rsidRPr="00230D2B" w:rsidTr="0092735B">
        <w:trPr>
          <w:trHeight w:val="296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1,278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1,278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>1,278</w:t>
            </w:r>
          </w:p>
        </w:tc>
      </w:tr>
      <w:tr w:rsidR="00230D2B" w:rsidRPr="00230D2B" w:rsidTr="0092735B">
        <w:trPr>
          <w:trHeight w:val="296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96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230D2B" w:rsidRPr="00230D2B" w:rsidTr="0092735B">
        <w:trPr>
          <w:trHeight w:val="223"/>
          <w:tblCellSpacing w:w="5" w:type="nil"/>
        </w:trPr>
        <w:tc>
          <w:tcPr>
            <w:tcW w:w="33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5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0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30D2B" w:rsidRPr="00230D2B" w:rsidTr="0092735B">
        <w:trPr>
          <w:trHeight w:val="255"/>
          <w:tblCellSpacing w:w="5" w:type="nil"/>
        </w:trPr>
        <w:tc>
          <w:tcPr>
            <w:tcW w:w="335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329,83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329,83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6,64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6,64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51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Итого на  период 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336,47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336,47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lastRenderedPageBreak/>
              <w:t>Производственные расходы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338,97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338,97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7,22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7,22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5111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период с 01.01.2020 по 31.12.2020  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346,19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346,19</w:t>
            </w:r>
          </w:p>
        </w:tc>
      </w:tr>
      <w:tr w:rsidR="00230D2B" w:rsidRPr="00230D2B" w:rsidTr="0092735B">
        <w:trPr>
          <w:trHeight w:val="178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350,57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350,57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7,91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7,91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358,48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358,48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1041,14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1041,14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230D2B" w:rsidRPr="00230D2B" w:rsidTr="0092735B">
        <w:trPr>
          <w:trHeight w:val="360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</w:t>
            </w:r>
            <w:r w:rsidRPr="00230D2B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систем водоснабжения </w:t>
            </w:r>
          </w:p>
        </w:tc>
      </w:tr>
      <w:tr w:rsidR="00230D2B" w:rsidRPr="00230D2B" w:rsidTr="0092735B">
        <w:trPr>
          <w:trHeight w:val="223"/>
          <w:tblCellSpacing w:w="5" w:type="nil"/>
        </w:trPr>
        <w:tc>
          <w:tcPr>
            <w:tcW w:w="33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5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Дата реализации мероприятия</w:t>
            </w:r>
          </w:p>
        </w:tc>
        <w:tc>
          <w:tcPr>
            <w:tcW w:w="30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30D2B" w:rsidRPr="00230D2B" w:rsidTr="0092735B">
        <w:trPr>
          <w:trHeight w:val="255"/>
          <w:tblCellSpacing w:w="5" w:type="nil"/>
        </w:trPr>
        <w:tc>
          <w:tcPr>
            <w:tcW w:w="335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51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230D2B" w:rsidRPr="00230D2B" w:rsidTr="0092735B">
        <w:trPr>
          <w:trHeight w:val="644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5111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78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360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питьевой воды </w:t>
            </w:r>
          </w:p>
        </w:tc>
      </w:tr>
      <w:tr w:rsidR="00230D2B" w:rsidRPr="00230D2B" w:rsidTr="0092735B">
        <w:trPr>
          <w:trHeight w:val="223"/>
          <w:tblCellSpacing w:w="5" w:type="nil"/>
        </w:trPr>
        <w:tc>
          <w:tcPr>
            <w:tcW w:w="33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5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0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30D2B" w:rsidRPr="00230D2B" w:rsidTr="0092735B">
        <w:trPr>
          <w:trHeight w:val="255"/>
          <w:tblCellSpacing w:w="5" w:type="nil"/>
        </w:trPr>
        <w:tc>
          <w:tcPr>
            <w:tcW w:w="335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92"/>
          <w:tblCellSpacing w:w="5" w:type="nil"/>
        </w:trPr>
        <w:tc>
          <w:tcPr>
            <w:tcW w:w="51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 период с 01.01.2019 по 31.12.2019  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01.01.2020 по 31.12.2020 год  </w:t>
            </w:r>
          </w:p>
        </w:tc>
      </w:tr>
      <w:tr w:rsidR="00230D2B" w:rsidRPr="00230D2B" w:rsidTr="0092735B">
        <w:trPr>
          <w:trHeight w:val="578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lastRenderedPageBreak/>
              <w:t>Мероприятие отсутствует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5111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78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360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  </w:t>
            </w:r>
            <w:r w:rsidRPr="00230D2B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 эффективности, в том числе по снижению потерь воды при транспортировке</w:t>
            </w:r>
            <w:r w:rsidRPr="00230D2B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230D2B" w:rsidRPr="00230D2B" w:rsidTr="0092735B">
        <w:trPr>
          <w:trHeight w:val="223"/>
          <w:tblCellSpacing w:w="5" w:type="nil"/>
        </w:trPr>
        <w:tc>
          <w:tcPr>
            <w:tcW w:w="33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5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0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30D2B" w:rsidRPr="00230D2B" w:rsidTr="0092735B">
        <w:trPr>
          <w:trHeight w:val="255"/>
          <w:tblCellSpacing w:w="5" w:type="nil"/>
        </w:trPr>
        <w:tc>
          <w:tcPr>
            <w:tcW w:w="335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51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5111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78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30D2B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230D2B" w:rsidRPr="00230D2B" w:rsidTr="0092735B">
        <w:trPr>
          <w:trHeight w:val="223"/>
          <w:tblCellSpacing w:w="5" w:type="nil"/>
        </w:trPr>
        <w:tc>
          <w:tcPr>
            <w:tcW w:w="33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5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0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30D2B" w:rsidRPr="00230D2B" w:rsidTr="0092735B">
        <w:trPr>
          <w:trHeight w:val="255"/>
          <w:tblCellSpacing w:w="5" w:type="nil"/>
        </w:trPr>
        <w:tc>
          <w:tcPr>
            <w:tcW w:w="335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51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период с 01.01.2019 по 31.12.2019 год  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5111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78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1"/>
          <w:tblCellSpacing w:w="5" w:type="nil"/>
        </w:trPr>
        <w:tc>
          <w:tcPr>
            <w:tcW w:w="50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230D2B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230D2B" w:rsidRPr="00230D2B" w:rsidTr="0092735B">
        <w:trPr>
          <w:trHeight w:val="215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1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230D2B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Период с 01.01.2019 по 31.12.2019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Период с 01.01.2020 по 31.12.2020 </w:t>
            </w:r>
          </w:p>
        </w:tc>
        <w:tc>
          <w:tcPr>
            <w:tcW w:w="141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Период с 01.01.2021 по 31.12.2021</w:t>
            </w:r>
          </w:p>
        </w:tc>
      </w:tr>
      <w:tr w:rsidR="00230D2B" w:rsidRPr="00230D2B" w:rsidTr="0092735B">
        <w:trPr>
          <w:trHeight w:val="212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230D2B" w:rsidRPr="00230D2B" w:rsidTr="0092735B">
        <w:trPr>
          <w:trHeight w:val="1396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30D2B" w:rsidRPr="00230D2B" w:rsidTr="0092735B">
        <w:trPr>
          <w:trHeight w:val="835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lastRenderedPageBreak/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30D2B" w:rsidRPr="00230D2B" w:rsidTr="0092735B">
        <w:trPr>
          <w:trHeight w:val="276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230D2B" w:rsidRPr="00230D2B" w:rsidTr="0092735B">
        <w:trPr>
          <w:trHeight w:val="844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1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30D2B" w:rsidRPr="00230D2B" w:rsidTr="0092735B">
        <w:trPr>
          <w:trHeight w:val="212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230D2B" w:rsidRPr="00230D2B" w:rsidTr="0092735B">
        <w:trPr>
          <w:trHeight w:val="212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30D2B" w:rsidRPr="00230D2B" w:rsidTr="0092735B">
        <w:trPr>
          <w:trHeight w:val="891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1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кВт*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230D2B">
              <w:rPr>
                <w:rFonts w:eastAsia="Calibri"/>
                <w:sz w:val="20"/>
                <w:lang w:eastAsia="en-US"/>
              </w:rPr>
              <w:t>/куб. м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30D2B" w:rsidRPr="00230D2B" w:rsidTr="0092735B">
        <w:trPr>
          <w:trHeight w:val="212"/>
          <w:tblCellSpacing w:w="5" w:type="nil"/>
        </w:trPr>
        <w:tc>
          <w:tcPr>
            <w:tcW w:w="43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кВт*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230D2B">
              <w:rPr>
                <w:rFonts w:eastAsia="Calibri"/>
                <w:sz w:val="20"/>
                <w:lang w:eastAsia="en-US"/>
              </w:rPr>
              <w:t>/куб. м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1,35</w:t>
            </w:r>
          </w:p>
        </w:tc>
        <w:tc>
          <w:tcPr>
            <w:tcW w:w="141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1,35</w:t>
            </w:r>
          </w:p>
        </w:tc>
        <w:tc>
          <w:tcPr>
            <w:tcW w:w="141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1,35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 xml:space="preserve"> 6. Расчет эффективности производственной программы        </w:t>
            </w:r>
          </w:p>
        </w:tc>
      </w:tr>
      <w:tr w:rsidR="00230D2B" w:rsidRPr="00230D2B" w:rsidTr="0092735B">
        <w:trPr>
          <w:trHeight w:val="215"/>
          <w:tblCellSpacing w:w="5" w:type="nil"/>
        </w:trPr>
        <w:tc>
          <w:tcPr>
            <w:tcW w:w="554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4235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96"/>
          <w:tblCellSpacing w:w="5" w:type="nil"/>
        </w:trPr>
        <w:tc>
          <w:tcPr>
            <w:tcW w:w="554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4235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2"/>
          <w:tblCellSpacing w:w="5" w:type="nil"/>
        </w:trPr>
        <w:tc>
          <w:tcPr>
            <w:tcW w:w="554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4235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212"/>
          <w:tblCellSpacing w:w="5" w:type="nil"/>
        </w:trPr>
        <w:tc>
          <w:tcPr>
            <w:tcW w:w="554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235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0D2B" w:rsidRPr="00230D2B" w:rsidTr="0092735B">
        <w:trPr>
          <w:trHeight w:val="360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  <w:r w:rsidRPr="00230D2B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230D2B" w:rsidRPr="00230D2B" w:rsidTr="0092735B">
        <w:trPr>
          <w:trHeight w:val="477"/>
          <w:tblCellSpacing w:w="5" w:type="nil"/>
        </w:trPr>
        <w:tc>
          <w:tcPr>
            <w:tcW w:w="817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8177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336,47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8177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346,19</w:t>
            </w:r>
          </w:p>
        </w:tc>
      </w:tr>
      <w:tr w:rsidR="00230D2B" w:rsidRPr="00230D2B" w:rsidTr="0092735B">
        <w:trPr>
          <w:trHeight w:val="209"/>
          <w:tblCellSpacing w:w="5" w:type="nil"/>
        </w:trPr>
        <w:tc>
          <w:tcPr>
            <w:tcW w:w="8177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358,48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817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Итого:</w:t>
            </w:r>
          </w:p>
        </w:tc>
        <w:tc>
          <w:tcPr>
            <w:tcW w:w="16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1041,14</w:t>
            </w:r>
          </w:p>
        </w:tc>
      </w:tr>
      <w:tr w:rsidR="00230D2B" w:rsidRPr="00230D2B" w:rsidTr="0092735B">
        <w:trPr>
          <w:trHeight w:val="360"/>
          <w:tblCellSpacing w:w="5" w:type="nil"/>
        </w:trPr>
        <w:tc>
          <w:tcPr>
            <w:tcW w:w="978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230D2B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230D2B" w:rsidRPr="00230D2B" w:rsidTr="0092735B">
        <w:trPr>
          <w:trHeight w:val="105"/>
          <w:tblCellSpacing w:w="5" w:type="nil"/>
        </w:trPr>
        <w:tc>
          <w:tcPr>
            <w:tcW w:w="730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2018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730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Объем подачи воды, 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.к</w:t>
            </w:r>
            <w:proofErr w:type="gramEnd"/>
            <w:r w:rsidRPr="00230D2B">
              <w:rPr>
                <w:rFonts w:eastAsia="Calibri"/>
                <w:sz w:val="20"/>
                <w:lang w:eastAsia="en-US"/>
              </w:rPr>
              <w:t>уб.м</w:t>
            </w:r>
            <w:proofErr w:type="spellEnd"/>
          </w:p>
        </w:tc>
        <w:tc>
          <w:tcPr>
            <w:tcW w:w="24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11,15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730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230D2B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24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632,51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730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230D2B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24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80,68</w:t>
            </w:r>
          </w:p>
        </w:tc>
      </w:tr>
      <w:tr w:rsidR="00230D2B" w:rsidRPr="00230D2B" w:rsidTr="0092735B">
        <w:trPr>
          <w:trHeight w:val="144"/>
          <w:tblCellSpacing w:w="5" w:type="nil"/>
        </w:trPr>
        <w:tc>
          <w:tcPr>
            <w:tcW w:w="730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Общий объем финансовых потребностей,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230D2B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230D2B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24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0D2B" w:rsidRPr="00230D2B" w:rsidRDefault="00230D2B" w:rsidP="00230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713,19</w:t>
            </w:r>
          </w:p>
        </w:tc>
      </w:tr>
    </w:tbl>
    <w:p w:rsidR="009D0937" w:rsidRPr="00230D2B" w:rsidRDefault="0092735B" w:rsidP="00230D2B">
      <w:pPr>
        <w:ind w:left="3552"/>
        <w:jc w:val="right"/>
      </w:pPr>
      <w:r>
        <w:t>».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9D0937" w:rsidTr="00291C37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291C37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291C37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2735B" w:rsidRDefault="0092735B" w:rsidP="00291C37">
            <w:pPr>
              <w:ind w:left="3552"/>
              <w:jc w:val="center"/>
            </w:pPr>
          </w:p>
          <w:p w:rsidR="0092735B" w:rsidRDefault="0092735B" w:rsidP="00291C37">
            <w:pPr>
              <w:ind w:left="3552"/>
              <w:jc w:val="center"/>
            </w:pPr>
          </w:p>
          <w:p w:rsidR="0092735B" w:rsidRDefault="0092735B" w:rsidP="00291C37">
            <w:pPr>
              <w:ind w:left="3552"/>
              <w:jc w:val="center"/>
            </w:pPr>
          </w:p>
          <w:p w:rsidR="0092735B" w:rsidRDefault="0092735B" w:rsidP="00291C37">
            <w:pPr>
              <w:ind w:left="3552"/>
              <w:jc w:val="center"/>
            </w:pPr>
          </w:p>
          <w:p w:rsidR="0092735B" w:rsidRDefault="0092735B" w:rsidP="00291C37">
            <w:pPr>
              <w:ind w:left="3552"/>
              <w:jc w:val="center"/>
            </w:pPr>
          </w:p>
          <w:p w:rsidR="009D0937" w:rsidRDefault="009D0937" w:rsidP="00291C37">
            <w:pPr>
              <w:ind w:left="3552"/>
              <w:jc w:val="center"/>
            </w:pPr>
            <w:r>
              <w:lastRenderedPageBreak/>
              <w:t>ПРИЛОЖЕНИЕ 2</w:t>
            </w:r>
          </w:p>
          <w:p w:rsidR="009D0937" w:rsidRDefault="009D0937" w:rsidP="00291C37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Default="009D0937" w:rsidP="00291C37">
            <w:pPr>
              <w:ind w:left="3552"/>
              <w:jc w:val="center"/>
            </w:pPr>
            <w:r w:rsidRPr="00B77D78">
              <w:t xml:space="preserve">от </w:t>
            </w:r>
            <w:r w:rsidR="00B77D78" w:rsidRPr="00B77D78">
              <w:t xml:space="preserve">19 ноября </w:t>
            </w:r>
            <w:r w:rsidRPr="00B77D78">
              <w:t>2019 г. №</w:t>
            </w:r>
            <w:r w:rsidRPr="00D74902">
              <w:t xml:space="preserve"> </w:t>
            </w:r>
            <w:r w:rsidR="00102E0E">
              <w:t>52/29</w:t>
            </w:r>
            <w:bookmarkStart w:id="0" w:name="_GoBack"/>
            <w:bookmarkEnd w:id="0"/>
          </w:p>
          <w:p w:rsidR="009D0937" w:rsidRPr="001D06AF" w:rsidRDefault="009D0937" w:rsidP="00291C37"/>
        </w:tc>
      </w:tr>
      <w:tr w:rsidR="009D0937" w:rsidTr="00291C37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291C37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291C37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291C37">
            <w:pPr>
              <w:spacing w:line="276" w:lineRule="auto"/>
              <w:ind w:left="3552"/>
              <w:jc w:val="center"/>
            </w:pPr>
            <w:r>
              <w:t>«ПРИЛОЖЕНИЕ 2</w:t>
            </w:r>
          </w:p>
          <w:p w:rsidR="009D0937" w:rsidRDefault="009D0937" w:rsidP="00291C37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Pr="00CB1B90" w:rsidRDefault="00D15A4A" w:rsidP="00291C37">
            <w:pPr>
              <w:ind w:left="3552"/>
              <w:jc w:val="center"/>
              <w:rPr>
                <w:lang w:val="en-US"/>
              </w:rPr>
            </w:pPr>
            <w:r w:rsidRPr="00D15A4A">
              <w:t>от 4 декабря 2018 г. № 49/49</w:t>
            </w:r>
          </w:p>
        </w:tc>
      </w:tr>
      <w:tr w:rsidR="009D0937" w:rsidRPr="006161EA" w:rsidTr="00291C37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D0937" w:rsidRDefault="009D0937" w:rsidP="00291C3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5A4A" w:rsidRPr="00D15A4A" w:rsidRDefault="00D15A4A" w:rsidP="00D15A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15A4A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D15A4A" w:rsidRPr="00D15A4A" w:rsidRDefault="00D15A4A" w:rsidP="00D15A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15A4A">
              <w:rPr>
                <w:b/>
                <w:sz w:val="24"/>
                <w:szCs w:val="24"/>
              </w:rPr>
              <w:t xml:space="preserve">ПО ОКАЗАНИЮ УСЛУГ ВОДООТВЕДЕНИЯ </w:t>
            </w:r>
          </w:p>
          <w:p w:rsidR="000127AE" w:rsidRDefault="00D15A4A" w:rsidP="00D15A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15A4A">
              <w:rPr>
                <w:b/>
                <w:sz w:val="24"/>
                <w:szCs w:val="24"/>
              </w:rPr>
              <w:t xml:space="preserve">на территории с. </w:t>
            </w:r>
            <w:proofErr w:type="spellStart"/>
            <w:r w:rsidRPr="00D15A4A">
              <w:rPr>
                <w:b/>
                <w:sz w:val="24"/>
                <w:szCs w:val="24"/>
              </w:rPr>
              <w:t>Верховское</w:t>
            </w:r>
            <w:proofErr w:type="spellEnd"/>
            <w:r w:rsidRPr="00D15A4A">
              <w:rPr>
                <w:b/>
                <w:sz w:val="24"/>
                <w:szCs w:val="24"/>
              </w:rPr>
              <w:t xml:space="preserve"> городского округа город Шахунья Нижегородской области</w:t>
            </w:r>
          </w:p>
          <w:p w:rsidR="00D15A4A" w:rsidRPr="00C15EF7" w:rsidRDefault="00D15A4A" w:rsidP="00D15A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C3C27" w:rsidRPr="006C3C27" w:rsidRDefault="009D0937" w:rsidP="006C3C2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EC044F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</w:t>
      </w:r>
      <w:r w:rsidR="00D15A4A">
        <w:rPr>
          <w:sz w:val="24"/>
          <w:szCs w:val="24"/>
          <w:lang w:eastAsia="en-US"/>
        </w:rPr>
        <w:t>1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85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91"/>
        <w:gridCol w:w="22"/>
        <w:gridCol w:w="719"/>
        <w:gridCol w:w="288"/>
        <w:gridCol w:w="679"/>
        <w:gridCol w:w="42"/>
        <w:gridCol w:w="431"/>
        <w:gridCol w:w="720"/>
        <w:gridCol w:w="495"/>
        <w:gridCol w:w="81"/>
        <w:gridCol w:w="288"/>
        <w:gridCol w:w="144"/>
        <w:gridCol w:w="671"/>
        <w:gridCol w:w="193"/>
        <w:gridCol w:w="192"/>
        <w:gridCol w:w="1602"/>
      </w:tblGrid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C3C27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6C3C27" w:rsidRPr="006C3C27" w:rsidTr="0092735B">
        <w:trPr>
          <w:trHeight w:val="402"/>
          <w:tblCellSpacing w:w="5" w:type="nil"/>
          <w:jc w:val="center"/>
        </w:trPr>
        <w:tc>
          <w:tcPr>
            <w:tcW w:w="3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6C3C27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6C3C27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5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230D2B" w:rsidRDefault="006C3C27" w:rsidP="00D15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МУНИЦИПАЛЬНОЕ УНИТАРНОЕ ПРЕДПРИЯТИЕ «ШАХУНСКИЕ ОБЪЕДИНЕННЫЕ КОММУНАЛЬНЫЕ СИСТЕМЫ»</w:t>
            </w:r>
            <w:r w:rsidR="0092735B">
              <w:rPr>
                <w:rFonts w:eastAsia="Calibri"/>
                <w:sz w:val="20"/>
                <w:lang w:eastAsia="en-US"/>
              </w:rPr>
              <w:t xml:space="preserve"> </w:t>
            </w:r>
            <w:r w:rsidRPr="00230D2B">
              <w:rPr>
                <w:rFonts w:eastAsia="Calibri"/>
                <w:sz w:val="20"/>
                <w:lang w:eastAsia="en-US"/>
              </w:rPr>
              <w:t>(ИНН 5239010688)</w:t>
            </w:r>
          </w:p>
        </w:tc>
      </w:tr>
      <w:tr w:rsidR="006C3C27" w:rsidRPr="006C3C27" w:rsidTr="0092735B">
        <w:trPr>
          <w:trHeight w:val="361"/>
          <w:tblCellSpacing w:w="5" w:type="nil"/>
          <w:jc w:val="center"/>
        </w:trPr>
        <w:tc>
          <w:tcPr>
            <w:tcW w:w="3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5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Default="006C3C27" w:rsidP="00D1587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>606903, Нижегородская область, городской округ город Шахунья,</w:t>
            </w:r>
          </w:p>
          <w:p w:rsidR="006C3C27" w:rsidRPr="00230D2B" w:rsidRDefault="006C3C27" w:rsidP="00D1587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30D2B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р.п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 xml:space="preserve">.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Сява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 xml:space="preserve">, ул. </w:t>
            </w:r>
            <w:proofErr w:type="spellStart"/>
            <w:r w:rsidRPr="00230D2B">
              <w:rPr>
                <w:rFonts w:eastAsia="Calibri"/>
                <w:sz w:val="20"/>
                <w:lang w:eastAsia="en-US"/>
              </w:rPr>
              <w:t>Молодцова</w:t>
            </w:r>
            <w:proofErr w:type="spellEnd"/>
            <w:r w:rsidRPr="00230D2B">
              <w:rPr>
                <w:rFonts w:eastAsia="Calibri"/>
                <w:sz w:val="20"/>
                <w:lang w:eastAsia="en-US"/>
              </w:rPr>
              <w:t>, д. 15А</w:t>
            </w:r>
          </w:p>
        </w:tc>
      </w:tr>
      <w:tr w:rsidR="006C3C27" w:rsidRPr="006C3C27" w:rsidTr="0092735B">
        <w:trPr>
          <w:trHeight w:val="565"/>
          <w:tblCellSpacing w:w="5" w:type="nil"/>
          <w:jc w:val="center"/>
        </w:trPr>
        <w:tc>
          <w:tcPr>
            <w:tcW w:w="3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5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6C3C27" w:rsidRPr="006C3C27" w:rsidTr="0092735B">
        <w:trPr>
          <w:trHeight w:val="361"/>
          <w:tblCellSpacing w:w="5" w:type="nil"/>
          <w:jc w:val="center"/>
        </w:trPr>
        <w:tc>
          <w:tcPr>
            <w:tcW w:w="3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5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6C3C27">
              <w:rPr>
                <w:rFonts w:eastAsia="Calibri"/>
                <w:sz w:val="20"/>
                <w:lang w:eastAsia="en-US"/>
              </w:rPr>
              <w:t xml:space="preserve">Нижний Новгород, Кремль, корпус 1       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C3C27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6C3C27" w:rsidRPr="006C3C27" w:rsidTr="0092735B">
        <w:trPr>
          <w:trHeight w:val="270"/>
          <w:tblCellSpacing w:w="5" w:type="nil"/>
          <w:jc w:val="center"/>
        </w:trPr>
        <w:tc>
          <w:tcPr>
            <w:tcW w:w="4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C3C27" w:rsidRPr="006C3C27" w:rsidTr="0092735B">
        <w:trPr>
          <w:trHeight w:val="297"/>
          <w:tblCellSpacing w:w="5" w:type="nil"/>
          <w:jc w:val="center"/>
        </w:trPr>
        <w:tc>
          <w:tcPr>
            <w:tcW w:w="4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6C3C27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6C3C27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7,640</w:t>
            </w: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7,564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7,564</w:t>
            </w:r>
          </w:p>
        </w:tc>
      </w:tr>
      <w:tr w:rsidR="006C3C27" w:rsidRPr="006C3C27" w:rsidTr="0092735B">
        <w:trPr>
          <w:trHeight w:val="297"/>
          <w:tblCellSpacing w:w="5" w:type="nil"/>
          <w:jc w:val="center"/>
        </w:trPr>
        <w:tc>
          <w:tcPr>
            <w:tcW w:w="4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6,099</w:t>
            </w: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6,039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6,039</w:t>
            </w:r>
          </w:p>
        </w:tc>
      </w:tr>
      <w:tr w:rsidR="006C3C27" w:rsidRPr="006C3C27" w:rsidTr="0092735B">
        <w:trPr>
          <w:trHeight w:val="297"/>
          <w:tblCellSpacing w:w="5" w:type="nil"/>
          <w:jc w:val="center"/>
        </w:trPr>
        <w:tc>
          <w:tcPr>
            <w:tcW w:w="4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1,495</w:t>
            </w: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1,480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1,480</w:t>
            </w:r>
          </w:p>
        </w:tc>
      </w:tr>
      <w:tr w:rsidR="006C3C27" w:rsidRPr="006C3C27" w:rsidTr="0092735B">
        <w:trPr>
          <w:trHeight w:val="297"/>
          <w:tblCellSpacing w:w="5" w:type="nil"/>
          <w:jc w:val="center"/>
        </w:trPr>
        <w:tc>
          <w:tcPr>
            <w:tcW w:w="4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0,046</w:t>
            </w: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0,04</w:t>
            </w:r>
            <w:r w:rsidR="00875F8F">
              <w:rPr>
                <w:rFonts w:eastAsia="Calibri"/>
                <w:i/>
                <w:sz w:val="20"/>
                <w:lang w:eastAsia="en-US"/>
              </w:rPr>
              <w:t>5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0,04</w:t>
            </w:r>
            <w:r w:rsidR="00875F8F">
              <w:rPr>
                <w:rFonts w:eastAsia="Calibri"/>
                <w:i/>
                <w:sz w:val="20"/>
                <w:lang w:eastAsia="en-US"/>
              </w:rPr>
              <w:t>5</w:t>
            </w:r>
          </w:p>
        </w:tc>
      </w:tr>
      <w:tr w:rsidR="006C3C27" w:rsidRPr="006C3C27" w:rsidTr="0092735B">
        <w:trPr>
          <w:trHeight w:val="297"/>
          <w:tblCellSpacing w:w="5" w:type="nil"/>
          <w:jc w:val="center"/>
        </w:trPr>
        <w:tc>
          <w:tcPr>
            <w:tcW w:w="4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</w:p>
        </w:tc>
      </w:tr>
      <w:tr w:rsidR="006C3C27" w:rsidRPr="006C3C27" w:rsidTr="0092735B">
        <w:trPr>
          <w:trHeight w:val="456"/>
          <w:tblCellSpacing w:w="5" w:type="nil"/>
          <w:jc w:val="center"/>
        </w:trPr>
        <w:tc>
          <w:tcPr>
            <w:tcW w:w="4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Пропущено через очистные сооружения, тыс. м3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254"/>
          <w:tblCellSpacing w:w="5" w:type="nil"/>
          <w:jc w:val="center"/>
        </w:trPr>
        <w:tc>
          <w:tcPr>
            <w:tcW w:w="4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Передано сточных вод на сторону, тыс. м3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297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C3C27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6C3C27" w:rsidRPr="006C3C27" w:rsidTr="0092735B">
        <w:trPr>
          <w:trHeight w:val="224"/>
          <w:tblCellSpacing w:w="5" w:type="nil"/>
          <w:jc w:val="center"/>
        </w:trPr>
        <w:tc>
          <w:tcPr>
            <w:tcW w:w="331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2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02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C3C27" w:rsidRPr="006C3C27" w:rsidTr="0092735B">
        <w:trPr>
          <w:trHeight w:val="256"/>
          <w:tblCellSpacing w:w="5" w:type="nil"/>
          <w:jc w:val="center"/>
        </w:trPr>
        <w:tc>
          <w:tcPr>
            <w:tcW w:w="331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28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174,24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174,24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1,75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1,75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 год  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175,99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175,99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177,67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177,67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1,79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1,79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179,46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179,46</w:t>
            </w:r>
          </w:p>
        </w:tc>
      </w:tr>
      <w:tr w:rsidR="006C3C27" w:rsidRPr="006C3C27" w:rsidTr="0092735B">
        <w:trPr>
          <w:trHeight w:val="178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182,40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182,40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415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1,84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1,84</w:t>
            </w:r>
          </w:p>
        </w:tc>
      </w:tr>
      <w:tr w:rsidR="006C3C27" w:rsidRPr="006C3C27" w:rsidTr="0092735B">
        <w:trPr>
          <w:trHeight w:val="217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184,24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184,24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539,69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539,69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C3C27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6C3C27" w:rsidRPr="006C3C27" w:rsidTr="0092735B">
        <w:trPr>
          <w:trHeight w:val="361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</w:t>
            </w:r>
            <w:r w:rsidRPr="006C3C27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6C3C27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6C3C27" w:rsidRPr="006C3C27" w:rsidTr="0092735B">
        <w:trPr>
          <w:trHeight w:val="224"/>
          <w:tblCellSpacing w:w="5" w:type="nil"/>
          <w:jc w:val="center"/>
        </w:trPr>
        <w:tc>
          <w:tcPr>
            <w:tcW w:w="331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2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02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C3C27" w:rsidRPr="006C3C27" w:rsidTr="0092735B">
        <w:trPr>
          <w:trHeight w:val="256"/>
          <w:tblCellSpacing w:w="5" w:type="nil"/>
          <w:jc w:val="center"/>
        </w:trPr>
        <w:tc>
          <w:tcPr>
            <w:tcW w:w="331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28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78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6C3C27" w:rsidRPr="006C3C27" w:rsidTr="0092735B">
        <w:trPr>
          <w:trHeight w:val="535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01.01.2021 по 31.12.2021 год  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361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</w:t>
            </w:r>
            <w:r w:rsidRPr="006C3C27">
              <w:rPr>
                <w:rFonts w:eastAsia="Calibri"/>
                <w:sz w:val="20"/>
                <w:lang w:eastAsia="en-US"/>
              </w:rPr>
              <w:t xml:space="preserve">             </w:t>
            </w:r>
          </w:p>
        </w:tc>
      </w:tr>
      <w:tr w:rsidR="006C3C27" w:rsidRPr="006C3C27" w:rsidTr="0092735B">
        <w:trPr>
          <w:trHeight w:val="224"/>
          <w:tblCellSpacing w:w="5" w:type="nil"/>
          <w:jc w:val="center"/>
        </w:trPr>
        <w:tc>
          <w:tcPr>
            <w:tcW w:w="331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2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02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C3C27" w:rsidRPr="006C3C27" w:rsidTr="0092735B">
        <w:trPr>
          <w:trHeight w:val="256"/>
          <w:tblCellSpacing w:w="5" w:type="nil"/>
          <w:jc w:val="center"/>
        </w:trPr>
        <w:tc>
          <w:tcPr>
            <w:tcW w:w="331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28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6C3C27" w:rsidRPr="006C3C27" w:rsidTr="0092735B">
        <w:trPr>
          <w:trHeight w:val="270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lastRenderedPageBreak/>
              <w:t>Итого на период 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78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01.01.2021 по 31.12.2021 год  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361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  </w:t>
            </w:r>
            <w:r w:rsidRPr="006C3C27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  <w:r w:rsidRPr="006C3C27"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</w:tr>
      <w:tr w:rsidR="006C3C27" w:rsidRPr="006C3C27" w:rsidTr="0092735B">
        <w:trPr>
          <w:trHeight w:val="224"/>
          <w:tblCellSpacing w:w="5" w:type="nil"/>
          <w:jc w:val="center"/>
        </w:trPr>
        <w:tc>
          <w:tcPr>
            <w:tcW w:w="331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2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02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C3C27" w:rsidRPr="006C3C27" w:rsidTr="0092735B">
        <w:trPr>
          <w:trHeight w:val="256"/>
          <w:tblCellSpacing w:w="5" w:type="nil"/>
          <w:jc w:val="center"/>
        </w:trPr>
        <w:tc>
          <w:tcPr>
            <w:tcW w:w="331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28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Итого на период 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366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01.01.2020 по 31.12.2020  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78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6C3C27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6C3C27" w:rsidRPr="006C3C27" w:rsidTr="0092735B">
        <w:trPr>
          <w:trHeight w:val="224"/>
          <w:tblCellSpacing w:w="5" w:type="nil"/>
          <w:jc w:val="center"/>
        </w:trPr>
        <w:tc>
          <w:tcPr>
            <w:tcW w:w="331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2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02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C3C27" w:rsidRPr="006C3C27" w:rsidTr="0092735B">
        <w:trPr>
          <w:trHeight w:val="256"/>
          <w:tblCellSpacing w:w="5" w:type="nil"/>
          <w:jc w:val="center"/>
        </w:trPr>
        <w:tc>
          <w:tcPr>
            <w:tcW w:w="331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28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5041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78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3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Итого на период с 01.01.2021 по 31.12.2021   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2"/>
          <w:tblCellSpacing w:w="5" w:type="nil"/>
          <w:jc w:val="center"/>
        </w:trPr>
        <w:tc>
          <w:tcPr>
            <w:tcW w:w="4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53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6C3C27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6C3C27" w:rsidRPr="006C3C27" w:rsidTr="0092735B">
        <w:trPr>
          <w:trHeight w:val="216"/>
          <w:tblCellSpacing w:w="5" w:type="nil"/>
          <w:jc w:val="center"/>
        </w:trPr>
        <w:tc>
          <w:tcPr>
            <w:tcW w:w="40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6C3C27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6C3C27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6C3C27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6C3C27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29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3C27" w:rsidRPr="0092735B" w:rsidRDefault="006C3C27" w:rsidP="006C3C2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2735B">
              <w:rPr>
                <w:rFonts w:eastAsia="Calibri"/>
                <w:sz w:val="18"/>
                <w:szCs w:val="18"/>
                <w:lang w:eastAsia="en-US"/>
              </w:rPr>
              <w:t>Период с 01.01.2019 по 31.12.2019 год</w:t>
            </w:r>
          </w:p>
        </w:tc>
        <w:tc>
          <w:tcPr>
            <w:tcW w:w="148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92735B" w:rsidRDefault="006C3C27" w:rsidP="006C3C27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92735B">
              <w:rPr>
                <w:rFonts w:eastAsia="Calibri"/>
                <w:sz w:val="18"/>
                <w:szCs w:val="18"/>
                <w:lang w:eastAsia="en-US"/>
              </w:rPr>
              <w:t>Период с 01.01.2020 по 31.12.2020 год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92735B" w:rsidRDefault="006C3C27" w:rsidP="006C3C27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92735B">
              <w:rPr>
                <w:rFonts w:eastAsia="Calibri"/>
                <w:sz w:val="18"/>
                <w:szCs w:val="18"/>
                <w:lang w:eastAsia="en-US"/>
              </w:rPr>
              <w:t>Период с 01.01.2021 по 31.12.2021 год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40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120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40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Доля поверхностных сточных вод, не подвергающихся очистке, в общем объеме поверхностных сточных вод, принимаемых в централизованную ливневую систему </w:t>
            </w:r>
            <w:r w:rsidRPr="006C3C27">
              <w:rPr>
                <w:rFonts w:eastAsia="Calibri"/>
                <w:sz w:val="20"/>
                <w:lang w:eastAsia="en-US"/>
              </w:rPr>
              <w:lastRenderedPageBreak/>
              <w:t>водоотведения</w:t>
            </w: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0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40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bCs/>
                <w:sz w:val="20"/>
                <w:lang w:eastAsia="en-US"/>
              </w:rPr>
              <w:lastRenderedPageBreak/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0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40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0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4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6C3C27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40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   кВт*</w:t>
            </w:r>
            <w:proofErr w:type="gramStart"/>
            <w:r w:rsidRPr="006C3C27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6C3C27">
              <w:rPr>
                <w:rFonts w:eastAsia="Calibri"/>
                <w:sz w:val="20"/>
                <w:lang w:eastAsia="en-US"/>
              </w:rPr>
              <w:t>/куб. м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0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ascii="Calibri" w:eastAsia="Calibri" w:hAnsi="Calibri"/>
                <w:sz w:val="20"/>
                <w:lang w:eastAsia="en-US"/>
              </w:rPr>
              <w:t>-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ascii="Calibri" w:eastAsia="Calibri" w:hAnsi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C3C27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6C3C27" w:rsidRPr="006C3C27" w:rsidTr="0092735B">
        <w:trPr>
          <w:trHeight w:val="216"/>
          <w:tblCellSpacing w:w="5" w:type="nil"/>
          <w:jc w:val="center"/>
        </w:trPr>
        <w:tc>
          <w:tcPr>
            <w:tcW w:w="5472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4386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5472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4386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5472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4386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213"/>
          <w:tblCellSpacing w:w="5" w:type="nil"/>
          <w:jc w:val="center"/>
        </w:trPr>
        <w:tc>
          <w:tcPr>
            <w:tcW w:w="5472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386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C3C27" w:rsidRPr="006C3C27" w:rsidTr="0092735B">
        <w:trPr>
          <w:trHeight w:val="361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6C3C27" w:rsidRPr="006C3C27" w:rsidTr="0092735B">
        <w:trPr>
          <w:trHeight w:val="479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6C3C27" w:rsidRPr="006C3C27" w:rsidTr="0092735B">
        <w:trPr>
          <w:trHeight w:val="377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175,99</w:t>
            </w:r>
          </w:p>
        </w:tc>
      </w:tr>
      <w:tr w:rsidR="006C3C27" w:rsidRPr="006C3C27" w:rsidTr="0092735B">
        <w:trPr>
          <w:trHeight w:val="410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01.01.2020 по 31.12.2020  </w:t>
            </w: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179,47</w:t>
            </w:r>
          </w:p>
        </w:tc>
      </w:tr>
      <w:tr w:rsidR="006C3C27" w:rsidRPr="006C3C27" w:rsidTr="0092735B">
        <w:trPr>
          <w:trHeight w:val="317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184,25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Итого:</w:t>
            </w: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539,69</w:t>
            </w:r>
          </w:p>
        </w:tc>
      </w:tr>
      <w:tr w:rsidR="006C3C27" w:rsidRPr="006C3C27" w:rsidTr="0092735B">
        <w:trPr>
          <w:trHeight w:val="361"/>
          <w:tblCellSpacing w:w="5" w:type="nil"/>
          <w:jc w:val="center"/>
        </w:trPr>
        <w:tc>
          <w:tcPr>
            <w:tcW w:w="98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 </w:t>
            </w:r>
            <w:r w:rsidRPr="006C3C27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6C3C27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6C3C27" w:rsidRPr="006C3C27" w:rsidTr="0092735B">
        <w:trPr>
          <w:trHeight w:val="205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201</w:t>
            </w:r>
            <w:r w:rsidRPr="006C3C27">
              <w:rPr>
                <w:rFonts w:eastAsia="Calibri"/>
                <w:sz w:val="20"/>
                <w:lang w:val="en-US" w:eastAsia="en-US"/>
              </w:rPr>
              <w:t>8</w:t>
            </w:r>
            <w:r w:rsidRPr="006C3C27"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7,564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6C3C27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6C3C27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6C3C27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6C3C27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326,88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6C3C27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6C3C27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6C3C27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6C3C27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C3C27" w:rsidRPr="006C3C27" w:rsidTr="0092735B">
        <w:trPr>
          <w:trHeight w:val="144"/>
          <w:tblCellSpacing w:w="5" w:type="nil"/>
          <w:jc w:val="center"/>
        </w:trPr>
        <w:tc>
          <w:tcPr>
            <w:tcW w:w="72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 xml:space="preserve">Общий объем финансовых потребностей, </w:t>
            </w:r>
            <w:proofErr w:type="spellStart"/>
            <w:r w:rsidRPr="006C3C27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6C3C27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6C3C27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6C3C27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C27" w:rsidRPr="006C3C27" w:rsidRDefault="006C3C27" w:rsidP="006C3C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C3C27">
              <w:rPr>
                <w:rFonts w:eastAsia="Calibri"/>
                <w:sz w:val="20"/>
                <w:lang w:eastAsia="en-US"/>
              </w:rPr>
              <w:t>326,88</w:t>
            </w:r>
          </w:p>
        </w:tc>
      </w:tr>
    </w:tbl>
    <w:p w:rsidR="00230D2B" w:rsidRPr="00230D2B" w:rsidRDefault="00230D2B" w:rsidP="009D0937">
      <w:pPr>
        <w:tabs>
          <w:tab w:val="left" w:pos="1897"/>
        </w:tabs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</w:t>
      </w:r>
      <w:r w:rsidR="0092735B">
        <w:rPr>
          <w:szCs w:val="28"/>
          <w:lang w:eastAsia="en-US"/>
        </w:rPr>
        <w:t xml:space="preserve">          </w:t>
      </w:r>
      <w:r>
        <w:rPr>
          <w:szCs w:val="28"/>
          <w:lang w:eastAsia="en-US"/>
        </w:rPr>
        <w:t xml:space="preserve"> </w:t>
      </w:r>
      <w:r w:rsidRPr="00230D2B">
        <w:rPr>
          <w:szCs w:val="28"/>
          <w:lang w:eastAsia="en-US"/>
        </w:rPr>
        <w:t>».</w:t>
      </w:r>
    </w:p>
    <w:p w:rsidR="00230D2B" w:rsidRDefault="00230D2B" w:rsidP="009D093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230D2B" w:rsidRDefault="00230D2B" w:rsidP="009D093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sectPr w:rsidR="00230D2B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2E0E">
      <w:rPr>
        <w:rStyle w:val="a9"/>
        <w:noProof/>
      </w:rPr>
      <w:t>10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CE6737D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knwQAAANoAAAAPAAAAZHJzL2Rvd25yZXYueG1sRI9Ba8JA&#10;FITvBf/D8gRvurGC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JL6aSf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y5wwAAANoAAAAPAAAAZHJzL2Rvd25yZXYueG1sRI9BawIx&#10;FITvBf9DeIIX0aylFF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xpOsuc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E0E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637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0D2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C27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5F8F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35B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77D78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44F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15</TotalTime>
  <Pages>10</Pages>
  <Words>2775</Words>
  <Characters>18727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2019-11-12T11:35:00Z</cp:lastPrinted>
  <dcterms:created xsi:type="dcterms:W3CDTF">2019-07-02T09:32:00Z</dcterms:created>
  <dcterms:modified xsi:type="dcterms:W3CDTF">2019-11-18T10:42:00Z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