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6316A0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316A0">
              <w:t>19</w:t>
            </w:r>
            <w:r w:rsidR="00942C57">
              <w:t>.</w:t>
            </w:r>
            <w:r w:rsidR="000B7A93">
              <w:t>1</w:t>
            </w:r>
            <w:r w:rsidR="00047581">
              <w:t>1</w:t>
            </w:r>
            <w:r w:rsidR="00FD2C3C">
              <w:t>.201</w:t>
            </w:r>
            <w:r w:rsidR="000A4121">
              <w:t>9</w:t>
            </w:r>
            <w:r w:rsidR="00FD2C3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0861F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0861F6">
              <w:t>52/31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E077A1" w:rsidP="0044721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316A0">
              <w:t>О</w:t>
            </w:r>
            <w:r w:rsidR="007263E4" w:rsidRPr="007263E4">
              <w:rPr>
                <w:noProof/>
              </w:rPr>
              <w:t>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047581" w:rsidRPr="00047581">
              <w:rPr>
                <w:noProof/>
              </w:rPr>
              <w:t>ПУБЛИЧНОМУ АКЦИОНЕРНОМУ ОБЩЕСТВУ «АРЗАМАССКОЕ НАУЧНО-ПРОИЗВОДСТВЕННОЕ ПРЕДПРИЯТИЕ «ТЕМП-АВИА»</w:t>
            </w:r>
            <w:r w:rsidR="00047581">
              <w:rPr>
                <w:noProof/>
              </w:rPr>
              <w:t xml:space="preserve"> </w:t>
            </w:r>
            <w:r w:rsidR="00047581" w:rsidRPr="00047581">
              <w:rPr>
                <w:noProof/>
              </w:rPr>
              <w:t>(ИНН 5243001887), г. Арзамас Нижегородской области</w:t>
            </w:r>
            <w:r w:rsidR="00363A89" w:rsidRPr="00363A89">
              <w:rPr>
                <w:noProof/>
              </w:rPr>
              <w:t xml:space="preserve">, </w:t>
            </w:r>
            <w:r w:rsidR="00B26F1B" w:rsidRPr="00B26F1B">
              <w:rPr>
                <w:noProof/>
              </w:rPr>
              <w:t xml:space="preserve">тарифов на горячую воду, поставляемую потребителям  </w:t>
            </w:r>
            <w:r w:rsidR="00047581" w:rsidRPr="00047581">
              <w:rPr>
                <w:noProof/>
              </w:rPr>
              <w:t>г. Арзамас Нижегородской области</w:t>
            </w:r>
            <w:r w:rsidR="00047581">
              <w:rPr>
                <w:noProof/>
              </w:rPr>
              <w:t xml:space="preserve"> </w:t>
            </w:r>
            <w:r w:rsidR="00B26F1B" w:rsidRPr="00B26F1B">
              <w:rPr>
                <w:noProof/>
              </w:rPr>
              <w:t xml:space="preserve">с использованием закрытой системы горячего водоснабжения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47581" w:rsidRDefault="00047581" w:rsidP="00447215">
      <w:pPr>
        <w:tabs>
          <w:tab w:val="left" w:pos="1897"/>
        </w:tabs>
        <w:jc w:val="center"/>
        <w:rPr>
          <w:szCs w:val="28"/>
        </w:rPr>
      </w:pPr>
    </w:p>
    <w:p w:rsidR="00447215" w:rsidRDefault="00447215" w:rsidP="00447215">
      <w:pPr>
        <w:tabs>
          <w:tab w:val="left" w:pos="1897"/>
        </w:tabs>
        <w:jc w:val="center"/>
        <w:rPr>
          <w:szCs w:val="28"/>
        </w:rPr>
      </w:pPr>
    </w:p>
    <w:p w:rsidR="000861F6" w:rsidRPr="006316A0" w:rsidRDefault="000861F6" w:rsidP="00447215">
      <w:pPr>
        <w:tabs>
          <w:tab w:val="left" w:pos="1897"/>
        </w:tabs>
        <w:jc w:val="center"/>
        <w:rPr>
          <w:szCs w:val="28"/>
        </w:rPr>
      </w:pPr>
    </w:p>
    <w:p w:rsidR="006316A0" w:rsidRDefault="006316A0" w:rsidP="006316A0">
      <w:pPr>
        <w:pStyle w:val="ac"/>
        <w:spacing w:line="276" w:lineRule="auto"/>
        <w:ind w:firstLine="720"/>
        <w:rPr>
          <w:bCs/>
        </w:rPr>
      </w:pPr>
      <w:proofErr w:type="gramStart"/>
      <w:r w:rsidRPr="007F0B94">
        <w:t>В соответствии с Федеральны</w:t>
      </w:r>
      <w:r>
        <w:t>м законом от 7 декабря 2011 г.</w:t>
      </w:r>
      <w:r w:rsidRPr="007F0B94">
        <w:t xml:space="preserve"> № 416-ФЗ «О водоснабжении и водоотведении», постановлением Правительства Российск</w:t>
      </w:r>
      <w:r>
        <w:t>ой Федерации от 13 мая 2013 г.</w:t>
      </w:r>
      <w:r w:rsidRPr="007F0B94">
        <w:t xml:space="preserve">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6316A0">
        <w:t>ПУБЛИЧНЫМ АКЦИОНЕРНЫМ ОБЩЕСТВОМ «АРЗАМАССКОЕ НАУЧНО-ПРОИЗВОДСТВЕННОЕ ПРЕДПРИЯТИЕ «ТЕМП-АВИА» (ИНН 5243001887),</w:t>
      </w:r>
      <w:r>
        <w:t xml:space="preserve"> </w:t>
      </w:r>
      <w:r w:rsidRPr="006316A0">
        <w:t>г. Арзамас Нижегородской области</w:t>
      </w:r>
      <w:r w:rsidRPr="007F0B94">
        <w:t xml:space="preserve">,  экспертного </w:t>
      </w:r>
      <w:r>
        <w:t xml:space="preserve">заключения </w:t>
      </w:r>
      <w:r w:rsidRPr="008B6E10">
        <w:rPr>
          <w:bCs/>
        </w:rPr>
        <w:t>рег</w:t>
      </w:r>
      <w:r w:rsidRPr="00A04817">
        <w:rPr>
          <w:bCs/>
        </w:rPr>
        <w:t>. № в-</w:t>
      </w:r>
      <w:r w:rsidR="00A04817">
        <w:rPr>
          <w:bCs/>
        </w:rPr>
        <w:t>693</w:t>
      </w:r>
      <w:r w:rsidRPr="000A68F5">
        <w:rPr>
          <w:bCs/>
        </w:rPr>
        <w:t xml:space="preserve"> от</w:t>
      </w:r>
      <w:proofErr w:type="gramEnd"/>
      <w:r w:rsidRPr="000A68F5">
        <w:rPr>
          <w:bCs/>
        </w:rPr>
        <w:t xml:space="preserve"> </w:t>
      </w:r>
      <w:r w:rsidR="00447215">
        <w:rPr>
          <w:bCs/>
        </w:rPr>
        <w:t xml:space="preserve">12 ноября </w:t>
      </w:r>
      <w:r>
        <w:rPr>
          <w:bCs/>
        </w:rPr>
        <w:t>2019 г.</w:t>
      </w:r>
      <w:r w:rsidRPr="000A68F5">
        <w:rPr>
          <w:bCs/>
        </w:rPr>
        <w:t>:</w:t>
      </w:r>
    </w:p>
    <w:p w:rsidR="006316A0" w:rsidRPr="00EB3C95" w:rsidRDefault="006316A0" w:rsidP="006316A0">
      <w:pPr>
        <w:spacing w:line="276" w:lineRule="auto"/>
        <w:ind w:firstLine="709"/>
        <w:jc w:val="both"/>
        <w:rPr>
          <w:szCs w:val="28"/>
        </w:rPr>
      </w:pPr>
      <w:r w:rsidRPr="00EB3C95">
        <w:rPr>
          <w:b/>
          <w:szCs w:val="28"/>
          <w:lang w:eastAsia="en-US"/>
        </w:rPr>
        <w:t xml:space="preserve">1. </w:t>
      </w:r>
      <w:r w:rsidRPr="00EB3C95">
        <w:rPr>
          <w:szCs w:val="28"/>
        </w:rPr>
        <w:t>При установлении тарифов в сфере горячего водоснабжения</w:t>
      </w:r>
      <w:r w:rsidRPr="00EB3C95">
        <w:rPr>
          <w:szCs w:val="28"/>
          <w:lang w:eastAsia="en-US"/>
        </w:rPr>
        <w:br/>
      </w:r>
      <w:r w:rsidRPr="00EB3C95">
        <w:rPr>
          <w:szCs w:val="28"/>
        </w:rPr>
        <w:t xml:space="preserve">для </w:t>
      </w:r>
      <w:r w:rsidRPr="006316A0">
        <w:rPr>
          <w:szCs w:val="28"/>
        </w:rPr>
        <w:t>ПУБЛИ</w:t>
      </w:r>
      <w:r>
        <w:rPr>
          <w:szCs w:val="28"/>
        </w:rPr>
        <w:t>ЧНОГО АКЦИОНЕРНОГО ОБЩЕСТВА</w:t>
      </w:r>
      <w:r w:rsidRPr="006316A0">
        <w:rPr>
          <w:szCs w:val="28"/>
        </w:rPr>
        <w:t xml:space="preserve"> «АРЗАМАССКОЕ НАУЧНО-ПРОИЗВОДСТВЕННОЕ ПРЕДПРИЯТИЕ «ТЕМП-АВИА»</w:t>
      </w:r>
      <w:r>
        <w:rPr>
          <w:szCs w:val="28"/>
        </w:rPr>
        <w:t xml:space="preserve">                     </w:t>
      </w:r>
      <w:r w:rsidRPr="006316A0">
        <w:rPr>
          <w:szCs w:val="28"/>
        </w:rPr>
        <w:t xml:space="preserve"> (ИНН 5243001887), г. Арзамас Нижегородской области</w:t>
      </w:r>
      <w:r w:rsidRPr="00EB3C95">
        <w:rPr>
          <w:szCs w:val="28"/>
        </w:rPr>
        <w:t>, применять метод экономически обоснованных расходов (затрат).</w:t>
      </w:r>
    </w:p>
    <w:p w:rsidR="006316A0" w:rsidRPr="00E760D2" w:rsidRDefault="006316A0" w:rsidP="006316A0">
      <w:pPr>
        <w:pStyle w:val="ac"/>
        <w:spacing w:line="276" w:lineRule="auto"/>
        <w:ind w:firstLine="709"/>
      </w:pPr>
      <w:r w:rsidRPr="007D33B6">
        <w:rPr>
          <w:b/>
        </w:rPr>
        <w:t>2.</w:t>
      </w:r>
      <w:r>
        <w:t xml:space="preserve"> </w:t>
      </w:r>
      <w:r w:rsidRPr="007F0B94">
        <w:t xml:space="preserve">Установить </w:t>
      </w:r>
      <w:r w:rsidRPr="006316A0">
        <w:t>ПУБЛИ</w:t>
      </w:r>
      <w:r>
        <w:t>ЧНОМУ АКЦИОНЕРНОМУ ОБЩЕСТВУ</w:t>
      </w:r>
      <w:r w:rsidRPr="006316A0">
        <w:t xml:space="preserve"> «АРЗАМАССКОЕ НАУЧНО-ПРОИЗВОДСТВЕННОЕ ПРЕДПРИЯТИЕ «ТЕМП-АВИА»</w:t>
      </w:r>
      <w:r>
        <w:t xml:space="preserve"> </w:t>
      </w:r>
      <w:r w:rsidRPr="006316A0">
        <w:t>(ИНН 5243001887), г. Арзамас Нижегородской области</w:t>
      </w:r>
      <w:r w:rsidRPr="007F0B94">
        <w:t xml:space="preserve">, </w:t>
      </w:r>
      <w:r w:rsidRPr="00447215">
        <w:rPr>
          <w:b/>
        </w:rPr>
        <w:t>тарифы на горячую воду</w:t>
      </w:r>
      <w:r w:rsidRPr="007F0B94">
        <w:t xml:space="preserve">, поставляемую потребителям </w:t>
      </w:r>
      <w:r w:rsidRPr="005033C2">
        <w:t xml:space="preserve">г. Арзамас Нижегородской области </w:t>
      </w:r>
      <w:r w:rsidRPr="00447215">
        <w:rPr>
          <w:b/>
        </w:rPr>
        <w:t>с использованием закрытой системы горячего водоснабжения</w:t>
      </w:r>
      <w:r w:rsidRPr="007F0B94">
        <w:t>, в следующих размерах:</w:t>
      </w:r>
    </w:p>
    <w:tbl>
      <w:tblPr>
        <w:tblW w:w="983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3827"/>
        <w:gridCol w:w="2693"/>
        <w:gridCol w:w="2835"/>
      </w:tblGrid>
      <w:tr w:rsidR="006316A0" w:rsidRPr="00E760D2" w:rsidTr="00645F8A">
        <w:trPr>
          <w:trHeight w:val="455"/>
          <w:jc w:val="center"/>
        </w:trPr>
        <w:tc>
          <w:tcPr>
            <w:tcW w:w="479" w:type="dxa"/>
            <w:hideMark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60D2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E760D2">
              <w:rPr>
                <w:sz w:val="18"/>
                <w:szCs w:val="18"/>
              </w:rPr>
              <w:t>п</w:t>
            </w:r>
            <w:proofErr w:type="gramEnd"/>
            <w:r w:rsidRPr="00E760D2">
              <w:rPr>
                <w:sz w:val="18"/>
                <w:szCs w:val="18"/>
              </w:rPr>
              <w:t>/п</w:t>
            </w:r>
          </w:p>
        </w:tc>
        <w:tc>
          <w:tcPr>
            <w:tcW w:w="3827" w:type="dxa"/>
            <w:hideMark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60D2">
              <w:rPr>
                <w:sz w:val="18"/>
                <w:szCs w:val="18"/>
              </w:rPr>
              <w:t>Периоды регулирования</w:t>
            </w:r>
          </w:p>
        </w:tc>
        <w:tc>
          <w:tcPr>
            <w:tcW w:w="2693" w:type="dxa"/>
            <w:hideMark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vertAlign w:val="superscript"/>
              </w:rPr>
            </w:pPr>
            <w:r w:rsidRPr="00E760D2">
              <w:rPr>
                <w:sz w:val="18"/>
                <w:szCs w:val="18"/>
              </w:rPr>
              <w:t>Компонент на холодную воду (</w:t>
            </w:r>
            <w:proofErr w:type="spellStart"/>
            <w:r w:rsidRPr="00E760D2">
              <w:rPr>
                <w:sz w:val="18"/>
                <w:szCs w:val="18"/>
              </w:rPr>
              <w:t>одноставочный</w:t>
            </w:r>
            <w:proofErr w:type="spellEnd"/>
            <w:r w:rsidRPr="00E760D2">
              <w:rPr>
                <w:sz w:val="18"/>
                <w:szCs w:val="18"/>
              </w:rPr>
              <w:t>), руб./м</w:t>
            </w:r>
            <w:r w:rsidRPr="00E760D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35" w:type="dxa"/>
            <w:hideMark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60D2">
              <w:rPr>
                <w:sz w:val="18"/>
                <w:szCs w:val="18"/>
              </w:rPr>
              <w:t>Компонент на тепловую энергию (</w:t>
            </w:r>
            <w:proofErr w:type="spellStart"/>
            <w:r w:rsidRPr="00E760D2">
              <w:rPr>
                <w:sz w:val="18"/>
                <w:szCs w:val="18"/>
              </w:rPr>
              <w:t>одноставочный</w:t>
            </w:r>
            <w:proofErr w:type="spellEnd"/>
            <w:r w:rsidRPr="00E760D2">
              <w:rPr>
                <w:sz w:val="18"/>
                <w:szCs w:val="18"/>
              </w:rPr>
              <w:t>), руб./Гкал</w:t>
            </w:r>
          </w:p>
        </w:tc>
      </w:tr>
      <w:tr w:rsidR="00397D4A" w:rsidRPr="00E760D2" w:rsidTr="00645F8A">
        <w:trPr>
          <w:jc w:val="center"/>
        </w:trPr>
        <w:tc>
          <w:tcPr>
            <w:tcW w:w="479" w:type="dxa"/>
            <w:hideMark/>
          </w:tcPr>
          <w:p w:rsidR="00397D4A" w:rsidRPr="00E760D2" w:rsidRDefault="00397D4A" w:rsidP="00397D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760D2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827" w:type="dxa"/>
            <w:hideMark/>
          </w:tcPr>
          <w:p w:rsidR="00397D4A" w:rsidRPr="00C827F6" w:rsidRDefault="00397D4A" w:rsidP="00397D4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27F6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 по 30 июня 2020</w:t>
            </w:r>
            <w:r w:rsidRPr="00C827F6">
              <w:rPr>
                <w:sz w:val="20"/>
              </w:rPr>
              <w:t xml:space="preserve"> г.</w:t>
            </w:r>
          </w:p>
        </w:tc>
        <w:tc>
          <w:tcPr>
            <w:tcW w:w="2693" w:type="dxa"/>
            <w:tcBorders>
              <w:left w:val="nil"/>
            </w:tcBorders>
          </w:tcPr>
          <w:p w:rsidR="00397D4A" w:rsidRPr="00397D4A" w:rsidRDefault="00397D4A" w:rsidP="00397D4A">
            <w:pPr>
              <w:jc w:val="center"/>
              <w:rPr>
                <w:sz w:val="20"/>
              </w:rPr>
            </w:pPr>
            <w:r w:rsidRPr="00397D4A">
              <w:rPr>
                <w:sz w:val="20"/>
              </w:rPr>
              <w:t>22,32</w:t>
            </w:r>
          </w:p>
        </w:tc>
        <w:tc>
          <w:tcPr>
            <w:tcW w:w="2835" w:type="dxa"/>
          </w:tcPr>
          <w:p w:rsidR="00397D4A" w:rsidRPr="00397D4A" w:rsidRDefault="00397D4A" w:rsidP="00397D4A">
            <w:pPr>
              <w:jc w:val="center"/>
              <w:rPr>
                <w:sz w:val="20"/>
              </w:rPr>
            </w:pPr>
            <w:r w:rsidRPr="00397D4A">
              <w:rPr>
                <w:sz w:val="20"/>
                <w:lang w:eastAsia="en-US"/>
              </w:rPr>
              <w:t>1744,79</w:t>
            </w:r>
          </w:p>
        </w:tc>
      </w:tr>
      <w:tr w:rsidR="00397D4A" w:rsidRPr="00E760D2" w:rsidTr="00645F8A">
        <w:trPr>
          <w:jc w:val="center"/>
        </w:trPr>
        <w:tc>
          <w:tcPr>
            <w:tcW w:w="479" w:type="dxa"/>
          </w:tcPr>
          <w:p w:rsidR="00397D4A" w:rsidRPr="00E760D2" w:rsidRDefault="00397D4A" w:rsidP="00397D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827" w:type="dxa"/>
          </w:tcPr>
          <w:p w:rsidR="00397D4A" w:rsidRPr="00C827F6" w:rsidRDefault="00397D4A" w:rsidP="00397D4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С 1 июля по 31 декабря 2020</w:t>
            </w:r>
            <w:r w:rsidRPr="00C827F6">
              <w:rPr>
                <w:sz w:val="20"/>
              </w:rPr>
              <w:t xml:space="preserve"> г.</w:t>
            </w:r>
          </w:p>
        </w:tc>
        <w:tc>
          <w:tcPr>
            <w:tcW w:w="2693" w:type="dxa"/>
            <w:tcBorders>
              <w:left w:val="nil"/>
            </w:tcBorders>
          </w:tcPr>
          <w:p w:rsidR="00397D4A" w:rsidRPr="00397D4A" w:rsidRDefault="00397D4A" w:rsidP="00397D4A">
            <w:pPr>
              <w:jc w:val="center"/>
              <w:rPr>
                <w:sz w:val="20"/>
              </w:rPr>
            </w:pPr>
            <w:r w:rsidRPr="00397D4A">
              <w:rPr>
                <w:sz w:val="20"/>
              </w:rPr>
              <w:t>23,21</w:t>
            </w:r>
          </w:p>
        </w:tc>
        <w:tc>
          <w:tcPr>
            <w:tcW w:w="2835" w:type="dxa"/>
          </w:tcPr>
          <w:p w:rsidR="00397D4A" w:rsidRPr="00397D4A" w:rsidRDefault="00397D4A" w:rsidP="00397D4A">
            <w:pPr>
              <w:jc w:val="center"/>
              <w:rPr>
                <w:sz w:val="20"/>
              </w:rPr>
            </w:pPr>
            <w:r w:rsidRPr="00397D4A">
              <w:rPr>
                <w:sz w:val="20"/>
                <w:lang w:eastAsia="en-US"/>
              </w:rPr>
              <w:t>1783,11</w:t>
            </w:r>
          </w:p>
        </w:tc>
      </w:tr>
      <w:tr w:rsidR="006316A0" w:rsidRPr="00E760D2" w:rsidTr="00645F8A">
        <w:trPr>
          <w:trHeight w:val="238"/>
          <w:jc w:val="center"/>
        </w:trPr>
        <w:tc>
          <w:tcPr>
            <w:tcW w:w="479" w:type="dxa"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55" w:type="dxa"/>
            <w:gridSpan w:val="3"/>
            <w:vAlign w:val="center"/>
            <w:hideMark/>
          </w:tcPr>
          <w:p w:rsidR="006316A0" w:rsidRPr="00C827F6" w:rsidRDefault="006316A0" w:rsidP="00397D4A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C827F6">
              <w:rPr>
                <w:b/>
                <w:sz w:val="20"/>
              </w:rPr>
              <w:t>Население (с учетом НДС)</w:t>
            </w:r>
          </w:p>
        </w:tc>
      </w:tr>
      <w:tr w:rsidR="006316A0" w:rsidRPr="00E760D2" w:rsidTr="00645F8A">
        <w:trPr>
          <w:jc w:val="center"/>
        </w:trPr>
        <w:tc>
          <w:tcPr>
            <w:tcW w:w="479" w:type="dxa"/>
            <w:hideMark/>
          </w:tcPr>
          <w:p w:rsidR="006316A0" w:rsidRPr="00E760D2" w:rsidRDefault="006316A0" w:rsidP="00397D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E760D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27" w:type="dxa"/>
            <w:hideMark/>
          </w:tcPr>
          <w:p w:rsidR="006316A0" w:rsidRPr="00C827F6" w:rsidRDefault="006316A0" w:rsidP="00397D4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27F6">
              <w:rPr>
                <w:sz w:val="20"/>
              </w:rPr>
              <w:t>С</w:t>
            </w:r>
            <w:r>
              <w:rPr>
                <w:sz w:val="20"/>
              </w:rPr>
              <w:t xml:space="preserve"> 1 января по 30 июня 2020</w:t>
            </w:r>
            <w:r w:rsidRPr="00C827F6">
              <w:rPr>
                <w:sz w:val="20"/>
              </w:rPr>
              <w:t xml:space="preserve"> г.</w:t>
            </w:r>
          </w:p>
        </w:tc>
        <w:tc>
          <w:tcPr>
            <w:tcW w:w="2693" w:type="dxa"/>
            <w:tcBorders>
              <w:left w:val="nil"/>
            </w:tcBorders>
            <w:vAlign w:val="center"/>
            <w:hideMark/>
          </w:tcPr>
          <w:p w:rsidR="006316A0" w:rsidRPr="00C827F6" w:rsidRDefault="006316A0" w:rsidP="00397D4A">
            <w:pPr>
              <w:jc w:val="center"/>
              <w:rPr>
                <w:sz w:val="20"/>
              </w:rPr>
            </w:pPr>
            <w:r w:rsidRPr="00C827F6">
              <w:rPr>
                <w:sz w:val="20"/>
              </w:rPr>
              <w:t>-</w:t>
            </w:r>
          </w:p>
        </w:tc>
        <w:tc>
          <w:tcPr>
            <w:tcW w:w="2835" w:type="dxa"/>
            <w:vAlign w:val="center"/>
            <w:hideMark/>
          </w:tcPr>
          <w:p w:rsidR="006316A0" w:rsidRPr="00C827F6" w:rsidRDefault="006316A0" w:rsidP="00397D4A">
            <w:pPr>
              <w:jc w:val="center"/>
              <w:rPr>
                <w:sz w:val="20"/>
              </w:rPr>
            </w:pPr>
            <w:r w:rsidRPr="00C827F6">
              <w:rPr>
                <w:sz w:val="20"/>
              </w:rPr>
              <w:t>-</w:t>
            </w:r>
          </w:p>
        </w:tc>
      </w:tr>
      <w:tr w:rsidR="006316A0" w:rsidRPr="00E760D2" w:rsidTr="00645F8A">
        <w:trPr>
          <w:jc w:val="center"/>
        </w:trPr>
        <w:tc>
          <w:tcPr>
            <w:tcW w:w="479" w:type="dxa"/>
          </w:tcPr>
          <w:p w:rsidR="006316A0" w:rsidRDefault="006316A0" w:rsidP="00397D4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827" w:type="dxa"/>
          </w:tcPr>
          <w:p w:rsidR="006316A0" w:rsidRPr="00C827F6" w:rsidRDefault="006316A0" w:rsidP="00397D4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С 1 июля по 31 декабря 2020</w:t>
            </w:r>
            <w:r w:rsidRPr="00C827F6">
              <w:rPr>
                <w:sz w:val="20"/>
              </w:rPr>
              <w:t xml:space="preserve"> г.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6316A0" w:rsidRPr="00C827F6" w:rsidRDefault="006316A0" w:rsidP="00397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6316A0" w:rsidRPr="00C827F6" w:rsidRDefault="006316A0" w:rsidP="00397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316A0" w:rsidRPr="007F0B94" w:rsidRDefault="006316A0" w:rsidP="006316A0">
      <w:pPr>
        <w:pStyle w:val="ac"/>
        <w:spacing w:line="276" w:lineRule="auto"/>
        <w:ind w:firstLine="720"/>
      </w:pPr>
      <w:r>
        <w:rPr>
          <w:b/>
        </w:rPr>
        <w:t>3</w:t>
      </w:r>
      <w:r w:rsidRPr="007F0B94">
        <w:rPr>
          <w:b/>
        </w:rPr>
        <w:t>.</w:t>
      </w:r>
      <w:r w:rsidRPr="007F0B94">
        <w:t xml:space="preserve"> Утвердить производственную программу </w:t>
      </w:r>
      <w:r w:rsidRPr="006316A0">
        <w:t>ПУБЛИЧНОГО АКЦИОНЕРНОГО ОБЩЕСТВА «АРЗАМАССКОЕ НАУЧНО-ПРОИЗВОДСТВЕННОЕ ПРЕДПРИЯТИЕ «ТЕМП-АВИА»</w:t>
      </w:r>
      <w:r>
        <w:t xml:space="preserve"> </w:t>
      </w:r>
      <w:r w:rsidRPr="006316A0">
        <w:t xml:space="preserve"> (ИНН 5243001887), г. Арзамас Нижегородской области</w:t>
      </w:r>
      <w:r w:rsidRPr="007F0B94">
        <w:t>, в сфере горячего водоснабжения согласно Приложению к настоящему решению.</w:t>
      </w:r>
    </w:p>
    <w:p w:rsidR="006316A0" w:rsidRDefault="006316A0" w:rsidP="006316A0">
      <w:pPr>
        <w:spacing w:line="276" w:lineRule="auto"/>
        <w:ind w:firstLine="720"/>
        <w:jc w:val="both"/>
        <w:rPr>
          <w:szCs w:val="28"/>
        </w:rPr>
      </w:pPr>
      <w:r>
        <w:rPr>
          <w:b/>
        </w:rPr>
        <w:t>4</w:t>
      </w:r>
      <w:r w:rsidRPr="007F0B94">
        <w:rPr>
          <w:b/>
        </w:rPr>
        <w:t>.</w:t>
      </w:r>
      <w:r w:rsidRPr="007F0B94">
        <w:t xml:space="preserve">  </w:t>
      </w:r>
      <w:r w:rsidRPr="006316A0">
        <w:t>ПУБЛИ</w:t>
      </w:r>
      <w:r>
        <w:t>ЧНОЕ АКЦИОНЕРНОЕ ОБЩЕСТВО</w:t>
      </w:r>
      <w:r w:rsidRPr="006316A0">
        <w:t xml:space="preserve"> «АРЗАМАССКОЕ НАУЧНО-ПРОИЗВОДСТВЕННОЕ ПРЕДПРИЯТИЕ «ТЕМП-АВИА»                      (ИНН 5243001887), г. Арзамас Нижегородской области</w:t>
      </w:r>
      <w:r w:rsidRPr="006316A0">
        <w:rPr>
          <w:bCs/>
          <w:szCs w:val="28"/>
        </w:rPr>
        <w:t>,</w:t>
      </w:r>
      <w:r w:rsidRPr="006316A0">
        <w:rPr>
          <w:szCs w:val="28"/>
        </w:rPr>
        <w:t xml:space="preserve"> применяет общий режим налогообложения и является плательщиком НДС.</w:t>
      </w:r>
    </w:p>
    <w:p w:rsidR="006316A0" w:rsidRDefault="006316A0" w:rsidP="006316A0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Расходы, учтенные при формировании тарифа, установленного настоящим решением, рассчитаны с учетом системы налогообложения, действующей в организации на момент вынесения решения.</w:t>
      </w:r>
    </w:p>
    <w:p w:rsidR="006316A0" w:rsidRPr="007F0B94" w:rsidRDefault="006316A0" w:rsidP="006316A0">
      <w:pPr>
        <w:spacing w:line="276" w:lineRule="auto"/>
        <w:ind w:firstLine="720"/>
        <w:jc w:val="both"/>
      </w:pPr>
      <w:r>
        <w:rPr>
          <w:b/>
        </w:rPr>
        <w:t>5</w:t>
      </w:r>
      <w:r w:rsidRPr="007F0B94">
        <w:rPr>
          <w:b/>
        </w:rPr>
        <w:t>.</w:t>
      </w:r>
      <w:r w:rsidRPr="007F0B94">
        <w:t xml:space="preserve">  </w:t>
      </w:r>
      <w:r>
        <w:rPr>
          <w:noProof/>
        </w:rPr>
        <w:t>Т</w:t>
      </w:r>
      <w:proofErr w:type="spellStart"/>
      <w:r>
        <w:t>арифы</w:t>
      </w:r>
      <w:proofErr w:type="spellEnd"/>
      <w:r>
        <w:t>, установленные пунктом 2</w:t>
      </w:r>
      <w:r w:rsidRPr="007F0B94">
        <w:t xml:space="preserve"> настоящего решения, действуют </w:t>
      </w:r>
      <w:r>
        <w:br/>
      </w:r>
      <w:r w:rsidRPr="007F0B94">
        <w:t>с 1 </w:t>
      </w:r>
      <w:r>
        <w:t>января по 31 декабря 2020 г.</w:t>
      </w:r>
      <w:r w:rsidRPr="007F0B94">
        <w:t xml:space="preserve"> включительно.</w:t>
      </w:r>
    </w:p>
    <w:p w:rsidR="006316A0" w:rsidRDefault="006316A0" w:rsidP="00447215">
      <w:pPr>
        <w:tabs>
          <w:tab w:val="left" w:pos="142"/>
        </w:tabs>
        <w:ind w:firstLine="709"/>
        <w:jc w:val="both"/>
      </w:pPr>
    </w:p>
    <w:p w:rsidR="006316A0" w:rsidRDefault="006316A0" w:rsidP="00447215">
      <w:pPr>
        <w:tabs>
          <w:tab w:val="left" w:pos="142"/>
        </w:tabs>
        <w:ind w:firstLine="709"/>
        <w:jc w:val="both"/>
      </w:pPr>
    </w:p>
    <w:p w:rsidR="00363A89" w:rsidRDefault="00363A89" w:rsidP="00447215">
      <w:pPr>
        <w:tabs>
          <w:tab w:val="left" w:pos="1897"/>
        </w:tabs>
        <w:rPr>
          <w:szCs w:val="28"/>
        </w:rPr>
      </w:pPr>
    </w:p>
    <w:p w:rsidR="007263E4" w:rsidRDefault="000B7A93" w:rsidP="000B7A93">
      <w:pPr>
        <w:tabs>
          <w:tab w:val="left" w:pos="1897"/>
        </w:tabs>
        <w:spacing w:line="276" w:lineRule="auto"/>
        <w:rPr>
          <w:szCs w:val="28"/>
        </w:rPr>
      </w:pPr>
      <w:r w:rsidRPr="000B7A93">
        <w:rPr>
          <w:szCs w:val="28"/>
        </w:rPr>
        <w:t>Руководитель службы</w:t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  <w:t xml:space="preserve">            </w:t>
      </w:r>
      <w:proofErr w:type="spellStart"/>
      <w:r w:rsidRPr="000B7A93">
        <w:rPr>
          <w:szCs w:val="28"/>
        </w:rPr>
        <w:t>Ю.Л.Алешина</w:t>
      </w:r>
      <w:proofErr w:type="spellEnd"/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231" w:type="dxa"/>
        <w:tblLook w:val="04A0" w:firstRow="1" w:lastRow="0" w:firstColumn="1" w:lastColumn="0" w:noHBand="0" w:noVBand="1"/>
      </w:tblPr>
      <w:tblGrid>
        <w:gridCol w:w="10220"/>
        <w:gridCol w:w="11"/>
      </w:tblGrid>
      <w:tr w:rsidR="006316A0" w:rsidRPr="002D2B8D" w:rsidTr="00645F8A">
        <w:trPr>
          <w:gridAfter w:val="1"/>
          <w:wAfter w:w="11" w:type="dxa"/>
          <w:trHeight w:val="1296"/>
        </w:trPr>
        <w:tc>
          <w:tcPr>
            <w:tcW w:w="10220" w:type="dxa"/>
          </w:tcPr>
          <w:p w:rsidR="006316A0" w:rsidRDefault="006316A0" w:rsidP="00645F8A">
            <w:pPr>
              <w:ind w:left="5245"/>
              <w:jc w:val="center"/>
            </w:pPr>
            <w:r>
              <w:lastRenderedPageBreak/>
              <w:t xml:space="preserve">ПРИЛОЖЕНИЕ </w:t>
            </w:r>
          </w:p>
          <w:p w:rsidR="006316A0" w:rsidRDefault="006316A0" w:rsidP="00645F8A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6316A0" w:rsidRPr="002D2B8D" w:rsidRDefault="006316A0" w:rsidP="00645F8A">
            <w:pPr>
              <w:ind w:left="5245"/>
              <w:jc w:val="center"/>
            </w:pPr>
            <w:r>
              <w:t xml:space="preserve">от </w:t>
            </w:r>
            <w:r w:rsidR="00447215">
              <w:t xml:space="preserve">19 ноября </w:t>
            </w:r>
            <w:r>
              <w:t xml:space="preserve">2019 г. № </w:t>
            </w:r>
            <w:r w:rsidR="000861F6">
              <w:t>52/31</w:t>
            </w:r>
            <w:bookmarkStart w:id="2" w:name="_GoBack"/>
            <w:bookmarkEnd w:id="2"/>
          </w:p>
        </w:tc>
      </w:tr>
      <w:tr w:rsidR="006316A0" w:rsidRPr="00A8468E" w:rsidTr="00645F8A">
        <w:tblPrEx>
          <w:tblCellMar>
            <w:left w:w="0" w:type="dxa"/>
            <w:right w:w="0" w:type="dxa"/>
          </w:tblCellMar>
        </w:tblPrEx>
        <w:trPr>
          <w:trHeight w:val="264"/>
        </w:trPr>
        <w:tc>
          <w:tcPr>
            <w:tcW w:w="10231" w:type="dxa"/>
            <w:gridSpan w:val="2"/>
            <w:hideMark/>
          </w:tcPr>
          <w:p w:rsidR="006316A0" w:rsidRDefault="006316A0" w:rsidP="00645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6316A0" w:rsidRPr="006161EA" w:rsidRDefault="006316A0" w:rsidP="00645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6316A0" w:rsidRDefault="006316A0" w:rsidP="00645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ГОРЯЧЕГО ВОДОСНАБЖЕНИЯ</w:t>
            </w:r>
          </w:p>
          <w:p w:rsidR="006316A0" w:rsidRPr="000A68F5" w:rsidRDefault="006316A0" w:rsidP="00645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6316A0" w:rsidRPr="0039744F" w:rsidRDefault="006316A0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 производственной программы с 01.01.2020 г. по 31.12.2020 г.</w:t>
            </w:r>
          </w:p>
        </w:tc>
      </w:tr>
    </w:tbl>
    <w:tbl>
      <w:tblPr>
        <w:tblW w:w="978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701"/>
        <w:gridCol w:w="425"/>
        <w:gridCol w:w="709"/>
        <w:gridCol w:w="486"/>
        <w:gridCol w:w="1073"/>
        <w:gridCol w:w="283"/>
        <w:gridCol w:w="1845"/>
      </w:tblGrid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39744F" w:rsidRPr="0039744F" w:rsidTr="001E5008">
        <w:trPr>
          <w:trHeight w:val="576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Наименование </w:t>
            </w:r>
            <w:proofErr w:type="gramStart"/>
            <w:r w:rsidRPr="0039744F">
              <w:rPr>
                <w:sz w:val="20"/>
              </w:rPr>
              <w:t>регулируемой</w:t>
            </w:r>
            <w:proofErr w:type="gramEnd"/>
            <w:r w:rsidRPr="0039744F">
              <w:rPr>
                <w:sz w:val="20"/>
              </w:rPr>
              <w:t xml:space="preserve">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организации (ИНН)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4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ПУБЛИЧНОЕ АКЦИОНЕРНОЕ ОБЩЕСТВО «АРЗАМАССКОЕ НАУЧНО-ПРОИЗВОДСТВЕННОЕ ПРЕДПРИЯТИЕ «ТЕМП-АВИА»  (ИНН 5243001887)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Местонахождение          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4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607220, Нижегородская область, г. Арзамас, ул. Кирова, д. 26</w:t>
            </w:r>
          </w:p>
        </w:tc>
      </w:tr>
      <w:tr w:rsidR="0039744F" w:rsidRPr="0039744F" w:rsidTr="001E5008">
        <w:trPr>
          <w:trHeight w:val="85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Наименование             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4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Местонахождение          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4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39744F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>2. Объем подачи горячей воды</w:t>
            </w:r>
          </w:p>
        </w:tc>
      </w:tr>
      <w:tr w:rsidR="0039744F" w:rsidRPr="0039744F" w:rsidTr="001E5008">
        <w:trPr>
          <w:trHeight w:val="269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Период с 01.01.2020 по 31.12.2020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9744F">
              <w:rPr>
                <w:sz w:val="20"/>
              </w:rPr>
              <w:t>Подано воды всего, тыс</w:t>
            </w:r>
            <w:proofErr w:type="gramStart"/>
            <w:r w:rsidRPr="0039744F">
              <w:rPr>
                <w:sz w:val="20"/>
              </w:rPr>
              <w:t>.м</w:t>
            </w:r>
            <w:proofErr w:type="gramEnd"/>
            <w:r w:rsidRPr="0039744F">
              <w:rPr>
                <w:sz w:val="20"/>
                <w:vertAlign w:val="superscript"/>
              </w:rPr>
              <w:t>3</w:t>
            </w:r>
            <w:r w:rsidRPr="0039744F">
              <w:rPr>
                <w:sz w:val="20"/>
              </w:rPr>
              <w:t xml:space="preserve"> в том числе: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39,48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>- населению,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14,78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609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24,70</w:t>
            </w:r>
          </w:p>
        </w:tc>
      </w:tr>
      <w:tr w:rsidR="0039744F" w:rsidRPr="0039744F" w:rsidTr="001E5008">
        <w:trPr>
          <w:trHeight w:val="296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9744F" w:rsidRPr="0039744F" w:rsidTr="001E5008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График реализации мероприятия</w:t>
            </w:r>
          </w:p>
        </w:tc>
        <w:tc>
          <w:tcPr>
            <w:tcW w:w="29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Всего сумма, тыс. руб.  </w:t>
            </w:r>
          </w:p>
        </w:tc>
      </w:tr>
      <w:tr w:rsidR="0039744F" w:rsidRPr="0039744F" w:rsidTr="001E5008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  Другие 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 xml:space="preserve"> источники </w:t>
            </w:r>
          </w:p>
        </w:tc>
        <w:tc>
          <w:tcPr>
            <w:tcW w:w="18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sz w:val="20"/>
              </w:rPr>
              <w:t>Период с 01.01.2020 по 31.12.2020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rFonts w:eastAsia="Calibri"/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>4. Мероприятия, 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9744F">
              <w:rPr>
                <w:sz w:val="20"/>
              </w:rPr>
              <w:t xml:space="preserve">  </w:t>
            </w:r>
            <w:r w:rsidRPr="0039744F">
              <w:rPr>
                <w:i/>
                <w:sz w:val="20"/>
              </w:rPr>
              <w:t xml:space="preserve">4.1. Перечень мероприятий по ремонту объектов централизованных    систем горячего водоснабжения 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rFonts w:eastAsia="Calibri"/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 xml:space="preserve">   4.2. Перечень мероприятий, направленных на улучшение качества   горячей воды 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rFonts w:eastAsia="Calibri"/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9744F">
              <w:rPr>
                <w:sz w:val="20"/>
              </w:rPr>
              <w:t xml:space="preserve">    </w:t>
            </w:r>
            <w:r w:rsidRPr="0039744F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39744F">
              <w:rPr>
                <w:i/>
                <w:sz w:val="20"/>
              </w:rPr>
              <w:t>энергетической</w:t>
            </w:r>
            <w:proofErr w:type="gramEnd"/>
            <w:r w:rsidRPr="0039744F">
              <w:rPr>
                <w:i/>
                <w:sz w:val="20"/>
              </w:rPr>
              <w:t xml:space="preserve">    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39744F">
              <w:rPr>
                <w:sz w:val="20"/>
              </w:rPr>
              <w:t xml:space="preserve">   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rFonts w:eastAsia="Calibri"/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39744F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i/>
                <w:sz w:val="20"/>
              </w:rPr>
            </w:pPr>
            <w:r w:rsidRPr="0039744F">
              <w:rPr>
                <w:rFonts w:eastAsia="Calibri"/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rHeight w:val="564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0"/>
              </w:rPr>
            </w:pPr>
            <w:r w:rsidRPr="0039744F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39744F" w:rsidRPr="0039744F" w:rsidTr="001E5008">
        <w:trPr>
          <w:trHeight w:val="439"/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Наименование показателя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Единица измерения</w:t>
            </w:r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Период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с 01.01.2020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по 31.12.2020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Показатели качества горячей воды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sz w:val="20"/>
              </w:rPr>
              <w:lastRenderedPageBreak/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9744F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color w:val="000000"/>
                <w:sz w:val="20"/>
              </w:rPr>
              <w:t>Показатели надежности и бесперебойности водоснабжения</w:t>
            </w:r>
          </w:p>
        </w:tc>
      </w:tr>
      <w:tr w:rsidR="0039744F" w:rsidRPr="0039744F" w:rsidTr="001E5008">
        <w:trPr>
          <w:trHeight w:val="438"/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color w:val="000000"/>
                <w:sz w:val="20"/>
              </w:rPr>
              <w:t>ед./</w:t>
            </w:r>
            <w:proofErr w:type="gramStart"/>
            <w:r w:rsidRPr="0039744F">
              <w:rPr>
                <w:color w:val="000000"/>
                <w:sz w:val="20"/>
              </w:rPr>
              <w:t>км</w:t>
            </w:r>
            <w:proofErr w:type="gramEnd"/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0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sz w:val="20"/>
              </w:rPr>
              <w:t>Показатели энергетической эффективности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538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Гкал/</w:t>
            </w:r>
            <w:proofErr w:type="spellStart"/>
            <w:r w:rsidRPr="0039744F">
              <w:rPr>
                <w:sz w:val="20"/>
              </w:rPr>
              <w:t>куб</w:t>
            </w:r>
            <w:proofErr w:type="gramStart"/>
            <w:r w:rsidRPr="0039744F">
              <w:rPr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0"/>
              </w:rPr>
            </w:pPr>
            <w:r w:rsidRPr="0039744F">
              <w:rPr>
                <w:sz w:val="20"/>
              </w:rPr>
              <w:t>0,0508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39744F" w:rsidRPr="0039744F" w:rsidTr="001E5008">
        <w:trPr>
          <w:trHeight w:val="215"/>
          <w:tblCellSpacing w:w="5" w:type="nil"/>
          <w:jc w:val="center"/>
        </w:trPr>
        <w:tc>
          <w:tcPr>
            <w:tcW w:w="7655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На период с 01.01.2020 по 31.12.2020</w:t>
            </w:r>
          </w:p>
        </w:tc>
        <w:tc>
          <w:tcPr>
            <w:tcW w:w="21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</w:rPr>
            </w:pPr>
            <w:r w:rsidRPr="0039744F">
              <w:rPr>
                <w:sz w:val="20"/>
              </w:rPr>
              <w:t>-</w:t>
            </w:r>
          </w:p>
        </w:tc>
      </w:tr>
      <w:tr w:rsidR="0039744F" w:rsidRPr="0039744F" w:rsidTr="001E5008">
        <w:trPr>
          <w:trHeight w:val="360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39744F">
              <w:rPr>
                <w:b/>
                <w:sz w:val="20"/>
              </w:rPr>
              <w:t>7. Общий объем финансовых потребностей, направленных на реализацию</w:t>
            </w:r>
          </w:p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b/>
                <w:sz w:val="20"/>
              </w:rPr>
              <w:t>производственной программы на период с 01.01.2020 по 31.12.2020</w:t>
            </w:r>
          </w:p>
        </w:tc>
      </w:tr>
      <w:tr w:rsidR="0039744F" w:rsidRPr="0039744F" w:rsidTr="001E5008">
        <w:trPr>
          <w:trHeight w:val="478"/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Объем финансовых потребностей на содержание централизованных систем горячего водоснабжения учитывается в составе необходимой валовой выручки при расчете тарифов на тепловую энергию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9744F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39744F" w:rsidRPr="0039744F" w:rsidTr="001E5008">
        <w:trPr>
          <w:tblCellSpacing w:w="5" w:type="nil"/>
          <w:jc w:val="center"/>
        </w:trPr>
        <w:tc>
          <w:tcPr>
            <w:tcW w:w="978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744F" w:rsidRPr="0039744F" w:rsidRDefault="0039744F" w:rsidP="0039744F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9744F">
              <w:rPr>
                <w:sz w:val="20"/>
              </w:rPr>
              <w:t>Государственное регулирование тарифов в сфере горячего водоснабжения в отношении организации ранее не осуществлялось</w:t>
            </w:r>
          </w:p>
        </w:tc>
      </w:tr>
    </w:tbl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p w:rsidR="006316A0" w:rsidRPr="009C774E" w:rsidRDefault="006316A0" w:rsidP="000B7A93">
      <w:pPr>
        <w:tabs>
          <w:tab w:val="left" w:pos="1897"/>
        </w:tabs>
        <w:spacing w:line="276" w:lineRule="auto"/>
        <w:rPr>
          <w:szCs w:val="28"/>
        </w:rPr>
      </w:pPr>
    </w:p>
    <w:sectPr w:rsidR="006316A0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61F6">
      <w:rPr>
        <w:rStyle w:val="a9"/>
        <w:noProof/>
      </w:rPr>
      <w:t>4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4758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1F6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A93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008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44F"/>
    <w:rsid w:val="00397D4A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891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21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27F0"/>
    <w:rsid w:val="00533131"/>
    <w:rsid w:val="00534585"/>
    <w:rsid w:val="0053510A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16A0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A79A6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817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6F1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1D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34</TotalTime>
  <Pages>4</Pages>
  <Words>892</Words>
  <Characters>7003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15</cp:revision>
  <cp:lastPrinted>2019-11-11T09:52:00Z</cp:lastPrinted>
  <dcterms:created xsi:type="dcterms:W3CDTF">2019-07-12T11:47:00Z</dcterms:created>
  <dcterms:modified xsi:type="dcterms:W3CDTF">2019-11-18T10:35:00Z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