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1E694F" w:rsidP="00280CE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280CE9">
              <w:t>19.11.2019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1E694F" w:rsidP="009C49A1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9C49A1">
              <w:t>52/5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1E694F" w:rsidP="00280CE9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C03E4B" w:rsidRPr="00C03E4B">
              <w:t xml:space="preserve">О внесении изменения в решение региональной службы по тарифам Нижегородской области </w:t>
            </w:r>
            <w:r w:rsidR="000E2EAF">
              <w:br/>
            </w:r>
            <w:r w:rsidR="005D68B0" w:rsidRPr="005D68B0">
              <w:t>от 4 декабря 2018 г. № 49/13 «Об установлении МУНИЦИПАЛЬНОМУ УНИТАРНОМУ ПРЕДПРИЯТИЮ СПАССКОГО МУНИЦИПАЛЬНОГО РАЙОНА «СПАССКОЕ ЖИЛИЩНО-КОММУНАЛЬНОЕ ХОЗЯЙСТВО»</w:t>
            </w:r>
            <w:r w:rsidR="005D68B0">
              <w:t xml:space="preserve"> </w:t>
            </w:r>
            <w:r w:rsidR="005D68B0" w:rsidRPr="005D68B0">
              <w:t>(ИНН 5232002977), с. Спасское Нижегородской области, тарифов на тепловую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431E94" w:rsidRDefault="00280CE9" w:rsidP="00DD2C81">
      <w:pPr>
        <w:tabs>
          <w:tab w:val="left" w:pos="1897"/>
        </w:tabs>
        <w:jc w:val="center"/>
        <w:rPr>
          <w:szCs w:val="28"/>
        </w:rPr>
      </w:pPr>
      <w:r>
        <w:t>э</w:t>
      </w:r>
      <w:r w:rsidRPr="005D68B0">
        <w:t>нергию (мощнос</w:t>
      </w:r>
      <w:r>
        <w:t>ть),</w:t>
      </w:r>
      <w:r w:rsidR="00B01C7F">
        <w:t xml:space="preserve"> </w:t>
      </w:r>
      <w:r w:rsidR="005D68B0" w:rsidRPr="005D68B0">
        <w:rPr>
          <w:szCs w:val="28"/>
        </w:rPr>
        <w:t xml:space="preserve">поставляемую потребителям </w:t>
      </w:r>
      <w:r>
        <w:rPr>
          <w:szCs w:val="28"/>
        </w:rPr>
        <w:br/>
      </w:r>
      <w:r w:rsidR="005D68B0" w:rsidRPr="005D68B0">
        <w:rPr>
          <w:szCs w:val="28"/>
        </w:rPr>
        <w:t xml:space="preserve">Спасского муниципального района </w:t>
      </w:r>
      <w:r>
        <w:rPr>
          <w:szCs w:val="28"/>
        </w:rPr>
        <w:br/>
      </w:r>
      <w:r w:rsidR="005D68B0" w:rsidRPr="005D68B0">
        <w:rPr>
          <w:szCs w:val="28"/>
        </w:rPr>
        <w:t>Нижегородской области</w:t>
      </w:r>
      <w:r w:rsidR="005D68B0" w:rsidRPr="005D68B0">
        <w:rPr>
          <w:noProof/>
          <w:szCs w:val="28"/>
        </w:rPr>
        <w:t>»</w:t>
      </w:r>
    </w:p>
    <w:p w:rsidR="005D68B0" w:rsidRDefault="005D68B0" w:rsidP="00280CE9">
      <w:pPr>
        <w:tabs>
          <w:tab w:val="left" w:pos="1897"/>
        </w:tabs>
        <w:jc w:val="center"/>
        <w:rPr>
          <w:szCs w:val="28"/>
        </w:rPr>
      </w:pPr>
    </w:p>
    <w:p w:rsidR="00FB1AD8" w:rsidRDefault="00FB1AD8" w:rsidP="00280CE9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9C49A1" w:rsidRPr="00740FF7" w:rsidRDefault="009C49A1" w:rsidP="00280CE9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2" w:name="_GoBack"/>
      <w:bookmarkEnd w:id="2"/>
    </w:p>
    <w:p w:rsidR="005D68B0" w:rsidRPr="005D68B0" w:rsidRDefault="005D68B0" w:rsidP="005D68B0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5D68B0">
        <w:rPr>
          <w:szCs w:val="28"/>
        </w:rPr>
        <w:t xml:space="preserve">В соответствии с Федеральным законом от 27 июля 2010 г. № 190-ФЗ «О теплоснабжении», постановлением Правительства Российской Федерации </w:t>
      </w:r>
      <w:r w:rsidR="00280CE9">
        <w:rPr>
          <w:szCs w:val="28"/>
        </w:rPr>
        <w:br/>
      </w:r>
      <w:r w:rsidRPr="005D68B0">
        <w:rPr>
          <w:szCs w:val="28"/>
        </w:rPr>
        <w:t xml:space="preserve">от 22 октября 2012 г. № 1075 «О ценообразовании в сфере теплоснабжения» и на основании рассмотрения расчетных и обосновывающих материалов, представленных МУНИЦИПАЛЬНЫМ УНИТАРНЫМ ПРЕДПРИЯТИЕМ СПАССКОГО МУНИЦИПАЛЬНОГО РАЙОНА «СПАССКОЕ ЖИЛИЩНО-КОММУНАЛЬНОЕ ХОЗЯЙСТВО» (ИНН 5232002977), </w:t>
      </w:r>
      <w:proofErr w:type="gramStart"/>
      <w:r w:rsidRPr="005D68B0">
        <w:rPr>
          <w:szCs w:val="28"/>
        </w:rPr>
        <w:t>с</w:t>
      </w:r>
      <w:proofErr w:type="gramEnd"/>
      <w:r w:rsidRPr="005D68B0">
        <w:rPr>
          <w:szCs w:val="28"/>
        </w:rPr>
        <w:t>. Спасское Нижегородской области</w:t>
      </w:r>
      <w:r w:rsidRPr="005D68B0">
        <w:rPr>
          <w:noProof/>
          <w:szCs w:val="28"/>
        </w:rPr>
        <w:t xml:space="preserve">, </w:t>
      </w:r>
      <w:r w:rsidRPr="005D68B0">
        <w:rPr>
          <w:szCs w:val="28"/>
        </w:rPr>
        <w:t xml:space="preserve">экспертного заключения рег. </w:t>
      </w:r>
      <w:r w:rsidRPr="00B65758">
        <w:rPr>
          <w:szCs w:val="28"/>
        </w:rPr>
        <w:t>№ в-</w:t>
      </w:r>
      <w:r w:rsidR="00B65758" w:rsidRPr="00B65758">
        <w:rPr>
          <w:szCs w:val="28"/>
        </w:rPr>
        <w:t>667</w:t>
      </w:r>
      <w:r w:rsidRPr="005D68B0">
        <w:rPr>
          <w:szCs w:val="28"/>
        </w:rPr>
        <w:t xml:space="preserve"> от</w:t>
      </w:r>
      <w:r w:rsidR="00280CE9">
        <w:rPr>
          <w:szCs w:val="28"/>
        </w:rPr>
        <w:t xml:space="preserve"> 12 ноября</w:t>
      </w:r>
      <w:r w:rsidRPr="005D68B0">
        <w:rPr>
          <w:szCs w:val="28"/>
        </w:rPr>
        <w:t xml:space="preserve"> 2019 </w:t>
      </w:r>
      <w:proofErr w:type="gramStart"/>
      <w:r w:rsidRPr="005D68B0">
        <w:rPr>
          <w:szCs w:val="28"/>
        </w:rPr>
        <w:t>г</w:t>
      </w:r>
      <w:proofErr w:type="gramEnd"/>
      <w:r w:rsidRPr="005D68B0">
        <w:rPr>
          <w:szCs w:val="28"/>
        </w:rPr>
        <w:t>.:</w:t>
      </w:r>
    </w:p>
    <w:p w:rsidR="005D68B0" w:rsidRPr="005D68B0" w:rsidRDefault="005D68B0" w:rsidP="005D68B0">
      <w:pPr>
        <w:spacing w:line="276" w:lineRule="auto"/>
        <w:ind w:firstLine="720"/>
        <w:jc w:val="both"/>
        <w:rPr>
          <w:noProof/>
          <w:szCs w:val="28"/>
        </w:rPr>
      </w:pPr>
      <w:r w:rsidRPr="005D68B0">
        <w:rPr>
          <w:b/>
          <w:szCs w:val="28"/>
        </w:rPr>
        <w:t xml:space="preserve">1. </w:t>
      </w:r>
      <w:r w:rsidRPr="005D68B0">
        <w:rPr>
          <w:szCs w:val="28"/>
        </w:rPr>
        <w:t xml:space="preserve">Внести </w:t>
      </w:r>
      <w:r w:rsidRPr="005D68B0">
        <w:rPr>
          <w:bCs/>
          <w:szCs w:val="28"/>
        </w:rPr>
        <w:t>в решение региональной службы по тарифам Нижегородской области от 4 декабря 2018 г. № 49/13 «</w:t>
      </w:r>
      <w:r w:rsidRPr="005D68B0">
        <w:rPr>
          <w:szCs w:val="28"/>
        </w:rPr>
        <w:t>Об установлении МУНИЦИПАЛЬНОМУ УНИТАРНОМУ ПРЕДПРИЯТИЮ СПАССКОГО МУНИЦИПАЛЬНОГО РАЙОНА «СПАССКОЕ ЖИЛИЩНО-КОММУНАЛЬНОЕ ХОЗЯЙСТВО»</w:t>
      </w:r>
      <w:r>
        <w:rPr>
          <w:szCs w:val="28"/>
        </w:rPr>
        <w:t xml:space="preserve">                   </w:t>
      </w:r>
      <w:r w:rsidRPr="005D68B0">
        <w:rPr>
          <w:szCs w:val="28"/>
        </w:rPr>
        <w:t xml:space="preserve"> (ИНН 5232002977), </w:t>
      </w:r>
      <w:proofErr w:type="gramStart"/>
      <w:r w:rsidRPr="005D68B0">
        <w:rPr>
          <w:szCs w:val="28"/>
        </w:rPr>
        <w:t>с</w:t>
      </w:r>
      <w:proofErr w:type="gramEnd"/>
      <w:r w:rsidRPr="005D68B0">
        <w:rPr>
          <w:szCs w:val="28"/>
        </w:rPr>
        <w:t>. Спасское Нижегородской области, тарифов на тепловую энергию (мощность), поставляемую потребителям  Спасского муниципального района Нижегородской области</w:t>
      </w:r>
      <w:r w:rsidRPr="005D68B0">
        <w:rPr>
          <w:noProof/>
          <w:szCs w:val="28"/>
        </w:rPr>
        <w:t xml:space="preserve">» </w:t>
      </w:r>
      <w:r w:rsidRPr="005D68B0">
        <w:rPr>
          <w:szCs w:val="28"/>
        </w:rPr>
        <w:t>изменение</w:t>
      </w:r>
      <w:r w:rsidRPr="005D68B0">
        <w:rPr>
          <w:noProof/>
          <w:szCs w:val="28"/>
        </w:rPr>
        <w:t>, изложив таблицу Приложения 2 к решению в следующей редакции:</w:t>
      </w:r>
    </w:p>
    <w:p w:rsidR="005D68B0" w:rsidRDefault="005D68B0" w:rsidP="005D68B0">
      <w:pPr>
        <w:spacing w:line="276" w:lineRule="auto"/>
        <w:jc w:val="both"/>
        <w:rPr>
          <w:bCs/>
          <w:szCs w:val="28"/>
        </w:rPr>
      </w:pPr>
      <w:r w:rsidRPr="005D68B0">
        <w:rPr>
          <w:bCs/>
          <w:szCs w:val="28"/>
        </w:rPr>
        <w:t>«</w:t>
      </w:r>
    </w:p>
    <w:p w:rsidR="00280CE9" w:rsidRPr="005D68B0" w:rsidRDefault="00280CE9" w:rsidP="005D68B0">
      <w:pPr>
        <w:spacing w:line="276" w:lineRule="auto"/>
        <w:jc w:val="both"/>
        <w:rPr>
          <w:szCs w:val="28"/>
        </w:rPr>
      </w:pPr>
    </w:p>
    <w:tbl>
      <w:tblPr>
        <w:tblW w:w="9715" w:type="dxa"/>
        <w:jc w:val="center"/>
        <w:tblInd w:w="-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1"/>
        <w:gridCol w:w="2993"/>
        <w:gridCol w:w="1691"/>
        <w:gridCol w:w="713"/>
        <w:gridCol w:w="1709"/>
        <w:gridCol w:w="1958"/>
      </w:tblGrid>
      <w:tr w:rsidR="005D68B0" w:rsidRPr="00182B3A" w:rsidTr="005D68B0">
        <w:trPr>
          <w:trHeight w:val="201"/>
          <w:jc w:val="center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B0" w:rsidRPr="00EF5553" w:rsidRDefault="005D68B0" w:rsidP="00280CE9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5553">
              <w:rPr>
                <w:b/>
                <w:bCs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EF5553">
              <w:rPr>
                <w:b/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EF5553">
              <w:rPr>
                <w:b/>
                <w:bCs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B0" w:rsidRPr="00EF5553" w:rsidRDefault="005D68B0" w:rsidP="00280CE9">
            <w:pPr>
              <w:ind w:left="-9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5553">
              <w:rPr>
                <w:b/>
                <w:bCs/>
                <w:sz w:val="18"/>
                <w:szCs w:val="18"/>
                <w:lang w:eastAsia="en-US"/>
              </w:rPr>
              <w:t>Наименование регулируемой организации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B0" w:rsidRPr="00EF5553" w:rsidRDefault="005D68B0" w:rsidP="00280CE9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5553">
              <w:rPr>
                <w:b/>
                <w:bCs/>
                <w:sz w:val="18"/>
                <w:szCs w:val="18"/>
                <w:lang w:eastAsia="en-US"/>
              </w:rPr>
              <w:t>Вид тарифа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B0" w:rsidRPr="00EF5553" w:rsidRDefault="005D68B0" w:rsidP="00280CE9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5553">
              <w:rPr>
                <w:b/>
                <w:bCs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B0" w:rsidRPr="00EF5553" w:rsidRDefault="005D68B0" w:rsidP="00280CE9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5553">
              <w:rPr>
                <w:b/>
                <w:bCs/>
                <w:sz w:val="18"/>
                <w:szCs w:val="18"/>
                <w:lang w:eastAsia="en-US"/>
              </w:rPr>
              <w:t>Вода</w:t>
            </w:r>
          </w:p>
        </w:tc>
      </w:tr>
      <w:tr w:rsidR="005D68B0" w:rsidRPr="00182B3A" w:rsidTr="005D68B0">
        <w:trPr>
          <w:trHeight w:val="429"/>
          <w:jc w:val="center"/>
        </w:trPr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8B0" w:rsidRPr="00EF5553" w:rsidRDefault="005D68B0" w:rsidP="00280CE9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8B0" w:rsidRPr="00EF5553" w:rsidRDefault="005D68B0" w:rsidP="00280CE9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8B0" w:rsidRPr="00EF5553" w:rsidRDefault="005D68B0" w:rsidP="00280CE9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8B0" w:rsidRPr="00EF5553" w:rsidRDefault="005D68B0" w:rsidP="00280CE9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B0" w:rsidRPr="00EF5553" w:rsidRDefault="005D68B0" w:rsidP="00280CE9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5553">
              <w:rPr>
                <w:b/>
                <w:bCs/>
                <w:sz w:val="18"/>
                <w:szCs w:val="18"/>
                <w:lang w:eastAsia="en-US"/>
              </w:rPr>
              <w:t xml:space="preserve">с 1 января по 30 июня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B0" w:rsidRPr="00EF5553" w:rsidRDefault="005D68B0" w:rsidP="00280CE9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5553">
              <w:rPr>
                <w:b/>
                <w:bCs/>
                <w:sz w:val="18"/>
                <w:szCs w:val="18"/>
                <w:lang w:eastAsia="en-US"/>
              </w:rPr>
              <w:t xml:space="preserve">с 1 июля </w:t>
            </w:r>
            <w:proofErr w:type="gramStart"/>
            <w:r w:rsidRPr="00EF5553">
              <w:rPr>
                <w:b/>
                <w:bCs/>
                <w:sz w:val="18"/>
                <w:szCs w:val="18"/>
                <w:lang w:eastAsia="en-US"/>
              </w:rPr>
              <w:t>по</w:t>
            </w:r>
            <w:proofErr w:type="gramEnd"/>
            <w:r w:rsidRPr="00EF5553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:rsidR="005D68B0" w:rsidRPr="00EF5553" w:rsidRDefault="005D68B0" w:rsidP="00280CE9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5553">
              <w:rPr>
                <w:b/>
                <w:bCs/>
                <w:sz w:val="18"/>
                <w:szCs w:val="18"/>
                <w:lang w:eastAsia="en-US"/>
              </w:rPr>
              <w:t xml:space="preserve">31 декабря </w:t>
            </w:r>
          </w:p>
        </w:tc>
      </w:tr>
      <w:tr w:rsidR="005D68B0" w:rsidRPr="00182B3A" w:rsidTr="005D68B0">
        <w:trPr>
          <w:trHeight w:val="454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B0" w:rsidRPr="00EF5553" w:rsidRDefault="005D68B0" w:rsidP="00280CE9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5553"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B0" w:rsidRPr="00280CE9" w:rsidRDefault="005D68B0" w:rsidP="00280CE9"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  <w:r w:rsidRPr="00280CE9">
              <w:rPr>
                <w:rFonts w:eastAsia="Calibri"/>
                <w:sz w:val="21"/>
                <w:szCs w:val="21"/>
                <w:lang w:eastAsia="en-US"/>
              </w:rPr>
              <w:t>МУНИЦИПАЛЬНОЕ УНИТАРНОЕ ПРЕДПРИЯТИЕ СПАССКОГО МУНИЦИПАЛЬНОГО РАЙОНА «СПАССКОЕ ЖИЛИЩНО-КОММУНАЛЬНОЕ ХОЗЯЙСТВО»</w:t>
            </w:r>
          </w:p>
          <w:p w:rsidR="005D68B0" w:rsidRPr="00182B3A" w:rsidRDefault="005D68B0" w:rsidP="00280CE9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280CE9">
              <w:rPr>
                <w:rFonts w:eastAsiaTheme="minorHAnsi"/>
                <w:bCs/>
                <w:sz w:val="21"/>
                <w:szCs w:val="21"/>
                <w:lang w:eastAsia="en-US"/>
              </w:rPr>
              <w:t xml:space="preserve"> </w:t>
            </w:r>
            <w:r w:rsidRPr="00280CE9">
              <w:rPr>
                <w:rFonts w:eastAsia="Calibri"/>
                <w:bCs/>
                <w:sz w:val="21"/>
                <w:szCs w:val="21"/>
                <w:lang w:eastAsia="en-US"/>
              </w:rPr>
              <w:t>(</w:t>
            </w:r>
            <w:r w:rsidRPr="00280CE9">
              <w:rPr>
                <w:rFonts w:eastAsia="Calibri"/>
                <w:sz w:val="21"/>
                <w:szCs w:val="21"/>
                <w:lang w:eastAsia="en-US"/>
              </w:rPr>
              <w:t xml:space="preserve">ИНН 5232002977), </w:t>
            </w:r>
            <w:r w:rsidRPr="00280CE9">
              <w:rPr>
                <w:rFonts w:eastAsia="Calibri"/>
                <w:sz w:val="21"/>
                <w:szCs w:val="21"/>
                <w:lang w:eastAsia="en-US"/>
              </w:rPr>
              <w:br/>
            </w:r>
            <w:proofErr w:type="gramStart"/>
            <w:r w:rsidRPr="00280CE9">
              <w:rPr>
                <w:rFonts w:eastAsia="Calibri"/>
                <w:sz w:val="21"/>
                <w:szCs w:val="21"/>
                <w:lang w:eastAsia="en-US"/>
              </w:rPr>
              <w:t>с</w:t>
            </w:r>
            <w:proofErr w:type="gramEnd"/>
            <w:r w:rsidRPr="00280CE9">
              <w:rPr>
                <w:rFonts w:eastAsia="Calibri"/>
                <w:sz w:val="21"/>
                <w:szCs w:val="21"/>
                <w:lang w:eastAsia="en-US"/>
              </w:rPr>
              <w:t>. Спасское Нижегородской области</w:t>
            </w:r>
          </w:p>
        </w:tc>
        <w:tc>
          <w:tcPr>
            <w:tcW w:w="6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B0" w:rsidRPr="00280CE9" w:rsidRDefault="005D68B0" w:rsidP="00280CE9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0"/>
                <w:lang w:eastAsia="en-US"/>
              </w:rPr>
            </w:pPr>
            <w:r w:rsidRPr="00280CE9">
              <w:rPr>
                <w:b/>
                <w:bCs/>
                <w:sz w:val="20"/>
                <w:lang w:eastAsia="en-US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5D68B0" w:rsidRPr="00182B3A" w:rsidTr="005D68B0">
        <w:trPr>
          <w:trHeight w:val="240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B0" w:rsidRPr="00EF5553" w:rsidRDefault="005D68B0" w:rsidP="00280CE9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5553">
              <w:rPr>
                <w:b/>
                <w:bCs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8B0" w:rsidRPr="00182B3A" w:rsidRDefault="005D68B0" w:rsidP="00280CE9">
            <w:pPr>
              <w:rPr>
                <w:sz w:val="20"/>
                <w:lang w:eastAsia="en-US"/>
              </w:rPr>
            </w:pP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B0" w:rsidRPr="00280CE9" w:rsidRDefault="005D68B0" w:rsidP="00280CE9">
            <w:pPr>
              <w:pStyle w:val="ac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280CE9">
              <w:rPr>
                <w:sz w:val="20"/>
                <w:szCs w:val="20"/>
                <w:lang w:eastAsia="en-US"/>
              </w:rPr>
              <w:t>одноставочный</w:t>
            </w:r>
            <w:proofErr w:type="spellEnd"/>
            <w:r w:rsidRPr="00280CE9">
              <w:rPr>
                <w:sz w:val="20"/>
                <w:szCs w:val="20"/>
                <w:lang w:eastAsia="en-US"/>
              </w:rPr>
              <w:t>, руб./Гкал</w:t>
            </w:r>
          </w:p>
          <w:p w:rsidR="005D68B0" w:rsidRPr="00280CE9" w:rsidRDefault="005D68B0" w:rsidP="00280CE9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B0" w:rsidRPr="00280CE9" w:rsidRDefault="005D68B0" w:rsidP="00280CE9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280CE9">
              <w:rPr>
                <w:sz w:val="20"/>
                <w:lang w:eastAsia="en-US"/>
              </w:rPr>
              <w:t>2019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8B0" w:rsidRPr="00280CE9" w:rsidRDefault="005D68B0" w:rsidP="00280CE9">
            <w:pPr>
              <w:jc w:val="center"/>
              <w:rPr>
                <w:sz w:val="20"/>
              </w:rPr>
            </w:pPr>
            <w:r w:rsidRPr="00280CE9">
              <w:rPr>
                <w:sz w:val="20"/>
              </w:rPr>
              <w:t>2030,78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8B0" w:rsidRPr="00280CE9" w:rsidRDefault="005D68B0" w:rsidP="00280CE9">
            <w:pPr>
              <w:jc w:val="center"/>
              <w:rPr>
                <w:sz w:val="20"/>
              </w:rPr>
            </w:pPr>
            <w:r w:rsidRPr="00280CE9">
              <w:rPr>
                <w:sz w:val="20"/>
              </w:rPr>
              <w:t>2071,20</w:t>
            </w:r>
          </w:p>
        </w:tc>
      </w:tr>
      <w:tr w:rsidR="00AF3E17" w:rsidRPr="00182B3A" w:rsidTr="005D68B0">
        <w:trPr>
          <w:trHeight w:val="226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17" w:rsidRPr="00EF5553" w:rsidRDefault="00AF3E17" w:rsidP="00280CE9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5553">
              <w:rPr>
                <w:b/>
                <w:bCs/>
                <w:sz w:val="18"/>
                <w:szCs w:val="18"/>
                <w:lang w:eastAsia="en-US"/>
              </w:rPr>
              <w:t>1.2.</w:t>
            </w: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E17" w:rsidRPr="00182B3A" w:rsidRDefault="00AF3E17" w:rsidP="00280CE9">
            <w:pPr>
              <w:rPr>
                <w:sz w:val="20"/>
                <w:lang w:eastAsia="en-US"/>
              </w:rPr>
            </w:pPr>
          </w:p>
        </w:tc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E17" w:rsidRPr="00280CE9" w:rsidRDefault="00AF3E17" w:rsidP="00280CE9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17" w:rsidRPr="00280CE9" w:rsidRDefault="00AF3E17" w:rsidP="00280CE9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280CE9">
              <w:rPr>
                <w:sz w:val="20"/>
                <w:lang w:eastAsia="en-US"/>
              </w:rPr>
              <w:t>2020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17" w:rsidRPr="00280CE9" w:rsidRDefault="00AF3E17" w:rsidP="00280CE9">
            <w:pPr>
              <w:jc w:val="center"/>
              <w:rPr>
                <w:sz w:val="20"/>
              </w:rPr>
            </w:pPr>
            <w:r w:rsidRPr="00280CE9">
              <w:rPr>
                <w:sz w:val="20"/>
              </w:rPr>
              <w:t>2071,20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17" w:rsidRPr="00280CE9" w:rsidRDefault="00AF3E17" w:rsidP="00280CE9">
            <w:pPr>
              <w:jc w:val="center"/>
              <w:rPr>
                <w:sz w:val="20"/>
              </w:rPr>
            </w:pPr>
            <w:r w:rsidRPr="00280CE9">
              <w:rPr>
                <w:sz w:val="20"/>
              </w:rPr>
              <w:t>2132,52</w:t>
            </w:r>
          </w:p>
        </w:tc>
      </w:tr>
      <w:tr w:rsidR="00AF3E17" w:rsidRPr="00182B3A" w:rsidTr="005D68B0">
        <w:trPr>
          <w:trHeight w:val="226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17" w:rsidRPr="00EF5553" w:rsidRDefault="00AF3E17" w:rsidP="00280CE9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5553">
              <w:rPr>
                <w:b/>
                <w:bCs/>
                <w:sz w:val="18"/>
                <w:szCs w:val="18"/>
                <w:lang w:eastAsia="en-US"/>
              </w:rPr>
              <w:t>1.3.</w:t>
            </w: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E17" w:rsidRPr="00182B3A" w:rsidRDefault="00AF3E17" w:rsidP="00280CE9">
            <w:pPr>
              <w:rPr>
                <w:sz w:val="20"/>
                <w:lang w:eastAsia="en-US"/>
              </w:rPr>
            </w:pPr>
          </w:p>
        </w:tc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E17" w:rsidRPr="00280CE9" w:rsidRDefault="00AF3E17" w:rsidP="00280CE9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17" w:rsidRPr="00280CE9" w:rsidRDefault="00AF3E17" w:rsidP="00280CE9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280CE9">
              <w:rPr>
                <w:sz w:val="20"/>
                <w:lang w:eastAsia="en-US"/>
              </w:rPr>
              <w:t>2021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17" w:rsidRPr="00280CE9" w:rsidRDefault="00AF3E17" w:rsidP="00280CE9">
            <w:pPr>
              <w:jc w:val="center"/>
              <w:rPr>
                <w:sz w:val="20"/>
              </w:rPr>
            </w:pPr>
            <w:r w:rsidRPr="00280CE9">
              <w:rPr>
                <w:sz w:val="20"/>
              </w:rPr>
              <w:t>2132,52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17" w:rsidRPr="00280CE9" w:rsidRDefault="00AF3E17" w:rsidP="00280CE9">
            <w:pPr>
              <w:jc w:val="center"/>
              <w:rPr>
                <w:sz w:val="20"/>
              </w:rPr>
            </w:pPr>
            <w:r w:rsidRPr="00280CE9">
              <w:rPr>
                <w:sz w:val="20"/>
              </w:rPr>
              <w:t>2216,91</w:t>
            </w:r>
          </w:p>
        </w:tc>
      </w:tr>
      <w:tr w:rsidR="00AF3E17" w:rsidRPr="00182B3A" w:rsidTr="005D68B0">
        <w:trPr>
          <w:trHeight w:val="226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17" w:rsidRPr="00EF5553" w:rsidRDefault="00AF3E17" w:rsidP="00280CE9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5553">
              <w:rPr>
                <w:b/>
                <w:bCs/>
                <w:sz w:val="18"/>
                <w:szCs w:val="18"/>
                <w:lang w:eastAsia="en-US"/>
              </w:rPr>
              <w:t>1.4.</w:t>
            </w: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E17" w:rsidRPr="00182B3A" w:rsidRDefault="00AF3E17" w:rsidP="00280CE9">
            <w:pPr>
              <w:rPr>
                <w:sz w:val="20"/>
                <w:lang w:eastAsia="en-US"/>
              </w:rPr>
            </w:pPr>
          </w:p>
        </w:tc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E17" w:rsidRPr="00280CE9" w:rsidRDefault="00AF3E17" w:rsidP="00280CE9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17" w:rsidRPr="00280CE9" w:rsidRDefault="00AF3E17" w:rsidP="00280CE9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280CE9">
              <w:rPr>
                <w:sz w:val="20"/>
                <w:lang w:eastAsia="en-US"/>
              </w:rPr>
              <w:t>2022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17" w:rsidRPr="00280CE9" w:rsidRDefault="00AF3E17" w:rsidP="00280CE9">
            <w:pPr>
              <w:jc w:val="center"/>
              <w:rPr>
                <w:sz w:val="20"/>
              </w:rPr>
            </w:pPr>
            <w:r w:rsidRPr="00280CE9">
              <w:rPr>
                <w:sz w:val="20"/>
              </w:rPr>
              <w:t>2216,91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17" w:rsidRPr="00280CE9" w:rsidRDefault="00AF3E17" w:rsidP="00280CE9">
            <w:pPr>
              <w:jc w:val="center"/>
              <w:rPr>
                <w:sz w:val="20"/>
              </w:rPr>
            </w:pPr>
            <w:r w:rsidRPr="00280CE9">
              <w:rPr>
                <w:sz w:val="20"/>
              </w:rPr>
              <w:t>2300,65</w:t>
            </w:r>
          </w:p>
        </w:tc>
      </w:tr>
      <w:tr w:rsidR="00AF3E17" w:rsidRPr="00182B3A" w:rsidTr="005D68B0">
        <w:trPr>
          <w:trHeight w:val="226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17" w:rsidRPr="00EF5553" w:rsidRDefault="00AF3E17" w:rsidP="00280CE9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5553">
              <w:rPr>
                <w:b/>
                <w:bCs/>
                <w:sz w:val="18"/>
                <w:szCs w:val="18"/>
                <w:lang w:eastAsia="en-US"/>
              </w:rPr>
              <w:t>1.5.</w:t>
            </w: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E17" w:rsidRPr="00182B3A" w:rsidRDefault="00AF3E17" w:rsidP="00280CE9">
            <w:pPr>
              <w:rPr>
                <w:sz w:val="20"/>
                <w:lang w:eastAsia="en-US"/>
              </w:rPr>
            </w:pPr>
          </w:p>
        </w:tc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E17" w:rsidRPr="00280CE9" w:rsidRDefault="00AF3E17" w:rsidP="00280CE9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17" w:rsidRPr="00280CE9" w:rsidRDefault="00AF3E17" w:rsidP="00280CE9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280CE9">
              <w:rPr>
                <w:sz w:val="20"/>
                <w:lang w:eastAsia="en-US"/>
              </w:rPr>
              <w:t>2023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17" w:rsidRPr="00280CE9" w:rsidRDefault="00AF3E17" w:rsidP="00280CE9">
            <w:pPr>
              <w:jc w:val="center"/>
              <w:rPr>
                <w:sz w:val="20"/>
              </w:rPr>
            </w:pPr>
            <w:r w:rsidRPr="00280CE9">
              <w:rPr>
                <w:sz w:val="20"/>
              </w:rPr>
              <w:t>2300,65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17" w:rsidRPr="00280CE9" w:rsidRDefault="00AF3E17" w:rsidP="00280CE9">
            <w:pPr>
              <w:jc w:val="center"/>
              <w:rPr>
                <w:sz w:val="20"/>
              </w:rPr>
            </w:pPr>
            <w:r w:rsidRPr="00280CE9">
              <w:rPr>
                <w:sz w:val="20"/>
              </w:rPr>
              <w:t>2372,35</w:t>
            </w:r>
          </w:p>
        </w:tc>
      </w:tr>
      <w:tr w:rsidR="005D68B0" w:rsidRPr="00182B3A" w:rsidTr="005D68B0">
        <w:trPr>
          <w:trHeight w:val="226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B0" w:rsidRPr="00EF5553" w:rsidRDefault="005D68B0" w:rsidP="00280CE9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8B0" w:rsidRPr="00182B3A" w:rsidRDefault="005D68B0" w:rsidP="00280CE9">
            <w:pPr>
              <w:rPr>
                <w:sz w:val="20"/>
                <w:lang w:eastAsia="en-US"/>
              </w:rPr>
            </w:pPr>
          </w:p>
        </w:tc>
        <w:tc>
          <w:tcPr>
            <w:tcW w:w="6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B0" w:rsidRPr="00280CE9" w:rsidRDefault="005D68B0" w:rsidP="00280CE9">
            <w:pPr>
              <w:ind w:left="-24" w:firstLine="24"/>
              <w:rPr>
                <w:sz w:val="20"/>
                <w:lang w:eastAsia="en-US"/>
              </w:rPr>
            </w:pPr>
            <w:r w:rsidRPr="00280CE9">
              <w:rPr>
                <w:sz w:val="20"/>
                <w:lang w:eastAsia="en-US"/>
              </w:rPr>
              <w:t>Население (тарифы указаны с учетом НДС)</w:t>
            </w:r>
          </w:p>
        </w:tc>
      </w:tr>
      <w:tr w:rsidR="005D68B0" w:rsidRPr="00182B3A" w:rsidTr="005D68B0">
        <w:trPr>
          <w:trHeight w:val="240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B0" w:rsidRPr="00EF5553" w:rsidRDefault="005D68B0" w:rsidP="00280CE9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5553">
              <w:rPr>
                <w:b/>
                <w:bCs/>
                <w:sz w:val="18"/>
                <w:szCs w:val="18"/>
                <w:lang w:eastAsia="en-US"/>
              </w:rPr>
              <w:t>1.6.</w:t>
            </w: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8B0" w:rsidRPr="00182B3A" w:rsidRDefault="005D68B0" w:rsidP="00280CE9">
            <w:pPr>
              <w:rPr>
                <w:sz w:val="20"/>
                <w:lang w:eastAsia="en-US"/>
              </w:rPr>
            </w:pP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B0" w:rsidRPr="00280CE9" w:rsidRDefault="005D68B0" w:rsidP="00280CE9">
            <w:pPr>
              <w:pStyle w:val="ac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280CE9">
              <w:rPr>
                <w:sz w:val="20"/>
                <w:szCs w:val="20"/>
                <w:lang w:eastAsia="en-US"/>
              </w:rPr>
              <w:t>одноставочный</w:t>
            </w:r>
            <w:proofErr w:type="spellEnd"/>
            <w:r w:rsidRPr="00280CE9">
              <w:rPr>
                <w:sz w:val="20"/>
                <w:szCs w:val="20"/>
                <w:lang w:eastAsia="en-US"/>
              </w:rPr>
              <w:t>, руб./Гкал</w:t>
            </w:r>
          </w:p>
          <w:p w:rsidR="005D68B0" w:rsidRPr="00280CE9" w:rsidRDefault="005D68B0" w:rsidP="00280CE9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B0" w:rsidRPr="00280CE9" w:rsidRDefault="005D68B0" w:rsidP="00280CE9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280CE9">
              <w:rPr>
                <w:sz w:val="20"/>
                <w:lang w:eastAsia="en-US"/>
              </w:rPr>
              <w:t>2019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8B0" w:rsidRPr="00280CE9" w:rsidRDefault="005D68B0" w:rsidP="00280CE9">
            <w:pPr>
              <w:jc w:val="center"/>
              <w:rPr>
                <w:color w:val="000000"/>
                <w:sz w:val="20"/>
              </w:rPr>
            </w:pPr>
            <w:r w:rsidRPr="00280CE9">
              <w:rPr>
                <w:color w:val="000000"/>
                <w:sz w:val="20"/>
              </w:rPr>
              <w:t>-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8B0" w:rsidRPr="00280CE9" w:rsidRDefault="005D68B0" w:rsidP="00280CE9">
            <w:pPr>
              <w:jc w:val="center"/>
              <w:rPr>
                <w:color w:val="000000"/>
                <w:sz w:val="20"/>
              </w:rPr>
            </w:pPr>
            <w:r w:rsidRPr="00280CE9">
              <w:rPr>
                <w:color w:val="000000"/>
                <w:sz w:val="20"/>
              </w:rPr>
              <w:t>-</w:t>
            </w:r>
          </w:p>
        </w:tc>
      </w:tr>
      <w:tr w:rsidR="005D68B0" w:rsidRPr="00182B3A" w:rsidTr="005D68B0">
        <w:trPr>
          <w:trHeight w:val="226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B0" w:rsidRPr="00EF5553" w:rsidRDefault="005D68B0" w:rsidP="00280CE9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5553">
              <w:rPr>
                <w:b/>
                <w:bCs/>
                <w:sz w:val="18"/>
                <w:szCs w:val="18"/>
                <w:lang w:eastAsia="en-US"/>
              </w:rPr>
              <w:t>1.7.</w:t>
            </w: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8B0" w:rsidRPr="00182B3A" w:rsidRDefault="005D68B0" w:rsidP="00280CE9">
            <w:pPr>
              <w:rPr>
                <w:sz w:val="20"/>
                <w:lang w:eastAsia="en-US"/>
              </w:rPr>
            </w:pPr>
          </w:p>
        </w:tc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8B0" w:rsidRPr="00280CE9" w:rsidRDefault="005D68B0" w:rsidP="00280CE9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B0" w:rsidRPr="00280CE9" w:rsidRDefault="005D68B0" w:rsidP="00280CE9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280CE9">
              <w:rPr>
                <w:sz w:val="20"/>
                <w:lang w:eastAsia="en-US"/>
              </w:rPr>
              <w:t>2020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8B0" w:rsidRPr="00280CE9" w:rsidRDefault="005D68B0" w:rsidP="00280CE9">
            <w:pPr>
              <w:jc w:val="center"/>
              <w:rPr>
                <w:color w:val="000000"/>
                <w:sz w:val="20"/>
              </w:rPr>
            </w:pPr>
            <w:r w:rsidRPr="00280CE9">
              <w:rPr>
                <w:color w:val="000000"/>
                <w:sz w:val="20"/>
              </w:rPr>
              <w:t>-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8B0" w:rsidRPr="00280CE9" w:rsidRDefault="005D68B0" w:rsidP="00280CE9">
            <w:pPr>
              <w:jc w:val="center"/>
              <w:rPr>
                <w:color w:val="000000"/>
                <w:sz w:val="20"/>
              </w:rPr>
            </w:pPr>
            <w:r w:rsidRPr="00280CE9">
              <w:rPr>
                <w:color w:val="000000"/>
                <w:sz w:val="20"/>
              </w:rPr>
              <w:t>-</w:t>
            </w:r>
          </w:p>
        </w:tc>
      </w:tr>
      <w:tr w:rsidR="005D68B0" w:rsidRPr="00182B3A" w:rsidTr="005D68B0">
        <w:trPr>
          <w:trHeight w:val="226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B0" w:rsidRPr="00EF5553" w:rsidRDefault="005D68B0" w:rsidP="00280CE9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5553">
              <w:rPr>
                <w:b/>
                <w:bCs/>
                <w:sz w:val="18"/>
                <w:szCs w:val="18"/>
                <w:lang w:eastAsia="en-US"/>
              </w:rPr>
              <w:t>1.8.</w:t>
            </w: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8B0" w:rsidRPr="00182B3A" w:rsidRDefault="005D68B0" w:rsidP="00280CE9">
            <w:pPr>
              <w:rPr>
                <w:sz w:val="20"/>
                <w:lang w:eastAsia="en-US"/>
              </w:rPr>
            </w:pPr>
          </w:p>
        </w:tc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8B0" w:rsidRPr="00280CE9" w:rsidRDefault="005D68B0" w:rsidP="00280CE9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B0" w:rsidRPr="00280CE9" w:rsidRDefault="005D68B0" w:rsidP="00280CE9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280CE9">
              <w:rPr>
                <w:sz w:val="20"/>
                <w:lang w:eastAsia="en-US"/>
              </w:rPr>
              <w:t>2021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8B0" w:rsidRPr="00280CE9" w:rsidRDefault="005D68B0" w:rsidP="00280CE9">
            <w:pPr>
              <w:jc w:val="center"/>
              <w:rPr>
                <w:color w:val="000000"/>
                <w:sz w:val="20"/>
              </w:rPr>
            </w:pPr>
            <w:r w:rsidRPr="00280CE9">
              <w:rPr>
                <w:color w:val="000000"/>
                <w:sz w:val="20"/>
              </w:rPr>
              <w:t>-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8B0" w:rsidRPr="00280CE9" w:rsidRDefault="005D68B0" w:rsidP="00280CE9">
            <w:pPr>
              <w:jc w:val="center"/>
              <w:rPr>
                <w:color w:val="000000"/>
                <w:sz w:val="20"/>
              </w:rPr>
            </w:pPr>
            <w:r w:rsidRPr="00280CE9">
              <w:rPr>
                <w:color w:val="000000"/>
                <w:sz w:val="20"/>
              </w:rPr>
              <w:t>-</w:t>
            </w:r>
          </w:p>
        </w:tc>
      </w:tr>
      <w:tr w:rsidR="005D68B0" w:rsidRPr="00182B3A" w:rsidTr="005D68B0">
        <w:trPr>
          <w:trHeight w:val="226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B0" w:rsidRPr="00EF5553" w:rsidRDefault="005D68B0" w:rsidP="00280CE9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5553">
              <w:rPr>
                <w:b/>
                <w:bCs/>
                <w:sz w:val="18"/>
                <w:szCs w:val="18"/>
                <w:lang w:eastAsia="en-US"/>
              </w:rPr>
              <w:t>1.9.</w:t>
            </w: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8B0" w:rsidRPr="00182B3A" w:rsidRDefault="005D68B0" w:rsidP="00280CE9">
            <w:pPr>
              <w:rPr>
                <w:sz w:val="20"/>
                <w:lang w:eastAsia="en-US"/>
              </w:rPr>
            </w:pPr>
          </w:p>
        </w:tc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8B0" w:rsidRPr="00280CE9" w:rsidRDefault="005D68B0" w:rsidP="00280CE9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B0" w:rsidRPr="00280CE9" w:rsidRDefault="005D68B0" w:rsidP="00280CE9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280CE9">
              <w:rPr>
                <w:sz w:val="20"/>
                <w:lang w:eastAsia="en-US"/>
              </w:rPr>
              <w:t>2022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8B0" w:rsidRPr="00280CE9" w:rsidRDefault="005D68B0" w:rsidP="00280CE9">
            <w:pPr>
              <w:jc w:val="center"/>
              <w:rPr>
                <w:color w:val="000000"/>
                <w:sz w:val="20"/>
              </w:rPr>
            </w:pPr>
            <w:r w:rsidRPr="00280CE9">
              <w:rPr>
                <w:color w:val="000000"/>
                <w:sz w:val="20"/>
              </w:rPr>
              <w:t>-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8B0" w:rsidRPr="00280CE9" w:rsidRDefault="005D68B0" w:rsidP="00280CE9">
            <w:pPr>
              <w:jc w:val="center"/>
              <w:rPr>
                <w:color w:val="000000"/>
                <w:sz w:val="20"/>
              </w:rPr>
            </w:pPr>
            <w:r w:rsidRPr="00280CE9">
              <w:rPr>
                <w:color w:val="000000"/>
                <w:sz w:val="20"/>
              </w:rPr>
              <w:t>-</w:t>
            </w:r>
          </w:p>
        </w:tc>
      </w:tr>
      <w:tr w:rsidR="005D68B0" w:rsidRPr="00182B3A" w:rsidTr="005D68B0">
        <w:trPr>
          <w:trHeight w:val="224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B0" w:rsidRPr="00EF5553" w:rsidRDefault="005D68B0" w:rsidP="00280CE9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5553">
              <w:rPr>
                <w:b/>
                <w:bCs/>
                <w:sz w:val="18"/>
                <w:szCs w:val="18"/>
                <w:lang w:eastAsia="en-US"/>
              </w:rPr>
              <w:t>1.10.</w:t>
            </w: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8B0" w:rsidRPr="00182B3A" w:rsidRDefault="005D68B0" w:rsidP="00280CE9">
            <w:pPr>
              <w:rPr>
                <w:sz w:val="20"/>
                <w:lang w:eastAsia="en-US"/>
              </w:rPr>
            </w:pPr>
          </w:p>
        </w:tc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8B0" w:rsidRPr="00280CE9" w:rsidRDefault="005D68B0" w:rsidP="00280CE9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B0" w:rsidRPr="00280CE9" w:rsidRDefault="005D68B0" w:rsidP="00280CE9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280CE9">
              <w:rPr>
                <w:sz w:val="20"/>
                <w:lang w:eastAsia="en-US"/>
              </w:rPr>
              <w:t>2023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8B0" w:rsidRPr="00280CE9" w:rsidRDefault="005D68B0" w:rsidP="00280CE9">
            <w:pPr>
              <w:jc w:val="center"/>
              <w:rPr>
                <w:color w:val="000000"/>
                <w:sz w:val="20"/>
              </w:rPr>
            </w:pPr>
            <w:r w:rsidRPr="00280CE9">
              <w:rPr>
                <w:color w:val="000000"/>
                <w:sz w:val="20"/>
              </w:rPr>
              <w:t>-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8B0" w:rsidRPr="00280CE9" w:rsidRDefault="005D68B0" w:rsidP="00280CE9">
            <w:pPr>
              <w:jc w:val="center"/>
              <w:rPr>
                <w:color w:val="000000"/>
                <w:sz w:val="20"/>
              </w:rPr>
            </w:pPr>
            <w:r w:rsidRPr="00280CE9">
              <w:rPr>
                <w:color w:val="000000"/>
                <w:sz w:val="20"/>
              </w:rPr>
              <w:t>-</w:t>
            </w:r>
          </w:p>
        </w:tc>
      </w:tr>
    </w:tbl>
    <w:p w:rsidR="005D68B0" w:rsidRPr="005D68B0" w:rsidRDefault="005D68B0" w:rsidP="005D68B0">
      <w:pPr>
        <w:spacing w:line="276" w:lineRule="auto"/>
        <w:ind w:firstLine="708"/>
        <w:jc w:val="right"/>
        <w:rPr>
          <w:szCs w:val="28"/>
        </w:rPr>
      </w:pPr>
      <w:r w:rsidRPr="005D68B0">
        <w:rPr>
          <w:szCs w:val="28"/>
        </w:rPr>
        <w:t>».</w:t>
      </w:r>
    </w:p>
    <w:p w:rsidR="005D68B0" w:rsidRPr="005D68B0" w:rsidRDefault="005D68B0" w:rsidP="005D68B0">
      <w:pPr>
        <w:spacing w:line="276" w:lineRule="auto"/>
        <w:ind w:firstLine="708"/>
        <w:jc w:val="both"/>
        <w:rPr>
          <w:szCs w:val="28"/>
        </w:rPr>
      </w:pPr>
      <w:r w:rsidRPr="005D68B0">
        <w:rPr>
          <w:b/>
          <w:szCs w:val="28"/>
        </w:rPr>
        <w:t xml:space="preserve">2. </w:t>
      </w:r>
      <w:r w:rsidRPr="005D68B0">
        <w:rPr>
          <w:noProof/>
          <w:szCs w:val="28"/>
        </w:rPr>
        <w:t xml:space="preserve">Настоящее решение вступает в силу </w:t>
      </w:r>
      <w:r w:rsidRPr="005D68B0">
        <w:rPr>
          <w:szCs w:val="28"/>
        </w:rPr>
        <w:t>с 1 января 2020 г.</w:t>
      </w:r>
    </w:p>
    <w:p w:rsidR="00C17267" w:rsidRPr="00431E94" w:rsidRDefault="00C17267" w:rsidP="00280CE9">
      <w:pPr>
        <w:tabs>
          <w:tab w:val="left" w:pos="1897"/>
        </w:tabs>
        <w:rPr>
          <w:sz w:val="24"/>
          <w:szCs w:val="24"/>
        </w:rPr>
      </w:pPr>
    </w:p>
    <w:p w:rsidR="000E2EAF" w:rsidRDefault="000E2EAF" w:rsidP="00280CE9">
      <w:pPr>
        <w:tabs>
          <w:tab w:val="left" w:pos="1897"/>
        </w:tabs>
        <w:rPr>
          <w:szCs w:val="28"/>
        </w:rPr>
      </w:pPr>
    </w:p>
    <w:p w:rsidR="00ED7594" w:rsidRPr="002447D5" w:rsidRDefault="00ED7594" w:rsidP="00280CE9">
      <w:pPr>
        <w:tabs>
          <w:tab w:val="left" w:pos="1897"/>
        </w:tabs>
        <w:rPr>
          <w:szCs w:val="28"/>
        </w:rPr>
      </w:pPr>
    </w:p>
    <w:p w:rsidR="003927BD" w:rsidRDefault="0045437D" w:rsidP="008068B0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>Р</w:t>
      </w:r>
      <w:r w:rsidR="003927BD" w:rsidRPr="008068B0">
        <w:rPr>
          <w:szCs w:val="28"/>
        </w:rPr>
        <w:t>уководител</w:t>
      </w:r>
      <w:r w:rsidRPr="008068B0">
        <w:rPr>
          <w:szCs w:val="28"/>
        </w:rPr>
        <w:t>ь</w:t>
      </w:r>
      <w:r w:rsidR="003927BD" w:rsidRPr="008068B0">
        <w:rPr>
          <w:szCs w:val="28"/>
        </w:rPr>
        <w:t xml:space="preserve"> службы</w:t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CE20B2">
        <w:rPr>
          <w:szCs w:val="28"/>
        </w:rPr>
        <w:t xml:space="preserve">            </w:t>
      </w:r>
      <w:proofErr w:type="spellStart"/>
      <w:r w:rsidR="00CE20B2">
        <w:rPr>
          <w:szCs w:val="28"/>
        </w:rPr>
        <w:t>Ю.Л.Алешина</w:t>
      </w:r>
      <w:proofErr w:type="spellEnd"/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sectPr w:rsidR="00C17267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CA9" w:rsidRDefault="00B93CA9">
      <w:r>
        <w:separator/>
      </w:r>
    </w:p>
  </w:endnote>
  <w:endnote w:type="continuationSeparator" w:id="0">
    <w:p w:rsidR="00B93CA9" w:rsidRDefault="00B93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CA9" w:rsidRDefault="00B93CA9">
      <w:r>
        <w:separator/>
      </w:r>
    </w:p>
  </w:footnote>
  <w:footnote w:type="continuationSeparator" w:id="0">
    <w:p w:rsidR="00B93CA9" w:rsidRDefault="00B93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1E694F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1E694F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C49A1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9C49A1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64A41" w:rsidRPr="00E52B15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64A41" w:rsidRDefault="00C64A4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41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41" w:rsidRPr="002B6128" w:rsidRDefault="00C64A4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41" w:rsidRDefault="00C64A41" w:rsidP="00276416">
                <w:pPr>
                  <w:ind w:right="-70"/>
                  <w:rPr>
                    <w:sz w:val="20"/>
                  </w:rPr>
                </w:pPr>
              </w:p>
              <w:p w:rsidR="00C64A41" w:rsidRPr="001772E6" w:rsidRDefault="00C64A4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41" w:rsidRDefault="00C64A4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314D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47F8"/>
    <w:rsid w:val="000A5127"/>
    <w:rsid w:val="000A6524"/>
    <w:rsid w:val="000A7F91"/>
    <w:rsid w:val="000B3225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2EAF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0720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94F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DE7"/>
    <w:rsid w:val="002165E3"/>
    <w:rsid w:val="00217444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47D5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39A1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0CE9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6F85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50F4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573E8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7700D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278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5F87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3E28"/>
    <w:rsid w:val="00424166"/>
    <w:rsid w:val="00424F33"/>
    <w:rsid w:val="004314B2"/>
    <w:rsid w:val="00431E94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2F2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77DC8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2AB2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8B0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35CD"/>
    <w:rsid w:val="0061448C"/>
    <w:rsid w:val="00615C72"/>
    <w:rsid w:val="00616C0E"/>
    <w:rsid w:val="00616C69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B95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EA3"/>
    <w:rsid w:val="006447A3"/>
    <w:rsid w:val="006448FC"/>
    <w:rsid w:val="00644ACF"/>
    <w:rsid w:val="00645216"/>
    <w:rsid w:val="006452F5"/>
    <w:rsid w:val="0065002D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67EDF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C6"/>
    <w:rsid w:val="00751EDB"/>
    <w:rsid w:val="00752151"/>
    <w:rsid w:val="007523CE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18F"/>
    <w:rsid w:val="00760890"/>
    <w:rsid w:val="00761BD0"/>
    <w:rsid w:val="007658A8"/>
    <w:rsid w:val="00765DE3"/>
    <w:rsid w:val="00765E7E"/>
    <w:rsid w:val="007661D7"/>
    <w:rsid w:val="00766397"/>
    <w:rsid w:val="00767863"/>
    <w:rsid w:val="00771A11"/>
    <w:rsid w:val="00772907"/>
    <w:rsid w:val="00772CCB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8BD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6EB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12E"/>
    <w:rsid w:val="00827634"/>
    <w:rsid w:val="008308CA"/>
    <w:rsid w:val="00830D40"/>
    <w:rsid w:val="00834051"/>
    <w:rsid w:val="008343C4"/>
    <w:rsid w:val="008357CB"/>
    <w:rsid w:val="00835DE8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87C"/>
    <w:rsid w:val="00855B59"/>
    <w:rsid w:val="00856C14"/>
    <w:rsid w:val="0085764D"/>
    <w:rsid w:val="00861383"/>
    <w:rsid w:val="008619B2"/>
    <w:rsid w:val="0086213B"/>
    <w:rsid w:val="0086325B"/>
    <w:rsid w:val="00863710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609"/>
    <w:rsid w:val="00950D19"/>
    <w:rsid w:val="00952C17"/>
    <w:rsid w:val="0095489B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7B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9A1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03C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47FDF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5FF1"/>
    <w:rsid w:val="00A662D9"/>
    <w:rsid w:val="00A66394"/>
    <w:rsid w:val="00A67424"/>
    <w:rsid w:val="00A67B54"/>
    <w:rsid w:val="00A7037B"/>
    <w:rsid w:val="00A71D0C"/>
    <w:rsid w:val="00A725A0"/>
    <w:rsid w:val="00A72C7A"/>
    <w:rsid w:val="00A72CD4"/>
    <w:rsid w:val="00A7341C"/>
    <w:rsid w:val="00A73A52"/>
    <w:rsid w:val="00A74352"/>
    <w:rsid w:val="00A753E7"/>
    <w:rsid w:val="00A760F8"/>
    <w:rsid w:val="00A7697B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A80"/>
    <w:rsid w:val="00A85BFC"/>
    <w:rsid w:val="00A87214"/>
    <w:rsid w:val="00A87B0C"/>
    <w:rsid w:val="00A9088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3E17"/>
    <w:rsid w:val="00AF6C5E"/>
    <w:rsid w:val="00B002E0"/>
    <w:rsid w:val="00B01625"/>
    <w:rsid w:val="00B0169E"/>
    <w:rsid w:val="00B01C7F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5758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0D1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3CA9"/>
    <w:rsid w:val="00B9478B"/>
    <w:rsid w:val="00B94D8A"/>
    <w:rsid w:val="00B962D8"/>
    <w:rsid w:val="00BA0130"/>
    <w:rsid w:val="00BA0D66"/>
    <w:rsid w:val="00BA187E"/>
    <w:rsid w:val="00BA2ACF"/>
    <w:rsid w:val="00BA3B7E"/>
    <w:rsid w:val="00BA3C59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6F9F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3E4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17267"/>
    <w:rsid w:val="00C172B8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0B2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22F8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0D16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2"/>
    <w:rsid w:val="00E93F47"/>
    <w:rsid w:val="00E94540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D7594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231</TotalTime>
  <Pages>2</Pages>
  <Words>283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102</cp:revision>
  <cp:lastPrinted>2019-11-11T08:32:00Z</cp:lastPrinted>
  <dcterms:created xsi:type="dcterms:W3CDTF">2017-11-18T09:57:00Z</dcterms:created>
  <dcterms:modified xsi:type="dcterms:W3CDTF">2019-11-18T10:31:00Z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