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99704D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99704D">
              <w:t>21.11.2019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BA47EB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BA47EB">
              <w:t>53/21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593E8B" w:rsidP="00F1686B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C03E4B" w:rsidRPr="00C03E4B">
              <w:t xml:space="preserve">О внесении изменения в решение региональной службы по тарифам Нижегородской области </w:t>
            </w:r>
            <w:r w:rsidR="000E2EAF">
              <w:br/>
            </w:r>
            <w:r w:rsidR="00F1686B" w:rsidRPr="00F1686B">
              <w:t>от 20 декабря 2018 г. № 55/7 «Об установлении  МУНИЦИПАЛЬНОМУ УНИТАРНОМУ ПРЕДПРИЯТИЮ «НОВОСМОЛИНСКОЕ» ЗОЛИНСКОГО СЕЛЬСОВЕТА ВОЛОДАРСКОГО МУНИЦИПАЛЬНОГО РАЙОНА НИЖЕГОРОДСКОЙ ОБЛАСТИ (ИНН 5214010679), п. Новосмолинский Володарского муниципального района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F1686B" w:rsidRDefault="00F1686B" w:rsidP="00DD2C81">
      <w:pPr>
        <w:tabs>
          <w:tab w:val="left" w:pos="1897"/>
        </w:tabs>
        <w:jc w:val="center"/>
        <w:rPr>
          <w:szCs w:val="28"/>
        </w:rPr>
      </w:pPr>
      <w:r w:rsidRPr="00FF3238">
        <w:rPr>
          <w:szCs w:val="28"/>
        </w:rPr>
        <w:t xml:space="preserve">Нижегородской области, тарифов </w:t>
      </w:r>
      <w:proofErr w:type="gramStart"/>
      <w:r w:rsidRPr="00FF3238">
        <w:rPr>
          <w:szCs w:val="28"/>
        </w:rPr>
        <w:t>на</w:t>
      </w:r>
      <w:proofErr w:type="gramEnd"/>
      <w:r w:rsidRPr="00FF3238">
        <w:rPr>
          <w:szCs w:val="28"/>
        </w:rPr>
        <w:t xml:space="preserve"> </w:t>
      </w:r>
    </w:p>
    <w:p w:rsidR="00F1686B" w:rsidRDefault="00F1686B" w:rsidP="00DD2C81">
      <w:pPr>
        <w:tabs>
          <w:tab w:val="left" w:pos="1897"/>
        </w:tabs>
        <w:jc w:val="center"/>
        <w:rPr>
          <w:szCs w:val="28"/>
        </w:rPr>
      </w:pPr>
      <w:r w:rsidRPr="00FF3238">
        <w:rPr>
          <w:szCs w:val="28"/>
        </w:rPr>
        <w:t xml:space="preserve">тепловую энергию (мощность), поставляемую </w:t>
      </w:r>
    </w:p>
    <w:p w:rsidR="00F1686B" w:rsidRDefault="00F1686B" w:rsidP="00DD2C81">
      <w:pPr>
        <w:tabs>
          <w:tab w:val="left" w:pos="1897"/>
        </w:tabs>
        <w:jc w:val="center"/>
        <w:rPr>
          <w:szCs w:val="28"/>
        </w:rPr>
      </w:pPr>
      <w:r w:rsidRPr="00FF3238">
        <w:rPr>
          <w:szCs w:val="28"/>
        </w:rPr>
        <w:t xml:space="preserve">потребителям Володарского муниципального </w:t>
      </w:r>
    </w:p>
    <w:p w:rsidR="00E52957" w:rsidRDefault="00F1686B" w:rsidP="00DD2C81">
      <w:pPr>
        <w:tabs>
          <w:tab w:val="left" w:pos="1897"/>
        </w:tabs>
        <w:jc w:val="center"/>
        <w:rPr>
          <w:szCs w:val="28"/>
        </w:rPr>
      </w:pPr>
      <w:r w:rsidRPr="00FF3238">
        <w:rPr>
          <w:szCs w:val="28"/>
        </w:rPr>
        <w:t>района Нижегородской области</w:t>
      </w:r>
      <w:r w:rsidRPr="00FF3238">
        <w:rPr>
          <w:noProof/>
          <w:szCs w:val="28"/>
        </w:rPr>
        <w:t>»</w:t>
      </w:r>
    </w:p>
    <w:p w:rsidR="00F1686B" w:rsidRDefault="00F1686B" w:rsidP="0099704D">
      <w:pPr>
        <w:tabs>
          <w:tab w:val="left" w:pos="1897"/>
        </w:tabs>
        <w:jc w:val="center"/>
        <w:rPr>
          <w:szCs w:val="28"/>
        </w:rPr>
      </w:pPr>
    </w:p>
    <w:p w:rsidR="00FB1AD8" w:rsidRDefault="00FB1AD8" w:rsidP="0099704D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BA47EB" w:rsidRPr="00740FF7" w:rsidRDefault="00BA47EB" w:rsidP="0099704D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" w:name="_GoBack"/>
      <w:bookmarkEnd w:id="2"/>
    </w:p>
    <w:p w:rsidR="00FF3238" w:rsidRPr="00FF3238" w:rsidRDefault="00FF3238" w:rsidP="0099704D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FF3238">
        <w:rPr>
          <w:szCs w:val="28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="0099704D">
        <w:rPr>
          <w:szCs w:val="28"/>
        </w:rPr>
        <w:br/>
      </w:r>
      <w:r w:rsidRPr="00FF3238">
        <w:rPr>
          <w:szCs w:val="28"/>
        </w:rPr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МУНИЦИПАЛЬНЫМ УНИТАРНЫМ ПРЕДПРИЯТИЕМ «НОВОСМОЛИНСКОЕ» ЗОЛИНСКОГО СЕЛЬСОВЕТА ВОЛОДАРСКОГО МУНИЦИПАЛЬНОГО РАЙОНА НИЖЕГОРОДСКОЙ ОБЛАСТИ </w:t>
      </w:r>
      <w:r w:rsidR="0099704D">
        <w:rPr>
          <w:szCs w:val="28"/>
        </w:rPr>
        <w:br/>
      </w:r>
      <w:r w:rsidRPr="00FF3238">
        <w:rPr>
          <w:szCs w:val="28"/>
        </w:rPr>
        <w:t xml:space="preserve">(ИНН 5214010679), п. </w:t>
      </w:r>
      <w:proofErr w:type="spellStart"/>
      <w:r w:rsidRPr="00FF3238">
        <w:rPr>
          <w:szCs w:val="28"/>
        </w:rPr>
        <w:t>Новосмолинский</w:t>
      </w:r>
      <w:proofErr w:type="spellEnd"/>
      <w:r w:rsidRPr="00FF3238">
        <w:rPr>
          <w:szCs w:val="28"/>
        </w:rPr>
        <w:t xml:space="preserve"> Володарского муниципального района Нижегородской области</w:t>
      </w:r>
      <w:r w:rsidRPr="00FF3238">
        <w:rPr>
          <w:noProof/>
          <w:szCs w:val="28"/>
        </w:rPr>
        <w:t xml:space="preserve">, </w:t>
      </w:r>
      <w:r w:rsidRPr="00FF3238">
        <w:rPr>
          <w:szCs w:val="28"/>
        </w:rPr>
        <w:t xml:space="preserve">экспертного </w:t>
      </w:r>
      <w:r w:rsidRPr="002B50F3">
        <w:rPr>
          <w:szCs w:val="28"/>
        </w:rPr>
        <w:t>заключения рег. № в-</w:t>
      </w:r>
      <w:r w:rsidR="002B50F3" w:rsidRPr="002B50F3">
        <w:rPr>
          <w:szCs w:val="28"/>
        </w:rPr>
        <w:t>715</w:t>
      </w:r>
      <w:r w:rsidRPr="002B50F3">
        <w:rPr>
          <w:szCs w:val="28"/>
        </w:rPr>
        <w:t xml:space="preserve"> от </w:t>
      </w:r>
      <w:r w:rsidR="0099704D" w:rsidRPr="002B50F3">
        <w:rPr>
          <w:szCs w:val="28"/>
        </w:rPr>
        <w:t xml:space="preserve">14 ноября </w:t>
      </w:r>
      <w:r w:rsidRPr="002B50F3">
        <w:rPr>
          <w:szCs w:val="28"/>
        </w:rPr>
        <w:t>2019 г.:</w:t>
      </w:r>
    </w:p>
    <w:p w:rsidR="00FF3238" w:rsidRPr="00FF3238" w:rsidRDefault="00FF3238" w:rsidP="0099704D">
      <w:pPr>
        <w:spacing w:line="276" w:lineRule="auto"/>
        <w:ind w:firstLine="720"/>
        <w:jc w:val="both"/>
        <w:rPr>
          <w:noProof/>
          <w:szCs w:val="28"/>
        </w:rPr>
      </w:pPr>
      <w:r w:rsidRPr="00FF3238">
        <w:rPr>
          <w:b/>
          <w:szCs w:val="28"/>
        </w:rPr>
        <w:t xml:space="preserve">1. </w:t>
      </w:r>
      <w:proofErr w:type="gramStart"/>
      <w:r w:rsidRPr="00FF3238">
        <w:rPr>
          <w:szCs w:val="28"/>
        </w:rPr>
        <w:t xml:space="preserve">Внести </w:t>
      </w:r>
      <w:r w:rsidRPr="00FF3238">
        <w:rPr>
          <w:bCs/>
          <w:szCs w:val="28"/>
        </w:rPr>
        <w:t>в решение региональной службы по тарифам Нижегородской области от 20 декабря 2018 г. № 55/7 «</w:t>
      </w:r>
      <w:r w:rsidRPr="00FF3238">
        <w:rPr>
          <w:szCs w:val="28"/>
        </w:rPr>
        <w:t xml:space="preserve">Об установлении  МУНИЦИПАЛЬНОМУ УНИТАРНОМУ ПРЕДПРИЯТИЮ «НОВОСМОЛИНСКОЕ» ЗОЛИНСКОГО СЕЛЬСОВЕТА ВОЛОДАРСКОГО МУНИЦИПАЛЬНОГО РАЙОНА НИЖЕГОРОДСКОЙ ОБЛАСТИ (ИНН 5214010679), п. </w:t>
      </w:r>
      <w:proofErr w:type="spellStart"/>
      <w:r w:rsidRPr="00FF3238">
        <w:rPr>
          <w:szCs w:val="28"/>
        </w:rPr>
        <w:t>Новосмолинский</w:t>
      </w:r>
      <w:proofErr w:type="spellEnd"/>
      <w:r w:rsidRPr="00FF3238">
        <w:rPr>
          <w:szCs w:val="28"/>
        </w:rPr>
        <w:t xml:space="preserve"> Володарского муниципального района Нижегородской области, тарифов на </w:t>
      </w:r>
      <w:r w:rsidRPr="00FF3238">
        <w:rPr>
          <w:szCs w:val="28"/>
        </w:rPr>
        <w:lastRenderedPageBreak/>
        <w:t>тепловую энергию (мощность), поставляемую потребителям Володарского муниципального района Нижегородской области</w:t>
      </w:r>
      <w:r w:rsidRPr="00FF3238">
        <w:rPr>
          <w:noProof/>
          <w:szCs w:val="28"/>
        </w:rPr>
        <w:t xml:space="preserve">» </w:t>
      </w:r>
      <w:r w:rsidRPr="00FF3238">
        <w:rPr>
          <w:szCs w:val="28"/>
        </w:rPr>
        <w:t>изменение</w:t>
      </w:r>
      <w:r w:rsidRPr="00FF3238">
        <w:rPr>
          <w:noProof/>
          <w:szCs w:val="28"/>
        </w:rPr>
        <w:t>, изложив таблицу Приложения 2 к решению в следующей редакции:</w:t>
      </w:r>
      <w:proofErr w:type="gramEnd"/>
    </w:p>
    <w:p w:rsidR="00FF3238" w:rsidRPr="00FF3238" w:rsidRDefault="00FF3238" w:rsidP="0099704D">
      <w:pPr>
        <w:spacing w:line="276" w:lineRule="auto"/>
        <w:jc w:val="both"/>
        <w:rPr>
          <w:szCs w:val="28"/>
        </w:rPr>
      </w:pPr>
      <w:r w:rsidRPr="00FF3238">
        <w:rPr>
          <w:bCs/>
          <w:szCs w:val="28"/>
        </w:rPr>
        <w:t>«</w:t>
      </w:r>
    </w:p>
    <w:tbl>
      <w:tblPr>
        <w:tblW w:w="9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4"/>
        <w:gridCol w:w="2965"/>
        <w:gridCol w:w="1634"/>
        <w:gridCol w:w="719"/>
        <w:gridCol w:w="1725"/>
        <w:gridCol w:w="2015"/>
      </w:tblGrid>
      <w:tr w:rsidR="00FF3238" w:rsidRPr="008B6ADA" w:rsidTr="00FF3238">
        <w:trPr>
          <w:trHeight w:val="201"/>
          <w:jc w:val="center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38" w:rsidRPr="00C85BEE" w:rsidRDefault="00FF3238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5BEE"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C85BEE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C85BEE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38" w:rsidRPr="00C85BEE" w:rsidRDefault="00FF3238" w:rsidP="00AC69AB">
            <w:pPr>
              <w:ind w:left="-9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5BEE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38" w:rsidRPr="00C85BEE" w:rsidRDefault="00FF3238" w:rsidP="00AC69AB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5BEE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38" w:rsidRPr="00C85BEE" w:rsidRDefault="00FF3238" w:rsidP="00AC69AB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5BEE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38" w:rsidRPr="00C85BEE" w:rsidRDefault="00FF3238" w:rsidP="00AC69AB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5BEE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FF3238" w:rsidRPr="008B6ADA" w:rsidTr="00FF3238">
        <w:trPr>
          <w:trHeight w:val="144"/>
          <w:jc w:val="center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38" w:rsidRPr="00C85BEE" w:rsidRDefault="00FF3238" w:rsidP="00AC69AB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38" w:rsidRPr="00C85BEE" w:rsidRDefault="00FF3238" w:rsidP="00AC69AB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38" w:rsidRPr="00C85BEE" w:rsidRDefault="00FF3238" w:rsidP="00AC69AB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38" w:rsidRPr="00C85BEE" w:rsidRDefault="00FF3238" w:rsidP="00AC69AB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38" w:rsidRPr="00C85BEE" w:rsidRDefault="00FF3238" w:rsidP="00AC69AB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5BEE">
              <w:rPr>
                <w:b/>
                <w:bCs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38" w:rsidRPr="00C85BEE" w:rsidRDefault="00FF3238" w:rsidP="00AC69AB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5BEE">
              <w:rPr>
                <w:b/>
                <w:bCs/>
                <w:sz w:val="18"/>
                <w:szCs w:val="18"/>
                <w:lang w:eastAsia="en-US"/>
              </w:rPr>
              <w:t xml:space="preserve">с 1 июля </w:t>
            </w:r>
            <w:proofErr w:type="gramStart"/>
            <w:r w:rsidRPr="00C85BEE">
              <w:rPr>
                <w:b/>
                <w:bCs/>
                <w:sz w:val="18"/>
                <w:szCs w:val="18"/>
                <w:lang w:eastAsia="en-US"/>
              </w:rPr>
              <w:t>по</w:t>
            </w:r>
            <w:proofErr w:type="gramEnd"/>
            <w:r w:rsidRPr="00C85BEE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:rsidR="00FF3238" w:rsidRPr="00C85BEE" w:rsidRDefault="00FF3238" w:rsidP="00AC69AB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5BEE">
              <w:rPr>
                <w:b/>
                <w:bCs/>
                <w:sz w:val="18"/>
                <w:szCs w:val="18"/>
                <w:lang w:eastAsia="en-US"/>
              </w:rPr>
              <w:t xml:space="preserve">31 декабря </w:t>
            </w:r>
          </w:p>
        </w:tc>
      </w:tr>
      <w:tr w:rsidR="00FF3238" w:rsidRPr="008B6ADA" w:rsidTr="00FF3238">
        <w:trPr>
          <w:trHeight w:val="917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38" w:rsidRPr="0099704D" w:rsidRDefault="00FF3238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38" w:rsidRPr="008B6ADA" w:rsidRDefault="00FF3238" w:rsidP="00AC69AB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B6ADA">
              <w:rPr>
                <w:rFonts w:eastAsia="Calibri"/>
                <w:sz w:val="20"/>
                <w:lang w:eastAsia="en-US"/>
              </w:rPr>
              <w:t>МУНИЦИПАЛЬНОЕ УНИТАРНОЕ ПРЕДПРИЯТИЕ «НОВОСМОЛИНСКОЕ» ЗОЛИНСКОГО СЕЛЬСОВЕТА ВОЛОДАРСКОГО МУНИЦИПАЛЬНОГО РАЙОНА НИЖЕГОРОДСКОЙ ОБЛАСТИ</w:t>
            </w:r>
          </w:p>
          <w:p w:rsidR="00FF3238" w:rsidRPr="008B6ADA" w:rsidRDefault="00FF3238" w:rsidP="00AC69AB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B6ADA">
              <w:rPr>
                <w:rFonts w:eastAsia="Calibri"/>
                <w:sz w:val="20"/>
                <w:lang w:eastAsia="en-US"/>
              </w:rPr>
              <w:t xml:space="preserve">(ИНН 5214010679), </w:t>
            </w:r>
          </w:p>
          <w:p w:rsidR="00FF3238" w:rsidRPr="008B6ADA" w:rsidRDefault="00FF3238" w:rsidP="00AC69AB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B6ADA">
              <w:rPr>
                <w:rFonts w:eastAsia="Calibri"/>
                <w:sz w:val="20"/>
                <w:lang w:eastAsia="en-US"/>
              </w:rPr>
              <w:t xml:space="preserve">п. </w:t>
            </w:r>
            <w:proofErr w:type="spellStart"/>
            <w:r w:rsidRPr="008B6ADA">
              <w:rPr>
                <w:rFonts w:eastAsia="Calibri"/>
                <w:sz w:val="20"/>
                <w:lang w:eastAsia="en-US"/>
              </w:rPr>
              <w:t>Новосмолинский</w:t>
            </w:r>
            <w:proofErr w:type="spellEnd"/>
            <w:r w:rsidRPr="008B6ADA">
              <w:rPr>
                <w:rFonts w:eastAsia="Calibri"/>
                <w:sz w:val="20"/>
                <w:lang w:eastAsia="en-US"/>
              </w:rPr>
              <w:t xml:space="preserve"> Володарского муниципального района Нижегородской области</w:t>
            </w:r>
          </w:p>
        </w:tc>
        <w:tc>
          <w:tcPr>
            <w:tcW w:w="6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38" w:rsidRPr="0099704D" w:rsidRDefault="00FF3238" w:rsidP="0099704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lang w:eastAsia="en-US"/>
              </w:rPr>
            </w:pPr>
            <w:r w:rsidRPr="0099704D">
              <w:rPr>
                <w:b/>
                <w:bCs/>
                <w:sz w:val="20"/>
                <w:lang w:eastAsia="en-US"/>
              </w:rPr>
              <w:t xml:space="preserve">Для потребителей на территории п. </w:t>
            </w:r>
            <w:proofErr w:type="spellStart"/>
            <w:r w:rsidRPr="0099704D">
              <w:rPr>
                <w:b/>
                <w:bCs/>
                <w:sz w:val="20"/>
                <w:lang w:eastAsia="en-US"/>
              </w:rPr>
              <w:t>Новосмолинский</w:t>
            </w:r>
            <w:proofErr w:type="spellEnd"/>
            <w:r w:rsidRPr="0099704D">
              <w:rPr>
                <w:b/>
                <w:bCs/>
                <w:sz w:val="20"/>
                <w:lang w:eastAsia="en-US"/>
              </w:rPr>
              <w:t xml:space="preserve"> Володарского муниципального района Нижегородской области, в случае отсутствия дифференциации тарифов по схеме подключения</w:t>
            </w:r>
          </w:p>
        </w:tc>
      </w:tr>
      <w:tr w:rsidR="0099704D" w:rsidRPr="008B6ADA" w:rsidTr="00FF3238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  <w:proofErr w:type="spellStart"/>
            <w:r w:rsidRPr="0099704D">
              <w:rPr>
                <w:sz w:val="20"/>
                <w:lang w:eastAsia="en-US"/>
              </w:rPr>
              <w:t>одноставочный</w:t>
            </w:r>
            <w:proofErr w:type="spellEnd"/>
            <w:r w:rsidRPr="0099704D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2019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1413,00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1441,25</w:t>
            </w:r>
          </w:p>
        </w:tc>
      </w:tr>
      <w:tr w:rsidR="0099704D" w:rsidRPr="008B6ADA" w:rsidTr="00FF3238">
        <w:trPr>
          <w:trHeight w:val="239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2020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1441,25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1483,05</w:t>
            </w:r>
          </w:p>
        </w:tc>
      </w:tr>
      <w:tr w:rsidR="0099704D" w:rsidRPr="008B6ADA" w:rsidTr="00FF3238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2021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1483,05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1534,95</w:t>
            </w:r>
          </w:p>
        </w:tc>
      </w:tr>
      <w:tr w:rsidR="0099704D" w:rsidRPr="008B6ADA" w:rsidTr="00FF3238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2022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1534,95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1570,26</w:t>
            </w:r>
          </w:p>
        </w:tc>
      </w:tr>
      <w:tr w:rsidR="0099704D" w:rsidRPr="008B6ADA" w:rsidTr="00FF3238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2023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1570,26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1628,95</w:t>
            </w:r>
          </w:p>
        </w:tc>
      </w:tr>
      <w:tr w:rsidR="00FF3238" w:rsidRPr="008B6ADA" w:rsidTr="00FF3238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38" w:rsidRPr="0099704D" w:rsidRDefault="00FF3238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38" w:rsidRPr="008B6ADA" w:rsidRDefault="00FF3238" w:rsidP="00AC69AB">
            <w:pPr>
              <w:rPr>
                <w:sz w:val="20"/>
                <w:lang w:eastAsia="en-US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38" w:rsidRPr="0099704D" w:rsidRDefault="00FF3238" w:rsidP="0099704D">
            <w:pPr>
              <w:ind w:left="-24" w:firstLine="24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99704D" w:rsidRPr="008B6ADA" w:rsidTr="00FF3238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  <w:proofErr w:type="spellStart"/>
            <w:r w:rsidRPr="0099704D">
              <w:rPr>
                <w:sz w:val="20"/>
                <w:lang w:eastAsia="en-US"/>
              </w:rPr>
              <w:t>одноставочный</w:t>
            </w:r>
            <w:proofErr w:type="spellEnd"/>
            <w:r w:rsidRPr="0099704D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2019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1695,60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1729,50</w:t>
            </w:r>
          </w:p>
        </w:tc>
      </w:tr>
      <w:tr w:rsidR="0099704D" w:rsidRPr="008B6ADA" w:rsidTr="00FF3238">
        <w:trPr>
          <w:trHeight w:val="239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2020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1729,50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1779,66</w:t>
            </w:r>
          </w:p>
        </w:tc>
      </w:tr>
      <w:tr w:rsidR="0099704D" w:rsidRPr="008B6ADA" w:rsidTr="00FF3238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2021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1779,66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1841,94</w:t>
            </w:r>
          </w:p>
        </w:tc>
      </w:tr>
      <w:tr w:rsidR="0099704D" w:rsidRPr="008B6ADA" w:rsidTr="00FF3238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2022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1841,94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1884,31</w:t>
            </w:r>
          </w:p>
        </w:tc>
      </w:tr>
      <w:tr w:rsidR="0099704D" w:rsidRPr="008B6ADA" w:rsidTr="00FF3238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1.10.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2023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1884,31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1954,74</w:t>
            </w:r>
          </w:p>
        </w:tc>
      </w:tr>
      <w:tr w:rsidR="00FF3238" w:rsidRPr="008B6ADA" w:rsidTr="00FF3238">
        <w:trPr>
          <w:trHeight w:val="677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38" w:rsidRPr="0099704D" w:rsidRDefault="00FF3238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38" w:rsidRPr="008B6ADA" w:rsidRDefault="00FF3238" w:rsidP="00AC69AB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B6ADA">
              <w:rPr>
                <w:rFonts w:eastAsia="Calibri"/>
                <w:sz w:val="20"/>
                <w:lang w:eastAsia="en-US"/>
              </w:rPr>
              <w:t>МУНИЦИПАЛЬНОЕ УНИТАРНОЕ ПРЕДПРИЯТИЕ «НОВОСМОЛИНСКОЕ» ЗОЛИНСКОГО СЕЛЬСОВЕТА ВОЛОДАРСКОГО МУНИЦИПАЛЬНОГО РАЙОНА НИЖЕГОРОДСКОЙ ОБЛАСТИ</w:t>
            </w:r>
          </w:p>
          <w:p w:rsidR="00FF3238" w:rsidRPr="008B6ADA" w:rsidRDefault="00FF3238" w:rsidP="00AC69AB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B6ADA">
              <w:rPr>
                <w:rFonts w:eastAsia="Calibri"/>
                <w:sz w:val="20"/>
                <w:lang w:eastAsia="en-US"/>
              </w:rPr>
              <w:t xml:space="preserve">(ИНН 5214010679), </w:t>
            </w:r>
          </w:p>
          <w:p w:rsidR="00FF3238" w:rsidRPr="008B6ADA" w:rsidRDefault="00FF3238" w:rsidP="00AC69AB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8B6ADA">
              <w:rPr>
                <w:rFonts w:eastAsia="Calibri"/>
                <w:sz w:val="20"/>
                <w:lang w:eastAsia="en-US"/>
              </w:rPr>
              <w:t xml:space="preserve">п. </w:t>
            </w:r>
            <w:proofErr w:type="spellStart"/>
            <w:r w:rsidRPr="008B6ADA">
              <w:rPr>
                <w:rFonts w:eastAsia="Calibri"/>
                <w:sz w:val="20"/>
                <w:lang w:eastAsia="en-US"/>
              </w:rPr>
              <w:t>Новосмолинский</w:t>
            </w:r>
            <w:proofErr w:type="spellEnd"/>
            <w:r w:rsidRPr="008B6ADA">
              <w:rPr>
                <w:rFonts w:eastAsia="Calibri"/>
                <w:sz w:val="20"/>
                <w:lang w:eastAsia="en-US"/>
              </w:rPr>
              <w:t xml:space="preserve"> Володарского муниципального района Нижегородской области</w:t>
            </w:r>
          </w:p>
        </w:tc>
        <w:tc>
          <w:tcPr>
            <w:tcW w:w="6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38" w:rsidRPr="0099704D" w:rsidRDefault="00FF3238" w:rsidP="0099704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lang w:eastAsia="en-US"/>
              </w:rPr>
            </w:pPr>
            <w:r w:rsidRPr="0099704D">
              <w:rPr>
                <w:b/>
                <w:bCs/>
                <w:sz w:val="20"/>
                <w:lang w:eastAsia="en-US"/>
              </w:rPr>
              <w:t xml:space="preserve">Для потребителей на территории с. </w:t>
            </w:r>
            <w:proofErr w:type="spellStart"/>
            <w:r w:rsidRPr="0099704D">
              <w:rPr>
                <w:b/>
                <w:bCs/>
                <w:sz w:val="20"/>
                <w:lang w:eastAsia="en-US"/>
              </w:rPr>
              <w:t>Золино</w:t>
            </w:r>
            <w:proofErr w:type="spellEnd"/>
            <w:r w:rsidRPr="0099704D">
              <w:rPr>
                <w:b/>
                <w:bCs/>
                <w:sz w:val="20"/>
                <w:lang w:eastAsia="en-US"/>
              </w:rPr>
              <w:t xml:space="preserve"> Володарского муниципального района Нижегородской области, в случае отсутствия дифференциации тарифов по схеме подключения</w:t>
            </w:r>
          </w:p>
        </w:tc>
      </w:tr>
      <w:tr w:rsidR="0099704D" w:rsidRPr="008B6ADA" w:rsidTr="00FF3238">
        <w:trPr>
          <w:trHeight w:val="239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  <w:proofErr w:type="spellStart"/>
            <w:r w:rsidRPr="0099704D">
              <w:rPr>
                <w:sz w:val="20"/>
                <w:lang w:eastAsia="en-US"/>
              </w:rPr>
              <w:t>одноставочный</w:t>
            </w:r>
            <w:proofErr w:type="spellEnd"/>
            <w:r w:rsidRPr="0099704D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2019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3837,08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3913,08</w:t>
            </w:r>
          </w:p>
        </w:tc>
      </w:tr>
      <w:tr w:rsidR="0099704D" w:rsidRPr="008B6ADA" w:rsidTr="00FF3238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2020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3913,08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4026,56</w:t>
            </w:r>
          </w:p>
        </w:tc>
      </w:tr>
      <w:tr w:rsidR="0099704D" w:rsidRPr="008B6ADA" w:rsidTr="00FF3238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2.3.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2021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4026,56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4183,60</w:t>
            </w:r>
          </w:p>
        </w:tc>
      </w:tr>
      <w:tr w:rsidR="0099704D" w:rsidRPr="008B6ADA" w:rsidTr="00FF3238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2022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4183,60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4346,76</w:t>
            </w:r>
          </w:p>
        </w:tc>
      </w:tr>
      <w:tr w:rsidR="0099704D" w:rsidRPr="008B6ADA" w:rsidTr="00FF3238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2023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4346,76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4482,68</w:t>
            </w:r>
          </w:p>
        </w:tc>
      </w:tr>
      <w:tr w:rsidR="00FF3238" w:rsidRPr="008B6ADA" w:rsidTr="00FF3238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38" w:rsidRPr="0099704D" w:rsidRDefault="00FF3238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38" w:rsidRPr="008B6ADA" w:rsidRDefault="00FF3238" w:rsidP="00AC69AB">
            <w:pPr>
              <w:rPr>
                <w:sz w:val="20"/>
                <w:lang w:eastAsia="en-US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38" w:rsidRPr="0099704D" w:rsidRDefault="00FF3238" w:rsidP="0099704D">
            <w:pPr>
              <w:ind w:left="-24" w:firstLine="24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99704D" w:rsidRPr="008B6ADA" w:rsidTr="00FF3238">
        <w:trPr>
          <w:trHeight w:val="239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2.6.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  <w:proofErr w:type="spellStart"/>
            <w:r w:rsidRPr="0099704D">
              <w:rPr>
                <w:sz w:val="20"/>
                <w:lang w:eastAsia="en-US"/>
              </w:rPr>
              <w:t>одноставочный</w:t>
            </w:r>
            <w:proofErr w:type="spellEnd"/>
            <w:r w:rsidRPr="0099704D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2019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4604,50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4695,70</w:t>
            </w:r>
          </w:p>
        </w:tc>
      </w:tr>
      <w:tr w:rsidR="0099704D" w:rsidRPr="008B6ADA" w:rsidTr="00FF3238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2.7.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2020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4695,70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4831,87</w:t>
            </w:r>
          </w:p>
        </w:tc>
      </w:tr>
      <w:tr w:rsidR="0099704D" w:rsidRPr="008B6ADA" w:rsidTr="00FF3238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2.8.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2021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4831,87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5020,32</w:t>
            </w:r>
          </w:p>
        </w:tc>
      </w:tr>
      <w:tr w:rsidR="0099704D" w:rsidRPr="008B6ADA" w:rsidTr="00FF3238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2.9.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2022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5020,32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5216,11</w:t>
            </w:r>
          </w:p>
        </w:tc>
      </w:tr>
      <w:tr w:rsidR="0099704D" w:rsidRPr="008B6ADA" w:rsidTr="00FF3238">
        <w:trPr>
          <w:trHeight w:val="239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AC69AB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9704D">
              <w:rPr>
                <w:b/>
                <w:bCs/>
                <w:sz w:val="18"/>
                <w:szCs w:val="18"/>
                <w:lang w:eastAsia="en-US"/>
              </w:rPr>
              <w:t>2.10.</w:t>
            </w: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8B6ADA" w:rsidRDefault="0099704D" w:rsidP="00AC69AB">
            <w:pPr>
              <w:rPr>
                <w:sz w:val="20"/>
                <w:lang w:eastAsia="en-US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4D" w:rsidRPr="0099704D" w:rsidRDefault="0099704D" w:rsidP="0099704D">
            <w:pPr>
              <w:rPr>
                <w:sz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4D" w:rsidRPr="0099704D" w:rsidRDefault="0099704D" w:rsidP="0099704D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2023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5216,11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04D" w:rsidRPr="0099704D" w:rsidRDefault="0099704D" w:rsidP="0099704D">
            <w:pPr>
              <w:jc w:val="center"/>
              <w:rPr>
                <w:sz w:val="20"/>
                <w:lang w:eastAsia="en-US"/>
              </w:rPr>
            </w:pPr>
            <w:r w:rsidRPr="0099704D">
              <w:rPr>
                <w:sz w:val="20"/>
                <w:lang w:eastAsia="en-US"/>
              </w:rPr>
              <w:t>5379,22</w:t>
            </w:r>
          </w:p>
        </w:tc>
      </w:tr>
    </w:tbl>
    <w:p w:rsidR="00FF3238" w:rsidRPr="00FF3238" w:rsidRDefault="00FF3238" w:rsidP="0099704D">
      <w:pPr>
        <w:spacing w:line="276" w:lineRule="auto"/>
        <w:ind w:firstLine="708"/>
        <w:jc w:val="right"/>
        <w:rPr>
          <w:szCs w:val="28"/>
        </w:rPr>
      </w:pPr>
      <w:r w:rsidRPr="00FF3238">
        <w:rPr>
          <w:szCs w:val="28"/>
        </w:rPr>
        <w:t>».</w:t>
      </w:r>
    </w:p>
    <w:p w:rsidR="00FF3238" w:rsidRPr="00FF3238" w:rsidRDefault="00FF3238" w:rsidP="0099704D">
      <w:pPr>
        <w:spacing w:line="276" w:lineRule="auto"/>
        <w:ind w:firstLine="708"/>
        <w:jc w:val="both"/>
        <w:rPr>
          <w:szCs w:val="28"/>
        </w:rPr>
      </w:pPr>
      <w:r w:rsidRPr="00FF3238">
        <w:rPr>
          <w:b/>
          <w:szCs w:val="28"/>
        </w:rPr>
        <w:t xml:space="preserve">2. </w:t>
      </w:r>
      <w:r w:rsidRPr="00FF3238">
        <w:rPr>
          <w:noProof/>
          <w:szCs w:val="28"/>
        </w:rPr>
        <w:t xml:space="preserve">Настоящее решение вступает в силу </w:t>
      </w:r>
      <w:r w:rsidRPr="00FF3238">
        <w:rPr>
          <w:szCs w:val="28"/>
        </w:rPr>
        <w:t>с 1 января 2020 г.</w:t>
      </w:r>
    </w:p>
    <w:p w:rsidR="00ED7594" w:rsidRPr="00FF3238" w:rsidRDefault="00ED7594" w:rsidP="0099704D">
      <w:pPr>
        <w:tabs>
          <w:tab w:val="left" w:pos="1897"/>
        </w:tabs>
        <w:rPr>
          <w:szCs w:val="28"/>
        </w:rPr>
      </w:pPr>
    </w:p>
    <w:p w:rsidR="009E555B" w:rsidRDefault="009E555B" w:rsidP="0099704D">
      <w:pPr>
        <w:tabs>
          <w:tab w:val="left" w:pos="1897"/>
        </w:tabs>
        <w:rPr>
          <w:szCs w:val="28"/>
        </w:rPr>
      </w:pPr>
    </w:p>
    <w:p w:rsidR="0099704D" w:rsidRDefault="0099704D" w:rsidP="0099704D">
      <w:pPr>
        <w:tabs>
          <w:tab w:val="left" w:pos="1897"/>
        </w:tabs>
        <w:rPr>
          <w:szCs w:val="28"/>
        </w:rPr>
      </w:pPr>
    </w:p>
    <w:p w:rsidR="003927BD" w:rsidRDefault="00563134" w:rsidP="008068B0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>
        <w:rPr>
          <w:szCs w:val="28"/>
        </w:rPr>
        <w:t>ь</w:t>
      </w:r>
      <w:r w:rsidR="009E555B">
        <w:rPr>
          <w:szCs w:val="28"/>
        </w:rPr>
        <w:t xml:space="preserve"> службы</w:t>
      </w:r>
      <w:r w:rsidR="009E555B">
        <w:rPr>
          <w:szCs w:val="28"/>
        </w:rPr>
        <w:tab/>
      </w:r>
      <w:r w:rsidR="009E555B">
        <w:rPr>
          <w:szCs w:val="28"/>
        </w:rPr>
        <w:tab/>
      </w:r>
      <w:r w:rsidR="009E555B">
        <w:rPr>
          <w:szCs w:val="28"/>
        </w:rPr>
        <w:tab/>
      </w:r>
      <w:r w:rsidR="009E555B">
        <w:rPr>
          <w:szCs w:val="28"/>
        </w:rPr>
        <w:tab/>
        <w:t xml:space="preserve">       </w:t>
      </w:r>
      <w:r w:rsidR="003927BD" w:rsidRPr="008068B0">
        <w:rPr>
          <w:szCs w:val="28"/>
        </w:rPr>
        <w:tab/>
      </w:r>
      <w:r w:rsidR="00CE20B2">
        <w:rPr>
          <w:szCs w:val="28"/>
        </w:rPr>
        <w:t xml:space="preserve">            </w:t>
      </w:r>
      <w:r w:rsidR="009E555B">
        <w:rPr>
          <w:szCs w:val="28"/>
        </w:rPr>
        <w:t xml:space="preserve">          </w:t>
      </w:r>
      <w:r>
        <w:rPr>
          <w:szCs w:val="28"/>
        </w:rPr>
        <w:t xml:space="preserve">          </w:t>
      </w:r>
      <w:proofErr w:type="spellStart"/>
      <w:r w:rsidR="00CE20B2">
        <w:rPr>
          <w:szCs w:val="28"/>
        </w:rPr>
        <w:t>Ю.Л.Алешина</w:t>
      </w:r>
      <w:proofErr w:type="spellEnd"/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sectPr w:rsidR="00C1726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CA9" w:rsidRDefault="00B93CA9">
      <w:r>
        <w:separator/>
      </w:r>
    </w:p>
  </w:endnote>
  <w:endnote w:type="continuationSeparator" w:id="0">
    <w:p w:rsidR="00B93CA9" w:rsidRDefault="00B93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CA9" w:rsidRDefault="00B93CA9">
      <w:r>
        <w:separator/>
      </w:r>
    </w:p>
  </w:footnote>
  <w:footnote w:type="continuationSeparator" w:id="0">
    <w:p w:rsidR="00B93CA9" w:rsidRDefault="00B93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A47EB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BA47EB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14D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47F8"/>
    <w:rsid w:val="000A5127"/>
    <w:rsid w:val="000A6524"/>
    <w:rsid w:val="000A7F91"/>
    <w:rsid w:val="000B3225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2EAF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0720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146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DE7"/>
    <w:rsid w:val="002165E3"/>
    <w:rsid w:val="00217444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47D5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39A1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0F3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6F85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0F4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573E8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7700D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278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5F87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2F2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3134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2AB2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35CD"/>
    <w:rsid w:val="0061448C"/>
    <w:rsid w:val="00615C72"/>
    <w:rsid w:val="00616C0E"/>
    <w:rsid w:val="00616C69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B95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2D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67EDF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C6"/>
    <w:rsid w:val="00751EDB"/>
    <w:rsid w:val="00752151"/>
    <w:rsid w:val="007523CE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18F"/>
    <w:rsid w:val="00760890"/>
    <w:rsid w:val="00761BD0"/>
    <w:rsid w:val="007658A8"/>
    <w:rsid w:val="00765DE3"/>
    <w:rsid w:val="00765E7E"/>
    <w:rsid w:val="007661D7"/>
    <w:rsid w:val="00766397"/>
    <w:rsid w:val="00767863"/>
    <w:rsid w:val="00771A11"/>
    <w:rsid w:val="00772907"/>
    <w:rsid w:val="00772CCB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8BD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6EB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12E"/>
    <w:rsid w:val="00827634"/>
    <w:rsid w:val="008308CA"/>
    <w:rsid w:val="00830D40"/>
    <w:rsid w:val="00834051"/>
    <w:rsid w:val="008343C4"/>
    <w:rsid w:val="008357CB"/>
    <w:rsid w:val="00835DE8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325B"/>
    <w:rsid w:val="00863710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788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609"/>
    <w:rsid w:val="00950D19"/>
    <w:rsid w:val="00952C17"/>
    <w:rsid w:val="0095489B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7B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04D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55B"/>
    <w:rsid w:val="009E5C03"/>
    <w:rsid w:val="009E5DAF"/>
    <w:rsid w:val="009E6A7C"/>
    <w:rsid w:val="009E766D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03C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47FDF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5FF1"/>
    <w:rsid w:val="00A662D9"/>
    <w:rsid w:val="00A66394"/>
    <w:rsid w:val="00A67424"/>
    <w:rsid w:val="00A67B54"/>
    <w:rsid w:val="00A7037B"/>
    <w:rsid w:val="00A71D0C"/>
    <w:rsid w:val="00A725A0"/>
    <w:rsid w:val="00A72C7A"/>
    <w:rsid w:val="00A72CD4"/>
    <w:rsid w:val="00A7341C"/>
    <w:rsid w:val="00A73A52"/>
    <w:rsid w:val="00A74352"/>
    <w:rsid w:val="00A753E7"/>
    <w:rsid w:val="00A760F8"/>
    <w:rsid w:val="00A7697B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A80"/>
    <w:rsid w:val="00A85BFC"/>
    <w:rsid w:val="00A87214"/>
    <w:rsid w:val="00A87B0C"/>
    <w:rsid w:val="00A9088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0D1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3CA9"/>
    <w:rsid w:val="00B9478B"/>
    <w:rsid w:val="00B94D8A"/>
    <w:rsid w:val="00B962D8"/>
    <w:rsid w:val="00BA0130"/>
    <w:rsid w:val="00BA0D66"/>
    <w:rsid w:val="00BA187E"/>
    <w:rsid w:val="00BA2ACF"/>
    <w:rsid w:val="00BA3B7E"/>
    <w:rsid w:val="00BA3C59"/>
    <w:rsid w:val="00BA3E12"/>
    <w:rsid w:val="00BA47EB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6F9F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3E4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17267"/>
    <w:rsid w:val="00C172B8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B7882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0B2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22F8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0D16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957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2"/>
    <w:rsid w:val="00E93F47"/>
    <w:rsid w:val="00E94540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D7594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1686B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238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240</TotalTime>
  <Pages>2</Pages>
  <Words>402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106</cp:revision>
  <cp:lastPrinted>2018-11-20T12:21:00Z</cp:lastPrinted>
  <dcterms:created xsi:type="dcterms:W3CDTF">2017-11-18T09:57:00Z</dcterms:created>
  <dcterms:modified xsi:type="dcterms:W3CDTF">2019-11-21T07:16:00Z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