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C439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C4399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AD035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D0356">
              <w:t>53/24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6355AB" w:rsidRDefault="00593E8B" w:rsidP="006355A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355AB" w:rsidRPr="006355AB">
              <w:t xml:space="preserve">О внесении изменения в решение региональной службы по тарифам Нижегородской области </w:t>
            </w:r>
            <w:r w:rsidR="00EC4399">
              <w:br/>
            </w:r>
            <w:r w:rsidR="006355AB" w:rsidRPr="006355AB">
              <w:t xml:space="preserve">от 27 ноября 2018 г. № 47/11 «Об установлении АКЦИОНЕРНОМУ ОБЩЕСТВУ «НАВАШИНСКИЙ ЗАВОД СТРОЙМАТЕРИАЛОВ» (ИНН 5223000035), </w:t>
            </w:r>
          </w:p>
          <w:p w:rsidR="0085764D" w:rsidRPr="00252D0D" w:rsidRDefault="006355AB" w:rsidP="006355AB">
            <w:pPr>
              <w:jc w:val="center"/>
            </w:pPr>
            <w:r w:rsidRPr="006355AB">
              <w:t xml:space="preserve">г. Навашино Нижегородской области, тарифов на тепловую энергию (мощность), поставляемую потребителям городского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20ED" w:rsidRDefault="006355AB" w:rsidP="00DD2C81">
      <w:pPr>
        <w:tabs>
          <w:tab w:val="left" w:pos="1897"/>
        </w:tabs>
        <w:jc w:val="center"/>
        <w:rPr>
          <w:szCs w:val="28"/>
        </w:rPr>
      </w:pPr>
      <w:r w:rsidRPr="006355AB">
        <w:rPr>
          <w:szCs w:val="28"/>
        </w:rPr>
        <w:t xml:space="preserve">округа </w:t>
      </w:r>
      <w:proofErr w:type="spellStart"/>
      <w:r w:rsidRPr="006355AB">
        <w:rPr>
          <w:szCs w:val="28"/>
        </w:rPr>
        <w:t>Навашинский</w:t>
      </w:r>
      <w:proofErr w:type="spellEnd"/>
      <w:r w:rsidRPr="006355AB">
        <w:rPr>
          <w:szCs w:val="28"/>
        </w:rPr>
        <w:t xml:space="preserve"> Нижегородской области»</w:t>
      </w:r>
    </w:p>
    <w:p w:rsidR="006355AB" w:rsidRDefault="006355AB" w:rsidP="00360D86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360D8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AD0356" w:rsidRPr="00740FF7" w:rsidRDefault="00AD0356" w:rsidP="00360D86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6355AB" w:rsidRPr="006355AB" w:rsidRDefault="006355AB" w:rsidP="006355A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6355AB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360D86">
        <w:rPr>
          <w:szCs w:val="28"/>
        </w:rPr>
        <w:br/>
      </w:r>
      <w:r w:rsidRPr="006355AB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АКЦИОНЕРНЫМ ОБЩЕСТВОМ «НАВАШИНСКИЙ ЗАВОД СТРОЙМАТЕРИАЛОВ»</w:t>
      </w:r>
      <w:r w:rsidRPr="006355AB">
        <w:rPr>
          <w:bCs/>
          <w:szCs w:val="28"/>
        </w:rPr>
        <w:t xml:space="preserve"> (ИНН 5223000035)</w:t>
      </w:r>
      <w:r w:rsidRPr="006355AB">
        <w:rPr>
          <w:szCs w:val="28"/>
        </w:rPr>
        <w:t>, г. Навашино Нижегородской области</w:t>
      </w:r>
      <w:r w:rsidRPr="006355AB">
        <w:rPr>
          <w:noProof/>
          <w:szCs w:val="28"/>
        </w:rPr>
        <w:t xml:space="preserve">, </w:t>
      </w:r>
      <w:r w:rsidRPr="006355AB">
        <w:rPr>
          <w:szCs w:val="28"/>
        </w:rPr>
        <w:t xml:space="preserve">экспертного заключения </w:t>
      </w:r>
      <w:r w:rsidRPr="00B91DBF">
        <w:rPr>
          <w:szCs w:val="28"/>
        </w:rPr>
        <w:t>рег. № в-</w:t>
      </w:r>
      <w:r w:rsidR="00B91DBF" w:rsidRPr="00B91DBF">
        <w:rPr>
          <w:szCs w:val="28"/>
        </w:rPr>
        <w:t>718</w:t>
      </w:r>
      <w:r w:rsidRPr="00B91DBF">
        <w:rPr>
          <w:szCs w:val="28"/>
        </w:rPr>
        <w:t xml:space="preserve"> от </w:t>
      </w:r>
      <w:r w:rsidR="00360D86" w:rsidRPr="00B91DBF">
        <w:rPr>
          <w:szCs w:val="28"/>
        </w:rPr>
        <w:t>14</w:t>
      </w:r>
      <w:r w:rsidR="00360D86">
        <w:rPr>
          <w:szCs w:val="28"/>
        </w:rPr>
        <w:t xml:space="preserve"> ноября </w:t>
      </w:r>
      <w:r w:rsidRPr="006355AB">
        <w:rPr>
          <w:szCs w:val="28"/>
        </w:rPr>
        <w:t>2019 г.:</w:t>
      </w:r>
      <w:proofErr w:type="gramEnd"/>
    </w:p>
    <w:p w:rsidR="006355AB" w:rsidRPr="006355AB" w:rsidRDefault="006355AB" w:rsidP="006355AB">
      <w:pPr>
        <w:spacing w:line="276" w:lineRule="auto"/>
        <w:ind w:firstLine="720"/>
        <w:jc w:val="both"/>
        <w:rPr>
          <w:noProof/>
          <w:szCs w:val="28"/>
        </w:rPr>
      </w:pPr>
      <w:r w:rsidRPr="006355AB">
        <w:rPr>
          <w:b/>
          <w:szCs w:val="28"/>
        </w:rPr>
        <w:t xml:space="preserve">1. </w:t>
      </w:r>
      <w:r w:rsidRPr="006355AB">
        <w:rPr>
          <w:szCs w:val="28"/>
        </w:rPr>
        <w:t xml:space="preserve">Внести </w:t>
      </w:r>
      <w:r w:rsidRPr="006355AB">
        <w:rPr>
          <w:bCs/>
          <w:szCs w:val="28"/>
        </w:rPr>
        <w:t>в решение региональной службы по тарифам Н</w:t>
      </w:r>
      <w:r>
        <w:rPr>
          <w:bCs/>
          <w:szCs w:val="28"/>
        </w:rPr>
        <w:t xml:space="preserve">ижегородской области </w:t>
      </w:r>
      <w:r w:rsidRPr="006355AB">
        <w:rPr>
          <w:bCs/>
          <w:szCs w:val="28"/>
        </w:rPr>
        <w:t xml:space="preserve">от 27 ноября 2018 г. № 47/11 «Об установлении АКЦИОНЕРНОМУ ОБЩЕСТВУ «НАВАШИНСКИЙ ЗАВОД СТРОЙМАТЕРИАЛОВ» </w:t>
      </w:r>
      <w:r>
        <w:rPr>
          <w:bCs/>
          <w:szCs w:val="28"/>
        </w:rPr>
        <w:t xml:space="preserve">                          </w:t>
      </w:r>
      <w:r w:rsidRPr="006355AB">
        <w:rPr>
          <w:bCs/>
          <w:szCs w:val="28"/>
        </w:rPr>
        <w:t xml:space="preserve">(ИНН 5223000035), г. Навашино Нижегородской области, тарифов на тепловую энергию (мощность), поставляемую потребителям городского округа </w:t>
      </w:r>
      <w:proofErr w:type="spellStart"/>
      <w:r w:rsidRPr="006355AB">
        <w:rPr>
          <w:bCs/>
          <w:szCs w:val="28"/>
        </w:rPr>
        <w:t>Навашинский</w:t>
      </w:r>
      <w:proofErr w:type="spellEnd"/>
      <w:r w:rsidRPr="006355AB">
        <w:rPr>
          <w:bCs/>
          <w:szCs w:val="28"/>
        </w:rPr>
        <w:t xml:space="preserve"> Нижегородской области»</w:t>
      </w:r>
      <w:r w:rsidRPr="006355AB">
        <w:rPr>
          <w:noProof/>
          <w:szCs w:val="28"/>
        </w:rPr>
        <w:t xml:space="preserve"> </w:t>
      </w:r>
      <w:r w:rsidRPr="006355AB">
        <w:rPr>
          <w:szCs w:val="28"/>
        </w:rPr>
        <w:t>изменение</w:t>
      </w:r>
      <w:r w:rsidRPr="006355AB">
        <w:rPr>
          <w:noProof/>
          <w:szCs w:val="28"/>
        </w:rPr>
        <w:t>, изложив таблицу Приложения 2 к решению в следующей редакции:</w:t>
      </w:r>
    </w:p>
    <w:p w:rsidR="006355AB" w:rsidRPr="006355AB" w:rsidRDefault="006355AB" w:rsidP="006355AB">
      <w:pPr>
        <w:jc w:val="both"/>
        <w:rPr>
          <w:szCs w:val="28"/>
        </w:rPr>
      </w:pPr>
      <w:r w:rsidRPr="006355AB">
        <w:rPr>
          <w:bCs/>
          <w:szCs w:val="28"/>
        </w:rPr>
        <w:t>«</w:t>
      </w:r>
    </w:p>
    <w:tbl>
      <w:tblPr>
        <w:tblW w:w="9723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3221"/>
        <w:gridCol w:w="1682"/>
        <w:gridCol w:w="709"/>
        <w:gridCol w:w="1700"/>
        <w:gridCol w:w="1760"/>
      </w:tblGrid>
      <w:tr w:rsidR="006355AB" w:rsidRPr="006355AB" w:rsidTr="00A65D52">
        <w:trPr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360D86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360D86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6355AB" w:rsidRPr="006355AB" w:rsidTr="00A65D52">
        <w:trPr>
          <w:jc w:val="center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AB" w:rsidRPr="00360D86" w:rsidRDefault="006355AB" w:rsidP="006355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AB" w:rsidRPr="00360D86" w:rsidRDefault="006355AB" w:rsidP="006355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AB" w:rsidRPr="00360D86" w:rsidRDefault="006355AB" w:rsidP="006355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AB" w:rsidRPr="00360D86" w:rsidRDefault="006355AB" w:rsidP="006355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360D86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360D86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6355AB" w:rsidRPr="00360D86" w:rsidRDefault="006355AB" w:rsidP="006355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6355AB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360D86">
              <w:rPr>
                <w:rFonts w:eastAsia="Calibri"/>
                <w:sz w:val="22"/>
                <w:szCs w:val="22"/>
                <w:lang w:eastAsia="en-US"/>
              </w:rPr>
              <w:t>АКЦИОНЕРНОЕ ОБЩЕСТВО «НАВАШИНСКИЙ ЗАВОД СТРОЙМАТЕРИАЛОВ»</w:t>
            </w:r>
            <w:r w:rsidRPr="00360D8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60D86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(ИНН 5223000035)</w:t>
            </w:r>
            <w:r w:rsidRPr="00360D86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</w:p>
          <w:p w:rsidR="006355AB" w:rsidRPr="006355AB" w:rsidRDefault="006355AB" w:rsidP="006355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60D86">
              <w:rPr>
                <w:rFonts w:eastAsia="Calibri"/>
                <w:sz w:val="22"/>
                <w:szCs w:val="22"/>
                <w:lang w:eastAsia="en-US"/>
              </w:rPr>
              <w:lastRenderedPageBreak/>
              <w:t>г. Навашино Нижегородской области</w:t>
            </w:r>
          </w:p>
        </w:tc>
        <w:tc>
          <w:tcPr>
            <w:tcW w:w="5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360D86">
              <w:rPr>
                <w:b/>
                <w:bCs/>
                <w:sz w:val="20"/>
                <w:lang w:eastAsia="en-US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360D86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  <w:proofErr w:type="spellStart"/>
            <w:r w:rsidRPr="00360D86">
              <w:rPr>
                <w:sz w:val="20"/>
                <w:lang w:eastAsia="en-US"/>
              </w:rPr>
              <w:t>одноставочный</w:t>
            </w:r>
            <w:proofErr w:type="spellEnd"/>
            <w:r w:rsidRPr="00360D8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1680,38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1713,75</w:t>
            </w:r>
          </w:p>
        </w:tc>
      </w:tr>
      <w:tr w:rsidR="00360D86" w:rsidRPr="006355AB" w:rsidTr="00360D8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1713,75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1740,05</w:t>
            </w:r>
          </w:p>
        </w:tc>
      </w:tr>
      <w:tr w:rsidR="00360D86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1740,05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1804,65</w:t>
            </w:r>
          </w:p>
        </w:tc>
      </w:tr>
      <w:tr w:rsidR="006355AB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B" w:rsidRPr="00360D86" w:rsidRDefault="006355AB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AB" w:rsidRPr="006355AB" w:rsidRDefault="006355AB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AB" w:rsidRPr="00360D86" w:rsidRDefault="006355AB" w:rsidP="006355AB">
            <w:pPr>
              <w:ind w:left="-24" w:firstLine="24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360D86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lastRenderedPageBreak/>
              <w:t>1.4.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  <w:proofErr w:type="spellStart"/>
            <w:r w:rsidRPr="00360D86">
              <w:rPr>
                <w:sz w:val="20"/>
                <w:lang w:eastAsia="en-US"/>
              </w:rPr>
              <w:t>одноставочный</w:t>
            </w:r>
            <w:proofErr w:type="spellEnd"/>
            <w:r w:rsidRPr="00360D8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2016,46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2056,50</w:t>
            </w:r>
          </w:p>
        </w:tc>
      </w:tr>
      <w:tr w:rsidR="00360D86" w:rsidRPr="006355AB" w:rsidTr="00360D86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2056,50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2088,06</w:t>
            </w:r>
          </w:p>
        </w:tc>
      </w:tr>
      <w:tr w:rsidR="00360D86" w:rsidRPr="006355AB" w:rsidTr="00A65D52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60D86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6355AB" w:rsidRDefault="00360D86" w:rsidP="006355AB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86" w:rsidRPr="00360D86" w:rsidRDefault="00360D86" w:rsidP="006355AB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86" w:rsidRPr="00360D86" w:rsidRDefault="00360D86" w:rsidP="006355AB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60D86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2088,06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0D86" w:rsidRPr="00360D86" w:rsidRDefault="00360D86" w:rsidP="00EF3210">
            <w:pPr>
              <w:ind w:left="-24" w:firstLine="24"/>
              <w:jc w:val="center"/>
              <w:rPr>
                <w:sz w:val="20"/>
              </w:rPr>
            </w:pPr>
            <w:r w:rsidRPr="00360D86">
              <w:rPr>
                <w:sz w:val="20"/>
              </w:rPr>
              <w:t>2165,58</w:t>
            </w:r>
          </w:p>
        </w:tc>
      </w:tr>
    </w:tbl>
    <w:p w:rsidR="006355AB" w:rsidRPr="006355AB" w:rsidRDefault="006355AB" w:rsidP="006355AB">
      <w:pPr>
        <w:spacing w:line="276" w:lineRule="auto"/>
        <w:ind w:firstLine="709"/>
        <w:jc w:val="right"/>
        <w:rPr>
          <w:szCs w:val="28"/>
        </w:rPr>
      </w:pPr>
      <w:r w:rsidRPr="006355AB">
        <w:rPr>
          <w:szCs w:val="28"/>
        </w:rPr>
        <w:t>».</w:t>
      </w:r>
    </w:p>
    <w:p w:rsidR="006355AB" w:rsidRPr="006355AB" w:rsidRDefault="006355AB" w:rsidP="006355AB">
      <w:pPr>
        <w:spacing w:line="276" w:lineRule="auto"/>
        <w:ind w:firstLine="709"/>
        <w:jc w:val="both"/>
        <w:rPr>
          <w:szCs w:val="28"/>
        </w:rPr>
      </w:pPr>
      <w:r w:rsidRPr="006355AB">
        <w:rPr>
          <w:b/>
          <w:szCs w:val="28"/>
        </w:rPr>
        <w:t xml:space="preserve">2. </w:t>
      </w:r>
      <w:r w:rsidRPr="006355AB">
        <w:rPr>
          <w:noProof/>
          <w:szCs w:val="28"/>
        </w:rPr>
        <w:t xml:space="preserve">Настоящее решение вступает в силу </w:t>
      </w:r>
      <w:r w:rsidRPr="006355AB">
        <w:rPr>
          <w:szCs w:val="28"/>
        </w:rPr>
        <w:t>с 1 января 2020 г.</w:t>
      </w:r>
    </w:p>
    <w:p w:rsidR="0046352F" w:rsidRPr="004846D7" w:rsidRDefault="0046352F" w:rsidP="00360D86">
      <w:pPr>
        <w:ind w:firstLine="709"/>
        <w:jc w:val="both"/>
        <w:rPr>
          <w:szCs w:val="28"/>
        </w:rPr>
      </w:pPr>
    </w:p>
    <w:p w:rsidR="008068B0" w:rsidRPr="00E43823" w:rsidRDefault="008068B0" w:rsidP="00360D8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27BD" w:rsidRPr="008068B0" w:rsidRDefault="003927BD" w:rsidP="00360D86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0356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AD035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0ED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9B2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D86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5AB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0356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1DBF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399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303</TotalTime>
  <Pages>2</Pages>
  <Words>252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102</cp:revision>
  <cp:lastPrinted>2018-12-06T11:10:00Z</cp:lastPrinted>
  <dcterms:created xsi:type="dcterms:W3CDTF">2017-11-18T09:57:00Z</dcterms:created>
  <dcterms:modified xsi:type="dcterms:W3CDTF">2019-11-21T07:16:00Z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