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B91AA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91AA5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39237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92376">
              <w:t>53/47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9624D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9624D4" w:rsidRPr="009624D4">
              <w:t>Об установлении тарифов на услуги по передаче тепловой энергии через тепловые сети АКЦИОНЕРНОГО ОБЩЕСТВА «ТЕПЛОЭНЕРГО» (ИНН 5257087027),                   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6352F" w:rsidRDefault="0046352F" w:rsidP="00B91AA5">
      <w:pPr>
        <w:tabs>
          <w:tab w:val="left" w:pos="1897"/>
        </w:tabs>
        <w:jc w:val="center"/>
        <w:rPr>
          <w:bCs/>
          <w:szCs w:val="28"/>
        </w:rPr>
      </w:pPr>
    </w:p>
    <w:p w:rsidR="00392376" w:rsidRDefault="00392376" w:rsidP="009624D4">
      <w:pPr>
        <w:pStyle w:val="ac"/>
        <w:spacing w:line="276" w:lineRule="auto"/>
        <w:ind w:firstLine="709"/>
      </w:pPr>
    </w:p>
    <w:p w:rsidR="009624D4" w:rsidRPr="009624D4" w:rsidRDefault="009624D4" w:rsidP="009624D4">
      <w:pPr>
        <w:pStyle w:val="ac"/>
        <w:spacing w:line="276" w:lineRule="auto"/>
        <w:ind w:firstLine="709"/>
      </w:pPr>
      <w:proofErr w:type="gramStart"/>
      <w:r w:rsidRPr="009624D4">
        <w:t xml:space="preserve">В соответствии с Федеральным законом от 27 июля 2010 г. № 190-ФЗ «О теплоснабжении», постановлением Правительства Российской Федерации                            от 22 октября 2012 г. № 1075 «О ценообразовании в сфере теплоснабжения» и на основании рассмотрения расчетных и обосновывающих материалов, представленных АКЦИОНЕРНЫМ ОБЩЕСТВОМ «ТЕПЛОЭНЕРГО» </w:t>
      </w:r>
      <w:r>
        <w:t xml:space="preserve">                    </w:t>
      </w:r>
      <w:r w:rsidRPr="009624D4">
        <w:t xml:space="preserve">(ИНН 5257087027), г. Нижний Новгород, экспертного </w:t>
      </w:r>
      <w:r w:rsidRPr="00AA3D68">
        <w:t>заключения рег. № в-</w:t>
      </w:r>
      <w:r w:rsidR="00AA3D68" w:rsidRPr="00AA3D68">
        <w:t>741</w:t>
      </w:r>
      <w:r>
        <w:t xml:space="preserve">              </w:t>
      </w:r>
      <w:r w:rsidRPr="009624D4">
        <w:t xml:space="preserve">от </w:t>
      </w:r>
      <w:r w:rsidR="00B91AA5">
        <w:t xml:space="preserve">14 ноября </w:t>
      </w:r>
      <w:r w:rsidR="00EB4443">
        <w:t>2019</w:t>
      </w:r>
      <w:r w:rsidRPr="009624D4">
        <w:t xml:space="preserve"> г.:</w:t>
      </w:r>
      <w:proofErr w:type="gramEnd"/>
    </w:p>
    <w:p w:rsidR="009624D4" w:rsidRPr="009624D4" w:rsidRDefault="009624D4" w:rsidP="009624D4">
      <w:pPr>
        <w:pStyle w:val="ac"/>
        <w:spacing w:line="276" w:lineRule="auto"/>
        <w:ind w:firstLine="709"/>
      </w:pPr>
      <w:r w:rsidRPr="009624D4">
        <w:rPr>
          <w:b/>
        </w:rPr>
        <w:t>1.</w:t>
      </w:r>
      <w:r w:rsidRPr="009624D4">
        <w:t xml:space="preserve"> </w:t>
      </w:r>
      <w:proofErr w:type="gramStart"/>
      <w:r w:rsidRPr="009624D4">
        <w:t>При установлении тарифов на услуги по передаче тепловой энергии через тепловые сети для АКЦИОНЕРНОГО ОБЩЕСТВА</w:t>
      </w:r>
      <w:proofErr w:type="gramEnd"/>
      <w:r w:rsidRPr="009624D4">
        <w:t xml:space="preserve"> «ТЕПЛОЭНЕРГО»                                          (ИНН 5257087027), г. Нижний Новгород, применять метод экономически обоснованных расходов (затрат).</w:t>
      </w:r>
    </w:p>
    <w:p w:rsidR="00740FF7" w:rsidRPr="00A9357F" w:rsidRDefault="009624D4" w:rsidP="009624D4">
      <w:pPr>
        <w:pStyle w:val="ac"/>
        <w:spacing w:line="276" w:lineRule="auto"/>
        <w:ind w:firstLine="709"/>
        <w:rPr>
          <w:bCs/>
        </w:rPr>
      </w:pPr>
      <w:r w:rsidRPr="009624D4">
        <w:rPr>
          <w:b/>
        </w:rPr>
        <w:t>2.</w:t>
      </w:r>
      <w:r w:rsidRPr="009624D4">
        <w:t xml:space="preserve"> Установить </w:t>
      </w:r>
      <w:r w:rsidRPr="009624D4">
        <w:rPr>
          <w:b/>
        </w:rPr>
        <w:t>тарифы на услуги по передаче тепловой энергии</w:t>
      </w:r>
      <w:r w:rsidRPr="009624D4">
        <w:t xml:space="preserve"> через тепловые сети АКЦИОНЕРНОГО ОБЩЕСТВА «ТЕПЛОЭНЕРГО» </w:t>
      </w:r>
      <w:r>
        <w:t xml:space="preserve">                         </w:t>
      </w:r>
      <w:r w:rsidRPr="009624D4">
        <w:t>(ИНН 5257087027), г. Нижний Новгород</w:t>
      </w:r>
      <w:r w:rsidR="00740FF7" w:rsidRPr="00A9357F">
        <w:rPr>
          <w:bCs/>
        </w:rPr>
        <w:t>,</w:t>
      </w:r>
      <w:r w:rsidR="00740FF7" w:rsidRPr="00A9357F">
        <w:t xml:space="preserve"> </w:t>
      </w:r>
      <w:r w:rsidR="00826936" w:rsidRPr="00A9357F">
        <w:rPr>
          <w:bCs/>
        </w:rPr>
        <w:t xml:space="preserve">согласно </w:t>
      </w:r>
      <w:r w:rsidR="00FC5A96">
        <w:rPr>
          <w:bCs/>
        </w:rPr>
        <w:t>Приложению</w:t>
      </w:r>
      <w:r w:rsidR="00740FF7" w:rsidRPr="00A9357F">
        <w:rPr>
          <w:bCs/>
        </w:rPr>
        <w:t>.</w:t>
      </w:r>
    </w:p>
    <w:p w:rsidR="009624D4" w:rsidRPr="009624D4" w:rsidRDefault="009624D4" w:rsidP="009624D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9624D4">
        <w:rPr>
          <w:b/>
          <w:szCs w:val="28"/>
        </w:rPr>
        <w:t>3.</w:t>
      </w:r>
      <w:r w:rsidRPr="009624D4">
        <w:rPr>
          <w:szCs w:val="28"/>
        </w:rPr>
        <w:t xml:space="preserve"> </w:t>
      </w:r>
      <w:r w:rsidRPr="009624D4">
        <w:rPr>
          <w:rFonts w:eastAsiaTheme="minorHAnsi"/>
          <w:bCs/>
          <w:szCs w:val="28"/>
          <w:lang w:eastAsia="en-US"/>
        </w:rPr>
        <w:t>АКЦИОНЕРНОЕ ОБЩЕСТВО «ТЕПЛОЭНЕРГО»</w:t>
      </w:r>
      <w:r w:rsidRPr="009624D4">
        <w:rPr>
          <w:noProof/>
          <w:szCs w:val="28"/>
        </w:rPr>
        <w:t xml:space="preserve"> (ИНН 5257087027)</w:t>
      </w:r>
      <w:r w:rsidRPr="009624D4">
        <w:rPr>
          <w:rFonts w:eastAsiaTheme="minorHAnsi"/>
          <w:bCs/>
          <w:szCs w:val="28"/>
          <w:lang w:eastAsia="en-US"/>
        </w:rPr>
        <w:t>,                             г. Нижний Новгород, применяет общий режим налогообложения и является плательщиком НДС.</w:t>
      </w:r>
    </w:p>
    <w:p w:rsidR="009624D4" w:rsidRPr="009624D4" w:rsidRDefault="009624D4" w:rsidP="009624D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9624D4">
        <w:rPr>
          <w:rFonts w:eastAsiaTheme="minorHAnsi"/>
          <w:bCs/>
          <w:szCs w:val="28"/>
          <w:lang w:eastAsia="en-US"/>
        </w:rPr>
        <w:t xml:space="preserve">Расходы, учтенные при формировании </w:t>
      </w:r>
      <w:hyperlink r:id="rId10" w:history="1">
        <w:r w:rsidRPr="009624D4">
          <w:rPr>
            <w:rStyle w:val="a7"/>
            <w:rFonts w:eastAsiaTheme="minorHAnsi"/>
            <w:bCs/>
            <w:color w:val="000000" w:themeColor="text1"/>
            <w:szCs w:val="28"/>
            <w:lang w:eastAsia="en-US"/>
          </w:rPr>
          <w:t>тарифов</w:t>
        </w:r>
      </w:hyperlink>
      <w:r w:rsidRPr="009624D4">
        <w:rPr>
          <w:rFonts w:eastAsiaTheme="minorHAnsi"/>
          <w:bCs/>
          <w:szCs w:val="28"/>
          <w:lang w:eastAsia="en-US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9624D4" w:rsidRPr="009624D4" w:rsidRDefault="009624D4" w:rsidP="009624D4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9624D4">
        <w:rPr>
          <w:b/>
          <w:szCs w:val="28"/>
        </w:rPr>
        <w:t>4.</w:t>
      </w:r>
      <w:r w:rsidR="003A0241">
        <w:rPr>
          <w:szCs w:val="28"/>
        </w:rPr>
        <w:t xml:space="preserve"> Тарифы, установленные пунктом 2</w:t>
      </w:r>
      <w:r w:rsidRPr="009624D4">
        <w:rPr>
          <w:szCs w:val="28"/>
        </w:rPr>
        <w:t xml:space="preserve"> настоящего</w:t>
      </w:r>
      <w:r>
        <w:rPr>
          <w:szCs w:val="28"/>
        </w:rPr>
        <w:t xml:space="preserve"> решения, действуют                    с 1 января </w:t>
      </w:r>
      <w:r w:rsidR="00EB4443">
        <w:rPr>
          <w:szCs w:val="28"/>
        </w:rPr>
        <w:t>по 31 декабря 2020</w:t>
      </w:r>
      <w:r w:rsidRPr="009624D4">
        <w:rPr>
          <w:szCs w:val="28"/>
        </w:rPr>
        <w:t xml:space="preserve"> г. включительно. </w:t>
      </w:r>
    </w:p>
    <w:p w:rsidR="0046352F" w:rsidRDefault="0046352F" w:rsidP="006B21E9">
      <w:pPr>
        <w:spacing w:line="276" w:lineRule="auto"/>
        <w:ind w:firstLine="709"/>
        <w:jc w:val="both"/>
        <w:rPr>
          <w:szCs w:val="28"/>
        </w:rPr>
      </w:pPr>
    </w:p>
    <w:p w:rsidR="00B91AA5" w:rsidRDefault="00B91AA5" w:rsidP="006B21E9">
      <w:pPr>
        <w:spacing w:line="276" w:lineRule="auto"/>
        <w:ind w:firstLine="709"/>
        <w:jc w:val="both"/>
        <w:rPr>
          <w:szCs w:val="28"/>
        </w:rPr>
      </w:pPr>
    </w:p>
    <w:p w:rsidR="003927BD" w:rsidRPr="008068B0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EB4443">
        <w:rPr>
          <w:szCs w:val="28"/>
        </w:rPr>
        <w:t xml:space="preserve">           Ю.Л. Алешина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740FF7" w:rsidRPr="00740FF7" w:rsidTr="00740FF7">
        <w:trPr>
          <w:trHeight w:val="1526"/>
        </w:trPr>
        <w:tc>
          <w:tcPr>
            <w:tcW w:w="4997" w:type="dxa"/>
          </w:tcPr>
          <w:p w:rsidR="00740FF7" w:rsidRPr="00740FF7" w:rsidRDefault="00740FF7" w:rsidP="00740FF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740FF7" w:rsidRPr="00740FF7" w:rsidRDefault="003A0241" w:rsidP="00740FF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740FF7" w:rsidRPr="00740FF7" w:rsidRDefault="00740FF7" w:rsidP="003A0241">
            <w:pPr>
              <w:tabs>
                <w:tab w:val="left" w:pos="1897"/>
              </w:tabs>
              <w:jc w:val="center"/>
            </w:pPr>
            <w:r w:rsidRPr="00740FF7">
              <w:t xml:space="preserve">к решению региональной службы </w:t>
            </w:r>
          </w:p>
          <w:p w:rsidR="00740FF7" w:rsidRPr="00740FF7" w:rsidRDefault="00740FF7" w:rsidP="003A0241">
            <w:pPr>
              <w:tabs>
                <w:tab w:val="left" w:pos="1897"/>
              </w:tabs>
              <w:jc w:val="center"/>
            </w:pPr>
            <w:r w:rsidRPr="00740FF7">
              <w:t xml:space="preserve">по тарифам Нижегородской области </w:t>
            </w:r>
          </w:p>
          <w:p w:rsidR="00740FF7" w:rsidRPr="00852EDD" w:rsidRDefault="00740FF7" w:rsidP="00EB4443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 w:rsidRPr="00174B77">
              <w:t xml:space="preserve">от </w:t>
            </w:r>
            <w:r w:rsidR="00B91AA5">
              <w:t xml:space="preserve">21 ноября </w:t>
            </w:r>
            <w:r w:rsidRPr="00740FF7">
              <w:t>201</w:t>
            </w:r>
            <w:r w:rsidR="00EB4443">
              <w:t>9</w:t>
            </w:r>
            <w:r w:rsidR="00F010B5">
              <w:t xml:space="preserve"> г.</w:t>
            </w:r>
            <w:r w:rsidRPr="00740FF7">
              <w:t xml:space="preserve"> № </w:t>
            </w:r>
            <w:r w:rsidR="00392376">
              <w:t>53/47</w:t>
            </w:r>
            <w:bookmarkStart w:id="2" w:name="_GoBack"/>
            <w:bookmarkEnd w:id="2"/>
          </w:p>
        </w:tc>
      </w:tr>
    </w:tbl>
    <w:p w:rsidR="009624D4" w:rsidRDefault="009624D4" w:rsidP="003A0241">
      <w:pPr>
        <w:pStyle w:val="ac"/>
        <w:jc w:val="center"/>
        <w:rPr>
          <w:b/>
        </w:rPr>
      </w:pPr>
      <w:r>
        <w:rPr>
          <w:b/>
        </w:rPr>
        <w:t xml:space="preserve">Тарифы на услуги по передаче тепловой энергии через тепловые сети </w:t>
      </w:r>
      <w:r>
        <w:rPr>
          <w:b/>
          <w:noProof/>
        </w:rPr>
        <w:t>АКЦИОНЕРНОГО ОБЩЕСТВА «ТЕПЛОЭНЕРГО»</w:t>
      </w:r>
      <w:r w:rsidR="003A0241">
        <w:rPr>
          <w:b/>
          <w:noProof/>
        </w:rPr>
        <w:t xml:space="preserve"> </w:t>
      </w:r>
      <w:r w:rsidR="003A0241" w:rsidRPr="003A0241">
        <w:rPr>
          <w:b/>
          <w:noProof/>
        </w:rPr>
        <w:t>(ИНН 5257087027)</w:t>
      </w:r>
      <w:r w:rsidRPr="003A0241">
        <w:rPr>
          <w:b/>
          <w:noProof/>
        </w:rPr>
        <w:t>,</w:t>
      </w:r>
      <w:r>
        <w:rPr>
          <w:b/>
          <w:noProof/>
        </w:rPr>
        <w:t xml:space="preserve"> г. Нижний Новгород</w:t>
      </w:r>
    </w:p>
    <w:p w:rsidR="009624D4" w:rsidRDefault="009624D4" w:rsidP="009624D4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9636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965"/>
        <w:gridCol w:w="2224"/>
        <w:gridCol w:w="771"/>
        <w:gridCol w:w="1600"/>
        <w:gridCol w:w="1483"/>
      </w:tblGrid>
      <w:tr w:rsidR="009624D4" w:rsidRPr="009624D4" w:rsidTr="00B91AA5">
        <w:trPr>
          <w:trHeight w:val="147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3A0241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3A0241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Вид теплоносителя</w:t>
            </w:r>
          </w:p>
        </w:tc>
      </w:tr>
      <w:tr w:rsidR="009624D4" w:rsidRPr="009624D4" w:rsidTr="00B91AA5">
        <w:trPr>
          <w:trHeight w:val="117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Вода</w:t>
            </w:r>
          </w:p>
        </w:tc>
      </w:tr>
      <w:tr w:rsidR="009624D4" w:rsidRPr="009624D4" w:rsidTr="00B91AA5">
        <w:trPr>
          <w:trHeight w:val="117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D4" w:rsidRPr="003A0241" w:rsidRDefault="009624D4" w:rsidP="003A024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с 1 января по 30 июня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A0241">
              <w:rPr>
                <w:b/>
                <w:sz w:val="18"/>
                <w:szCs w:val="18"/>
                <w:lang w:eastAsia="en-US"/>
              </w:rPr>
              <w:t>с 1 июля по 31 декабря</w:t>
            </w:r>
          </w:p>
        </w:tc>
      </w:tr>
      <w:tr w:rsidR="009624D4" w:rsidRPr="009624D4" w:rsidTr="00B91AA5">
        <w:trPr>
          <w:trHeight w:val="371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3A0241">
              <w:rPr>
                <w:b/>
                <w:sz w:val="20"/>
                <w:lang w:eastAsia="en-US"/>
              </w:rPr>
              <w:t>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3A0241" w:rsidRDefault="009624D4" w:rsidP="003A0241">
            <w:pPr>
              <w:rPr>
                <w:sz w:val="20"/>
                <w:lang w:eastAsia="en-US"/>
              </w:rPr>
            </w:pPr>
            <w:r w:rsidRPr="003A0241">
              <w:rPr>
                <w:bCs/>
                <w:sz w:val="20"/>
                <w:lang w:eastAsia="en-US"/>
              </w:rPr>
              <w:t>АКЦИОНЕРНОЕ ОБЩЕСТВО «ТЕПЛОЭНЕРГО»</w:t>
            </w:r>
            <w:r w:rsidR="003A0241" w:rsidRPr="003A0241">
              <w:rPr>
                <w:bCs/>
                <w:sz w:val="20"/>
                <w:lang w:eastAsia="en-US"/>
              </w:rPr>
              <w:t xml:space="preserve"> </w:t>
            </w:r>
            <w:r w:rsidR="003A0241" w:rsidRPr="003A0241">
              <w:rPr>
                <w:bCs/>
                <w:sz w:val="20"/>
                <w:lang w:eastAsia="en-US"/>
              </w:rPr>
              <w:br/>
              <w:t>(ИНН</w:t>
            </w:r>
            <w:r w:rsidR="003A0241" w:rsidRPr="003A0241">
              <w:rPr>
                <w:sz w:val="20"/>
              </w:rPr>
              <w:t xml:space="preserve"> 5257087027)</w:t>
            </w:r>
            <w:r w:rsidRPr="003A0241">
              <w:rPr>
                <w:bCs/>
                <w:sz w:val="20"/>
                <w:lang w:eastAsia="en-US"/>
              </w:rPr>
              <w:t>, г. Нижний Новгород</w:t>
            </w:r>
          </w:p>
        </w:tc>
        <w:tc>
          <w:tcPr>
            <w:tcW w:w="6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24D4" w:rsidRPr="009624D4" w:rsidRDefault="009624D4" w:rsidP="003A024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lang w:eastAsia="en-US"/>
              </w:rPr>
            </w:pPr>
            <w:r w:rsidRPr="009624D4">
              <w:rPr>
                <w:b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91AA5" w:rsidRPr="009624D4" w:rsidTr="00B91AA5">
        <w:trPr>
          <w:trHeight w:val="456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A5" w:rsidRPr="009624D4" w:rsidRDefault="00B91AA5" w:rsidP="003A0241">
            <w:pPr>
              <w:rPr>
                <w:sz w:val="20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A5" w:rsidRPr="009624D4" w:rsidRDefault="00B91AA5" w:rsidP="003A0241">
            <w:pPr>
              <w:rPr>
                <w:sz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1AA5" w:rsidRPr="009624D4" w:rsidRDefault="00B91AA5" w:rsidP="003A024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proofErr w:type="spellStart"/>
            <w:r w:rsidRPr="009624D4">
              <w:rPr>
                <w:sz w:val="20"/>
                <w:lang w:eastAsia="en-US"/>
              </w:rPr>
              <w:t>одноставочный</w:t>
            </w:r>
            <w:proofErr w:type="spellEnd"/>
            <w:r w:rsidRPr="009624D4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91AA5" w:rsidRPr="009624D4" w:rsidRDefault="00B91AA5" w:rsidP="00EB44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9624D4">
              <w:rPr>
                <w:sz w:val="20"/>
                <w:lang w:eastAsia="en-US"/>
              </w:rPr>
              <w:t>20</w:t>
            </w:r>
            <w:r>
              <w:rPr>
                <w:sz w:val="20"/>
                <w:lang w:eastAsia="en-US"/>
              </w:rPr>
              <w:t>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AA5" w:rsidRPr="0019147F" w:rsidRDefault="00B91AA5" w:rsidP="00FC58F1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617,81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AA5" w:rsidRPr="0019147F" w:rsidRDefault="00B91AA5" w:rsidP="00FC58F1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632,04</w:t>
            </w:r>
          </w:p>
        </w:tc>
      </w:tr>
    </w:tbl>
    <w:p w:rsidR="009624D4" w:rsidRDefault="009624D4" w:rsidP="009624D4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624D4">
      <w:pPr>
        <w:spacing w:line="276" w:lineRule="auto"/>
        <w:jc w:val="center"/>
        <w:rPr>
          <w:szCs w:val="28"/>
        </w:rPr>
      </w:pPr>
    </w:p>
    <w:sectPr w:rsidR="00740FF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56" w:rsidRDefault="006E0856">
      <w:r>
        <w:separator/>
      </w:r>
    </w:p>
  </w:endnote>
  <w:endnote w:type="continuationSeparator" w:id="0">
    <w:p w:rsidR="006E0856" w:rsidRDefault="006E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56" w:rsidRDefault="006E0856">
      <w:r>
        <w:separator/>
      </w:r>
    </w:p>
  </w:footnote>
  <w:footnote w:type="continuationSeparator" w:id="0">
    <w:p w:rsidR="006E0856" w:rsidRDefault="006E0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2376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39237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269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E74F7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69E6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37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241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0856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BE3"/>
    <w:rsid w:val="00846080"/>
    <w:rsid w:val="00846AE6"/>
    <w:rsid w:val="00847285"/>
    <w:rsid w:val="00847A36"/>
    <w:rsid w:val="00850F5F"/>
    <w:rsid w:val="008523EB"/>
    <w:rsid w:val="008528FF"/>
    <w:rsid w:val="00852EDD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16D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1F4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4D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D68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4A2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1AA5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4EC5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09B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443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5A96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F960F68C7D23DCA62996340CAE6D7622484001CC6FB9C370E70D95A89CD06CE736960B9FBD8366339EAC41EX4WFJ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195</TotalTime>
  <Pages>2</Pages>
  <Words>269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76</cp:revision>
  <cp:lastPrinted>2018-06-22T12:57:00Z</cp:lastPrinted>
  <dcterms:created xsi:type="dcterms:W3CDTF">2017-11-18T09:57:00Z</dcterms:created>
  <dcterms:modified xsi:type="dcterms:W3CDTF">2019-11-21T07:21:00Z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