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4A6A5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4A6A58">
              <w:t>26.11.2019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2D037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D0370">
              <w:t>55/15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9A02C1" w:rsidRDefault="00593E8B" w:rsidP="009A02C1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9A02C1">
              <w:t xml:space="preserve">О внесении изменения в решение региональной службы по тарифам Нижегородской области </w:t>
            </w:r>
          </w:p>
          <w:p w:rsidR="009A02C1" w:rsidRDefault="009A02C1" w:rsidP="009A02C1">
            <w:pPr>
              <w:jc w:val="center"/>
            </w:pPr>
            <w:r>
              <w:t xml:space="preserve">от 18 декабря 2018 г. № 53/30 «Об установлении ПУБЛИЧНОМУ АКЦИОНЕРНОМУ ОБЩЕСТВУ «ПАВЛОВСКИЙ АВТОБУС» </w:t>
            </w:r>
          </w:p>
          <w:p w:rsidR="0085764D" w:rsidRPr="00252D0D" w:rsidRDefault="009A02C1" w:rsidP="004A6A58">
            <w:pPr>
              <w:jc w:val="center"/>
            </w:pPr>
            <w:r>
              <w:t>(ИНН 5252000350),</w:t>
            </w:r>
            <w:r w:rsidR="004A6A58">
              <w:t xml:space="preserve"> </w:t>
            </w:r>
            <w:r>
              <w:t xml:space="preserve">г. Павлово Нижегородской области, тарифов на тепловую энергию (мощность), поставляемую потребителям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7624B" w:rsidRDefault="004A6A58" w:rsidP="00A855A0">
      <w:pPr>
        <w:tabs>
          <w:tab w:val="left" w:pos="1897"/>
        </w:tabs>
        <w:jc w:val="center"/>
        <w:rPr>
          <w:bCs/>
          <w:szCs w:val="28"/>
        </w:rPr>
      </w:pPr>
      <w:r>
        <w:t>Павловского муниципального</w:t>
      </w:r>
      <w:r w:rsidRPr="009A02C1">
        <w:rPr>
          <w:bCs/>
          <w:szCs w:val="28"/>
        </w:rPr>
        <w:t xml:space="preserve"> </w:t>
      </w:r>
      <w:r w:rsidR="009A02C1" w:rsidRPr="009A02C1">
        <w:rPr>
          <w:bCs/>
          <w:szCs w:val="28"/>
        </w:rPr>
        <w:t xml:space="preserve">района </w:t>
      </w:r>
      <w:r>
        <w:rPr>
          <w:bCs/>
          <w:szCs w:val="28"/>
        </w:rPr>
        <w:br/>
      </w:r>
      <w:r w:rsidR="009A02C1" w:rsidRPr="009A02C1">
        <w:rPr>
          <w:bCs/>
          <w:szCs w:val="28"/>
        </w:rPr>
        <w:t>Нижегородской области»</w:t>
      </w:r>
    </w:p>
    <w:p w:rsidR="009A02C1" w:rsidRDefault="009A02C1" w:rsidP="004A6A58">
      <w:pPr>
        <w:tabs>
          <w:tab w:val="left" w:pos="1897"/>
        </w:tabs>
        <w:jc w:val="center"/>
        <w:rPr>
          <w:bCs/>
          <w:szCs w:val="28"/>
        </w:rPr>
      </w:pPr>
    </w:p>
    <w:p w:rsidR="00A7624B" w:rsidRDefault="00A7624B" w:rsidP="004A6A58">
      <w:pPr>
        <w:tabs>
          <w:tab w:val="left" w:pos="1897"/>
        </w:tabs>
        <w:jc w:val="center"/>
        <w:rPr>
          <w:bCs/>
          <w:sz w:val="32"/>
          <w:szCs w:val="28"/>
        </w:rPr>
      </w:pPr>
    </w:p>
    <w:p w:rsidR="002D0370" w:rsidRPr="00823581" w:rsidRDefault="002D0370" w:rsidP="004A6A58">
      <w:pPr>
        <w:tabs>
          <w:tab w:val="left" w:pos="1897"/>
        </w:tabs>
        <w:jc w:val="center"/>
        <w:rPr>
          <w:bCs/>
          <w:sz w:val="32"/>
          <w:szCs w:val="28"/>
        </w:rPr>
      </w:pPr>
      <w:bookmarkStart w:id="2" w:name="_GoBack"/>
      <w:bookmarkEnd w:id="2"/>
    </w:p>
    <w:p w:rsidR="009A02C1" w:rsidRPr="009A02C1" w:rsidRDefault="009A02C1" w:rsidP="009A02C1">
      <w:pPr>
        <w:spacing w:line="276" w:lineRule="auto"/>
        <w:ind w:firstLine="720"/>
        <w:jc w:val="both"/>
        <w:rPr>
          <w:b/>
          <w:szCs w:val="24"/>
        </w:rPr>
      </w:pPr>
      <w:proofErr w:type="gramStart"/>
      <w:r w:rsidRPr="009A02C1">
        <w:rPr>
          <w:szCs w:val="24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4A6A58">
        <w:rPr>
          <w:szCs w:val="24"/>
        </w:rPr>
        <w:br/>
      </w:r>
      <w:r w:rsidRPr="009A02C1">
        <w:rPr>
          <w:szCs w:val="24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9A02C1">
        <w:rPr>
          <w:noProof/>
          <w:szCs w:val="24"/>
        </w:rPr>
        <w:t>ПУБЛИЧНЫМ АКЦИОНЕРНЫМ ОБЩЕСТВОМ «ПАВЛОВ</w:t>
      </w:r>
      <w:r w:rsidR="004A6A58">
        <w:rPr>
          <w:noProof/>
          <w:szCs w:val="24"/>
        </w:rPr>
        <w:t xml:space="preserve">СКИЙ АВТОБУС» (ИНН 5252000350), </w:t>
      </w:r>
      <w:r w:rsidRPr="009A02C1">
        <w:rPr>
          <w:noProof/>
          <w:szCs w:val="24"/>
        </w:rPr>
        <w:t>г. Павлово Нижегородской области</w:t>
      </w:r>
      <w:r w:rsidRPr="009A02C1">
        <w:rPr>
          <w:bCs/>
          <w:szCs w:val="24"/>
        </w:rPr>
        <w:t xml:space="preserve">, </w:t>
      </w:r>
      <w:r w:rsidRPr="009A02C1">
        <w:rPr>
          <w:szCs w:val="24"/>
        </w:rPr>
        <w:t xml:space="preserve">экспертного </w:t>
      </w:r>
      <w:r w:rsidRPr="004A6A58">
        <w:rPr>
          <w:szCs w:val="24"/>
        </w:rPr>
        <w:t xml:space="preserve">заключения </w:t>
      </w:r>
      <w:r w:rsidRPr="00E3340D">
        <w:rPr>
          <w:szCs w:val="24"/>
        </w:rPr>
        <w:t>рег. </w:t>
      </w:r>
      <w:r w:rsidR="004A6A58" w:rsidRPr="00E3340D">
        <w:rPr>
          <w:szCs w:val="24"/>
        </w:rPr>
        <w:t xml:space="preserve">№ </w:t>
      </w:r>
      <w:r w:rsidRPr="00E3340D">
        <w:rPr>
          <w:szCs w:val="24"/>
        </w:rPr>
        <w:t>в-</w:t>
      </w:r>
      <w:r w:rsidR="00E3340D" w:rsidRPr="00E3340D">
        <w:rPr>
          <w:szCs w:val="24"/>
        </w:rPr>
        <w:t>792</w:t>
      </w:r>
      <w:r w:rsidRPr="00E3340D">
        <w:rPr>
          <w:szCs w:val="24"/>
        </w:rPr>
        <w:t xml:space="preserve"> </w:t>
      </w:r>
      <w:r w:rsidR="004A6A58" w:rsidRPr="00E3340D">
        <w:rPr>
          <w:szCs w:val="24"/>
        </w:rPr>
        <w:t xml:space="preserve"> от</w:t>
      </w:r>
      <w:r w:rsidR="004A6A58" w:rsidRPr="004A6A58">
        <w:rPr>
          <w:szCs w:val="24"/>
        </w:rPr>
        <w:t xml:space="preserve"> 19 ноября </w:t>
      </w:r>
      <w:r w:rsidRPr="004A6A58">
        <w:rPr>
          <w:szCs w:val="24"/>
        </w:rPr>
        <w:t>2019 г.:</w:t>
      </w:r>
      <w:proofErr w:type="gramEnd"/>
    </w:p>
    <w:p w:rsidR="009A02C1" w:rsidRPr="009A02C1" w:rsidRDefault="009A02C1" w:rsidP="009A02C1">
      <w:pPr>
        <w:spacing w:line="276" w:lineRule="auto"/>
        <w:ind w:firstLine="709"/>
        <w:jc w:val="both"/>
        <w:rPr>
          <w:noProof/>
          <w:szCs w:val="24"/>
        </w:rPr>
      </w:pPr>
      <w:r w:rsidRPr="009A02C1">
        <w:rPr>
          <w:b/>
          <w:szCs w:val="24"/>
        </w:rPr>
        <w:t>1.</w:t>
      </w:r>
      <w:r w:rsidRPr="009A02C1">
        <w:rPr>
          <w:szCs w:val="24"/>
        </w:rPr>
        <w:t xml:space="preserve">  </w:t>
      </w:r>
      <w:proofErr w:type="gramStart"/>
      <w:r w:rsidRPr="009A02C1">
        <w:rPr>
          <w:bCs/>
          <w:szCs w:val="24"/>
        </w:rPr>
        <w:t xml:space="preserve">Внести </w:t>
      </w:r>
      <w:r w:rsidRPr="009A02C1">
        <w:rPr>
          <w:noProof/>
          <w:szCs w:val="24"/>
        </w:rPr>
        <w:t>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9A02C1">
        <w:rPr>
          <w:noProof/>
          <w:szCs w:val="24"/>
        </w:rPr>
        <w:t xml:space="preserve">от 18 декабря 2018 г. № 53/30 «Об установлении ПУБЛИЧНОМУ АКЦИОНЕРНОМУ ОБЩЕСТВУ «ПАВЛОВСКИЙ АВТОБУС» </w:t>
      </w:r>
      <w:r w:rsidR="004A6A58">
        <w:rPr>
          <w:noProof/>
          <w:szCs w:val="24"/>
        </w:rPr>
        <w:br/>
      </w:r>
      <w:r w:rsidRPr="009A02C1">
        <w:rPr>
          <w:noProof/>
          <w:szCs w:val="24"/>
        </w:rPr>
        <w:t xml:space="preserve">(ИНН 5252000350), г. Павлово Нижегородской области, тарифов на тепловую энергию (мощность), поставляемую потребителям Павловского муниципального района Нижегородской области» </w:t>
      </w:r>
      <w:r w:rsidRPr="009A02C1">
        <w:rPr>
          <w:bCs/>
          <w:szCs w:val="24"/>
        </w:rPr>
        <w:t xml:space="preserve">изменение, изложив таблицу </w:t>
      </w:r>
      <w:r w:rsidRPr="009A02C1">
        <w:rPr>
          <w:szCs w:val="24"/>
        </w:rPr>
        <w:t xml:space="preserve">Приложения 2 </w:t>
      </w:r>
      <w:r w:rsidR="004A6A58">
        <w:rPr>
          <w:szCs w:val="24"/>
        </w:rPr>
        <w:br/>
      </w:r>
      <w:r w:rsidRPr="009A02C1">
        <w:rPr>
          <w:szCs w:val="24"/>
        </w:rPr>
        <w:t>к решению в следующей редакции:</w:t>
      </w:r>
      <w:proofErr w:type="gramEnd"/>
    </w:p>
    <w:p w:rsidR="009A02C1" w:rsidRPr="009A02C1" w:rsidRDefault="009A02C1" w:rsidP="009A02C1">
      <w:pPr>
        <w:spacing w:line="276" w:lineRule="auto"/>
        <w:jc w:val="both"/>
        <w:rPr>
          <w:bCs/>
          <w:szCs w:val="24"/>
        </w:rPr>
      </w:pPr>
      <w:r w:rsidRPr="009A02C1">
        <w:rPr>
          <w:bCs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2"/>
        <w:gridCol w:w="1710"/>
        <w:gridCol w:w="123"/>
        <w:gridCol w:w="967"/>
        <w:gridCol w:w="1392"/>
        <w:gridCol w:w="1617"/>
      </w:tblGrid>
      <w:tr w:rsidR="009A02C1" w:rsidRPr="009A02C1" w:rsidTr="00EB2675">
        <w:trPr>
          <w:trHeight w:val="2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A02C1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9A02C1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9A02C1" w:rsidRPr="009A02C1" w:rsidTr="00EB2675">
        <w:trPr>
          <w:trHeight w:val="23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A02C1" w:rsidRPr="009A02C1" w:rsidTr="00EB2675">
        <w:trPr>
          <w:trHeight w:val="1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sz w:val="18"/>
                <w:szCs w:val="18"/>
              </w:rPr>
              <w:t xml:space="preserve">с 1 июля по 31 декабря </w:t>
            </w:r>
          </w:p>
        </w:tc>
      </w:tr>
      <w:tr w:rsidR="009A02C1" w:rsidRPr="009A02C1" w:rsidTr="00EB2675">
        <w:trPr>
          <w:trHeight w:val="3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A02C1">
              <w:rPr>
                <w:bCs/>
                <w:sz w:val="22"/>
                <w:szCs w:val="22"/>
              </w:rPr>
              <w:t xml:space="preserve">ПУБЛИЧНОЕ АКЦИОНЕРНОЕ ОБЩЕСТВО </w:t>
            </w:r>
            <w:r w:rsidRPr="009A02C1">
              <w:rPr>
                <w:bCs/>
                <w:sz w:val="22"/>
                <w:szCs w:val="22"/>
              </w:rPr>
              <w:lastRenderedPageBreak/>
              <w:t xml:space="preserve">«ПАВЛОВСКИЙ АВТОБУС» </w:t>
            </w:r>
          </w:p>
          <w:p w:rsidR="009A02C1" w:rsidRPr="009A02C1" w:rsidRDefault="009A02C1" w:rsidP="009A02C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A02C1">
              <w:rPr>
                <w:rFonts w:eastAsia="Calibri"/>
                <w:sz w:val="22"/>
                <w:szCs w:val="22"/>
                <w:lang w:eastAsia="en-US"/>
              </w:rPr>
              <w:t xml:space="preserve">(ИНН </w:t>
            </w:r>
            <w:r w:rsidRPr="009A02C1">
              <w:rPr>
                <w:sz w:val="22"/>
                <w:szCs w:val="22"/>
              </w:rPr>
              <w:t>5252000350)</w:t>
            </w:r>
            <w:r w:rsidRPr="009A02C1">
              <w:rPr>
                <w:bCs/>
                <w:sz w:val="22"/>
                <w:szCs w:val="22"/>
              </w:rPr>
              <w:t>, г. Павлово Нижегородской области</w:t>
            </w:r>
          </w:p>
        </w:tc>
        <w:tc>
          <w:tcPr>
            <w:tcW w:w="5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both"/>
              <w:rPr>
                <w:b/>
                <w:bCs/>
                <w:sz w:val="20"/>
              </w:rPr>
            </w:pPr>
            <w:r w:rsidRPr="009A02C1">
              <w:rPr>
                <w:b/>
                <w:bCs/>
                <w:sz w:val="20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3C5F22" w:rsidRPr="009A02C1" w:rsidTr="00443BB3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  <w:proofErr w:type="spellStart"/>
            <w:r w:rsidRPr="009A02C1">
              <w:rPr>
                <w:sz w:val="20"/>
              </w:rPr>
              <w:t>одноставочный</w:t>
            </w:r>
            <w:proofErr w:type="spellEnd"/>
            <w:r w:rsidRPr="009A02C1">
              <w:rPr>
                <w:sz w:val="20"/>
              </w:rPr>
              <w:t xml:space="preserve">, </w:t>
            </w:r>
            <w:r w:rsidRPr="009A02C1">
              <w:rPr>
                <w:sz w:val="20"/>
              </w:rPr>
              <w:lastRenderedPageBreak/>
              <w:t>руб./Гкал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lastRenderedPageBreak/>
              <w:t>2019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1447,08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1471,06</w:t>
            </w:r>
          </w:p>
        </w:tc>
      </w:tr>
      <w:tr w:rsidR="003C5F22" w:rsidRPr="009A02C1" w:rsidTr="00443BB3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lastRenderedPageBreak/>
              <w:t>1.2.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2020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1471,06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1513,67</w:t>
            </w:r>
          </w:p>
        </w:tc>
      </w:tr>
      <w:tr w:rsidR="003C5F22" w:rsidRPr="009A02C1" w:rsidTr="00443BB3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lastRenderedPageBreak/>
              <w:t>1.3.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2021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1513,67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1552,10</w:t>
            </w:r>
          </w:p>
        </w:tc>
      </w:tr>
      <w:tr w:rsidR="003C5F22" w:rsidRPr="009A02C1" w:rsidTr="00443BB3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2022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1552,10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1612,50</w:t>
            </w:r>
          </w:p>
        </w:tc>
      </w:tr>
      <w:tr w:rsidR="003C5F22" w:rsidRPr="009A02C1" w:rsidTr="00443BB3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9A02C1" w:rsidRDefault="003C5F22" w:rsidP="009A02C1">
            <w:pPr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22" w:rsidRPr="009A02C1" w:rsidRDefault="003C5F22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2023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1612,50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22" w:rsidRPr="003C5F22" w:rsidRDefault="003C5F22" w:rsidP="00D7575D">
            <w:pPr>
              <w:jc w:val="center"/>
              <w:rPr>
                <w:sz w:val="20"/>
              </w:rPr>
            </w:pPr>
            <w:r w:rsidRPr="003C5F22">
              <w:rPr>
                <w:sz w:val="20"/>
              </w:rPr>
              <w:t>1638,19</w:t>
            </w:r>
          </w:p>
        </w:tc>
      </w:tr>
      <w:tr w:rsidR="009A02C1" w:rsidRPr="009A02C1" w:rsidTr="00EB2675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5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both"/>
              <w:rPr>
                <w:sz w:val="20"/>
              </w:rPr>
            </w:pPr>
            <w:r w:rsidRPr="009A02C1">
              <w:rPr>
                <w:sz w:val="20"/>
              </w:rPr>
              <w:t>Население (тарифы указаны с учетом НДС)</w:t>
            </w:r>
          </w:p>
        </w:tc>
      </w:tr>
      <w:tr w:rsidR="009A02C1" w:rsidRPr="009A02C1" w:rsidTr="00EB2675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  <w:proofErr w:type="spellStart"/>
            <w:r w:rsidRPr="009A02C1">
              <w:rPr>
                <w:sz w:val="20"/>
              </w:rPr>
              <w:t>одноставочный</w:t>
            </w:r>
            <w:proofErr w:type="spellEnd"/>
            <w:r w:rsidRPr="009A02C1">
              <w:rPr>
                <w:sz w:val="20"/>
              </w:rPr>
              <w:t>, руб./Гкал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</w:tr>
      <w:tr w:rsidR="009A02C1" w:rsidRPr="009A02C1" w:rsidTr="00EB2675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2020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</w:tr>
      <w:tr w:rsidR="009A02C1" w:rsidRPr="009A02C1" w:rsidTr="00EB2675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2021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</w:tr>
      <w:tr w:rsidR="009A02C1" w:rsidRPr="009A02C1" w:rsidTr="00EB2675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2022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</w:tr>
      <w:tr w:rsidR="009A02C1" w:rsidRPr="009A02C1" w:rsidTr="00EB2675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b/>
                <w:bCs/>
                <w:sz w:val="18"/>
                <w:szCs w:val="18"/>
              </w:rPr>
            </w:pPr>
            <w:r w:rsidRPr="009A02C1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C1" w:rsidRPr="009A02C1" w:rsidRDefault="009A02C1" w:rsidP="009A02C1">
            <w:pPr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2023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C1" w:rsidRPr="009A02C1" w:rsidRDefault="009A02C1" w:rsidP="009A02C1">
            <w:pPr>
              <w:jc w:val="center"/>
              <w:rPr>
                <w:sz w:val="20"/>
              </w:rPr>
            </w:pPr>
            <w:r w:rsidRPr="009A02C1">
              <w:rPr>
                <w:sz w:val="20"/>
              </w:rPr>
              <w:t>-</w:t>
            </w:r>
          </w:p>
        </w:tc>
      </w:tr>
    </w:tbl>
    <w:p w:rsidR="00CC015E" w:rsidRDefault="00CC015E" w:rsidP="00BE6020">
      <w:pPr>
        <w:pStyle w:val="ac"/>
        <w:spacing w:line="276" w:lineRule="auto"/>
        <w:rPr>
          <w:noProof/>
          <w:szCs w:val="24"/>
        </w:rPr>
      </w:pPr>
      <w:r w:rsidRPr="00CC015E">
        <w:rPr>
          <w:noProof/>
          <w:szCs w:val="24"/>
        </w:rPr>
        <w:t xml:space="preserve">                                                                                                             </w:t>
      </w:r>
      <w:r w:rsidR="00BE6020">
        <w:rPr>
          <w:noProof/>
          <w:szCs w:val="24"/>
        </w:rPr>
        <w:t xml:space="preserve">                           </w:t>
      </w:r>
      <w:r w:rsidRPr="00CC015E">
        <w:rPr>
          <w:noProof/>
          <w:szCs w:val="24"/>
        </w:rPr>
        <w:t>».</w:t>
      </w:r>
    </w:p>
    <w:p w:rsidR="00CC015E" w:rsidRPr="00CC015E" w:rsidRDefault="00CC015E" w:rsidP="00BE6020">
      <w:pPr>
        <w:pStyle w:val="ac"/>
        <w:spacing w:line="276" w:lineRule="auto"/>
        <w:ind w:firstLine="708"/>
        <w:rPr>
          <w:szCs w:val="24"/>
        </w:rPr>
      </w:pPr>
      <w:r w:rsidRPr="00CC015E">
        <w:rPr>
          <w:b/>
          <w:szCs w:val="24"/>
        </w:rPr>
        <w:t>2.</w:t>
      </w:r>
      <w:r w:rsidRPr="00CC015E">
        <w:rPr>
          <w:szCs w:val="24"/>
        </w:rPr>
        <w:t xml:space="preserve"> </w:t>
      </w:r>
      <w:r w:rsidRPr="00CC015E">
        <w:rPr>
          <w:bCs/>
          <w:szCs w:val="24"/>
        </w:rPr>
        <w:t>Настоящее решение вступает в силу с 1 января 2020 г</w:t>
      </w:r>
      <w:r w:rsidRPr="00CC015E">
        <w:rPr>
          <w:szCs w:val="24"/>
        </w:rPr>
        <w:t>.</w:t>
      </w:r>
    </w:p>
    <w:p w:rsidR="0018504E" w:rsidRPr="00A855A0" w:rsidRDefault="0018504E" w:rsidP="004A6A58">
      <w:pPr>
        <w:pStyle w:val="ac"/>
        <w:ind w:firstLine="708"/>
        <w:jc w:val="right"/>
        <w:rPr>
          <w:sz w:val="32"/>
        </w:rPr>
      </w:pPr>
    </w:p>
    <w:p w:rsidR="00E65B5E" w:rsidRPr="00A855A0" w:rsidRDefault="00E65B5E" w:rsidP="004A6A58">
      <w:pPr>
        <w:tabs>
          <w:tab w:val="left" w:pos="1897"/>
        </w:tabs>
        <w:rPr>
          <w:szCs w:val="28"/>
        </w:rPr>
      </w:pPr>
    </w:p>
    <w:p w:rsidR="00E65B5E" w:rsidRPr="00A855A0" w:rsidRDefault="00E65B5E" w:rsidP="004A6A58">
      <w:pPr>
        <w:tabs>
          <w:tab w:val="left" w:pos="1897"/>
        </w:tabs>
        <w:rPr>
          <w:szCs w:val="28"/>
        </w:rPr>
      </w:pPr>
    </w:p>
    <w:p w:rsidR="004E7A0A" w:rsidRPr="004E7A0A" w:rsidRDefault="0045437D" w:rsidP="004E7A0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  <w:t xml:space="preserve"> </w:t>
      </w:r>
      <w:r w:rsidR="004E7A0A">
        <w:rPr>
          <w:szCs w:val="28"/>
        </w:rPr>
        <w:t xml:space="preserve">         </w:t>
      </w:r>
      <w:r w:rsidR="004E7A0A" w:rsidRPr="004E7A0A">
        <w:rPr>
          <w:szCs w:val="28"/>
        </w:rPr>
        <w:t xml:space="preserve"> 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323272" w:rsidSect="00D02D1E">
      <w:type w:val="continuous"/>
      <w:pgSz w:w="11906" w:h="16838" w:code="9"/>
      <w:pgMar w:top="1134" w:right="709" w:bottom="993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0370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6450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1DE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87A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BDB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37DF6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04E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31F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0370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B8A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1C45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5F22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518"/>
    <w:rsid w:val="004A4FAE"/>
    <w:rsid w:val="004A4FC4"/>
    <w:rsid w:val="004A5CB2"/>
    <w:rsid w:val="004A6A58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E7A0A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21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21F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0DC8"/>
    <w:rsid w:val="0057117B"/>
    <w:rsid w:val="00573C40"/>
    <w:rsid w:val="00573E7D"/>
    <w:rsid w:val="005754F6"/>
    <w:rsid w:val="00575527"/>
    <w:rsid w:val="005762CB"/>
    <w:rsid w:val="005764A0"/>
    <w:rsid w:val="00577DC8"/>
    <w:rsid w:val="00580A5B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8D2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4E62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43D6"/>
    <w:rsid w:val="007155C6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4508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581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2FB8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B4C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2C1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889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24B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5A0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864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379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020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6F75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9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15E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1E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032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4BCC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503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340D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9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5B5E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908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</TotalTime>
  <Pages>2</Pages>
  <Words>268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6</cp:revision>
  <cp:lastPrinted>2019-11-18T13:04:00Z</cp:lastPrinted>
  <dcterms:created xsi:type="dcterms:W3CDTF">2019-11-15T11:15:00Z</dcterms:created>
  <dcterms:modified xsi:type="dcterms:W3CDTF">2019-11-25T12:54:00Z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