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66102" w:rsidP="00E006BE">
            <w:pPr>
              <w:jc w:val="center"/>
            </w:pPr>
            <w:r>
              <w:t>26.11.2019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43201C" w:rsidP="00E20A3C">
            <w:pPr>
              <w:tabs>
                <w:tab w:val="center" w:pos="2160"/>
              </w:tabs>
              <w:ind w:left="-108"/>
              <w:jc w:val="center"/>
            </w:pPr>
            <w:r>
              <w:t>55/26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6244B4" w:rsidRDefault="006244B4" w:rsidP="002A69F3">
            <w:pPr>
              <w:jc w:val="center"/>
              <w:rPr>
                <w:szCs w:val="28"/>
              </w:rPr>
            </w:pPr>
            <w:r w:rsidRPr="006244B4">
              <w:rPr>
                <w:szCs w:val="28"/>
              </w:rPr>
              <w:t>О внесении изменений в решение региональной службы п</w:t>
            </w:r>
            <w:r>
              <w:rPr>
                <w:szCs w:val="28"/>
              </w:rPr>
              <w:t>о тарифам Нижегородской области</w:t>
            </w:r>
          </w:p>
          <w:p w:rsidR="006244B4" w:rsidRDefault="00C66102" w:rsidP="002A69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11 декабря 2018</w:t>
            </w:r>
            <w:r w:rsidR="006244B4" w:rsidRPr="006244B4">
              <w:rPr>
                <w:szCs w:val="28"/>
              </w:rPr>
              <w:t xml:space="preserve"> г. № 51/47 «Об установлении МУНИЦИПАЛЬНОМУ УНИТАРНОМУ ПРЕДПРИЯТИЮ «СМИРНОВЕЦ» АДМИНИСТРАЦИИ СМИРНОВСКОГО СЕЛЬСОВЕТА ШАТКОВСКОГО РАЙОНА НИЖЕГОРОДСКОЙ ОБЛАСТИ</w:t>
            </w:r>
          </w:p>
          <w:p w:rsidR="006244B4" w:rsidRDefault="006244B4" w:rsidP="002A69F3">
            <w:pPr>
              <w:jc w:val="center"/>
              <w:rPr>
                <w:szCs w:val="28"/>
              </w:rPr>
            </w:pPr>
            <w:r w:rsidRPr="006244B4">
              <w:rPr>
                <w:szCs w:val="28"/>
              </w:rPr>
              <w:t xml:space="preserve">(ИНН 5238005558), </w:t>
            </w:r>
            <w:proofErr w:type="gramStart"/>
            <w:r w:rsidRPr="006244B4">
              <w:rPr>
                <w:szCs w:val="28"/>
              </w:rPr>
              <w:t>с</w:t>
            </w:r>
            <w:proofErr w:type="gramEnd"/>
            <w:r w:rsidRPr="006244B4">
              <w:rPr>
                <w:szCs w:val="28"/>
              </w:rPr>
              <w:t xml:space="preserve">. Смирново </w:t>
            </w:r>
            <w:proofErr w:type="spellStart"/>
            <w:r w:rsidRPr="006244B4">
              <w:rPr>
                <w:szCs w:val="28"/>
              </w:rPr>
              <w:t>Шатковского</w:t>
            </w:r>
            <w:proofErr w:type="spellEnd"/>
            <w:r w:rsidRPr="006244B4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для потребителей </w:t>
            </w:r>
          </w:p>
          <w:p w:rsidR="006244B4" w:rsidRDefault="006244B4" w:rsidP="002A69F3">
            <w:pPr>
              <w:jc w:val="center"/>
              <w:rPr>
                <w:szCs w:val="28"/>
              </w:rPr>
            </w:pPr>
            <w:proofErr w:type="spellStart"/>
            <w:r w:rsidRPr="006244B4">
              <w:rPr>
                <w:szCs w:val="28"/>
              </w:rPr>
              <w:t>Шатковского</w:t>
            </w:r>
            <w:proofErr w:type="spellEnd"/>
            <w:r w:rsidRPr="006244B4">
              <w:rPr>
                <w:szCs w:val="28"/>
              </w:rPr>
              <w:t xml:space="preserve"> муниципального района </w:t>
            </w:r>
          </w:p>
          <w:p w:rsidR="0085764D" w:rsidRPr="002A69F3" w:rsidRDefault="006244B4" w:rsidP="002A69F3">
            <w:pPr>
              <w:jc w:val="center"/>
              <w:rPr>
                <w:szCs w:val="28"/>
              </w:rPr>
            </w:pPr>
            <w:r w:rsidRPr="006244B4">
              <w:rPr>
                <w:szCs w:val="28"/>
              </w:rPr>
              <w:t>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C66102" w:rsidRDefault="00261BEB" w:rsidP="00C66102">
      <w:pPr>
        <w:pStyle w:val="ac"/>
        <w:jc w:val="center"/>
      </w:pPr>
    </w:p>
    <w:p w:rsidR="000C3EA3" w:rsidRDefault="000C3EA3" w:rsidP="00C66102">
      <w:pPr>
        <w:pStyle w:val="ac"/>
        <w:jc w:val="center"/>
      </w:pPr>
    </w:p>
    <w:p w:rsidR="0043201C" w:rsidRPr="00C66102" w:rsidRDefault="0043201C" w:rsidP="00C66102">
      <w:pPr>
        <w:pStyle w:val="ac"/>
        <w:jc w:val="center"/>
      </w:pPr>
    </w:p>
    <w:p w:rsidR="006244B4" w:rsidRPr="006244B4" w:rsidRDefault="006244B4" w:rsidP="006244B4">
      <w:pPr>
        <w:spacing w:line="276" w:lineRule="auto"/>
        <w:ind w:firstLine="720"/>
        <w:jc w:val="both"/>
        <w:rPr>
          <w:noProof/>
          <w:szCs w:val="24"/>
        </w:rPr>
      </w:pPr>
      <w:proofErr w:type="gramStart"/>
      <w:r w:rsidRPr="006244B4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6244B4">
        <w:rPr>
          <w:noProof/>
          <w:szCs w:val="24"/>
        </w:rPr>
        <w:t xml:space="preserve">МУНИЦИПАЛЬНЫМ УНИТАРНЫМ ПРЕДПРИЯТИЕМ «СМИРНОВЕЦ» АДМИНИСТРАЦИИ СМИРНОВСКОГО СЕЛЬСОВЕТА ШАТКОВСКОГО РАЙОНА НИЖЕГОРОДСКОЙ ОБЛАСТИ </w:t>
      </w:r>
      <w:r w:rsidR="00C66102">
        <w:rPr>
          <w:noProof/>
          <w:szCs w:val="24"/>
        </w:rPr>
        <w:br/>
      </w:r>
      <w:r w:rsidRPr="006244B4">
        <w:rPr>
          <w:noProof/>
          <w:szCs w:val="24"/>
        </w:rPr>
        <w:t>(ИНН 5238005558), с. Смирново  Шатковского муниципального района</w:t>
      </w:r>
      <w:proofErr w:type="gramEnd"/>
      <w:r w:rsidRPr="006244B4">
        <w:rPr>
          <w:noProof/>
          <w:szCs w:val="24"/>
        </w:rPr>
        <w:t xml:space="preserve"> Нижегородской области</w:t>
      </w:r>
      <w:r w:rsidRPr="006244B4">
        <w:rPr>
          <w:szCs w:val="24"/>
        </w:rPr>
        <w:t xml:space="preserve">, экспертного </w:t>
      </w:r>
      <w:r w:rsidRPr="00EE5B95">
        <w:rPr>
          <w:szCs w:val="24"/>
        </w:rPr>
        <w:t>заключения рег. № в-</w:t>
      </w:r>
      <w:r w:rsidR="00EE5B95" w:rsidRPr="00EE5B95">
        <w:rPr>
          <w:szCs w:val="24"/>
        </w:rPr>
        <w:t>802</w:t>
      </w:r>
      <w:r w:rsidRPr="00EE5B95">
        <w:rPr>
          <w:szCs w:val="24"/>
        </w:rPr>
        <w:t xml:space="preserve"> от </w:t>
      </w:r>
      <w:r w:rsidR="00C66102" w:rsidRPr="00EE5B95">
        <w:rPr>
          <w:szCs w:val="24"/>
        </w:rPr>
        <w:t>19 ноября</w:t>
      </w:r>
      <w:r w:rsidR="00C66102" w:rsidRPr="00C66102">
        <w:rPr>
          <w:szCs w:val="24"/>
        </w:rPr>
        <w:t xml:space="preserve"> </w:t>
      </w:r>
      <w:r w:rsidRPr="00C66102">
        <w:rPr>
          <w:szCs w:val="24"/>
        </w:rPr>
        <w:t>2019</w:t>
      </w:r>
      <w:r w:rsidRPr="006244B4">
        <w:rPr>
          <w:szCs w:val="24"/>
        </w:rPr>
        <w:t xml:space="preserve"> г.:</w:t>
      </w:r>
    </w:p>
    <w:p w:rsidR="006244B4" w:rsidRPr="006244B4" w:rsidRDefault="006244B4" w:rsidP="006244B4">
      <w:pPr>
        <w:spacing w:line="276" w:lineRule="auto"/>
        <w:ind w:firstLine="709"/>
        <w:jc w:val="both"/>
        <w:rPr>
          <w:szCs w:val="24"/>
        </w:rPr>
      </w:pPr>
      <w:r w:rsidRPr="006244B4">
        <w:rPr>
          <w:b/>
          <w:szCs w:val="24"/>
        </w:rPr>
        <w:t xml:space="preserve">1. </w:t>
      </w:r>
      <w:r w:rsidRPr="006244B4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6244B4">
        <w:rPr>
          <w:szCs w:val="24"/>
        </w:rPr>
        <w:t>от 11 декабря 201</w:t>
      </w:r>
      <w:r w:rsidR="00C66102">
        <w:rPr>
          <w:szCs w:val="24"/>
        </w:rPr>
        <w:t>8</w:t>
      </w:r>
      <w:r w:rsidRPr="006244B4">
        <w:rPr>
          <w:szCs w:val="24"/>
        </w:rPr>
        <w:t xml:space="preserve"> г. № 51/47 «Об установлении МУНИЦИПАЛЬНОМУ УНИТАРНОМУ ПРЕДПРИЯТИЮ «СМИРНОВЕЦ» АДМИНИСТРАЦИИ СМИРНОВСКОГО СЕЛЬСОВЕТА ШАТКОВСКОГО РАЙОНА НИЖЕГОРОДСКОЙ ОБЛАСТИ</w:t>
      </w:r>
      <w:r w:rsidR="00E571CD">
        <w:rPr>
          <w:szCs w:val="24"/>
        </w:rPr>
        <w:t xml:space="preserve"> </w:t>
      </w:r>
      <w:r w:rsidRPr="006244B4">
        <w:rPr>
          <w:szCs w:val="24"/>
        </w:rPr>
        <w:t xml:space="preserve">(ИНН 5238005558), </w:t>
      </w:r>
      <w:proofErr w:type="gramStart"/>
      <w:r w:rsidRPr="006244B4">
        <w:rPr>
          <w:szCs w:val="24"/>
        </w:rPr>
        <w:t>с</w:t>
      </w:r>
      <w:proofErr w:type="gramEnd"/>
      <w:r w:rsidRPr="006244B4">
        <w:rPr>
          <w:szCs w:val="24"/>
        </w:rPr>
        <w:t xml:space="preserve">. Смирново </w:t>
      </w:r>
      <w:proofErr w:type="spellStart"/>
      <w:r w:rsidRPr="006244B4">
        <w:rPr>
          <w:szCs w:val="24"/>
        </w:rPr>
        <w:t>Шатковского</w:t>
      </w:r>
      <w:proofErr w:type="spellEnd"/>
      <w:r w:rsidRPr="006244B4">
        <w:rPr>
          <w:szCs w:val="24"/>
        </w:rPr>
        <w:t xml:space="preserve"> </w:t>
      </w:r>
      <w:r w:rsidRPr="006244B4">
        <w:rPr>
          <w:szCs w:val="24"/>
        </w:rPr>
        <w:lastRenderedPageBreak/>
        <w:t xml:space="preserve">муниципального района Нижегородской области, тарифов в сфере холодного водоснабжения для потребителей </w:t>
      </w:r>
      <w:proofErr w:type="spellStart"/>
      <w:r w:rsidRPr="006244B4">
        <w:rPr>
          <w:szCs w:val="24"/>
        </w:rPr>
        <w:t>Шатковского</w:t>
      </w:r>
      <w:proofErr w:type="spellEnd"/>
      <w:r w:rsidRPr="006244B4">
        <w:rPr>
          <w:szCs w:val="24"/>
        </w:rPr>
        <w:t xml:space="preserve"> муниципального района Нижегородской области» следующие изменени</w:t>
      </w:r>
      <w:r w:rsidRPr="006244B4">
        <w:rPr>
          <w:noProof/>
          <w:szCs w:val="24"/>
        </w:rPr>
        <w:t>я:</w:t>
      </w:r>
    </w:p>
    <w:p w:rsidR="006244B4" w:rsidRPr="006244B4" w:rsidRDefault="006244B4" w:rsidP="006244B4">
      <w:pPr>
        <w:spacing w:line="276" w:lineRule="auto"/>
        <w:jc w:val="both"/>
        <w:rPr>
          <w:szCs w:val="24"/>
        </w:rPr>
      </w:pPr>
      <w:r w:rsidRPr="006244B4">
        <w:rPr>
          <w:b/>
          <w:i/>
          <w:szCs w:val="24"/>
        </w:rPr>
        <w:t>1.1.</w:t>
      </w:r>
      <w:r w:rsidRPr="006244B4">
        <w:rPr>
          <w:szCs w:val="24"/>
        </w:rPr>
        <w:t xml:space="preserve"> Таблицу пункта 3 решения изложить в следующей редакции:</w:t>
      </w:r>
    </w:p>
    <w:p w:rsidR="006244B4" w:rsidRPr="006244B4" w:rsidRDefault="006244B4" w:rsidP="006244B4">
      <w:pPr>
        <w:autoSpaceDE w:val="0"/>
        <w:autoSpaceDN w:val="0"/>
        <w:adjustRightInd w:val="0"/>
        <w:spacing w:line="276" w:lineRule="auto"/>
        <w:jc w:val="both"/>
        <w:rPr>
          <w:szCs w:val="24"/>
          <w:lang w:eastAsia="en-US"/>
        </w:rPr>
      </w:pPr>
      <w:r w:rsidRPr="006244B4">
        <w:rPr>
          <w:szCs w:val="24"/>
        </w:rPr>
        <w:t>«</w:t>
      </w:r>
    </w:p>
    <w:tbl>
      <w:tblPr>
        <w:tblW w:w="4891" w:type="pct"/>
        <w:jc w:val="center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641"/>
        <w:gridCol w:w="749"/>
        <w:gridCol w:w="810"/>
        <w:gridCol w:w="749"/>
        <w:gridCol w:w="813"/>
        <w:gridCol w:w="749"/>
        <w:gridCol w:w="813"/>
        <w:gridCol w:w="749"/>
        <w:gridCol w:w="815"/>
        <w:gridCol w:w="700"/>
        <w:gridCol w:w="735"/>
      </w:tblGrid>
      <w:tr w:rsidR="006244B4" w:rsidRPr="006244B4" w:rsidTr="00C66102">
        <w:trPr>
          <w:trHeight w:val="281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6244B4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6244B4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92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6244B4" w:rsidRPr="006244B4" w:rsidTr="008540DE">
        <w:trPr>
          <w:cantSplit/>
          <w:trHeight w:val="138"/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6244B4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6244B4" w:rsidRPr="006244B4" w:rsidTr="008540DE">
        <w:trPr>
          <w:cantSplit/>
          <w:trHeight w:val="357"/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6244B4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8540DE" w:rsidRPr="006244B4" w:rsidTr="008540DE">
        <w:trPr>
          <w:trHeight w:val="133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DE" w:rsidRPr="006244B4" w:rsidRDefault="008540DE" w:rsidP="00C66102">
            <w:pPr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 w:rsidRPr="006244B4">
              <w:rPr>
                <w:b/>
                <w:bCs/>
                <w:sz w:val="20"/>
                <w:szCs w:val="28"/>
                <w:lang w:eastAsia="en-US"/>
              </w:rPr>
              <w:t>1.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DE" w:rsidRPr="006244B4" w:rsidRDefault="008540DE" w:rsidP="00C66102">
            <w:pPr>
              <w:rPr>
                <w:noProof/>
                <w:sz w:val="20"/>
                <w:szCs w:val="24"/>
                <w:lang w:eastAsia="en-US"/>
              </w:rPr>
            </w:pPr>
            <w:r w:rsidRPr="006244B4">
              <w:rPr>
                <w:sz w:val="20"/>
                <w:szCs w:val="24"/>
                <w:lang w:eastAsia="en-US"/>
              </w:rPr>
              <w:t>Питьевая вода, руб./м</w:t>
            </w:r>
            <w:r w:rsidRPr="006244B4">
              <w:rPr>
                <w:sz w:val="20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33,06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33,72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33,72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34,88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34,88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36,25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36,25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37,67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37,67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39,12</w:t>
            </w:r>
          </w:p>
        </w:tc>
      </w:tr>
      <w:tr w:rsidR="008540DE" w:rsidRPr="006244B4" w:rsidTr="008540DE">
        <w:trPr>
          <w:trHeight w:val="133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DE" w:rsidRPr="006244B4" w:rsidRDefault="008540DE" w:rsidP="00C66102">
            <w:pPr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 w:rsidRPr="006244B4">
              <w:rPr>
                <w:b/>
                <w:bCs/>
                <w:sz w:val="20"/>
                <w:szCs w:val="28"/>
                <w:lang w:eastAsia="en-US"/>
              </w:rPr>
              <w:t>2.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40DE" w:rsidRPr="006244B4" w:rsidRDefault="008540DE" w:rsidP="00C66102">
            <w:pPr>
              <w:rPr>
                <w:noProof/>
                <w:sz w:val="20"/>
                <w:szCs w:val="28"/>
                <w:lang w:eastAsia="en-US"/>
              </w:rPr>
            </w:pPr>
            <w:r w:rsidRPr="006244B4">
              <w:rPr>
                <w:sz w:val="20"/>
                <w:szCs w:val="28"/>
                <w:lang w:eastAsia="en-US"/>
              </w:rPr>
              <w:t>Питьевая вода, руб./м</w:t>
            </w:r>
            <w:r w:rsidRPr="006244B4">
              <w:rPr>
                <w:sz w:val="20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33,06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33,72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33,72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34,88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34,88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36,25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36,25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37,67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37,67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39,12</w:t>
            </w:r>
          </w:p>
        </w:tc>
      </w:tr>
      <w:tr w:rsidR="006244B4" w:rsidRPr="006244B4" w:rsidTr="008540DE">
        <w:trPr>
          <w:trHeight w:val="132"/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b/>
                <w:bCs/>
                <w:sz w:val="20"/>
                <w:szCs w:val="28"/>
                <w:lang w:eastAsia="en-US"/>
              </w:rPr>
            </w:pP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4B4" w:rsidRPr="006244B4" w:rsidRDefault="006244B4" w:rsidP="00C66102">
            <w:pPr>
              <w:rPr>
                <w:noProof/>
                <w:sz w:val="20"/>
                <w:szCs w:val="28"/>
                <w:lang w:eastAsia="en-US"/>
              </w:rPr>
            </w:pPr>
            <w:r w:rsidRPr="006244B4">
              <w:rPr>
                <w:noProof/>
                <w:sz w:val="20"/>
                <w:szCs w:val="2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4B4" w:rsidRPr="006244B4" w:rsidRDefault="006244B4" w:rsidP="00C66102">
            <w:pPr>
              <w:rPr>
                <w:sz w:val="21"/>
                <w:szCs w:val="21"/>
              </w:rPr>
            </w:pPr>
          </w:p>
        </w:tc>
      </w:tr>
    </w:tbl>
    <w:p w:rsidR="00651684" w:rsidRPr="00651684" w:rsidRDefault="00651684" w:rsidP="00651684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651684">
        <w:rPr>
          <w:szCs w:val="28"/>
        </w:rPr>
        <w:t>».</w:t>
      </w:r>
    </w:p>
    <w:p w:rsidR="00D15825" w:rsidRPr="00D15825" w:rsidRDefault="00D15825" w:rsidP="00651684">
      <w:pPr>
        <w:spacing w:line="276" w:lineRule="auto"/>
        <w:jc w:val="both"/>
        <w:rPr>
          <w:szCs w:val="24"/>
        </w:rPr>
      </w:pPr>
      <w:r w:rsidRPr="00651684">
        <w:rPr>
          <w:b/>
          <w:i/>
          <w:szCs w:val="28"/>
        </w:rPr>
        <w:t>1.2.</w:t>
      </w:r>
      <w:r w:rsidRPr="00651684">
        <w:rPr>
          <w:szCs w:val="28"/>
        </w:rPr>
        <w:t xml:space="preserve"> </w:t>
      </w:r>
      <w:r w:rsidRPr="00651684">
        <w:rPr>
          <w:noProof/>
          <w:szCs w:val="28"/>
        </w:rPr>
        <w:t>Приложени</w:t>
      </w:r>
      <w:r w:rsidR="00516C6D">
        <w:rPr>
          <w:noProof/>
          <w:szCs w:val="28"/>
        </w:rPr>
        <w:t>е</w:t>
      </w:r>
      <w:r w:rsidR="000630E9" w:rsidRPr="00651684">
        <w:rPr>
          <w:noProof/>
          <w:szCs w:val="28"/>
        </w:rPr>
        <w:t xml:space="preserve"> </w:t>
      </w:r>
      <w:r w:rsidRPr="00651684">
        <w:rPr>
          <w:noProof/>
          <w:szCs w:val="28"/>
        </w:rPr>
        <w:t xml:space="preserve"> к решению изложить в новой редакции согласно</w:t>
      </w:r>
      <w:r w:rsidRPr="00D15825">
        <w:rPr>
          <w:noProof/>
          <w:szCs w:val="24"/>
        </w:rPr>
        <w:t xml:space="preserve"> Приложению к настоящему решению</w:t>
      </w:r>
      <w:r w:rsidRPr="00D15825">
        <w:rPr>
          <w:szCs w:val="24"/>
        </w:rPr>
        <w:t>.</w:t>
      </w:r>
    </w:p>
    <w:p w:rsidR="006F7468" w:rsidRPr="009E7ECA" w:rsidRDefault="006F7468" w:rsidP="00D15A4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C66102">
      <w:pPr>
        <w:pStyle w:val="ac"/>
      </w:pPr>
    </w:p>
    <w:p w:rsidR="007016A7" w:rsidRDefault="007016A7" w:rsidP="00C66102">
      <w:pPr>
        <w:pStyle w:val="ac"/>
      </w:pPr>
    </w:p>
    <w:p w:rsidR="007016A7" w:rsidRPr="007D25C7" w:rsidRDefault="007016A7" w:rsidP="00C66102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0127AE" w:rsidRDefault="000127AE" w:rsidP="00F46749"/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244832" w:rsidRDefault="00244832" w:rsidP="008305DC">
            <w:pPr>
              <w:ind w:left="3552"/>
              <w:jc w:val="center"/>
            </w:pPr>
          </w:p>
          <w:p w:rsidR="00244832" w:rsidRDefault="00244832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7E4E45" w:rsidRDefault="007E4E45" w:rsidP="002A69F3"/>
          <w:p w:rsidR="006244B4" w:rsidRDefault="006244B4" w:rsidP="002A69F3"/>
          <w:p w:rsidR="006244B4" w:rsidRDefault="006244B4" w:rsidP="002A69F3"/>
          <w:p w:rsidR="006244B4" w:rsidRDefault="006244B4" w:rsidP="002A69F3"/>
          <w:p w:rsidR="006244B4" w:rsidRDefault="006244B4" w:rsidP="002A69F3"/>
          <w:p w:rsidR="006244B4" w:rsidRDefault="006244B4" w:rsidP="002A69F3"/>
          <w:p w:rsidR="006244B4" w:rsidRDefault="006244B4" w:rsidP="002A69F3"/>
          <w:p w:rsidR="00BD1AA2" w:rsidRDefault="00BD1AA2" w:rsidP="009E54A8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C66102">
              <w:t>от</w:t>
            </w:r>
            <w:r w:rsidR="00C66102" w:rsidRPr="00C66102">
              <w:t xml:space="preserve"> 26 ноября</w:t>
            </w:r>
            <w:r w:rsidRPr="00C66102">
              <w:t xml:space="preserve"> </w:t>
            </w:r>
            <w:r w:rsidR="00F1607E" w:rsidRPr="00C66102">
              <w:t xml:space="preserve">2019 </w:t>
            </w:r>
            <w:r w:rsidR="00CC03DF" w:rsidRPr="00C66102">
              <w:t>г.</w:t>
            </w:r>
            <w:r w:rsidRPr="00C66102">
              <w:t xml:space="preserve"> №</w:t>
            </w:r>
            <w:r w:rsidR="006B0802" w:rsidRPr="00D74902">
              <w:t xml:space="preserve"> </w:t>
            </w:r>
            <w:r w:rsidR="0043201C">
              <w:t>55/26</w:t>
            </w:r>
            <w:bookmarkStart w:id="0" w:name="_GoBack"/>
            <w:bookmarkEnd w:id="0"/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6244B4" w:rsidP="007016A7">
            <w:pPr>
              <w:ind w:left="3552"/>
              <w:jc w:val="center"/>
              <w:rPr>
                <w:lang w:val="en-US"/>
              </w:rPr>
            </w:pPr>
            <w:r w:rsidRPr="006244B4">
              <w:t>от 11 декабря 2018 г. № 51/47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A69F3" w:rsidRPr="002A69F3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651684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 xml:space="preserve"> ПО ОКАЗАНИЮ УСЛУГ ХОЛОДНОГО ВОДОСНАБЖЕНИЯ </w:t>
            </w:r>
          </w:p>
          <w:p w:rsidR="002A69F3" w:rsidRPr="00C15EF7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540DE" w:rsidRPr="008540DE" w:rsidRDefault="009E7ECA" w:rsidP="008540DE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155BB4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7E4E45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  <w:r w:rsidR="00270C0B">
        <w:rPr>
          <w:szCs w:val="28"/>
          <w:lang w:eastAsia="en-US"/>
        </w:rPr>
        <w:t xml:space="preserve">             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55"/>
        <w:gridCol w:w="28"/>
        <w:gridCol w:w="385"/>
        <w:gridCol w:w="41"/>
        <w:gridCol w:w="425"/>
        <w:gridCol w:w="368"/>
        <w:gridCol w:w="766"/>
        <w:gridCol w:w="61"/>
        <w:gridCol w:w="421"/>
        <w:gridCol w:w="85"/>
        <w:gridCol w:w="425"/>
        <w:gridCol w:w="425"/>
        <w:gridCol w:w="312"/>
        <w:gridCol w:w="255"/>
        <w:gridCol w:w="993"/>
      </w:tblGrid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540DE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8540DE" w:rsidRPr="008540DE" w:rsidTr="008540DE">
        <w:trPr>
          <w:trHeight w:val="78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Наименование </w:t>
            </w:r>
            <w:proofErr w:type="gramStart"/>
            <w:r w:rsidRPr="008540DE">
              <w:rPr>
                <w:sz w:val="20"/>
              </w:rPr>
              <w:t>регулируемой</w:t>
            </w:r>
            <w:proofErr w:type="gramEnd"/>
            <w:r w:rsidRPr="008540DE">
              <w:rPr>
                <w:sz w:val="20"/>
              </w:rPr>
              <w:t xml:space="preserve">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организации (ИНН)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8540DE">
              <w:rPr>
                <w:sz w:val="20"/>
                <w:lang w:eastAsia="en-US"/>
              </w:rPr>
              <w:t>МУНИЦИПАЛЬНОЕ УНИТАРНОЕ ПРЕДПРИЯТИЕ «СМИРНОВЕЦ» АДМИНИСТРАЦИИ СМИРНОВСКОГО СЕЛЬСОВЕТА ШАТКОВСКОГО РАЙОНА НИЖЕГОРОДСКОЙ ОБЛАСТИ (ИНН 5238005558)</w:t>
            </w:r>
          </w:p>
        </w:tc>
      </w:tr>
      <w:tr w:rsidR="008540DE" w:rsidRPr="008540DE" w:rsidTr="008540DE">
        <w:trPr>
          <w:trHeight w:val="56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Местонахождение         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tabs>
                <w:tab w:val="left" w:pos="1897"/>
              </w:tabs>
              <w:rPr>
                <w:sz w:val="20"/>
                <w:lang w:eastAsia="en-US"/>
              </w:rPr>
            </w:pPr>
            <w:r w:rsidRPr="008540DE">
              <w:rPr>
                <w:sz w:val="20"/>
                <w:lang w:eastAsia="en-US"/>
              </w:rPr>
              <w:t xml:space="preserve">607717, Нижегородская область, </w:t>
            </w:r>
            <w:proofErr w:type="spellStart"/>
            <w:r w:rsidRPr="008540DE">
              <w:rPr>
                <w:sz w:val="20"/>
                <w:lang w:eastAsia="en-US"/>
              </w:rPr>
              <w:t>Шатковский</w:t>
            </w:r>
            <w:proofErr w:type="spellEnd"/>
            <w:r w:rsidRPr="008540DE">
              <w:rPr>
                <w:sz w:val="20"/>
                <w:lang w:eastAsia="en-US"/>
              </w:rPr>
              <w:t xml:space="preserve"> муниципальный район, </w:t>
            </w:r>
            <w:proofErr w:type="gramStart"/>
            <w:r w:rsidRPr="008540DE">
              <w:rPr>
                <w:sz w:val="20"/>
                <w:lang w:eastAsia="en-US"/>
              </w:rPr>
              <w:t>с</w:t>
            </w:r>
            <w:proofErr w:type="gramEnd"/>
            <w:r w:rsidRPr="008540DE">
              <w:rPr>
                <w:sz w:val="20"/>
                <w:lang w:eastAsia="en-US"/>
              </w:rPr>
              <w:t>. Смирново, ул. Советская, д. 34</w:t>
            </w:r>
          </w:p>
        </w:tc>
      </w:tr>
      <w:tr w:rsidR="008540DE" w:rsidRPr="008540DE" w:rsidTr="008540DE">
        <w:trPr>
          <w:trHeight w:val="56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Наименование            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540DE" w:rsidRPr="008540DE" w:rsidTr="008540DE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Местонахождение         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540DE">
              <w:rPr>
                <w:b/>
                <w:sz w:val="20"/>
              </w:rPr>
              <w:t>2. Объем подачи воды</w:t>
            </w:r>
          </w:p>
        </w:tc>
      </w:tr>
      <w:tr w:rsidR="008540DE" w:rsidRPr="008540DE" w:rsidTr="00524216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01.01.2019 по 31.12.2019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01.01.2020 по 31.12.2020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01.01.2021 по 31.12.2021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01.01.2022</w:t>
            </w:r>
            <w:r w:rsidR="00524216">
              <w:rPr>
                <w:sz w:val="20"/>
              </w:rPr>
              <w:t xml:space="preserve"> </w:t>
            </w:r>
            <w:r w:rsidRPr="008540DE">
              <w:rPr>
                <w:sz w:val="20"/>
              </w:rPr>
              <w:t>по 31.12.2022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01.01.2023 по 31.12.2023</w:t>
            </w:r>
          </w:p>
        </w:tc>
      </w:tr>
      <w:tr w:rsidR="008540DE" w:rsidRPr="008540DE" w:rsidTr="005242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540DE">
              <w:rPr>
                <w:sz w:val="20"/>
              </w:rPr>
              <w:t>Подано воды всего, тыс</w:t>
            </w:r>
            <w:proofErr w:type="gramStart"/>
            <w:r w:rsidRPr="008540DE">
              <w:rPr>
                <w:sz w:val="20"/>
              </w:rPr>
              <w:t>.м</w:t>
            </w:r>
            <w:proofErr w:type="gramEnd"/>
            <w:r w:rsidRPr="008540DE">
              <w:rPr>
                <w:sz w:val="20"/>
                <w:vertAlign w:val="superscript"/>
              </w:rPr>
              <w:t>3</w:t>
            </w:r>
            <w:r w:rsidRPr="008540DE">
              <w:rPr>
                <w:sz w:val="20"/>
              </w:rPr>
              <w:t xml:space="preserve"> в том числе: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17,53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17,53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17,53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17,53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17,53</w:t>
            </w:r>
          </w:p>
        </w:tc>
      </w:tr>
      <w:tr w:rsidR="008540DE" w:rsidRPr="008540DE" w:rsidTr="005242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540DE">
              <w:rPr>
                <w:i/>
                <w:sz w:val="20"/>
              </w:rPr>
              <w:t>- населению,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16,44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16,44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16,44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16,44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16,44</w:t>
            </w:r>
          </w:p>
        </w:tc>
      </w:tr>
      <w:tr w:rsidR="008540DE" w:rsidRPr="008540DE" w:rsidTr="005242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540DE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1,09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1,09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1,09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1,09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1,09</w:t>
            </w:r>
          </w:p>
        </w:tc>
      </w:tr>
      <w:tr w:rsidR="008540DE" w:rsidRPr="008540DE" w:rsidTr="005242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540DE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52421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540DE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9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540DE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540DE" w:rsidRPr="008540DE" w:rsidTr="008540DE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Всего сумма, тыс. руб.  </w:t>
            </w:r>
          </w:p>
        </w:tc>
      </w:tr>
      <w:tr w:rsidR="008540DE" w:rsidRPr="008540DE" w:rsidTr="008540DE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Другие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01.01.2019 по 31.12.2019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576,926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576,926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9,398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9,398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586,324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586,324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01.01.2020 по 31.12.2020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600,199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600,199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9,842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9,842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610,041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610,041</w:t>
            </w:r>
          </w:p>
        </w:tc>
      </w:tr>
      <w:tr w:rsidR="008540DE" w:rsidRPr="008540DE" w:rsidTr="008540DE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01.01.2021 по 31.12.2021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617,669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617,669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10,636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10,636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628,305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628,305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01.01.2022 по 31.12.2022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636,134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636,134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11,541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11,541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647,675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647,675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01.01.2023 по 31.12.2023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655,151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655,151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12,550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12,550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667,701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667,701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3140,046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3140,046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540DE">
              <w:rPr>
                <w:b/>
                <w:sz w:val="20"/>
              </w:rPr>
              <w:lastRenderedPageBreak/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8540DE" w:rsidRPr="008540DE" w:rsidTr="008540DE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524216" w:rsidRDefault="008540DE" w:rsidP="0052421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540DE">
              <w:rPr>
                <w:sz w:val="20"/>
              </w:rPr>
              <w:t xml:space="preserve">  </w:t>
            </w:r>
            <w:r w:rsidRPr="008540DE">
              <w:rPr>
                <w:i/>
                <w:sz w:val="20"/>
              </w:rPr>
              <w:t>4.1. Перечень мероприятий по ремо</w:t>
            </w:r>
            <w:r w:rsidR="00524216">
              <w:rPr>
                <w:i/>
                <w:sz w:val="20"/>
              </w:rPr>
              <w:t xml:space="preserve">нту объектов централизованных </w:t>
            </w:r>
            <w:r w:rsidRPr="008540DE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8540DE" w:rsidRPr="008540DE" w:rsidTr="008540DE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Всего сумма, тыс. руб.  </w:t>
            </w:r>
          </w:p>
        </w:tc>
      </w:tr>
      <w:tr w:rsidR="008540DE" w:rsidRPr="008540DE" w:rsidTr="008540DE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Другие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01.01.2019 по 31.12.2019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01.01.2020 по 31.12.2020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01.01.2021 по 31.12.2021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01.01.2022 по 31.12.2022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01.01.2023по 31.12.2023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524216" w:rsidRDefault="008540DE" w:rsidP="0052421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540DE">
              <w:rPr>
                <w:i/>
                <w:sz w:val="20"/>
              </w:rPr>
              <w:t xml:space="preserve">   4.2. Перечень мероприятий, напра</w:t>
            </w:r>
            <w:r w:rsidR="00524216">
              <w:rPr>
                <w:i/>
                <w:sz w:val="20"/>
              </w:rPr>
              <w:t xml:space="preserve">вленных на улучшение качества </w:t>
            </w:r>
            <w:r w:rsidRPr="008540DE">
              <w:rPr>
                <w:i/>
                <w:sz w:val="20"/>
              </w:rPr>
              <w:t xml:space="preserve">питьевой воды </w:t>
            </w:r>
          </w:p>
        </w:tc>
      </w:tr>
      <w:tr w:rsidR="008540DE" w:rsidRPr="008540DE" w:rsidTr="008540DE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Всего сумма, тыс. руб.  </w:t>
            </w:r>
          </w:p>
        </w:tc>
      </w:tr>
      <w:tr w:rsidR="008540DE" w:rsidRPr="008540DE" w:rsidTr="008540DE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Другие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01.01.2019 по 31.12.2019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01.01.2020 по 31.12.2020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63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01.01.2021 по 31.12.2021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01.01.2022 по 31.12.2022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01.01.2023 по 31.12.2023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540DE">
              <w:rPr>
                <w:sz w:val="20"/>
              </w:rPr>
              <w:t xml:space="preserve">    </w:t>
            </w:r>
            <w:r w:rsidRPr="008540DE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8540DE">
              <w:rPr>
                <w:i/>
                <w:sz w:val="20"/>
              </w:rPr>
              <w:t>энергетической</w:t>
            </w:r>
            <w:proofErr w:type="gramEnd"/>
            <w:r w:rsidRPr="008540DE">
              <w:rPr>
                <w:i/>
                <w:sz w:val="20"/>
              </w:rPr>
              <w:t xml:space="preserve"> 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8540DE">
              <w:rPr>
                <w:sz w:val="20"/>
              </w:rPr>
              <w:t xml:space="preserve">   </w:t>
            </w:r>
          </w:p>
        </w:tc>
      </w:tr>
      <w:tr w:rsidR="008540DE" w:rsidRPr="008540DE" w:rsidTr="008540DE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Всего сумма, тыс. руб.  </w:t>
            </w:r>
          </w:p>
        </w:tc>
      </w:tr>
      <w:tr w:rsidR="008540DE" w:rsidRPr="008540DE" w:rsidTr="008540DE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Другие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01.01.2019 по 31.12.2019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01.01.2020 по 31.12.2020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01.01.2021 по 31.12.2021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01.01.2022 по 31.12.2022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01.01.2023 по 31.12.2023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8540DE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540DE" w:rsidRPr="008540DE" w:rsidTr="008540DE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Всего сумма, тыс. руб.  </w:t>
            </w:r>
          </w:p>
        </w:tc>
      </w:tr>
      <w:tr w:rsidR="008540DE" w:rsidRPr="008540DE" w:rsidTr="008540DE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Другие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01.01.2019 по 31.12.2019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01.01.2020 по 31.12.2020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01.01.2021 по 31.12.2021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01.01.2022 по 31.12.2022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На период с 01.01.2023 по 31.12.2023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540DE">
              <w:rPr>
                <w:sz w:val="20"/>
              </w:rPr>
              <w:t xml:space="preserve">        </w:t>
            </w:r>
            <w:r w:rsidRPr="008540DE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8540DE" w:rsidRPr="008540DE" w:rsidTr="008540DE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8540DE">
              <w:rPr>
                <w:sz w:val="20"/>
              </w:rPr>
              <w:t>Ед</w:t>
            </w:r>
            <w:proofErr w:type="gramStart"/>
            <w:r w:rsidRPr="008540DE">
              <w:rPr>
                <w:sz w:val="20"/>
              </w:rPr>
              <w:t>.и</w:t>
            </w:r>
            <w:proofErr w:type="gramEnd"/>
            <w:r w:rsidRPr="008540DE">
              <w:rPr>
                <w:sz w:val="20"/>
              </w:rPr>
              <w:t>зм</w:t>
            </w:r>
            <w:proofErr w:type="spellEnd"/>
            <w:r w:rsidRPr="008540DE">
              <w:rPr>
                <w:sz w:val="20"/>
              </w:rPr>
              <w:t>.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524216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24216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524216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24216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524216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24216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524216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24216">
              <w:rPr>
                <w:sz w:val="18"/>
                <w:szCs w:val="18"/>
              </w:rPr>
              <w:t>На период с 01.01.2022по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524216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24216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Показатели качества воды</w:t>
            </w:r>
          </w:p>
        </w:tc>
      </w:tr>
      <w:tr w:rsidR="008540DE" w:rsidRPr="008540DE" w:rsidTr="008540DE">
        <w:trPr>
          <w:trHeight w:val="139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540DE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2,3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2,3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8540DE" w:rsidRPr="008540DE" w:rsidTr="008540DE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540DE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0</w:t>
            </w:r>
          </w:p>
        </w:tc>
      </w:tr>
      <w:tr w:rsidR="008540DE" w:rsidRPr="008540DE" w:rsidTr="008540DE">
        <w:trPr>
          <w:trHeight w:val="27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8540DE" w:rsidRPr="008540DE" w:rsidTr="008540DE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540DE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</w:t>
            </w:r>
            <w:r w:rsidRPr="008540DE">
              <w:rPr>
                <w:sz w:val="20"/>
              </w:rPr>
              <w:lastRenderedPageBreak/>
              <w:t xml:space="preserve">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>ед./</w:t>
            </w:r>
            <w:proofErr w:type="gramStart"/>
            <w:r w:rsidRPr="008540DE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>0,55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 xml:space="preserve">      </w:t>
            </w: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 xml:space="preserve">      0,55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 xml:space="preserve">      0,55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 xml:space="preserve">     0,55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</w:p>
          <w:p w:rsidR="008540DE" w:rsidRPr="008540DE" w:rsidRDefault="008540DE" w:rsidP="008540DE">
            <w:pPr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 xml:space="preserve">      0,55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540DE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8,4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8,4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8,4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8,4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8,4</w:t>
            </w:r>
          </w:p>
        </w:tc>
      </w:tr>
      <w:tr w:rsidR="008540DE" w:rsidRPr="008540DE" w:rsidTr="008540DE">
        <w:trPr>
          <w:trHeight w:val="10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540DE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кВт*</w:t>
            </w:r>
            <w:proofErr w:type="gramStart"/>
            <w:r w:rsidRPr="008540DE">
              <w:rPr>
                <w:sz w:val="20"/>
              </w:rPr>
              <w:t>ч</w:t>
            </w:r>
            <w:proofErr w:type="gramEnd"/>
            <w:r w:rsidRPr="008540DE">
              <w:rPr>
                <w:sz w:val="20"/>
              </w:rPr>
              <w:t>/</w:t>
            </w:r>
          </w:p>
          <w:p w:rsidR="008540DE" w:rsidRPr="008540DE" w:rsidRDefault="008540DE" w:rsidP="008540D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куб. м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2,67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2,67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2,67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2,67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>2,67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8540DE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кВт*</w:t>
            </w:r>
            <w:proofErr w:type="gramStart"/>
            <w:r w:rsidRPr="008540DE">
              <w:rPr>
                <w:sz w:val="20"/>
              </w:rPr>
              <w:t>ч</w:t>
            </w:r>
            <w:proofErr w:type="gramEnd"/>
            <w:r w:rsidRPr="008540DE">
              <w:rPr>
                <w:sz w:val="20"/>
              </w:rPr>
              <w:t>/</w:t>
            </w:r>
          </w:p>
          <w:p w:rsidR="008540DE" w:rsidRPr="008540DE" w:rsidRDefault="008540DE" w:rsidP="008540D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куб. м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540DE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8540DE" w:rsidRPr="008540DE" w:rsidTr="008540DE">
        <w:trPr>
          <w:trHeight w:val="215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>-</w:t>
            </w:r>
          </w:p>
        </w:tc>
      </w:tr>
      <w:tr w:rsidR="008540DE" w:rsidRPr="008540DE" w:rsidTr="008540DE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8540DE">
              <w:rPr>
                <w:sz w:val="20"/>
              </w:rPr>
              <w:t xml:space="preserve">        </w:t>
            </w:r>
            <w:r w:rsidRPr="008540DE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b/>
                <w:sz w:val="20"/>
              </w:rPr>
              <w:t xml:space="preserve">                         производственной программы</w:t>
            </w:r>
            <w:r w:rsidRPr="008540DE">
              <w:rPr>
                <w:sz w:val="20"/>
              </w:rPr>
              <w:t xml:space="preserve">                         </w:t>
            </w:r>
          </w:p>
        </w:tc>
      </w:tr>
      <w:tr w:rsidR="008540DE" w:rsidRPr="008540DE" w:rsidTr="008540DE">
        <w:trPr>
          <w:trHeight w:val="478"/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Всего сумма, </w:t>
            </w:r>
          </w:p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  тыс. руб.  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jc w:val="center"/>
              <w:rPr>
                <w:bCs/>
                <w:sz w:val="20"/>
              </w:rPr>
            </w:pPr>
            <w:r w:rsidRPr="008540DE">
              <w:rPr>
                <w:bCs/>
                <w:sz w:val="20"/>
              </w:rPr>
              <w:t>585,308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jc w:val="center"/>
              <w:rPr>
                <w:bCs/>
                <w:sz w:val="20"/>
              </w:rPr>
            </w:pPr>
            <w:r w:rsidRPr="008540DE">
              <w:rPr>
                <w:bCs/>
                <w:sz w:val="20"/>
              </w:rPr>
              <w:t>601,281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jc w:val="center"/>
              <w:rPr>
                <w:bCs/>
                <w:sz w:val="20"/>
              </w:rPr>
            </w:pPr>
            <w:r w:rsidRPr="008540DE">
              <w:rPr>
                <w:bCs/>
                <w:sz w:val="20"/>
              </w:rPr>
              <w:t>623,502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jc w:val="center"/>
              <w:rPr>
                <w:bCs/>
                <w:sz w:val="20"/>
              </w:rPr>
            </w:pPr>
            <w:r w:rsidRPr="008540DE">
              <w:rPr>
                <w:bCs/>
                <w:sz w:val="20"/>
              </w:rPr>
              <w:t>647,900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540DE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jc w:val="center"/>
              <w:rPr>
                <w:bCs/>
                <w:sz w:val="20"/>
              </w:rPr>
            </w:pPr>
            <w:r w:rsidRPr="008540DE">
              <w:rPr>
                <w:bCs/>
                <w:sz w:val="20"/>
              </w:rPr>
              <w:t>673,021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jc w:val="center"/>
              <w:rPr>
                <w:sz w:val="20"/>
              </w:rPr>
            </w:pPr>
            <w:r w:rsidRPr="008540DE">
              <w:rPr>
                <w:sz w:val="20"/>
              </w:rPr>
              <w:t>3131,012</w:t>
            </w:r>
          </w:p>
        </w:tc>
      </w:tr>
      <w:tr w:rsidR="008540DE" w:rsidRPr="008540DE" w:rsidTr="008540DE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8540DE">
              <w:rPr>
                <w:sz w:val="20"/>
              </w:rPr>
              <w:t xml:space="preserve">        </w:t>
            </w:r>
            <w:r w:rsidRPr="008540DE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8540DE">
              <w:rPr>
                <w:sz w:val="20"/>
              </w:rPr>
              <w:t xml:space="preserve">                         </w:t>
            </w:r>
          </w:p>
        </w:tc>
      </w:tr>
      <w:tr w:rsidR="008540DE" w:rsidRPr="008540DE" w:rsidTr="008540DE">
        <w:trPr>
          <w:trHeight w:val="372"/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 xml:space="preserve">   За период с 01.01.2018 по 31.12.2018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Объем подачи воды,  </w:t>
            </w:r>
            <w:proofErr w:type="spellStart"/>
            <w:r w:rsidRPr="008540DE">
              <w:rPr>
                <w:sz w:val="20"/>
              </w:rPr>
              <w:t>тыс</w:t>
            </w:r>
            <w:proofErr w:type="gramStart"/>
            <w:r w:rsidRPr="008540DE">
              <w:rPr>
                <w:sz w:val="20"/>
              </w:rPr>
              <w:t>.к</w:t>
            </w:r>
            <w:proofErr w:type="gramEnd"/>
            <w:r w:rsidRPr="008540DE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17,50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8540DE">
              <w:rPr>
                <w:sz w:val="20"/>
              </w:rPr>
              <w:t>тыс</w:t>
            </w:r>
            <w:proofErr w:type="gramStart"/>
            <w:r w:rsidRPr="008540DE">
              <w:rPr>
                <w:sz w:val="20"/>
              </w:rPr>
              <w:t>.р</w:t>
            </w:r>
            <w:proofErr w:type="gramEnd"/>
            <w:r w:rsidRPr="008540DE">
              <w:rPr>
                <w:sz w:val="20"/>
              </w:rPr>
              <w:t>уб</w:t>
            </w:r>
            <w:proofErr w:type="spellEnd"/>
            <w:r w:rsidRPr="008540DE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1034,77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8540DE">
              <w:rPr>
                <w:sz w:val="20"/>
              </w:rPr>
              <w:t>тыс</w:t>
            </w:r>
            <w:proofErr w:type="gramStart"/>
            <w:r w:rsidRPr="008540DE">
              <w:rPr>
                <w:sz w:val="20"/>
              </w:rPr>
              <w:t>.р</w:t>
            </w:r>
            <w:proofErr w:type="gramEnd"/>
            <w:r w:rsidRPr="008540DE">
              <w:rPr>
                <w:sz w:val="20"/>
              </w:rPr>
              <w:t>уб</w:t>
            </w:r>
            <w:proofErr w:type="spellEnd"/>
            <w:r w:rsidRPr="008540DE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20,6</w:t>
            </w:r>
          </w:p>
        </w:tc>
      </w:tr>
      <w:tr w:rsidR="008540DE" w:rsidRPr="008540DE" w:rsidTr="008540DE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540DE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8540DE">
              <w:rPr>
                <w:sz w:val="20"/>
              </w:rPr>
              <w:t>тыс</w:t>
            </w:r>
            <w:proofErr w:type="gramStart"/>
            <w:r w:rsidRPr="008540DE">
              <w:rPr>
                <w:sz w:val="20"/>
              </w:rPr>
              <w:t>.р</w:t>
            </w:r>
            <w:proofErr w:type="gramEnd"/>
            <w:r w:rsidRPr="008540DE">
              <w:rPr>
                <w:sz w:val="20"/>
              </w:rPr>
              <w:t>уб</w:t>
            </w:r>
            <w:proofErr w:type="spellEnd"/>
            <w:r w:rsidRPr="008540DE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40DE" w:rsidRPr="008540DE" w:rsidRDefault="008540DE" w:rsidP="008540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540DE">
              <w:rPr>
                <w:sz w:val="20"/>
              </w:rPr>
              <w:t>1055,37</w:t>
            </w:r>
          </w:p>
        </w:tc>
      </w:tr>
    </w:tbl>
    <w:p w:rsidR="007A091E" w:rsidRPr="00270C0B" w:rsidRDefault="008540DE" w:rsidP="006244B4">
      <w:pPr>
        <w:tabs>
          <w:tab w:val="left" w:pos="1897"/>
        </w:tabs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 </w:t>
      </w:r>
      <w:r w:rsidR="00270C0B" w:rsidRPr="00270C0B">
        <w:rPr>
          <w:szCs w:val="28"/>
          <w:lang w:eastAsia="en-US"/>
        </w:rPr>
        <w:t>».</w:t>
      </w:r>
    </w:p>
    <w:p w:rsidR="007A091E" w:rsidRDefault="007A091E" w:rsidP="006244B4">
      <w:pPr>
        <w:tabs>
          <w:tab w:val="left" w:pos="1897"/>
        </w:tabs>
        <w:rPr>
          <w:sz w:val="20"/>
          <w:szCs w:val="24"/>
          <w:lang w:eastAsia="en-US"/>
        </w:rPr>
      </w:pPr>
    </w:p>
    <w:p w:rsidR="007A091E" w:rsidRPr="00C66102" w:rsidRDefault="007A091E" w:rsidP="006244B4">
      <w:pPr>
        <w:tabs>
          <w:tab w:val="left" w:pos="1897"/>
        </w:tabs>
        <w:rPr>
          <w:sz w:val="20"/>
          <w:szCs w:val="24"/>
          <w:lang w:eastAsia="en-US"/>
        </w:rPr>
      </w:pPr>
    </w:p>
    <w:sectPr w:rsidR="007A091E" w:rsidRPr="00C6610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F6E6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F6E6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201C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43201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57346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573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573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57345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0C3EA3" w:rsidRPr="00E52B15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C3EA3" w:rsidRDefault="000C3EA3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0C3EA3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0C3EA3" w:rsidRPr="002B6128" w:rsidRDefault="000C3EA3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C3EA3" w:rsidRDefault="000C3EA3" w:rsidP="00276416">
                <w:pPr>
                  <w:ind w:right="-70"/>
                  <w:rPr>
                    <w:sz w:val="20"/>
                  </w:rPr>
                </w:pPr>
              </w:p>
              <w:p w:rsidR="000C3EA3" w:rsidRPr="001772E6" w:rsidRDefault="000C3EA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C3EA3" w:rsidRDefault="000C3EA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E6"/>
    <w:multiLevelType w:val="hybridMultilevel"/>
    <w:tmpl w:val="F6AA5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DD0D4B"/>
    <w:multiLevelType w:val="hybridMultilevel"/>
    <w:tmpl w:val="5934BA2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C766C5"/>
    <w:multiLevelType w:val="multilevel"/>
    <w:tmpl w:val="54547018"/>
    <w:lvl w:ilvl="0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B48F8"/>
    <w:multiLevelType w:val="hybridMultilevel"/>
    <w:tmpl w:val="48ECD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44953"/>
    <w:multiLevelType w:val="hybridMultilevel"/>
    <w:tmpl w:val="52421136"/>
    <w:lvl w:ilvl="0" w:tplc="78723A54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42464BE"/>
    <w:multiLevelType w:val="hybridMultilevel"/>
    <w:tmpl w:val="C0C4B0E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C3C75"/>
    <w:multiLevelType w:val="hybridMultilevel"/>
    <w:tmpl w:val="9B906D60"/>
    <w:lvl w:ilvl="0" w:tplc="B83A0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11A79"/>
    <w:multiLevelType w:val="hybridMultilevel"/>
    <w:tmpl w:val="AB3A8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984E7C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516C64"/>
    <w:multiLevelType w:val="hybridMultilevel"/>
    <w:tmpl w:val="DBE8F650"/>
    <w:lvl w:ilvl="0" w:tplc="7ED65C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D8E1A1C"/>
    <w:multiLevelType w:val="hybridMultilevel"/>
    <w:tmpl w:val="5B8A1C68"/>
    <w:lvl w:ilvl="0" w:tplc="5628A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11EE9"/>
    <w:multiLevelType w:val="hybridMultilevel"/>
    <w:tmpl w:val="DECA6AEE"/>
    <w:lvl w:ilvl="0" w:tplc="20B62BB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0580F52"/>
    <w:multiLevelType w:val="hybridMultilevel"/>
    <w:tmpl w:val="FF062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6622B9"/>
    <w:multiLevelType w:val="singleLevel"/>
    <w:tmpl w:val="92E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B31358E"/>
    <w:multiLevelType w:val="multilevel"/>
    <w:tmpl w:val="144E5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16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F8A782C"/>
    <w:multiLevelType w:val="hybridMultilevel"/>
    <w:tmpl w:val="F65CC956"/>
    <w:lvl w:ilvl="0" w:tplc="D2582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6E23923"/>
    <w:multiLevelType w:val="hybridMultilevel"/>
    <w:tmpl w:val="5A62E722"/>
    <w:lvl w:ilvl="0" w:tplc="CA4A2C22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8A96558"/>
    <w:multiLevelType w:val="hybridMultilevel"/>
    <w:tmpl w:val="742C3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E406D2"/>
    <w:multiLevelType w:val="hybridMultilevel"/>
    <w:tmpl w:val="9A7C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1BB1"/>
    <w:multiLevelType w:val="hybridMultilevel"/>
    <w:tmpl w:val="3BE88BE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F9A2D77"/>
    <w:multiLevelType w:val="hybridMultilevel"/>
    <w:tmpl w:val="E834B1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6D51ED9"/>
    <w:multiLevelType w:val="singleLevel"/>
    <w:tmpl w:val="36086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856587F"/>
    <w:multiLevelType w:val="hybridMultilevel"/>
    <w:tmpl w:val="F156393A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7">
    <w:nsid w:val="492600BA"/>
    <w:multiLevelType w:val="singleLevel"/>
    <w:tmpl w:val="2D4AF36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4A793C28"/>
    <w:multiLevelType w:val="hybridMultilevel"/>
    <w:tmpl w:val="D29C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4B6A69D7"/>
    <w:multiLevelType w:val="hybridMultilevel"/>
    <w:tmpl w:val="5554D47E"/>
    <w:lvl w:ilvl="0" w:tplc="3462ED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D26C70"/>
    <w:multiLevelType w:val="hybridMultilevel"/>
    <w:tmpl w:val="05BC4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70346E"/>
    <w:multiLevelType w:val="multilevel"/>
    <w:tmpl w:val="BC827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8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33">
    <w:nsid w:val="54E63427"/>
    <w:multiLevelType w:val="hybridMultilevel"/>
    <w:tmpl w:val="D460DCB6"/>
    <w:lvl w:ilvl="0" w:tplc="AD065024">
      <w:start w:val="1"/>
      <w:numFmt w:val="bullet"/>
      <w:lvlText w:val="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9FE3E82"/>
    <w:multiLevelType w:val="hybridMultilevel"/>
    <w:tmpl w:val="E8CEDC28"/>
    <w:lvl w:ilvl="0" w:tplc="20B62B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6">
    <w:nsid w:val="6277477C"/>
    <w:multiLevelType w:val="hybridMultilevel"/>
    <w:tmpl w:val="04CE970E"/>
    <w:lvl w:ilvl="0" w:tplc="F2986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7852772"/>
    <w:multiLevelType w:val="hybridMultilevel"/>
    <w:tmpl w:val="52141DF8"/>
    <w:lvl w:ilvl="0" w:tplc="E92AB2FE">
      <w:start w:val="1"/>
      <w:numFmt w:val="decimal"/>
      <w:lvlText w:val="%1."/>
      <w:lvlJc w:val="left"/>
      <w:pPr>
        <w:ind w:left="389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6A1C73BC"/>
    <w:multiLevelType w:val="hybridMultilevel"/>
    <w:tmpl w:val="49663BFE"/>
    <w:lvl w:ilvl="0" w:tplc="9F88C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0139A9"/>
    <w:multiLevelType w:val="hybridMultilevel"/>
    <w:tmpl w:val="04441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26D15F7"/>
    <w:multiLevelType w:val="hybridMultilevel"/>
    <w:tmpl w:val="A42A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D50F9"/>
    <w:multiLevelType w:val="multilevel"/>
    <w:tmpl w:val="930CD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4">
    <w:nsid w:val="7EE55FF7"/>
    <w:multiLevelType w:val="hybridMultilevel"/>
    <w:tmpl w:val="88B0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5239B"/>
    <w:multiLevelType w:val="hybridMultilevel"/>
    <w:tmpl w:val="54547018"/>
    <w:lvl w:ilvl="0" w:tplc="87703F4E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8"/>
  </w:num>
  <w:num w:numId="4">
    <w:abstractNumId w:val="35"/>
  </w:num>
  <w:num w:numId="5">
    <w:abstractNumId w:val="8"/>
  </w:num>
  <w:num w:numId="6">
    <w:abstractNumId w:val="2"/>
  </w:num>
  <w:num w:numId="7">
    <w:abstractNumId w:val="24"/>
  </w:num>
  <w:num w:numId="8">
    <w:abstractNumId w:val="41"/>
  </w:num>
  <w:num w:numId="9">
    <w:abstractNumId w:val="37"/>
  </w:num>
  <w:num w:numId="10">
    <w:abstractNumId w:val="27"/>
  </w:num>
  <w:num w:numId="11">
    <w:abstractNumId w:val="25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  <w:num w:numId="16">
    <w:abstractNumId w:val="5"/>
  </w:num>
  <w:num w:numId="17">
    <w:abstractNumId w:val="6"/>
  </w:num>
  <w:num w:numId="18">
    <w:abstractNumId w:val="12"/>
  </w:num>
  <w:num w:numId="19">
    <w:abstractNumId w:val="45"/>
  </w:num>
  <w:num w:numId="20">
    <w:abstractNumId w:val="3"/>
  </w:num>
  <w:num w:numId="21">
    <w:abstractNumId w:val="34"/>
  </w:num>
  <w:num w:numId="22">
    <w:abstractNumId w:val="33"/>
  </w:num>
  <w:num w:numId="23">
    <w:abstractNumId w:val="7"/>
  </w:num>
  <w:num w:numId="24">
    <w:abstractNumId w:val="26"/>
  </w:num>
  <w:num w:numId="25">
    <w:abstractNumId w:val="40"/>
  </w:num>
  <w:num w:numId="26">
    <w:abstractNumId w:val="23"/>
  </w:num>
  <w:num w:numId="27">
    <w:abstractNumId w:val="13"/>
  </w:num>
  <w:num w:numId="28">
    <w:abstractNumId w:val="44"/>
  </w:num>
  <w:num w:numId="29">
    <w:abstractNumId w:val="30"/>
  </w:num>
  <w:num w:numId="30">
    <w:abstractNumId w:val="21"/>
  </w:num>
  <w:num w:numId="31">
    <w:abstractNumId w:val="4"/>
  </w:num>
  <w:num w:numId="32">
    <w:abstractNumId w:val="42"/>
  </w:num>
  <w:num w:numId="33">
    <w:abstractNumId w:val="1"/>
  </w:num>
  <w:num w:numId="34">
    <w:abstractNumId w:val="20"/>
  </w:num>
  <w:num w:numId="35">
    <w:abstractNumId w:val="39"/>
  </w:num>
  <w:num w:numId="36">
    <w:abstractNumId w:val="22"/>
  </w:num>
  <w:num w:numId="37">
    <w:abstractNumId w:val="17"/>
  </w:num>
  <w:num w:numId="38">
    <w:abstractNumId w:val="36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9"/>
  </w:num>
  <w:num w:numId="42">
    <w:abstractNumId w:val="32"/>
  </w:num>
  <w:num w:numId="43">
    <w:abstractNumId w:val="31"/>
  </w:num>
  <w:num w:numId="44">
    <w:abstractNumId w:val="0"/>
  </w:num>
  <w:num w:numId="45">
    <w:abstractNumId w:val="43"/>
  </w:num>
  <w:num w:numId="46">
    <w:abstractNumId w:val="28"/>
  </w:num>
  <w:num w:numId="47">
    <w:abstractNumId w:val="38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50"/>
    <o:shapelayout v:ext="edit">
      <o:idmap v:ext="edit" data="56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0AD4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6E6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5BB4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4832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0B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F3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01C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6C6D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4216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8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4B4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91E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40DE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2A90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102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571C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5B95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paragraph" w:styleId="1">
    <w:name w:val="heading 1"/>
    <w:basedOn w:val="a"/>
    <w:next w:val="a"/>
    <w:link w:val="10"/>
    <w:qFormat/>
    <w:rsid w:val="00270C0B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270C0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70C0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6E6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F6E63"/>
    <w:rPr>
      <w:rFonts w:cs="Times New Roman"/>
      <w:sz w:val="28"/>
    </w:rPr>
  </w:style>
  <w:style w:type="paragraph" w:styleId="a5">
    <w:name w:val="footer"/>
    <w:basedOn w:val="a"/>
    <w:link w:val="a6"/>
    <w:rsid w:val="000F6E6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F6E63"/>
    <w:rPr>
      <w:rFonts w:cs="Times New Roman"/>
      <w:sz w:val="28"/>
    </w:rPr>
  </w:style>
  <w:style w:type="character" w:styleId="a7">
    <w:name w:val="Hyperlink"/>
    <w:basedOn w:val="a0"/>
    <w:uiPriority w:val="99"/>
    <w:rsid w:val="000F6E63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0F6E63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70C0B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270C0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270C0B"/>
    <w:rPr>
      <w:rFonts w:ascii="Cambria" w:hAnsi="Cambria"/>
      <w:b/>
      <w:bCs/>
      <w:sz w:val="26"/>
      <w:szCs w:val="26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270C0B"/>
  </w:style>
  <w:style w:type="paragraph" w:styleId="af2">
    <w:name w:val="Body Text Indent"/>
    <w:basedOn w:val="a"/>
    <w:link w:val="af3"/>
    <w:rsid w:val="00270C0B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270C0B"/>
    <w:rPr>
      <w:sz w:val="28"/>
      <w:lang w:val="x-none" w:eastAsia="x-none"/>
    </w:rPr>
  </w:style>
  <w:style w:type="paragraph" w:styleId="31">
    <w:name w:val="Body Text Indent 3"/>
    <w:basedOn w:val="a"/>
    <w:link w:val="32"/>
    <w:rsid w:val="00270C0B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70C0B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270C0B"/>
  </w:style>
  <w:style w:type="character" w:customStyle="1" w:styleId="apple-converted-space">
    <w:name w:val="apple-converted-space"/>
    <w:basedOn w:val="a0"/>
    <w:rsid w:val="00270C0B"/>
  </w:style>
  <w:style w:type="paragraph" w:styleId="21">
    <w:name w:val="Body Text 2"/>
    <w:basedOn w:val="a"/>
    <w:link w:val="22"/>
    <w:rsid w:val="00270C0B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270C0B"/>
  </w:style>
  <w:style w:type="paragraph" w:customStyle="1" w:styleId="ConsPlusCell">
    <w:name w:val="ConsPlusCell"/>
    <w:uiPriority w:val="99"/>
    <w:rsid w:val="00270C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270C0B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23">
    <w:name w:val="Нет списка2"/>
    <w:next w:val="a2"/>
    <w:uiPriority w:val="99"/>
    <w:semiHidden/>
    <w:rsid w:val="00854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28</TotalTime>
  <Pages>7</Pages>
  <Words>1975</Words>
  <Characters>13522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13</cp:revision>
  <cp:lastPrinted>2019-11-19T06:56:00Z</cp:lastPrinted>
  <dcterms:created xsi:type="dcterms:W3CDTF">2019-07-09T11:23:00Z</dcterms:created>
  <dcterms:modified xsi:type="dcterms:W3CDTF">2019-11-25T12:58:00Z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